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7C3F8D" w14:textId="2F1AC602" w:rsidR="00CA09B2" w:rsidRPr="00EC54AA" w:rsidRDefault="00CA09B2">
      <w:pPr>
        <w:pStyle w:val="T1"/>
        <w:pBdr>
          <w:bottom w:val="single" w:sz="6" w:space="0" w:color="auto"/>
        </w:pBdr>
        <w:spacing w:after="240"/>
      </w:pPr>
      <w:r w:rsidRPr="00EC54AA">
        <w:t>IEEE P802.11</w:t>
      </w:r>
      <w:r w:rsidRPr="00EC54AA"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38"/>
        <w:gridCol w:w="1418"/>
        <w:gridCol w:w="2432"/>
        <w:gridCol w:w="1820"/>
        <w:gridCol w:w="2068"/>
      </w:tblGrid>
      <w:tr w:rsidR="00EC54AA" w:rsidRPr="00EC54AA" w14:paraId="629A6A6A" w14:textId="77777777" w:rsidTr="006745DA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429ED692" w14:textId="7336EE05" w:rsidR="00CA09B2" w:rsidRPr="00EC54AA" w:rsidRDefault="00BA7FE0" w:rsidP="00C74E6D">
            <w:pPr>
              <w:pStyle w:val="T2"/>
            </w:pPr>
            <w:r>
              <w:t xml:space="preserve">IEEE 802.11bf </w:t>
            </w:r>
            <w:r w:rsidR="00265DB0">
              <w:t>–</w:t>
            </w:r>
            <w:r w:rsidR="00E13A9D">
              <w:t xml:space="preserve"> </w:t>
            </w:r>
            <w:r w:rsidR="00265DB0">
              <w:t xml:space="preserve">Teleconference </w:t>
            </w:r>
            <w:r w:rsidR="0085651A">
              <w:t>M</w:t>
            </w:r>
            <w:r w:rsidR="00265DB0">
              <w:t>inutes</w:t>
            </w:r>
            <w:r w:rsidR="00AE2B01">
              <w:t xml:space="preserve"> </w:t>
            </w:r>
            <w:r w:rsidR="00FD72D7">
              <w:t>December</w:t>
            </w:r>
            <w:r w:rsidR="00491E3D">
              <w:t xml:space="preserve"> </w:t>
            </w:r>
            <w:r w:rsidR="006863E6">
              <w:t>20</w:t>
            </w:r>
            <w:r w:rsidR="0043218D">
              <w:t>24</w:t>
            </w:r>
          </w:p>
        </w:tc>
      </w:tr>
      <w:tr w:rsidR="00EC54AA" w:rsidRPr="00EC54AA" w14:paraId="3E24BDA3" w14:textId="77777777" w:rsidTr="006745DA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58F15A5E" w14:textId="720AB4F0" w:rsidR="00CA09B2" w:rsidRPr="00EC54AA" w:rsidRDefault="00CA09B2" w:rsidP="002F463A">
            <w:pPr>
              <w:pStyle w:val="T2"/>
              <w:ind w:left="0"/>
              <w:rPr>
                <w:sz w:val="20"/>
              </w:rPr>
            </w:pPr>
            <w:r w:rsidRPr="00EF6032">
              <w:rPr>
                <w:color w:val="000000" w:themeColor="text1"/>
                <w:sz w:val="21"/>
                <w:szCs w:val="21"/>
              </w:rPr>
              <w:t>Date:</w:t>
            </w:r>
            <w:r w:rsidRPr="00EF6032">
              <w:rPr>
                <w:b w:val="0"/>
                <w:color w:val="000000" w:themeColor="text1"/>
                <w:sz w:val="21"/>
                <w:szCs w:val="21"/>
              </w:rPr>
              <w:t xml:space="preserve">  </w:t>
            </w:r>
            <w:r w:rsidR="00BF3C3B" w:rsidRPr="00EF6032">
              <w:rPr>
                <w:b w:val="0"/>
                <w:color w:val="000000" w:themeColor="text1"/>
                <w:sz w:val="21"/>
                <w:szCs w:val="21"/>
              </w:rPr>
              <w:t>20</w:t>
            </w:r>
            <w:r w:rsidR="00A1716B" w:rsidRPr="00EF6032">
              <w:rPr>
                <w:b w:val="0"/>
                <w:color w:val="000000" w:themeColor="text1"/>
                <w:sz w:val="21"/>
                <w:szCs w:val="21"/>
              </w:rPr>
              <w:t>2</w:t>
            </w:r>
            <w:r w:rsidR="0043218D" w:rsidRPr="00EF6032">
              <w:rPr>
                <w:b w:val="0"/>
                <w:color w:val="000000" w:themeColor="text1"/>
                <w:sz w:val="21"/>
                <w:szCs w:val="21"/>
              </w:rPr>
              <w:t>4</w:t>
            </w:r>
            <w:r w:rsidRPr="00EF6032">
              <w:rPr>
                <w:b w:val="0"/>
                <w:color w:val="000000" w:themeColor="text1"/>
                <w:sz w:val="21"/>
                <w:szCs w:val="21"/>
              </w:rPr>
              <w:t>-</w:t>
            </w:r>
            <w:r w:rsidR="00382B55">
              <w:rPr>
                <w:b w:val="0"/>
                <w:color w:val="000000" w:themeColor="text1"/>
                <w:sz w:val="21"/>
                <w:szCs w:val="21"/>
              </w:rPr>
              <w:t>1</w:t>
            </w:r>
            <w:r w:rsidR="00FD72D7">
              <w:rPr>
                <w:b w:val="0"/>
                <w:color w:val="000000" w:themeColor="text1"/>
                <w:sz w:val="21"/>
                <w:szCs w:val="21"/>
              </w:rPr>
              <w:t>2</w:t>
            </w:r>
            <w:r w:rsidR="00FB45C8">
              <w:rPr>
                <w:b w:val="0"/>
                <w:color w:val="000000" w:themeColor="text1"/>
                <w:sz w:val="21"/>
                <w:szCs w:val="21"/>
              </w:rPr>
              <w:t>-</w:t>
            </w:r>
            <w:r w:rsidR="00B27D57">
              <w:rPr>
                <w:b w:val="0"/>
                <w:color w:val="000000" w:themeColor="text1"/>
                <w:sz w:val="21"/>
                <w:szCs w:val="21"/>
              </w:rPr>
              <w:t>20</w:t>
            </w:r>
          </w:p>
        </w:tc>
      </w:tr>
      <w:tr w:rsidR="00EC54AA" w:rsidRPr="00EC54AA" w14:paraId="6C71272C" w14:textId="77777777" w:rsidTr="006745DA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228BE8DD" w14:textId="77777777" w:rsidR="00CA09B2" w:rsidRPr="00EC54AA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EC54AA">
              <w:rPr>
                <w:sz w:val="20"/>
              </w:rPr>
              <w:t>Author(s):</w:t>
            </w:r>
          </w:p>
        </w:tc>
      </w:tr>
      <w:tr w:rsidR="00EC54AA" w:rsidRPr="00EC54AA" w14:paraId="04420F2E" w14:textId="77777777" w:rsidTr="00C24C0D">
        <w:trPr>
          <w:jc w:val="center"/>
        </w:trPr>
        <w:tc>
          <w:tcPr>
            <w:tcW w:w="1838" w:type="dxa"/>
            <w:vAlign w:val="center"/>
          </w:tcPr>
          <w:p w14:paraId="4BF8A85D" w14:textId="77777777" w:rsidR="00CA09B2" w:rsidRPr="00EC54AA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EC54AA">
              <w:rPr>
                <w:sz w:val="20"/>
              </w:rPr>
              <w:t>Name</w:t>
            </w:r>
          </w:p>
        </w:tc>
        <w:tc>
          <w:tcPr>
            <w:tcW w:w="1418" w:type="dxa"/>
            <w:vAlign w:val="center"/>
          </w:tcPr>
          <w:p w14:paraId="1D5FC87C" w14:textId="77777777" w:rsidR="00CA09B2" w:rsidRPr="00EC54AA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EC54AA">
              <w:rPr>
                <w:sz w:val="20"/>
              </w:rPr>
              <w:t>Affiliation</w:t>
            </w:r>
          </w:p>
        </w:tc>
        <w:tc>
          <w:tcPr>
            <w:tcW w:w="2432" w:type="dxa"/>
            <w:vAlign w:val="center"/>
          </w:tcPr>
          <w:p w14:paraId="7E9B0892" w14:textId="77777777" w:rsidR="00CA09B2" w:rsidRPr="00EC54AA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EC54AA">
              <w:rPr>
                <w:sz w:val="20"/>
              </w:rPr>
              <w:t>Address</w:t>
            </w:r>
          </w:p>
        </w:tc>
        <w:tc>
          <w:tcPr>
            <w:tcW w:w="1820" w:type="dxa"/>
            <w:vAlign w:val="center"/>
          </w:tcPr>
          <w:p w14:paraId="1CA4CCD7" w14:textId="77777777" w:rsidR="00CA09B2" w:rsidRPr="00EC54AA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EC54AA">
              <w:rPr>
                <w:sz w:val="20"/>
              </w:rPr>
              <w:t>Phone</w:t>
            </w:r>
          </w:p>
        </w:tc>
        <w:tc>
          <w:tcPr>
            <w:tcW w:w="2068" w:type="dxa"/>
            <w:vAlign w:val="center"/>
          </w:tcPr>
          <w:p w14:paraId="79531B0F" w14:textId="77777777" w:rsidR="00CA09B2" w:rsidRPr="00EC54AA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EC54AA">
              <w:rPr>
                <w:sz w:val="20"/>
              </w:rPr>
              <w:t>email</w:t>
            </w:r>
          </w:p>
        </w:tc>
      </w:tr>
      <w:tr w:rsidR="006745DA" w:rsidRPr="00EC54AA" w14:paraId="67E78DDA" w14:textId="77777777" w:rsidTr="00C24C0D">
        <w:trPr>
          <w:jc w:val="center"/>
        </w:trPr>
        <w:tc>
          <w:tcPr>
            <w:tcW w:w="1838" w:type="dxa"/>
          </w:tcPr>
          <w:p w14:paraId="754D0D95" w14:textId="0C1415A5" w:rsidR="006745DA" w:rsidRPr="00552839" w:rsidRDefault="006745DA" w:rsidP="006745DA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  <w:r w:rsidRPr="00552839">
              <w:rPr>
                <w:b w:val="0"/>
                <w:sz w:val="22"/>
                <w:szCs w:val="22"/>
              </w:rPr>
              <w:t>Leif Wilhelmsson</w:t>
            </w:r>
          </w:p>
        </w:tc>
        <w:tc>
          <w:tcPr>
            <w:tcW w:w="1418" w:type="dxa"/>
          </w:tcPr>
          <w:p w14:paraId="280EFDF9" w14:textId="798F111D" w:rsidR="006745DA" w:rsidRPr="00552839" w:rsidRDefault="006745DA" w:rsidP="006745DA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  <w:r w:rsidRPr="00552839">
              <w:rPr>
                <w:b w:val="0"/>
                <w:sz w:val="22"/>
                <w:szCs w:val="22"/>
              </w:rPr>
              <w:t>Ericsson AB</w:t>
            </w:r>
          </w:p>
        </w:tc>
        <w:tc>
          <w:tcPr>
            <w:tcW w:w="2432" w:type="dxa"/>
          </w:tcPr>
          <w:p w14:paraId="62320236" w14:textId="00906BE4" w:rsidR="006745DA" w:rsidRPr="00552839" w:rsidRDefault="006745DA" w:rsidP="006745DA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  <w:proofErr w:type="spellStart"/>
            <w:r w:rsidRPr="00552839">
              <w:rPr>
                <w:b w:val="0"/>
                <w:sz w:val="22"/>
                <w:szCs w:val="22"/>
              </w:rPr>
              <w:t>Mobilvägen</w:t>
            </w:r>
            <w:proofErr w:type="spellEnd"/>
            <w:r w:rsidRPr="00552839">
              <w:rPr>
                <w:b w:val="0"/>
                <w:sz w:val="22"/>
                <w:szCs w:val="22"/>
              </w:rPr>
              <w:t xml:space="preserve"> 1, 22632 Lund, Sweden</w:t>
            </w:r>
          </w:p>
        </w:tc>
        <w:tc>
          <w:tcPr>
            <w:tcW w:w="1820" w:type="dxa"/>
          </w:tcPr>
          <w:p w14:paraId="338BB9C5" w14:textId="3F87C21A" w:rsidR="006745DA" w:rsidRPr="00552839" w:rsidRDefault="006745DA" w:rsidP="006745DA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  <w:r w:rsidRPr="00552839">
              <w:rPr>
                <w:b w:val="0"/>
                <w:sz w:val="22"/>
                <w:szCs w:val="22"/>
              </w:rPr>
              <w:t>+46-706-216956</w:t>
            </w:r>
          </w:p>
        </w:tc>
        <w:tc>
          <w:tcPr>
            <w:tcW w:w="2068" w:type="dxa"/>
          </w:tcPr>
          <w:p w14:paraId="562E22BB" w14:textId="77777777" w:rsidR="006745DA" w:rsidRPr="00552839" w:rsidRDefault="006745DA" w:rsidP="006745DA">
            <w:pPr>
              <w:rPr>
                <w:sz w:val="22"/>
                <w:szCs w:val="22"/>
              </w:rPr>
            </w:pPr>
            <w:hyperlink r:id="rId11" w:history="1">
              <w:r w:rsidRPr="00552839">
                <w:rPr>
                  <w:sz w:val="22"/>
                  <w:szCs w:val="22"/>
                </w:rPr>
                <w:t>leif.r.wilhelmsson@ericsson.com</w:t>
              </w:r>
            </w:hyperlink>
          </w:p>
          <w:p w14:paraId="1262807A" w14:textId="1AC774D0" w:rsidR="006745DA" w:rsidRPr="00552839" w:rsidRDefault="006745DA" w:rsidP="006745DA">
            <w:pPr>
              <w:pStyle w:val="T2"/>
              <w:spacing w:after="0"/>
              <w:ind w:left="0" w:right="0"/>
              <w:rPr>
                <w:b w:val="0"/>
                <w:sz w:val="22"/>
                <w:szCs w:val="22"/>
              </w:rPr>
            </w:pPr>
          </w:p>
        </w:tc>
      </w:tr>
    </w:tbl>
    <w:p w14:paraId="0E2F63D0" w14:textId="0C5CB4B5" w:rsidR="00CA09B2" w:rsidRPr="00EC54AA" w:rsidRDefault="00AA249C">
      <w:pPr>
        <w:pStyle w:val="T1"/>
        <w:spacing w:after="120"/>
        <w:rPr>
          <w:sz w:val="22"/>
        </w:rPr>
      </w:pPr>
      <w:r w:rsidRPr="00EC54AA">
        <w:rPr>
          <w:noProof/>
          <w:lang w:val="en-US" w:eastAsia="zh-TW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9D9D76D" wp14:editId="79FB1D40">
                <wp:simplePos x="0" y="0"/>
                <wp:positionH relativeFrom="column">
                  <wp:posOffset>-47334</wp:posOffset>
                </wp:positionH>
                <wp:positionV relativeFrom="paragraph">
                  <wp:posOffset>194945</wp:posOffset>
                </wp:positionV>
                <wp:extent cx="5943600" cy="50472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04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C254D0" w14:textId="77777777" w:rsidR="0085353F" w:rsidRPr="00AC1A37" w:rsidRDefault="0085353F">
                            <w:pPr>
                              <w:pStyle w:val="T1"/>
                              <w:spacing w:after="120"/>
                              <w:rPr>
                                <w:sz w:val="22"/>
                                <w:szCs w:val="22"/>
                              </w:rPr>
                            </w:pPr>
                            <w:r w:rsidRPr="00AC1A37">
                              <w:rPr>
                                <w:sz w:val="22"/>
                                <w:szCs w:val="22"/>
                              </w:rPr>
                              <w:t>Abstract</w:t>
                            </w:r>
                          </w:p>
                          <w:p w14:paraId="128D9528" w14:textId="65EB78A2" w:rsidR="0085353F" w:rsidRPr="00EF6032" w:rsidRDefault="0085353F" w:rsidP="0051192E">
                            <w:pPr>
                              <w:jc w:val="both"/>
                              <w:rPr>
                                <w:lang w:eastAsia="ja-JP"/>
                              </w:rPr>
                            </w:pPr>
                            <w:r w:rsidRPr="00EF6032">
                              <w:t>This document contains minutes for the TG 802.11bf</w:t>
                            </w:r>
                            <w:r w:rsidRPr="00EF6032">
                              <w:rPr>
                                <w:lang w:eastAsia="ja-JP"/>
                              </w:rPr>
                              <w:t xml:space="preserve"> </w:t>
                            </w:r>
                            <w:r w:rsidRPr="00EF6032">
                              <w:t>teleconference</w:t>
                            </w:r>
                            <w:r w:rsidR="00044120" w:rsidRPr="00EF6032">
                              <w:rPr>
                                <w:lang w:eastAsia="ja-JP"/>
                              </w:rPr>
                              <w:t xml:space="preserve"> in</w:t>
                            </w:r>
                            <w:r w:rsidR="00F64EDB" w:rsidRPr="00EF6032">
                              <w:rPr>
                                <w:lang w:eastAsia="ja-JP"/>
                              </w:rPr>
                              <w:t xml:space="preserve"> </w:t>
                            </w:r>
                            <w:r w:rsidR="00FD72D7">
                              <w:rPr>
                                <w:lang w:eastAsia="ja-JP"/>
                              </w:rPr>
                              <w:t xml:space="preserve">December </w:t>
                            </w:r>
                            <w:r w:rsidRPr="00EF6032">
                              <w:rPr>
                                <w:lang w:eastAsia="ja-JP"/>
                              </w:rPr>
                              <w:t>202</w:t>
                            </w:r>
                            <w:r w:rsidR="0043218D" w:rsidRPr="00EF6032">
                              <w:rPr>
                                <w:lang w:eastAsia="ja-JP"/>
                              </w:rPr>
                              <w:t>4</w:t>
                            </w:r>
                            <w:r w:rsidRPr="00EF6032">
                              <w:t>.</w:t>
                            </w:r>
                          </w:p>
                          <w:p w14:paraId="6F7FBD49" w14:textId="77777777" w:rsidR="0085353F" w:rsidRPr="00EF6032" w:rsidRDefault="0085353F">
                            <w:pPr>
                              <w:jc w:val="both"/>
                            </w:pPr>
                          </w:p>
                          <w:p w14:paraId="7B9D9245" w14:textId="0ABD2AA8" w:rsidR="0085353F" w:rsidRPr="00EF6032" w:rsidRDefault="0085353F" w:rsidP="00535A55">
                            <w:pPr>
                              <w:jc w:val="both"/>
                            </w:pPr>
                            <w:r w:rsidRPr="00EF6032">
                              <w:t xml:space="preserve">Rev </w:t>
                            </w:r>
                            <w:r w:rsidR="006954E1" w:rsidRPr="00EF6032">
                              <w:t>0</w:t>
                            </w:r>
                            <w:r w:rsidRPr="00EF6032">
                              <w:t xml:space="preserve">: Minutes for TG 802.11bf teleconference on the </w:t>
                            </w:r>
                            <w:r w:rsidR="00FD72D7">
                              <w:t>19</w:t>
                            </w:r>
                            <w:r w:rsidR="00202C83" w:rsidRPr="00EF6032">
                              <w:rPr>
                                <w:vertAlign w:val="superscript"/>
                              </w:rPr>
                              <w:t>th</w:t>
                            </w:r>
                            <w:r w:rsidR="00202C83" w:rsidRPr="00EF6032">
                              <w:t xml:space="preserve"> </w:t>
                            </w:r>
                            <w:r w:rsidRPr="00EF6032">
                              <w:t>of</w:t>
                            </w:r>
                            <w:r w:rsidR="00382B55">
                              <w:t xml:space="preserve"> </w:t>
                            </w:r>
                            <w:r w:rsidR="00FD72D7">
                              <w:t>Decem</w:t>
                            </w:r>
                            <w:r w:rsidR="00382B55">
                              <w:t>ber</w:t>
                            </w:r>
                            <w:r w:rsidRPr="00EF6032">
                              <w:t>.</w:t>
                            </w:r>
                          </w:p>
                          <w:p w14:paraId="7E81DA08" w14:textId="04BF9C79" w:rsidR="0085353F" w:rsidRPr="00125622" w:rsidRDefault="0085353F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D9D76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3.75pt;margin-top:15.35pt;width:468pt;height:397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" o:allowincell="f" stroked="f">
                <v:textbox>
                  <w:txbxContent>
                    <w:p w14:paraId="3EC254D0" w14:textId="77777777" w:rsidR="0085353F" w:rsidRPr="00AC1A37" w:rsidRDefault="0085353F">
                      <w:pPr>
                        <w:pStyle w:val="T1"/>
                        <w:spacing w:after="120"/>
                        <w:rPr>
                          <w:sz w:val="22"/>
                          <w:szCs w:val="22"/>
                        </w:rPr>
                      </w:pPr>
                      <w:r w:rsidRPr="00AC1A37">
                        <w:rPr>
                          <w:sz w:val="22"/>
                          <w:szCs w:val="22"/>
                        </w:rPr>
                        <w:t>Abstract</w:t>
                      </w:r>
                    </w:p>
                    <w:p w14:paraId="128D9528" w14:textId="65EB78A2" w:rsidR="0085353F" w:rsidRPr="00EF6032" w:rsidRDefault="0085353F" w:rsidP="0051192E">
                      <w:pPr>
                        <w:jc w:val="both"/>
                        <w:rPr>
                          <w:lang w:eastAsia="ja-JP"/>
                        </w:rPr>
                      </w:pPr>
                      <w:r w:rsidRPr="00EF6032">
                        <w:t>This document contains minutes for the TG 802.11bf</w:t>
                      </w:r>
                      <w:r w:rsidRPr="00EF6032">
                        <w:rPr>
                          <w:lang w:eastAsia="ja-JP"/>
                        </w:rPr>
                        <w:t xml:space="preserve"> </w:t>
                      </w:r>
                      <w:r w:rsidRPr="00EF6032">
                        <w:t>teleconference</w:t>
                      </w:r>
                      <w:r w:rsidR="00044120" w:rsidRPr="00EF6032">
                        <w:rPr>
                          <w:lang w:eastAsia="ja-JP"/>
                        </w:rPr>
                        <w:t xml:space="preserve"> in</w:t>
                      </w:r>
                      <w:r w:rsidR="00F64EDB" w:rsidRPr="00EF6032">
                        <w:rPr>
                          <w:lang w:eastAsia="ja-JP"/>
                        </w:rPr>
                        <w:t xml:space="preserve"> </w:t>
                      </w:r>
                      <w:r w:rsidR="00FD72D7">
                        <w:rPr>
                          <w:lang w:eastAsia="ja-JP"/>
                        </w:rPr>
                        <w:t xml:space="preserve">December </w:t>
                      </w:r>
                      <w:r w:rsidRPr="00EF6032">
                        <w:rPr>
                          <w:lang w:eastAsia="ja-JP"/>
                        </w:rPr>
                        <w:t>202</w:t>
                      </w:r>
                      <w:r w:rsidR="0043218D" w:rsidRPr="00EF6032">
                        <w:rPr>
                          <w:lang w:eastAsia="ja-JP"/>
                        </w:rPr>
                        <w:t>4</w:t>
                      </w:r>
                      <w:r w:rsidRPr="00EF6032">
                        <w:t>.</w:t>
                      </w:r>
                    </w:p>
                    <w:p w14:paraId="6F7FBD49" w14:textId="77777777" w:rsidR="0085353F" w:rsidRPr="00EF6032" w:rsidRDefault="0085353F">
                      <w:pPr>
                        <w:jc w:val="both"/>
                      </w:pPr>
                    </w:p>
                    <w:p w14:paraId="7B9D9245" w14:textId="0ABD2AA8" w:rsidR="0085353F" w:rsidRPr="00EF6032" w:rsidRDefault="0085353F" w:rsidP="00535A55">
                      <w:pPr>
                        <w:jc w:val="both"/>
                      </w:pPr>
                      <w:r w:rsidRPr="00EF6032">
                        <w:t xml:space="preserve">Rev </w:t>
                      </w:r>
                      <w:r w:rsidR="006954E1" w:rsidRPr="00EF6032">
                        <w:t>0</w:t>
                      </w:r>
                      <w:r w:rsidRPr="00EF6032">
                        <w:t xml:space="preserve">: Minutes for TG 802.11bf teleconference on the </w:t>
                      </w:r>
                      <w:r w:rsidR="00FD72D7">
                        <w:t>19</w:t>
                      </w:r>
                      <w:r w:rsidR="00202C83" w:rsidRPr="00EF6032">
                        <w:rPr>
                          <w:vertAlign w:val="superscript"/>
                        </w:rPr>
                        <w:t>th</w:t>
                      </w:r>
                      <w:r w:rsidR="00202C83" w:rsidRPr="00EF6032">
                        <w:t xml:space="preserve"> </w:t>
                      </w:r>
                      <w:r w:rsidRPr="00EF6032">
                        <w:t>of</w:t>
                      </w:r>
                      <w:r w:rsidR="00382B55">
                        <w:t xml:space="preserve"> </w:t>
                      </w:r>
                      <w:r w:rsidR="00FD72D7">
                        <w:t>Decem</w:t>
                      </w:r>
                      <w:r w:rsidR="00382B55">
                        <w:t>ber</w:t>
                      </w:r>
                      <w:r w:rsidRPr="00EF6032">
                        <w:t>.</w:t>
                      </w:r>
                    </w:p>
                    <w:p w14:paraId="7E81DA08" w14:textId="04BF9C79" w:rsidR="0085353F" w:rsidRPr="00125622" w:rsidRDefault="0085353F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46D9D1E4" w14:textId="3965D8E4" w:rsidR="0062112B" w:rsidRPr="0069415C" w:rsidRDefault="00F02E2F" w:rsidP="0069415C">
      <w:pPr>
        <w:outlineLvl w:val="0"/>
        <w:rPr>
          <w:b/>
          <w:sz w:val="22"/>
          <w:szCs w:val="22"/>
          <w:u w:val="single"/>
        </w:rPr>
      </w:pPr>
      <w:r>
        <w:rPr>
          <w:rFonts w:eastAsiaTheme="minorEastAsia"/>
          <w:b/>
          <w:szCs w:val="20"/>
          <w:lang w:val="en-GB" w:eastAsia="ko-KR"/>
        </w:rPr>
        <w:br w:type="page"/>
      </w:r>
    </w:p>
    <w:p w14:paraId="00B8B7AE" w14:textId="50D88A49" w:rsidR="0062112B" w:rsidRPr="00552839" w:rsidRDefault="0062112B" w:rsidP="0062112B">
      <w:pPr>
        <w:keepNext/>
        <w:keepLines/>
        <w:spacing w:before="240" w:after="60"/>
        <w:outlineLvl w:val="2"/>
        <w:rPr>
          <w:rFonts w:eastAsiaTheme="minorEastAsia"/>
          <w:b/>
          <w:lang w:val="en-GB" w:eastAsia="ko-KR"/>
        </w:rPr>
      </w:pPr>
      <w:r w:rsidRPr="00552839">
        <w:rPr>
          <w:rFonts w:eastAsiaTheme="minorEastAsia"/>
          <w:b/>
          <w:lang w:val="en-GB" w:eastAsia="ko-KR"/>
        </w:rPr>
        <w:lastRenderedPageBreak/>
        <w:t>T</w:t>
      </w:r>
      <w:r w:rsidR="00FD72D7">
        <w:rPr>
          <w:rFonts w:eastAsiaTheme="minorEastAsia"/>
          <w:b/>
          <w:lang w:val="en-GB" w:eastAsia="ko-KR"/>
        </w:rPr>
        <w:t>hurs</w:t>
      </w:r>
      <w:r w:rsidR="0003188E">
        <w:rPr>
          <w:rFonts w:eastAsiaTheme="minorEastAsia"/>
          <w:b/>
          <w:lang w:val="en-GB" w:eastAsia="ko-KR"/>
        </w:rPr>
        <w:t>day</w:t>
      </w:r>
      <w:r w:rsidRPr="00552839">
        <w:rPr>
          <w:rFonts w:eastAsiaTheme="minorEastAsia"/>
          <w:b/>
          <w:lang w:val="en-GB" w:eastAsia="ko-KR"/>
        </w:rPr>
        <w:t xml:space="preserve">, </w:t>
      </w:r>
      <w:r w:rsidR="00FD72D7">
        <w:rPr>
          <w:rFonts w:eastAsiaTheme="minorEastAsia"/>
          <w:b/>
          <w:lang w:val="en-GB" w:eastAsia="ko-KR"/>
        </w:rPr>
        <w:t>Dece</w:t>
      </w:r>
      <w:r w:rsidR="0003188E">
        <w:rPr>
          <w:rFonts w:eastAsiaTheme="minorEastAsia"/>
          <w:b/>
          <w:lang w:val="en-GB" w:eastAsia="ko-KR"/>
        </w:rPr>
        <w:t>mber</w:t>
      </w:r>
      <w:r w:rsidRPr="00552839">
        <w:rPr>
          <w:rFonts w:eastAsiaTheme="minorEastAsia"/>
          <w:b/>
          <w:lang w:val="en-GB" w:eastAsia="ko-KR"/>
        </w:rPr>
        <w:t xml:space="preserve"> </w:t>
      </w:r>
      <w:r w:rsidR="00FD72D7">
        <w:rPr>
          <w:rFonts w:eastAsiaTheme="minorEastAsia"/>
          <w:b/>
          <w:lang w:val="en-GB" w:eastAsia="ko-KR"/>
        </w:rPr>
        <w:t>19</w:t>
      </w:r>
      <w:r w:rsidRPr="00552839">
        <w:rPr>
          <w:rFonts w:eastAsiaTheme="minorEastAsia"/>
          <w:b/>
          <w:lang w:val="en-GB" w:eastAsia="ko-KR"/>
        </w:rPr>
        <w:t xml:space="preserve">, 2024, </w:t>
      </w:r>
      <w:r w:rsidR="00D1253A">
        <w:rPr>
          <w:rFonts w:eastAsiaTheme="minorEastAsia"/>
          <w:b/>
          <w:lang w:val="en-GB" w:eastAsia="ko-KR"/>
        </w:rPr>
        <w:t>10:00</w:t>
      </w:r>
      <w:r w:rsidR="0003188E">
        <w:rPr>
          <w:rFonts w:eastAsiaTheme="minorEastAsia"/>
          <w:b/>
          <w:lang w:val="en-GB" w:eastAsia="ko-KR"/>
        </w:rPr>
        <w:t>a</w:t>
      </w:r>
      <w:r w:rsidRPr="00552839">
        <w:rPr>
          <w:rFonts w:eastAsiaTheme="minorEastAsia"/>
          <w:b/>
          <w:lang w:val="en-GB" w:eastAsia="ko-KR"/>
        </w:rPr>
        <w:t xml:space="preserve">m - </w:t>
      </w:r>
      <w:r w:rsidR="0003188E">
        <w:rPr>
          <w:rFonts w:eastAsiaTheme="minorEastAsia"/>
          <w:b/>
          <w:lang w:val="en-GB" w:eastAsia="ko-KR"/>
        </w:rPr>
        <w:t>1</w:t>
      </w:r>
      <w:r w:rsidR="00D1253A">
        <w:rPr>
          <w:rFonts w:eastAsiaTheme="minorEastAsia"/>
          <w:b/>
          <w:lang w:val="en-GB" w:eastAsia="ko-KR"/>
        </w:rPr>
        <w:t>2</w:t>
      </w:r>
      <w:r w:rsidRPr="00552839">
        <w:rPr>
          <w:rFonts w:eastAsiaTheme="minorEastAsia"/>
          <w:b/>
          <w:lang w:val="en-GB" w:eastAsia="ko-KR"/>
        </w:rPr>
        <w:t>:00</w:t>
      </w:r>
      <w:r w:rsidR="00D1253A">
        <w:rPr>
          <w:rFonts w:eastAsiaTheme="minorEastAsia"/>
          <w:b/>
          <w:lang w:val="en-GB" w:eastAsia="ko-KR"/>
        </w:rPr>
        <w:t>p</w:t>
      </w:r>
      <w:r w:rsidRPr="00552839">
        <w:rPr>
          <w:rFonts w:eastAsiaTheme="minorEastAsia"/>
          <w:b/>
          <w:lang w:val="en-GB" w:eastAsia="ko-KR"/>
        </w:rPr>
        <w:t>m (ET)</w:t>
      </w:r>
    </w:p>
    <w:p w14:paraId="496B3386" w14:textId="77777777" w:rsidR="0062112B" w:rsidRPr="00552839" w:rsidRDefault="0062112B" w:rsidP="0062112B">
      <w:pPr>
        <w:rPr>
          <w:b/>
          <w:bCs/>
          <w:lang w:val="en-GB"/>
        </w:rPr>
      </w:pPr>
    </w:p>
    <w:p w14:paraId="30A4870E" w14:textId="77777777" w:rsidR="0062112B" w:rsidRPr="00552839" w:rsidRDefault="0062112B" w:rsidP="0062112B">
      <w:pPr>
        <w:rPr>
          <w:b/>
          <w:bCs/>
        </w:rPr>
      </w:pPr>
      <w:r w:rsidRPr="00552839">
        <w:rPr>
          <w:b/>
          <w:bCs/>
        </w:rPr>
        <w:t>Meeting Agenda:</w:t>
      </w:r>
    </w:p>
    <w:p w14:paraId="66B60BF0" w14:textId="77777777" w:rsidR="00851400" w:rsidRDefault="0062112B" w:rsidP="0062112B">
      <w:pPr>
        <w:rPr>
          <w:bCs/>
        </w:rPr>
      </w:pPr>
      <w:r w:rsidRPr="00552839">
        <w:rPr>
          <w:bCs/>
        </w:rPr>
        <w:t>The meeting agenda is shown below, and published in the agenda document:</w:t>
      </w:r>
      <w:r w:rsidR="00A7752D" w:rsidRPr="00552839">
        <w:rPr>
          <w:bCs/>
        </w:rPr>
        <w:t xml:space="preserve"> </w:t>
      </w:r>
    </w:p>
    <w:p w14:paraId="6294DD10" w14:textId="70F74BE7" w:rsidR="00B479EB" w:rsidRDefault="00B479EB" w:rsidP="0062112B">
      <w:pPr>
        <w:rPr>
          <w:bCs/>
        </w:rPr>
      </w:pPr>
      <w:hyperlink r:id="rId12" w:history="1">
        <w:r w:rsidRPr="00F51836">
          <w:rPr>
            <w:rStyle w:val="Hyperlink"/>
            <w:bCs/>
          </w:rPr>
          <w:t>https://mentor.ieee.org/802.11/dcn/24/11-24-2121-01-00bf-tgbf-meeting-agenda-2024-12.pptx</w:t>
        </w:r>
      </w:hyperlink>
    </w:p>
    <w:p w14:paraId="74EA7A8A" w14:textId="77777777" w:rsidR="00CD4EC8" w:rsidRDefault="00CD4EC8" w:rsidP="0062112B">
      <w:pPr>
        <w:rPr>
          <w:bCs/>
        </w:rPr>
      </w:pPr>
    </w:p>
    <w:p w14:paraId="7E51B2F6" w14:textId="77777777" w:rsidR="00294C57" w:rsidRPr="00294C57" w:rsidRDefault="00294C57" w:rsidP="00294C57">
      <w:pPr>
        <w:pStyle w:val="ListParagraph"/>
        <w:numPr>
          <w:ilvl w:val="0"/>
          <w:numId w:val="4"/>
        </w:numPr>
        <w:rPr>
          <w:bCs/>
        </w:rPr>
      </w:pPr>
      <w:r w:rsidRPr="00294C57">
        <w:rPr>
          <w:bCs/>
          <w:lang w:val="en-US"/>
        </w:rPr>
        <w:t>Call the meeting to order</w:t>
      </w:r>
    </w:p>
    <w:p w14:paraId="1F4B80FA" w14:textId="77777777" w:rsidR="00294C57" w:rsidRPr="00294C57" w:rsidRDefault="00294C57" w:rsidP="00294C57">
      <w:pPr>
        <w:pStyle w:val="ListParagraph"/>
        <w:numPr>
          <w:ilvl w:val="0"/>
          <w:numId w:val="4"/>
        </w:numPr>
        <w:rPr>
          <w:bCs/>
        </w:rPr>
      </w:pPr>
      <w:r w:rsidRPr="00294C57">
        <w:rPr>
          <w:bCs/>
          <w:lang w:val="en-US"/>
        </w:rPr>
        <w:t>Patent policy and logistics</w:t>
      </w:r>
    </w:p>
    <w:p w14:paraId="2E9FC92B" w14:textId="77777777" w:rsidR="00294C57" w:rsidRPr="00294C57" w:rsidRDefault="00294C57" w:rsidP="00294C57">
      <w:pPr>
        <w:pStyle w:val="ListParagraph"/>
        <w:numPr>
          <w:ilvl w:val="0"/>
          <w:numId w:val="4"/>
        </w:numPr>
        <w:rPr>
          <w:bCs/>
        </w:rPr>
      </w:pPr>
      <w:proofErr w:type="spellStart"/>
      <w:r w:rsidRPr="00294C57">
        <w:rPr>
          <w:bCs/>
          <w:lang w:val="en-US"/>
        </w:rPr>
        <w:t>TGbf</w:t>
      </w:r>
      <w:proofErr w:type="spellEnd"/>
      <w:r w:rsidRPr="00294C57">
        <w:rPr>
          <w:bCs/>
          <w:lang w:val="en-US"/>
        </w:rPr>
        <w:t xml:space="preserve"> Timeline</w:t>
      </w:r>
    </w:p>
    <w:p w14:paraId="42F54200" w14:textId="77777777" w:rsidR="00294C57" w:rsidRPr="00294C57" w:rsidRDefault="00294C57" w:rsidP="00294C57">
      <w:pPr>
        <w:pStyle w:val="ListParagraph"/>
        <w:numPr>
          <w:ilvl w:val="0"/>
          <w:numId w:val="4"/>
        </w:numPr>
        <w:rPr>
          <w:bCs/>
        </w:rPr>
      </w:pPr>
      <w:r w:rsidRPr="00294C57">
        <w:rPr>
          <w:bCs/>
          <w:lang w:val="en-US"/>
        </w:rPr>
        <w:t>Call for contribution</w:t>
      </w:r>
    </w:p>
    <w:p w14:paraId="55F1C97F" w14:textId="77777777" w:rsidR="00294C57" w:rsidRPr="00294C57" w:rsidRDefault="00294C57" w:rsidP="00294C57">
      <w:pPr>
        <w:pStyle w:val="ListParagraph"/>
        <w:numPr>
          <w:ilvl w:val="0"/>
          <w:numId w:val="4"/>
        </w:numPr>
        <w:rPr>
          <w:bCs/>
        </w:rPr>
      </w:pPr>
      <w:r w:rsidRPr="00294C57">
        <w:rPr>
          <w:bCs/>
          <w:lang w:val="en-US"/>
        </w:rPr>
        <w:t>Teleconference Times</w:t>
      </w:r>
    </w:p>
    <w:p w14:paraId="37CC02A0" w14:textId="77777777" w:rsidR="00294C57" w:rsidRPr="00294C57" w:rsidRDefault="00294C57" w:rsidP="00294C57">
      <w:pPr>
        <w:pStyle w:val="ListParagraph"/>
        <w:numPr>
          <w:ilvl w:val="0"/>
          <w:numId w:val="4"/>
        </w:numPr>
        <w:rPr>
          <w:bCs/>
        </w:rPr>
      </w:pPr>
      <w:r w:rsidRPr="00294C57">
        <w:rPr>
          <w:bCs/>
          <w:lang w:val="en-US"/>
        </w:rPr>
        <w:t>Presentation of submissions</w:t>
      </w:r>
    </w:p>
    <w:p w14:paraId="288D86C6" w14:textId="77777777" w:rsidR="00294C57" w:rsidRPr="00294C57" w:rsidRDefault="00294C57" w:rsidP="00294C57">
      <w:pPr>
        <w:pStyle w:val="ListParagraph"/>
        <w:numPr>
          <w:ilvl w:val="0"/>
          <w:numId w:val="4"/>
        </w:numPr>
        <w:rPr>
          <w:bCs/>
        </w:rPr>
      </w:pPr>
      <w:r w:rsidRPr="00294C57">
        <w:rPr>
          <w:bCs/>
          <w:lang w:val="en-US"/>
        </w:rPr>
        <w:t>2</w:t>
      </w:r>
      <w:r w:rsidRPr="00294C57">
        <w:rPr>
          <w:bCs/>
          <w:vertAlign w:val="superscript"/>
          <w:lang w:val="en-US"/>
        </w:rPr>
        <w:t xml:space="preserve">nd </w:t>
      </w:r>
      <w:r w:rsidRPr="00294C57">
        <w:rPr>
          <w:bCs/>
          <w:lang w:val="en-US"/>
        </w:rPr>
        <w:t>SA Ballot Recirculation (D6.0) CR Status</w:t>
      </w:r>
    </w:p>
    <w:p w14:paraId="2A7EDD7F" w14:textId="7AD7DD37" w:rsidR="00294C57" w:rsidRPr="00294C57" w:rsidRDefault="00294C57" w:rsidP="00294C57">
      <w:pPr>
        <w:pStyle w:val="ListParagraph"/>
        <w:numPr>
          <w:ilvl w:val="0"/>
          <w:numId w:val="4"/>
        </w:numPr>
        <w:rPr>
          <w:bCs/>
        </w:rPr>
      </w:pPr>
      <w:r w:rsidRPr="00294C57">
        <w:rPr>
          <w:bCs/>
          <w:lang w:val="en-US"/>
        </w:rPr>
        <w:t>Any other business?</w:t>
      </w:r>
    </w:p>
    <w:p w14:paraId="11D0E5F6" w14:textId="24BE102A" w:rsidR="00294C57" w:rsidRPr="00294C57" w:rsidRDefault="00294C57" w:rsidP="00294C57">
      <w:pPr>
        <w:pStyle w:val="ListParagraph"/>
        <w:numPr>
          <w:ilvl w:val="0"/>
          <w:numId w:val="4"/>
        </w:numPr>
      </w:pPr>
      <w:r w:rsidRPr="00294C57">
        <w:rPr>
          <w:lang w:val="en-US"/>
        </w:rPr>
        <w:t>Adjourn</w:t>
      </w:r>
    </w:p>
    <w:p w14:paraId="060E1C0B" w14:textId="77777777" w:rsidR="0062112B" w:rsidRDefault="0062112B" w:rsidP="0062112B">
      <w:pPr>
        <w:rPr>
          <w:bCs/>
        </w:rPr>
      </w:pPr>
    </w:p>
    <w:p w14:paraId="34B688B2" w14:textId="77777777" w:rsidR="00294C57" w:rsidRPr="00552839" w:rsidRDefault="00294C57" w:rsidP="0062112B">
      <w:pPr>
        <w:rPr>
          <w:bCs/>
        </w:rPr>
      </w:pPr>
    </w:p>
    <w:p w14:paraId="66568612" w14:textId="00E3A60D" w:rsidR="0062112B" w:rsidRPr="00552839" w:rsidRDefault="0062112B" w:rsidP="0071617F">
      <w:pPr>
        <w:numPr>
          <w:ilvl w:val="0"/>
          <w:numId w:val="1"/>
        </w:numPr>
        <w:rPr>
          <w:bCs/>
        </w:rPr>
      </w:pPr>
      <w:r w:rsidRPr="00552839">
        <w:rPr>
          <w:bCs/>
          <w:lang w:val="en-GB"/>
        </w:rPr>
        <w:t xml:space="preserve">The chair, Tony Han, calls the meeting to order at </w:t>
      </w:r>
      <w:r w:rsidR="00294C57">
        <w:rPr>
          <w:bCs/>
          <w:lang w:val="en-GB"/>
        </w:rPr>
        <w:t>10</w:t>
      </w:r>
      <w:r w:rsidRPr="00552839">
        <w:rPr>
          <w:bCs/>
          <w:lang w:val="en-GB"/>
        </w:rPr>
        <w:t>:0</w:t>
      </w:r>
      <w:r w:rsidR="005756A4">
        <w:rPr>
          <w:bCs/>
          <w:lang w:val="en-GB"/>
        </w:rPr>
        <w:t>0</w:t>
      </w:r>
      <w:r w:rsidR="00450DFC">
        <w:rPr>
          <w:bCs/>
          <w:lang w:val="en-GB"/>
        </w:rPr>
        <w:t>a</w:t>
      </w:r>
      <w:r w:rsidRPr="00552839">
        <w:rPr>
          <w:bCs/>
          <w:lang w:val="en-GB"/>
        </w:rPr>
        <w:t>m ET (</w:t>
      </w:r>
      <w:r w:rsidR="00A2648C" w:rsidRPr="00552839">
        <w:rPr>
          <w:bCs/>
          <w:lang w:val="en-GB"/>
        </w:rPr>
        <w:t>1</w:t>
      </w:r>
      <w:r w:rsidR="00F87DFD">
        <w:rPr>
          <w:bCs/>
          <w:lang w:val="en-GB"/>
        </w:rPr>
        <w:t>6</w:t>
      </w:r>
      <w:r w:rsidRPr="00552839">
        <w:rPr>
          <w:bCs/>
          <w:lang w:val="en-GB"/>
        </w:rPr>
        <w:t xml:space="preserve"> </w:t>
      </w:r>
      <w:r w:rsidR="005023CC" w:rsidRPr="00552839">
        <w:rPr>
          <w:bCs/>
          <w:lang w:val="en-GB"/>
        </w:rPr>
        <w:t xml:space="preserve">persons are on the call after </w:t>
      </w:r>
      <w:r w:rsidR="00F87DFD">
        <w:rPr>
          <w:bCs/>
          <w:lang w:val="en-GB"/>
        </w:rPr>
        <w:t>3</w:t>
      </w:r>
      <w:r w:rsidR="005023CC" w:rsidRPr="00552839">
        <w:rPr>
          <w:bCs/>
          <w:lang w:val="en-GB"/>
        </w:rPr>
        <w:t>0</w:t>
      </w:r>
      <w:r w:rsidRPr="00552839">
        <w:rPr>
          <w:bCs/>
          <w:lang w:val="en-GB"/>
        </w:rPr>
        <w:t xml:space="preserve"> minutes of the meeting). </w:t>
      </w:r>
    </w:p>
    <w:p w14:paraId="20624399" w14:textId="77777777" w:rsidR="0062112B" w:rsidRPr="00552839" w:rsidRDefault="0062112B" w:rsidP="0062112B">
      <w:pPr>
        <w:rPr>
          <w:bCs/>
        </w:rPr>
      </w:pPr>
    </w:p>
    <w:p w14:paraId="74C7FD00" w14:textId="77777777" w:rsidR="0062112B" w:rsidRPr="00552839" w:rsidRDefault="0062112B" w:rsidP="0071617F">
      <w:pPr>
        <w:numPr>
          <w:ilvl w:val="0"/>
          <w:numId w:val="1"/>
        </w:numPr>
        <w:rPr>
          <w:bCs/>
          <w:lang w:val="en-GB"/>
        </w:rPr>
      </w:pPr>
      <w:r w:rsidRPr="00552839">
        <w:rPr>
          <w:bCs/>
          <w:lang w:val="en-GB"/>
        </w:rPr>
        <w:t xml:space="preserve">The chair goes through “Meeting Protocol, Attendance, Voting &amp; Documentation Status” (slide 4), “Participants have a duty to inform the IEEE” (slide 6), and “Ways to inform IEEE” (slide 7). </w:t>
      </w:r>
    </w:p>
    <w:p w14:paraId="3741E096" w14:textId="77777777" w:rsidR="0062112B" w:rsidRPr="00552839" w:rsidRDefault="0062112B" w:rsidP="0062112B">
      <w:pPr>
        <w:ind w:left="720"/>
        <w:rPr>
          <w:bCs/>
          <w:lang w:val="en-GB" w:eastAsia="en-US"/>
        </w:rPr>
      </w:pPr>
    </w:p>
    <w:p w14:paraId="7551B06F" w14:textId="77777777" w:rsidR="0062112B" w:rsidRPr="00552839" w:rsidRDefault="0062112B" w:rsidP="0062112B">
      <w:pPr>
        <w:ind w:left="360"/>
        <w:rPr>
          <w:bCs/>
          <w:lang w:val="en-GB"/>
        </w:rPr>
      </w:pPr>
      <w:r w:rsidRPr="00552839">
        <w:rPr>
          <w:bCs/>
          <w:lang w:val="en-GB"/>
        </w:rPr>
        <w:t xml:space="preserve">The chair makes a Call for Potentially Essential Patents. </w:t>
      </w:r>
      <w:r w:rsidRPr="00552839">
        <w:rPr>
          <w:bCs/>
          <w:highlight w:val="green"/>
          <w:lang w:val="en-GB"/>
        </w:rPr>
        <w:t>No potentially essential patents reported, and no questions asked.</w:t>
      </w:r>
      <w:r w:rsidRPr="00552839">
        <w:rPr>
          <w:bCs/>
          <w:lang w:val="en-GB"/>
        </w:rPr>
        <w:t xml:space="preserve"> </w:t>
      </w:r>
    </w:p>
    <w:p w14:paraId="59EA7946" w14:textId="77777777" w:rsidR="0062112B" w:rsidRPr="00552839" w:rsidRDefault="0062112B" w:rsidP="0062112B">
      <w:pPr>
        <w:ind w:left="360"/>
        <w:rPr>
          <w:bCs/>
          <w:lang w:val="en-GB"/>
        </w:rPr>
      </w:pPr>
    </w:p>
    <w:p w14:paraId="133B6273" w14:textId="765A5705" w:rsidR="0062112B" w:rsidRPr="00552839" w:rsidRDefault="0062112B" w:rsidP="0062112B">
      <w:pPr>
        <w:ind w:left="360"/>
        <w:rPr>
          <w:bCs/>
          <w:lang w:val="en-GB"/>
        </w:rPr>
      </w:pPr>
      <w:r w:rsidRPr="00552839">
        <w:rPr>
          <w:bCs/>
        </w:rPr>
        <w:t xml:space="preserve">The chair goes through “Other Guideline for IEEE WG meetings” (slide 8), “Patent related information” (slide 9), “IEEE SA Copyright Policy” (slides 10 and 11), “Participant behavior in IEEE-SA activities is guided by the IEEE Codes of Ethics &amp; Conduct” (slide 12), “Participants in the IEEE-SA “individual process” shall act independently of others, including employers”(slide 13), and “IEEE-SA standards activities shall allow the fair &amp; equitable consideration of all viewpoints” (slide 14), and “Required notices” (slide 15). </w:t>
      </w:r>
    </w:p>
    <w:p w14:paraId="683C9E75" w14:textId="77777777" w:rsidR="0062112B" w:rsidRPr="00552839" w:rsidRDefault="0062112B" w:rsidP="0062112B">
      <w:pPr>
        <w:rPr>
          <w:bCs/>
        </w:rPr>
      </w:pPr>
    </w:p>
    <w:p w14:paraId="7897CFAF" w14:textId="231C7671" w:rsidR="0062112B" w:rsidRPr="00552839" w:rsidRDefault="0062112B" w:rsidP="0062112B">
      <w:pPr>
        <w:ind w:left="360"/>
        <w:rPr>
          <w:bCs/>
        </w:rPr>
      </w:pPr>
      <w:r w:rsidRPr="00552839">
        <w:rPr>
          <w:bCs/>
        </w:rPr>
        <w:t>The chair goes through the agenda (slide 1</w:t>
      </w:r>
      <w:r w:rsidR="001C6B6D" w:rsidRPr="00552839">
        <w:rPr>
          <w:bCs/>
        </w:rPr>
        <w:t>6</w:t>
      </w:r>
      <w:r w:rsidRPr="00552839">
        <w:rPr>
          <w:bCs/>
        </w:rPr>
        <w:t xml:space="preserve">) and asks if there are any question on the agenda. No response from the group. </w:t>
      </w:r>
    </w:p>
    <w:p w14:paraId="73075CF7" w14:textId="77777777" w:rsidR="0062112B" w:rsidRPr="00552839" w:rsidRDefault="0062112B" w:rsidP="0062112B">
      <w:pPr>
        <w:ind w:left="360"/>
        <w:rPr>
          <w:bCs/>
        </w:rPr>
      </w:pPr>
    </w:p>
    <w:p w14:paraId="7C865B40" w14:textId="127A1AD9" w:rsidR="0062112B" w:rsidRPr="00552839" w:rsidRDefault="0062112B" w:rsidP="0062112B">
      <w:pPr>
        <w:ind w:left="360"/>
        <w:rPr>
          <w:bCs/>
        </w:rPr>
      </w:pPr>
      <w:r w:rsidRPr="00552839">
        <w:rPr>
          <w:bCs/>
        </w:rPr>
        <w:t>The chair asks if there is any objection to approve the agenda by unanimous consent. No response from the group. As a result, the agenda is approved.</w:t>
      </w:r>
    </w:p>
    <w:p w14:paraId="49679944" w14:textId="77777777" w:rsidR="0062112B" w:rsidRPr="00552839" w:rsidRDefault="0062112B" w:rsidP="0062112B">
      <w:pPr>
        <w:rPr>
          <w:bCs/>
        </w:rPr>
      </w:pPr>
    </w:p>
    <w:p w14:paraId="266F98A7" w14:textId="53679695" w:rsidR="0062112B" w:rsidRPr="00552839" w:rsidRDefault="0062112B" w:rsidP="0071617F">
      <w:pPr>
        <w:numPr>
          <w:ilvl w:val="0"/>
          <w:numId w:val="1"/>
        </w:numPr>
        <w:rPr>
          <w:bCs/>
        </w:rPr>
      </w:pPr>
      <w:r w:rsidRPr="00552839">
        <w:rPr>
          <w:bCs/>
        </w:rPr>
        <w:t>The chair goes through the timeline (slide 1</w:t>
      </w:r>
      <w:r w:rsidR="00F15622" w:rsidRPr="00552839">
        <w:rPr>
          <w:bCs/>
        </w:rPr>
        <w:t>7</w:t>
      </w:r>
      <w:r w:rsidRPr="00552839">
        <w:rPr>
          <w:bCs/>
        </w:rPr>
        <w:t xml:space="preserve">). </w:t>
      </w:r>
      <w:r w:rsidR="00400889">
        <w:rPr>
          <w:bCs/>
        </w:rPr>
        <w:t xml:space="preserve">Next milestone is the </w:t>
      </w:r>
      <w:r w:rsidR="0004247E">
        <w:rPr>
          <w:bCs/>
        </w:rPr>
        <w:t>3rd</w:t>
      </w:r>
      <w:r w:rsidR="00400889">
        <w:rPr>
          <w:bCs/>
        </w:rPr>
        <w:t xml:space="preserve"> SA Ballot Recirculation.</w:t>
      </w:r>
    </w:p>
    <w:p w14:paraId="6FC3B6E5" w14:textId="55DF071D" w:rsidR="00D66363" w:rsidRDefault="0062112B" w:rsidP="00400889">
      <w:pPr>
        <w:numPr>
          <w:ilvl w:val="0"/>
          <w:numId w:val="1"/>
        </w:numPr>
        <w:rPr>
          <w:bCs/>
        </w:rPr>
      </w:pPr>
      <w:r w:rsidRPr="00552839">
        <w:rPr>
          <w:bCs/>
        </w:rPr>
        <w:t>The chair goes through the call for contribution (slide 1</w:t>
      </w:r>
      <w:r w:rsidR="006856E6" w:rsidRPr="00552839">
        <w:rPr>
          <w:bCs/>
        </w:rPr>
        <w:t>8</w:t>
      </w:r>
      <w:r w:rsidRPr="00552839">
        <w:rPr>
          <w:bCs/>
        </w:rPr>
        <w:t>)</w:t>
      </w:r>
      <w:r w:rsidR="003709B9">
        <w:rPr>
          <w:bCs/>
        </w:rPr>
        <w:t>.</w:t>
      </w:r>
    </w:p>
    <w:p w14:paraId="71B570BB" w14:textId="242BB52C" w:rsidR="00B347CD" w:rsidRDefault="0062112B" w:rsidP="00DD505D">
      <w:pPr>
        <w:numPr>
          <w:ilvl w:val="0"/>
          <w:numId w:val="1"/>
        </w:numPr>
        <w:rPr>
          <w:bCs/>
        </w:rPr>
      </w:pPr>
      <w:r w:rsidRPr="00A4025C">
        <w:rPr>
          <w:bCs/>
        </w:rPr>
        <w:t>The chair</w:t>
      </w:r>
      <w:r w:rsidR="006856E6" w:rsidRPr="00A4025C">
        <w:rPr>
          <w:bCs/>
        </w:rPr>
        <w:t xml:space="preserve"> </w:t>
      </w:r>
      <w:r w:rsidR="00FB0794" w:rsidRPr="00A4025C">
        <w:rPr>
          <w:bCs/>
        </w:rPr>
        <w:t xml:space="preserve">presents </w:t>
      </w:r>
      <w:r w:rsidR="006856E6" w:rsidRPr="00A4025C">
        <w:rPr>
          <w:bCs/>
        </w:rPr>
        <w:t>slide 19, which shows the result</w:t>
      </w:r>
      <w:r w:rsidR="00B013C2" w:rsidRPr="00A4025C">
        <w:rPr>
          <w:bCs/>
        </w:rPr>
        <w:t>s of the</w:t>
      </w:r>
      <w:r w:rsidR="00B5499F" w:rsidRPr="00A4025C">
        <w:rPr>
          <w:bCs/>
        </w:rPr>
        <w:t xml:space="preserve"> SA Ballot (D</w:t>
      </w:r>
      <w:r w:rsidR="00A4025C" w:rsidRPr="00A4025C">
        <w:rPr>
          <w:bCs/>
        </w:rPr>
        <w:t>6</w:t>
      </w:r>
      <w:r w:rsidR="00B5499F" w:rsidRPr="00A4025C">
        <w:rPr>
          <w:bCs/>
        </w:rPr>
        <w:t xml:space="preserve">.0). </w:t>
      </w:r>
      <w:r w:rsidR="00983654" w:rsidRPr="00A4025C">
        <w:rPr>
          <w:bCs/>
        </w:rPr>
        <w:t>In total 3 comments were received on D</w:t>
      </w:r>
      <w:r w:rsidR="00A4025C" w:rsidRPr="00A4025C">
        <w:rPr>
          <w:bCs/>
        </w:rPr>
        <w:t>6</w:t>
      </w:r>
      <w:r w:rsidR="00983654" w:rsidRPr="00A4025C">
        <w:rPr>
          <w:bCs/>
        </w:rPr>
        <w:t>.0.</w:t>
      </w:r>
      <w:r w:rsidR="00145EC1" w:rsidRPr="00A4025C">
        <w:rPr>
          <w:bCs/>
        </w:rPr>
        <w:t xml:space="preserve"> </w:t>
      </w:r>
    </w:p>
    <w:p w14:paraId="1B61869D" w14:textId="18479420" w:rsidR="0094727F" w:rsidRPr="00A4025C" w:rsidRDefault="00071685" w:rsidP="00DD505D">
      <w:pPr>
        <w:numPr>
          <w:ilvl w:val="0"/>
          <w:numId w:val="1"/>
        </w:numPr>
        <w:rPr>
          <w:bCs/>
        </w:rPr>
      </w:pPr>
      <w:r>
        <w:rPr>
          <w:bCs/>
        </w:rPr>
        <w:t>The chair presented  Teleconference times and the F2F meeting times</w:t>
      </w:r>
      <w:r w:rsidR="009C3915">
        <w:rPr>
          <w:bCs/>
        </w:rPr>
        <w:t>. The chair explains that he plans to cancel the slots on Tuesday and Wednesday.</w:t>
      </w:r>
      <w:r w:rsidR="00346F13">
        <w:rPr>
          <w:bCs/>
        </w:rPr>
        <w:t xml:space="preserve"> Still remains to be seen whether we need any slots in the March meeting.</w:t>
      </w:r>
    </w:p>
    <w:p w14:paraId="7A9F7DDA" w14:textId="2DC317FC" w:rsidR="00BD0673" w:rsidRPr="00552839" w:rsidRDefault="00A627EB" w:rsidP="0071617F">
      <w:pPr>
        <w:numPr>
          <w:ilvl w:val="0"/>
          <w:numId w:val="1"/>
        </w:numPr>
        <w:rPr>
          <w:bCs/>
        </w:rPr>
      </w:pPr>
      <w:r w:rsidRPr="00552839">
        <w:rPr>
          <w:bCs/>
        </w:rPr>
        <w:t>Presentations</w:t>
      </w:r>
      <w:r w:rsidR="00DB59F4" w:rsidRPr="00552839">
        <w:rPr>
          <w:bCs/>
        </w:rPr>
        <w:t>:</w:t>
      </w:r>
    </w:p>
    <w:p w14:paraId="6A3302BA" w14:textId="77777777" w:rsidR="000E7310" w:rsidRPr="00552839" w:rsidRDefault="000E7310" w:rsidP="000E7310">
      <w:pPr>
        <w:ind w:left="360"/>
        <w:rPr>
          <w:bCs/>
        </w:rPr>
      </w:pPr>
    </w:p>
    <w:p w14:paraId="541E9CF7" w14:textId="24F51506" w:rsidR="00D56A2B" w:rsidRDefault="00D56A2B" w:rsidP="005D74D4">
      <w:pPr>
        <w:ind w:left="360"/>
        <w:jc w:val="both"/>
        <w:rPr>
          <w:b/>
          <w:bCs/>
        </w:rPr>
      </w:pPr>
      <w:r w:rsidRPr="00552839">
        <w:rPr>
          <w:b/>
          <w:bCs/>
        </w:rPr>
        <w:lastRenderedPageBreak/>
        <w:t>11-24/</w:t>
      </w:r>
      <w:r w:rsidR="00EE49BF">
        <w:rPr>
          <w:b/>
          <w:bCs/>
        </w:rPr>
        <w:t>2091</w:t>
      </w:r>
      <w:r w:rsidRPr="00552839">
        <w:rPr>
          <w:b/>
          <w:bCs/>
        </w:rPr>
        <w:t>r</w:t>
      </w:r>
      <w:r w:rsidR="0059112D">
        <w:rPr>
          <w:b/>
          <w:bCs/>
        </w:rPr>
        <w:t>1</w:t>
      </w:r>
      <w:r w:rsidRPr="00552839">
        <w:rPr>
          <w:b/>
          <w:bCs/>
        </w:rPr>
        <w:t>, “</w:t>
      </w:r>
      <w:r w:rsidR="00D03E96">
        <w:rPr>
          <w:b/>
          <w:bCs/>
        </w:rPr>
        <w:t>S</w:t>
      </w:r>
      <w:r w:rsidR="00F92F39">
        <w:rPr>
          <w:b/>
          <w:bCs/>
        </w:rPr>
        <w:t>A</w:t>
      </w:r>
      <w:r w:rsidR="00D03E96">
        <w:rPr>
          <w:b/>
          <w:bCs/>
        </w:rPr>
        <w:t xml:space="preserve"> 2nd </w:t>
      </w:r>
      <w:r w:rsidR="00F92F39">
        <w:rPr>
          <w:b/>
          <w:bCs/>
        </w:rPr>
        <w:t>Recirc Ballot</w:t>
      </w:r>
      <w:r w:rsidRPr="002D6A4A">
        <w:rPr>
          <w:b/>
          <w:bCs/>
        </w:rPr>
        <w:t xml:space="preserve">”, </w:t>
      </w:r>
      <w:r w:rsidR="00271623">
        <w:rPr>
          <w:b/>
          <w:bCs/>
        </w:rPr>
        <w:t>Claudio da Silva</w:t>
      </w:r>
      <w:r w:rsidRPr="00552839">
        <w:rPr>
          <w:b/>
          <w:bCs/>
        </w:rPr>
        <w:t xml:space="preserve"> </w:t>
      </w:r>
      <w:r w:rsidR="00BE6177" w:rsidRPr="00552839">
        <w:rPr>
          <w:b/>
          <w:bCs/>
        </w:rPr>
        <w:t>(</w:t>
      </w:r>
      <w:r w:rsidR="00271623">
        <w:rPr>
          <w:b/>
          <w:bCs/>
        </w:rPr>
        <w:t>Meta</w:t>
      </w:r>
      <w:r w:rsidRPr="00552839">
        <w:rPr>
          <w:b/>
          <w:bCs/>
        </w:rPr>
        <w:t xml:space="preserve">): </w:t>
      </w:r>
    </w:p>
    <w:p w14:paraId="71C309E2" w14:textId="1921D6AF" w:rsidR="00D03E96" w:rsidRDefault="00F92F39" w:rsidP="008F227D">
      <w:pPr>
        <w:ind w:left="360"/>
        <w:jc w:val="both"/>
      </w:pPr>
      <w:r>
        <w:t>Claudio goes through the three</w:t>
      </w:r>
      <w:r w:rsidR="008F227D">
        <w:t xml:space="preserve"> comments </w:t>
      </w:r>
      <w:r w:rsidR="00B02712">
        <w:t>received</w:t>
      </w:r>
      <w:r w:rsidR="00353965">
        <w:t xml:space="preserve"> on</w:t>
      </w:r>
      <w:r w:rsidR="008F227D">
        <w:t xml:space="preserve"> the 2nd Recirculation Ballot.</w:t>
      </w:r>
    </w:p>
    <w:p w14:paraId="38B2CCE4" w14:textId="77777777" w:rsidR="00672359" w:rsidRDefault="00672359" w:rsidP="00963BF6">
      <w:pPr>
        <w:ind w:left="360"/>
        <w:jc w:val="both"/>
      </w:pPr>
    </w:p>
    <w:p w14:paraId="5FF0D8C7" w14:textId="33B6BE96" w:rsidR="000E27B4" w:rsidRDefault="002629EE" w:rsidP="000E27B4">
      <w:pPr>
        <w:ind w:left="360"/>
        <w:jc w:val="both"/>
      </w:pPr>
      <w:r>
        <w:t>R2-2:</w:t>
      </w:r>
      <w:r w:rsidR="000E27B4">
        <w:t xml:space="preserve"> No discussion.</w:t>
      </w:r>
    </w:p>
    <w:p w14:paraId="308BA41E" w14:textId="4FD340D9" w:rsidR="002629EE" w:rsidRDefault="002629EE" w:rsidP="00963BF6">
      <w:pPr>
        <w:ind w:left="360"/>
        <w:jc w:val="both"/>
      </w:pPr>
      <w:r>
        <w:t>R2-3:</w:t>
      </w:r>
      <w:r w:rsidR="000E27B4">
        <w:t xml:space="preserve"> Some clarifying discussion.</w:t>
      </w:r>
    </w:p>
    <w:p w14:paraId="5DA35FB5" w14:textId="431C52A9" w:rsidR="0028604C" w:rsidRDefault="002629EE" w:rsidP="00963BF6">
      <w:pPr>
        <w:ind w:left="360"/>
        <w:jc w:val="both"/>
      </w:pPr>
      <w:r>
        <w:t xml:space="preserve">R2-4: </w:t>
      </w:r>
      <w:r w:rsidR="00271623">
        <w:t>No discussion.</w:t>
      </w:r>
    </w:p>
    <w:p w14:paraId="2E894C08" w14:textId="77777777" w:rsidR="00672359" w:rsidRPr="00552839" w:rsidRDefault="00672359" w:rsidP="00963BF6">
      <w:pPr>
        <w:ind w:left="360"/>
        <w:jc w:val="both"/>
      </w:pPr>
    </w:p>
    <w:p w14:paraId="5A1443AE" w14:textId="1006E810" w:rsidR="00C43A35" w:rsidRPr="00F87DFD" w:rsidRDefault="00F87DFD" w:rsidP="00F87DFD">
      <w:pPr>
        <w:ind w:firstLine="360"/>
        <w:rPr>
          <w:lang w:val="en-GB"/>
        </w:rPr>
      </w:pPr>
      <w:r w:rsidRPr="00F87DFD">
        <w:rPr>
          <w:b/>
          <w:bCs/>
          <w:lang w:val="en-GB"/>
        </w:rPr>
        <w:t>Straw Poll:</w:t>
      </w:r>
      <w:r>
        <w:rPr>
          <w:b/>
          <w:bCs/>
          <w:lang w:val="en-GB"/>
        </w:rPr>
        <w:t xml:space="preserve"> </w:t>
      </w:r>
      <w:r w:rsidRPr="00F87DFD">
        <w:rPr>
          <w:lang w:val="en-GB"/>
        </w:rPr>
        <w:t>Do you support the proposed resolutions in this document?</w:t>
      </w:r>
    </w:p>
    <w:p w14:paraId="75377775" w14:textId="19353F7E" w:rsidR="00F87DFD" w:rsidRDefault="00F87DFD" w:rsidP="00F87DFD">
      <w:pPr>
        <w:ind w:firstLine="360"/>
        <w:rPr>
          <w:b/>
          <w:bCs/>
          <w:lang w:val="en-GB"/>
        </w:rPr>
      </w:pPr>
      <w:r>
        <w:rPr>
          <w:b/>
          <w:bCs/>
          <w:lang w:val="en-GB"/>
        </w:rPr>
        <w:t xml:space="preserve">Result: </w:t>
      </w:r>
      <w:r w:rsidRPr="00F87DFD">
        <w:rPr>
          <w:lang w:val="en-GB"/>
        </w:rPr>
        <w:t>Supported with no objection</w:t>
      </w:r>
      <w:r>
        <w:rPr>
          <w:lang w:val="en-GB"/>
        </w:rPr>
        <w:t>.</w:t>
      </w:r>
      <w:r>
        <w:rPr>
          <w:b/>
          <w:bCs/>
          <w:lang w:val="en-GB"/>
        </w:rPr>
        <w:t xml:space="preserve"> </w:t>
      </w:r>
    </w:p>
    <w:p w14:paraId="47611819" w14:textId="77777777" w:rsidR="008F227D" w:rsidRDefault="008F227D" w:rsidP="00F87DFD">
      <w:pPr>
        <w:ind w:firstLine="360"/>
        <w:rPr>
          <w:b/>
          <w:bCs/>
          <w:lang w:val="en-GB"/>
        </w:rPr>
      </w:pPr>
    </w:p>
    <w:p w14:paraId="2DCAAD3E" w14:textId="0327E89F" w:rsidR="00A367AD" w:rsidRPr="004B3B76" w:rsidRDefault="008F227D" w:rsidP="002204F1">
      <w:pPr>
        <w:ind w:left="360"/>
        <w:rPr>
          <w:lang w:val="en-US"/>
        </w:rPr>
      </w:pPr>
      <w:r>
        <w:rPr>
          <w:b/>
          <w:bCs/>
          <w:lang w:val="en-GB"/>
        </w:rPr>
        <w:t xml:space="preserve">Motion </w:t>
      </w:r>
      <w:r w:rsidR="00034672">
        <w:rPr>
          <w:b/>
          <w:bCs/>
          <w:lang w:val="en-GB"/>
        </w:rPr>
        <w:t>602</w:t>
      </w:r>
      <w:r>
        <w:rPr>
          <w:b/>
          <w:bCs/>
          <w:lang w:val="en-GB"/>
        </w:rPr>
        <w:t xml:space="preserve">: </w:t>
      </w:r>
      <w:r w:rsidR="00A367AD" w:rsidRPr="00A367AD">
        <w:rPr>
          <w:lang w:val="en-US"/>
        </w:rPr>
        <w:t xml:space="preserve">Move to approve resolutions to the following CIDs listed in the following document and incorporate the text changes into the latest </w:t>
      </w:r>
      <w:proofErr w:type="spellStart"/>
      <w:r w:rsidR="00A367AD" w:rsidRPr="00A367AD">
        <w:rPr>
          <w:lang w:val="en-US"/>
        </w:rPr>
        <w:t>TGbf</w:t>
      </w:r>
      <w:proofErr w:type="spellEnd"/>
      <w:r w:rsidR="00A367AD" w:rsidRPr="00A367AD">
        <w:rPr>
          <w:lang w:val="en-US"/>
        </w:rPr>
        <w:t xml:space="preserve"> draft:</w:t>
      </w:r>
    </w:p>
    <w:p w14:paraId="6A335DA7" w14:textId="77777777" w:rsidR="00A367AD" w:rsidRPr="00A367AD" w:rsidRDefault="00A367AD" w:rsidP="002204F1">
      <w:pPr>
        <w:ind w:left="360"/>
        <w:rPr>
          <w:lang w:val="en-GB"/>
        </w:rPr>
      </w:pPr>
    </w:p>
    <w:p w14:paraId="5364E9E1" w14:textId="7EE8DBB1" w:rsidR="00A367AD" w:rsidRPr="00A367AD" w:rsidRDefault="004227B1" w:rsidP="004B3B76">
      <w:pPr>
        <w:numPr>
          <w:ilvl w:val="0"/>
          <w:numId w:val="5"/>
        </w:numPr>
      </w:pPr>
      <w:r w:rsidRPr="004227B1">
        <w:rPr>
          <w:lang w:val="en-US"/>
        </w:rPr>
        <w:t>CIDs: R2-2, R2-3, R2-4</w:t>
      </w:r>
    </w:p>
    <w:p w14:paraId="616D4C14" w14:textId="6C2549EA" w:rsidR="00A367AD" w:rsidRPr="004B3B76" w:rsidRDefault="00A367AD" w:rsidP="004B3B76">
      <w:pPr>
        <w:numPr>
          <w:ilvl w:val="0"/>
          <w:numId w:val="5"/>
        </w:numPr>
      </w:pPr>
      <w:r w:rsidRPr="00A367AD">
        <w:rPr>
          <w:lang w:val="en-US"/>
        </w:rPr>
        <w:t>as specified in doc.:</w:t>
      </w:r>
      <w:r w:rsidRPr="004B3B76">
        <w:rPr>
          <w:lang w:val="en-US"/>
        </w:rPr>
        <w:t xml:space="preserve"> </w:t>
      </w:r>
      <w:r w:rsidR="004227B1" w:rsidRPr="004B3B76">
        <w:rPr>
          <w:lang w:val="en-US"/>
        </w:rPr>
        <w:t>11-24/2091r1</w:t>
      </w:r>
    </w:p>
    <w:p w14:paraId="4F21A85A" w14:textId="77777777" w:rsidR="00A367AD" w:rsidRPr="00A367AD" w:rsidRDefault="00A367AD" w:rsidP="004227B1">
      <w:pPr>
        <w:ind w:left="1440"/>
        <w:rPr>
          <w:b/>
          <w:bCs/>
        </w:rPr>
      </w:pPr>
    </w:p>
    <w:p w14:paraId="11A21FFE" w14:textId="77777777" w:rsidR="004227B1" w:rsidRDefault="004227B1" w:rsidP="004227B1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      </w:t>
      </w:r>
      <w:r w:rsidR="00A367AD" w:rsidRPr="00A367AD">
        <w:rPr>
          <w:b/>
          <w:bCs/>
          <w:lang w:val="en-US"/>
        </w:rPr>
        <w:t xml:space="preserve">Move: </w:t>
      </w:r>
      <w:r w:rsidR="00A367AD" w:rsidRPr="00A367AD">
        <w:rPr>
          <w:lang w:val="pt-BR"/>
        </w:rPr>
        <w:t>Claudio da Silva</w:t>
      </w:r>
      <w:r w:rsidR="00A367AD" w:rsidRPr="00A367AD">
        <w:rPr>
          <w:b/>
          <w:bCs/>
          <w:lang w:val="pt-BR"/>
        </w:rPr>
        <w:t xml:space="preserve"> </w:t>
      </w:r>
      <w:r w:rsidR="00A367AD" w:rsidRPr="00A367AD">
        <w:rPr>
          <w:b/>
          <w:bCs/>
          <w:lang w:val="en-US"/>
        </w:rPr>
        <w:tab/>
      </w:r>
      <w:r w:rsidR="00A367AD" w:rsidRPr="00A367AD">
        <w:rPr>
          <w:b/>
          <w:bCs/>
          <w:lang w:val="en-US"/>
        </w:rPr>
        <w:tab/>
      </w:r>
    </w:p>
    <w:p w14:paraId="390C9852" w14:textId="5C797EB2" w:rsidR="00A367AD" w:rsidRDefault="004B3B76" w:rsidP="004B3B76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      </w:t>
      </w:r>
      <w:r w:rsidR="00A367AD" w:rsidRPr="00A367AD">
        <w:rPr>
          <w:b/>
          <w:bCs/>
          <w:lang w:val="en-US"/>
        </w:rPr>
        <w:t>Second:</w:t>
      </w:r>
      <w:r w:rsidR="00460EA9">
        <w:rPr>
          <w:b/>
          <w:bCs/>
          <w:lang w:val="en-US"/>
        </w:rPr>
        <w:t xml:space="preserve"> </w:t>
      </w:r>
      <w:r w:rsidR="00460EA9" w:rsidRPr="004B3B76">
        <w:rPr>
          <w:lang w:val="en-US"/>
        </w:rPr>
        <w:t>Sang Kim</w:t>
      </w:r>
    </w:p>
    <w:p w14:paraId="7C3614CA" w14:textId="47959C86" w:rsidR="00A367AD" w:rsidRPr="00A367AD" w:rsidRDefault="004B3B76" w:rsidP="004B3B76">
      <w:pPr>
        <w:rPr>
          <w:b/>
          <w:bCs/>
        </w:rPr>
      </w:pPr>
      <w:r>
        <w:rPr>
          <w:b/>
          <w:bCs/>
          <w:lang w:val="en-US"/>
        </w:rPr>
        <w:t xml:space="preserve">      Result: </w:t>
      </w:r>
      <w:r w:rsidRPr="004B3B76">
        <w:rPr>
          <w:lang w:val="en-US"/>
        </w:rPr>
        <w:t>Approved by unanimous consent</w:t>
      </w:r>
    </w:p>
    <w:p w14:paraId="2E7CD6B0" w14:textId="77777777" w:rsidR="00A367AD" w:rsidRPr="00A367AD" w:rsidRDefault="00A367AD" w:rsidP="00A367AD">
      <w:pPr>
        <w:ind w:firstLine="360"/>
        <w:rPr>
          <w:b/>
          <w:bCs/>
        </w:rPr>
      </w:pPr>
      <w:r w:rsidRPr="00A367AD">
        <w:rPr>
          <w:b/>
          <w:bCs/>
          <w:lang w:val="en-US"/>
        </w:rPr>
        <w:t>Note</w:t>
      </w:r>
      <w:r w:rsidRPr="00A367AD">
        <w:rPr>
          <w:rFonts w:ascii="MS Mincho" w:eastAsia="MS Mincho" w:hAnsi="MS Mincho" w:cs="MS Mincho" w:hint="eastAsia"/>
          <w:b/>
          <w:bCs/>
        </w:rPr>
        <w:t>：</w:t>
      </w:r>
      <w:r w:rsidRPr="00A367AD">
        <w:rPr>
          <w:rFonts w:hint="eastAsia"/>
          <w:b/>
          <w:bCs/>
        </w:rPr>
        <w:t xml:space="preserve">  </w:t>
      </w:r>
    </w:p>
    <w:p w14:paraId="3C1394A1" w14:textId="78E9FDE8" w:rsidR="004B3B76" w:rsidRPr="004B3B76" w:rsidRDefault="00A367AD" w:rsidP="001712D7">
      <w:pPr>
        <w:numPr>
          <w:ilvl w:val="0"/>
          <w:numId w:val="6"/>
        </w:numPr>
      </w:pPr>
      <w:r w:rsidRPr="00A367AD">
        <w:rPr>
          <w:lang w:val="en-US"/>
        </w:rPr>
        <w:t>Related document:</w:t>
      </w:r>
      <w:r w:rsidR="001712D7">
        <w:rPr>
          <w:lang w:val="en-US"/>
        </w:rPr>
        <w:t xml:space="preserve"> </w:t>
      </w:r>
      <w:r w:rsidR="001712D7" w:rsidRPr="001712D7">
        <w:rPr>
          <w:lang w:val="en-US"/>
        </w:rPr>
        <w:t>11-24/2091r1</w:t>
      </w:r>
    </w:p>
    <w:p w14:paraId="09E35217" w14:textId="550BADB3" w:rsidR="008F227D" w:rsidRPr="004B3B76" w:rsidRDefault="00A367AD" w:rsidP="001712D7">
      <w:pPr>
        <w:numPr>
          <w:ilvl w:val="0"/>
          <w:numId w:val="6"/>
        </w:numPr>
      </w:pPr>
      <w:r w:rsidRPr="004B3B76">
        <w:rPr>
          <w:lang w:val="en-US"/>
        </w:rPr>
        <w:t>SP Result: Unanimous consent</w:t>
      </w:r>
    </w:p>
    <w:p w14:paraId="1A2054F8" w14:textId="77777777" w:rsidR="008F227D" w:rsidRDefault="008F227D" w:rsidP="00F87DFD">
      <w:pPr>
        <w:ind w:firstLine="360"/>
        <w:rPr>
          <w:b/>
          <w:bCs/>
          <w:lang w:val="en-GB"/>
        </w:rPr>
      </w:pPr>
    </w:p>
    <w:p w14:paraId="3282E792" w14:textId="77777777" w:rsidR="00215C7B" w:rsidRDefault="00460EA9" w:rsidP="00817018">
      <w:pPr>
        <w:ind w:left="360"/>
        <w:rPr>
          <w:b/>
          <w:bCs/>
          <w:lang w:val="en-GB"/>
        </w:rPr>
      </w:pPr>
      <w:r>
        <w:rPr>
          <w:b/>
          <w:bCs/>
          <w:lang w:val="en-GB"/>
        </w:rPr>
        <w:t>Motion 603</w:t>
      </w:r>
      <w:r w:rsidR="00817018">
        <w:rPr>
          <w:b/>
          <w:bCs/>
          <w:lang w:val="en-GB"/>
        </w:rPr>
        <w:t xml:space="preserve">: </w:t>
      </w:r>
      <w:r w:rsidR="00817018" w:rsidRPr="00817018">
        <w:rPr>
          <w:b/>
          <w:bCs/>
          <w:lang w:val="en-US"/>
        </w:rPr>
        <w:t>P802.11bf third recirculation SA ballot</w:t>
      </w:r>
      <w:r w:rsidR="00817018">
        <w:rPr>
          <w:b/>
          <w:bCs/>
          <w:lang w:val="en-GB"/>
        </w:rPr>
        <w:t xml:space="preserve"> </w:t>
      </w:r>
    </w:p>
    <w:p w14:paraId="260E4945" w14:textId="38A921FC" w:rsidR="0045161F" w:rsidRPr="00215C7B" w:rsidRDefault="0043061F" w:rsidP="00215C7B">
      <w:pPr>
        <w:ind w:left="360"/>
        <w:rPr>
          <w:lang w:val="en-US"/>
        </w:rPr>
      </w:pPr>
      <w:r w:rsidRPr="0043061F">
        <w:rPr>
          <w:lang w:val="en-US"/>
        </w:rPr>
        <w:t xml:space="preserve">Having approved comment </w:t>
      </w:r>
      <w:r w:rsidR="00817018">
        <w:rPr>
          <w:lang w:val="en-US"/>
        </w:rPr>
        <w:t xml:space="preserve"> </w:t>
      </w:r>
      <w:r w:rsidRPr="0043061F">
        <w:rPr>
          <w:lang w:val="en-US"/>
        </w:rPr>
        <w:t>resolutions for all of the comments received from the second recirculation SA ballot on P802.11bf D6.0, as contained in document 11-24/</w:t>
      </w:r>
      <w:r w:rsidR="00FC268F">
        <w:rPr>
          <w:lang w:val="en-US"/>
        </w:rPr>
        <w:t>2091</w:t>
      </w:r>
      <w:r w:rsidRPr="0043061F">
        <w:rPr>
          <w:lang w:val="en-US"/>
        </w:rPr>
        <w:t>r</w:t>
      </w:r>
      <w:r>
        <w:rPr>
          <w:lang w:val="en-US"/>
        </w:rPr>
        <w:t>1</w:t>
      </w:r>
      <w:r w:rsidRPr="0043061F">
        <w:rPr>
          <w:lang w:val="en-US"/>
        </w:rPr>
        <w:t>,</w:t>
      </w:r>
      <w:r w:rsidR="0045161F">
        <w:rPr>
          <w:lang w:val="en-US"/>
        </w:rPr>
        <w:t xml:space="preserve"> </w:t>
      </w:r>
      <w:hyperlink r:id="rId13" w:history="1">
        <w:r w:rsidR="0045161F" w:rsidRPr="00F51836">
          <w:rPr>
            <w:rStyle w:val="Hyperlink"/>
            <w:lang w:val="en-US"/>
          </w:rPr>
          <w:t>https://mentor.ieee.org/802.11/dcn/24/11-24-2091-01-00bf-sa-2nd-recirc-comments.xlsx</w:t>
        </w:r>
      </w:hyperlink>
    </w:p>
    <w:p w14:paraId="36AB1326" w14:textId="77777777" w:rsidR="0043061F" w:rsidRPr="0043061F" w:rsidRDefault="0043061F" w:rsidP="00215C7B">
      <w:pPr>
        <w:ind w:firstLine="360"/>
      </w:pPr>
      <w:r w:rsidRPr="0043061F">
        <w:rPr>
          <w:lang w:val="en-US"/>
        </w:rPr>
        <w:t>Instruct the editor to prepare P802.11bf D7.0 incorporating these resolutions and,</w:t>
      </w:r>
    </w:p>
    <w:p w14:paraId="5C0A76C3" w14:textId="77777777" w:rsidR="0043061F" w:rsidRDefault="0043061F" w:rsidP="00215C7B">
      <w:pPr>
        <w:ind w:left="360"/>
        <w:rPr>
          <w:lang w:val="en-US"/>
        </w:rPr>
      </w:pPr>
      <w:r w:rsidRPr="0043061F">
        <w:rPr>
          <w:lang w:val="en-US"/>
        </w:rPr>
        <w:t xml:space="preserve">Approve a </w:t>
      </w:r>
      <w:proofErr w:type="gramStart"/>
      <w:r w:rsidRPr="0043061F">
        <w:rPr>
          <w:lang w:val="en-US"/>
        </w:rPr>
        <w:t>10 day</w:t>
      </w:r>
      <w:proofErr w:type="gramEnd"/>
      <w:r w:rsidRPr="0043061F">
        <w:rPr>
          <w:lang w:val="en-US"/>
        </w:rPr>
        <w:t xml:space="preserve"> SA Recirculation Ballot asking the question “Should P802.11bf D7.0 be forwarded to RevCom?”</w:t>
      </w:r>
    </w:p>
    <w:p w14:paraId="3C77D055" w14:textId="77777777" w:rsidR="00FC268F" w:rsidRPr="0043061F" w:rsidRDefault="00FC268F" w:rsidP="0043061F"/>
    <w:p w14:paraId="5B2CB71D" w14:textId="77777777" w:rsidR="00FC268F" w:rsidRDefault="0043061F" w:rsidP="00215C7B">
      <w:pPr>
        <w:ind w:left="360"/>
        <w:rPr>
          <w:lang w:val="en-GB"/>
        </w:rPr>
      </w:pPr>
      <w:r w:rsidRPr="0043061F">
        <w:rPr>
          <w:b/>
          <w:bCs/>
          <w:lang w:val="en-GB"/>
        </w:rPr>
        <w:t>Moved:</w:t>
      </w:r>
      <w:r w:rsidRPr="0043061F">
        <w:rPr>
          <w:lang w:val="en-GB"/>
        </w:rPr>
        <w:t xml:space="preserve"> </w:t>
      </w:r>
      <w:r w:rsidRPr="0043061F">
        <w:rPr>
          <w:lang w:val="en-US"/>
        </w:rPr>
        <w:t xml:space="preserve">Claudio da Silva </w:t>
      </w:r>
      <w:r w:rsidRPr="0043061F">
        <w:rPr>
          <w:lang w:val="en-GB"/>
        </w:rPr>
        <w:tab/>
        <w:t xml:space="preserve">  </w:t>
      </w:r>
    </w:p>
    <w:p w14:paraId="187B0E81" w14:textId="5E4B9099" w:rsidR="0043061F" w:rsidRPr="0043061F" w:rsidRDefault="0043061F" w:rsidP="00215C7B">
      <w:pPr>
        <w:ind w:left="360"/>
      </w:pPr>
      <w:r w:rsidRPr="0043061F">
        <w:rPr>
          <w:b/>
          <w:bCs/>
          <w:lang w:val="en-GB"/>
        </w:rPr>
        <w:t>Seconded:</w:t>
      </w:r>
      <w:r w:rsidR="005C5983">
        <w:rPr>
          <w:lang w:val="en-GB"/>
        </w:rPr>
        <w:t xml:space="preserve"> Sang Kim</w:t>
      </w:r>
    </w:p>
    <w:p w14:paraId="5D263D59" w14:textId="39A703A7" w:rsidR="0070601C" w:rsidRDefault="0043061F" w:rsidP="00215C7B">
      <w:pPr>
        <w:ind w:left="360"/>
      </w:pPr>
      <w:r w:rsidRPr="0043061F">
        <w:rPr>
          <w:b/>
          <w:bCs/>
          <w:lang w:val="en-GB"/>
        </w:rPr>
        <w:t>Result:</w:t>
      </w:r>
      <w:r w:rsidR="00817018">
        <w:rPr>
          <w:lang w:val="en-GB"/>
        </w:rPr>
        <w:t xml:space="preserve"> </w:t>
      </w:r>
      <w:r w:rsidR="00817018" w:rsidRPr="005C5983">
        <w:rPr>
          <w:highlight w:val="green"/>
          <w:lang w:val="en-GB"/>
        </w:rPr>
        <w:t>Approved by unanimous consent</w:t>
      </w:r>
    </w:p>
    <w:p w14:paraId="3C7FE836" w14:textId="77777777" w:rsidR="0070601C" w:rsidRPr="00025BA4" w:rsidRDefault="0070601C" w:rsidP="007B027A">
      <w:pPr>
        <w:rPr>
          <w:lang w:val="en-GB"/>
        </w:rPr>
      </w:pPr>
    </w:p>
    <w:p w14:paraId="1F521024" w14:textId="3C0ECD58" w:rsidR="0062112B" w:rsidRPr="00552839" w:rsidRDefault="0062112B" w:rsidP="0071617F">
      <w:pPr>
        <w:numPr>
          <w:ilvl w:val="0"/>
          <w:numId w:val="1"/>
        </w:numPr>
      </w:pPr>
      <w:r w:rsidRPr="00552839">
        <w:rPr>
          <w:bCs/>
        </w:rPr>
        <w:t>Any other business. No response from the group</w:t>
      </w:r>
    </w:p>
    <w:p w14:paraId="2A420507" w14:textId="5938B1DD" w:rsidR="0062112B" w:rsidRPr="00552839" w:rsidRDefault="0062112B" w:rsidP="0071617F">
      <w:pPr>
        <w:numPr>
          <w:ilvl w:val="0"/>
          <w:numId w:val="1"/>
        </w:numPr>
        <w:jc w:val="both"/>
        <w:rPr>
          <w:lang w:val="en-GB" w:eastAsia="en-US"/>
        </w:rPr>
      </w:pPr>
      <w:r w:rsidRPr="00552839">
        <w:rPr>
          <w:lang w:val="en-GB" w:eastAsia="en-US"/>
        </w:rPr>
        <w:t>The meeting is a</w:t>
      </w:r>
      <w:r w:rsidR="00637945" w:rsidRPr="00552839">
        <w:rPr>
          <w:lang w:val="en-GB" w:eastAsia="en-US"/>
        </w:rPr>
        <w:t xml:space="preserve">djourned without objection at </w:t>
      </w:r>
      <w:r w:rsidR="00626FD9">
        <w:rPr>
          <w:lang w:val="en-GB" w:eastAsia="en-US"/>
        </w:rPr>
        <w:t>10</w:t>
      </w:r>
      <w:r w:rsidR="005E645D" w:rsidRPr="00552839">
        <w:rPr>
          <w:lang w:val="en-GB" w:eastAsia="en-US"/>
        </w:rPr>
        <w:t>:</w:t>
      </w:r>
      <w:r w:rsidR="004A191A">
        <w:rPr>
          <w:lang w:val="en-GB" w:eastAsia="en-US"/>
        </w:rPr>
        <w:t>3</w:t>
      </w:r>
      <w:r w:rsidR="00626FD9">
        <w:rPr>
          <w:lang w:val="en-GB" w:eastAsia="en-US"/>
        </w:rPr>
        <w:t>5p</w:t>
      </w:r>
      <w:r w:rsidRPr="00552839">
        <w:rPr>
          <w:lang w:val="en-GB" w:eastAsia="en-US"/>
        </w:rPr>
        <w:t>m.</w:t>
      </w:r>
    </w:p>
    <w:p w14:paraId="21F0AD94" w14:textId="00DACCEF" w:rsidR="00A153EF" w:rsidRPr="00552839" w:rsidRDefault="00A153EF" w:rsidP="00812971">
      <w:pPr>
        <w:rPr>
          <w:lang w:val="en-GB" w:eastAsia="en-US"/>
        </w:rPr>
      </w:pPr>
    </w:p>
    <w:p w14:paraId="2170F28D" w14:textId="77777777" w:rsidR="000F4926" w:rsidRDefault="000F4926" w:rsidP="000F4926">
      <w:pPr>
        <w:rPr>
          <w:b/>
          <w:bCs/>
        </w:rPr>
      </w:pPr>
      <w:r w:rsidRPr="00552839">
        <w:rPr>
          <w:b/>
          <w:bCs/>
        </w:rPr>
        <w:t>List of Attendees:</w:t>
      </w:r>
    </w:p>
    <w:p w14:paraId="7F51EADD" w14:textId="77777777" w:rsidR="00C82B89" w:rsidRDefault="00C82B89" w:rsidP="008B1F0C">
      <w:pPr>
        <w:autoSpaceDE w:val="0"/>
        <w:autoSpaceDN w:val="0"/>
        <w:rPr>
          <w:color w:val="FF0000"/>
          <w:sz w:val="22"/>
          <w:lang w:val="en-GB"/>
        </w:rPr>
      </w:pPr>
    </w:p>
    <w:p w14:paraId="3784BC9B" w14:textId="24726DCD" w:rsidR="007F38AE" w:rsidRPr="007F38AE" w:rsidRDefault="00545A2B" w:rsidP="006A2874">
      <w:pPr>
        <w:autoSpaceDE w:val="0"/>
        <w:autoSpaceDN w:val="0"/>
        <w:ind w:left="360"/>
        <w:rPr>
          <w:color w:val="000000" w:themeColor="text1"/>
          <w:sz w:val="22"/>
        </w:rPr>
      </w:pPr>
      <w:r w:rsidRPr="007F38AE">
        <w:rPr>
          <w:color w:val="000000" w:themeColor="text1"/>
          <w:sz w:val="22"/>
        </w:rPr>
        <w:t>Breakout      </w:t>
      </w:r>
      <w:r w:rsidR="007F38AE" w:rsidRPr="007F38AE">
        <w:rPr>
          <w:color w:val="000000" w:themeColor="text1"/>
          <w:sz w:val="22"/>
        </w:rPr>
        <w:t>Timestamp                 Name                         </w:t>
      </w:r>
      <w:r w:rsidR="006A2874">
        <w:rPr>
          <w:color w:val="000000" w:themeColor="text1"/>
          <w:sz w:val="22"/>
        </w:rPr>
        <w:t xml:space="preserve">  </w:t>
      </w:r>
      <w:r w:rsidR="007F38AE" w:rsidRPr="007F38AE">
        <w:rPr>
          <w:color w:val="000000" w:themeColor="text1"/>
          <w:sz w:val="22"/>
        </w:rPr>
        <w:t xml:space="preserve">  Affiliation                                                                 </w:t>
      </w:r>
      <w:r w:rsidR="007F38AE" w:rsidRPr="007F38AE">
        <w:rPr>
          <w:color w:val="000000" w:themeColor="text1"/>
          <w:sz w:val="22"/>
        </w:rPr>
        <w:br/>
        <w:t>TGbf      </w:t>
      </w:r>
      <w:r w:rsidR="00066C9E">
        <w:rPr>
          <w:color w:val="000000" w:themeColor="text1"/>
          <w:sz w:val="22"/>
        </w:rPr>
        <w:tab/>
      </w:r>
      <w:r w:rsidR="007F38AE" w:rsidRPr="007F38AE">
        <w:rPr>
          <w:color w:val="000000" w:themeColor="text1"/>
          <w:sz w:val="22"/>
        </w:rPr>
        <w:t>12/19/2024         Beg, Chris                            Cognitive Systems Corp.</w:t>
      </w:r>
      <w:r w:rsidR="007F38AE" w:rsidRPr="007F38AE">
        <w:rPr>
          <w:color w:val="000000" w:themeColor="text1"/>
          <w:sz w:val="22"/>
        </w:rPr>
        <w:br/>
        <w:t>TGbf      </w:t>
      </w:r>
      <w:r w:rsidR="00066C9E">
        <w:rPr>
          <w:color w:val="000000" w:themeColor="text1"/>
          <w:sz w:val="22"/>
        </w:rPr>
        <w:tab/>
      </w:r>
      <w:r w:rsidR="007F38AE" w:rsidRPr="007F38AE">
        <w:rPr>
          <w:color w:val="000000" w:themeColor="text1"/>
          <w:sz w:val="22"/>
        </w:rPr>
        <w:t>12/19/2024         Kamel, Mahmoud                </w:t>
      </w:r>
      <w:r w:rsidR="006A2874">
        <w:rPr>
          <w:color w:val="000000" w:themeColor="text1"/>
          <w:sz w:val="22"/>
        </w:rPr>
        <w:t xml:space="preserve"> </w:t>
      </w:r>
      <w:r w:rsidR="007F38AE" w:rsidRPr="007F38AE">
        <w:rPr>
          <w:color w:val="000000" w:themeColor="text1"/>
          <w:sz w:val="22"/>
        </w:rPr>
        <w:t>InterDigital, Inc.</w:t>
      </w:r>
      <w:r w:rsidR="007F38AE" w:rsidRPr="007F38AE">
        <w:rPr>
          <w:color w:val="000000" w:themeColor="text1"/>
          <w:sz w:val="22"/>
        </w:rPr>
        <w:br/>
        <w:t>TGbf      </w:t>
      </w:r>
      <w:r w:rsidR="00066C9E">
        <w:rPr>
          <w:color w:val="000000" w:themeColor="text1"/>
          <w:sz w:val="22"/>
        </w:rPr>
        <w:tab/>
      </w:r>
      <w:r w:rsidR="007F38AE" w:rsidRPr="007F38AE">
        <w:rPr>
          <w:color w:val="000000" w:themeColor="text1"/>
          <w:sz w:val="22"/>
        </w:rPr>
        <w:t>12/19/2024         Kim, Sang Gook                   LG ELECTRONICS</w:t>
      </w:r>
      <w:r w:rsidR="007F38AE" w:rsidRPr="007F38AE">
        <w:rPr>
          <w:color w:val="000000" w:themeColor="text1"/>
          <w:sz w:val="22"/>
        </w:rPr>
        <w:br/>
        <w:t xml:space="preserve">TGbf     </w:t>
      </w:r>
      <w:r w:rsidR="00066C9E">
        <w:rPr>
          <w:color w:val="000000" w:themeColor="text1"/>
          <w:sz w:val="22"/>
        </w:rPr>
        <w:tab/>
      </w:r>
      <w:r w:rsidR="007F38AE" w:rsidRPr="007F38AE">
        <w:rPr>
          <w:color w:val="000000" w:themeColor="text1"/>
          <w:sz w:val="22"/>
        </w:rPr>
        <w:t>12/19/2024         da Silva, Claudio                  Meta Platforms</w:t>
      </w:r>
      <w:r w:rsidR="007F38AE" w:rsidRPr="007F38AE">
        <w:rPr>
          <w:color w:val="000000" w:themeColor="text1"/>
          <w:sz w:val="22"/>
        </w:rPr>
        <w:br/>
        <w:t>TGbf      </w:t>
      </w:r>
      <w:r w:rsidR="00066C9E">
        <w:rPr>
          <w:color w:val="000000" w:themeColor="text1"/>
          <w:sz w:val="22"/>
        </w:rPr>
        <w:tab/>
      </w:r>
      <w:r w:rsidR="007F38AE" w:rsidRPr="007F38AE">
        <w:rPr>
          <w:color w:val="000000" w:themeColor="text1"/>
          <w:sz w:val="22"/>
        </w:rPr>
        <w:t>12/19/2024         Sosack, Robert                    </w:t>
      </w:r>
      <w:r w:rsidR="006A2874">
        <w:rPr>
          <w:color w:val="000000" w:themeColor="text1"/>
          <w:sz w:val="22"/>
        </w:rPr>
        <w:t xml:space="preserve"> </w:t>
      </w:r>
      <w:r w:rsidR="007F38AE" w:rsidRPr="007F38AE">
        <w:rPr>
          <w:color w:val="000000" w:themeColor="text1"/>
          <w:sz w:val="22"/>
        </w:rPr>
        <w:t xml:space="preserve"> Molex Incorporated</w:t>
      </w:r>
      <w:r w:rsidR="007F38AE" w:rsidRPr="007F38AE">
        <w:rPr>
          <w:color w:val="000000" w:themeColor="text1"/>
          <w:sz w:val="22"/>
        </w:rPr>
        <w:br/>
        <w:t>TGbf      </w:t>
      </w:r>
      <w:r w:rsidR="00066C9E">
        <w:rPr>
          <w:color w:val="000000" w:themeColor="text1"/>
          <w:sz w:val="22"/>
        </w:rPr>
        <w:tab/>
      </w:r>
      <w:r w:rsidR="007F38AE" w:rsidRPr="007F38AE">
        <w:rPr>
          <w:color w:val="000000" w:themeColor="text1"/>
          <w:sz w:val="22"/>
        </w:rPr>
        <w:t>12/19/2024  </w:t>
      </w:r>
      <w:r w:rsidR="006A2874">
        <w:rPr>
          <w:color w:val="000000" w:themeColor="text1"/>
          <w:sz w:val="22"/>
        </w:rPr>
        <w:tab/>
        <w:t xml:space="preserve"> </w:t>
      </w:r>
      <w:r w:rsidR="007F38AE" w:rsidRPr="007F38AE">
        <w:rPr>
          <w:color w:val="000000" w:themeColor="text1"/>
          <w:sz w:val="22"/>
        </w:rPr>
        <w:t>narengerile, narengerile        Huawei Technologies Co., Ltd</w:t>
      </w:r>
      <w:r w:rsidR="007F38AE" w:rsidRPr="007F38AE">
        <w:rPr>
          <w:color w:val="000000" w:themeColor="text1"/>
          <w:sz w:val="22"/>
        </w:rPr>
        <w:br/>
        <w:t xml:space="preserve">TGbf     </w:t>
      </w:r>
      <w:r w:rsidR="00066C9E">
        <w:rPr>
          <w:color w:val="000000" w:themeColor="text1"/>
          <w:sz w:val="22"/>
        </w:rPr>
        <w:tab/>
      </w:r>
      <w:r w:rsidR="007F38AE" w:rsidRPr="007F38AE">
        <w:rPr>
          <w:color w:val="000000" w:themeColor="text1"/>
          <w:sz w:val="22"/>
        </w:rPr>
        <w:t>12/19/2024        </w:t>
      </w:r>
      <w:r w:rsidR="006A2874">
        <w:rPr>
          <w:color w:val="000000" w:themeColor="text1"/>
          <w:sz w:val="22"/>
        </w:rPr>
        <w:t xml:space="preserve"> </w:t>
      </w:r>
      <w:r w:rsidR="007F38AE" w:rsidRPr="007F38AE">
        <w:rPr>
          <w:color w:val="000000" w:themeColor="text1"/>
          <w:sz w:val="22"/>
        </w:rPr>
        <w:t>Raissinia, Alireza                 Qualcomm Incorporated</w:t>
      </w:r>
      <w:r w:rsidR="007F38AE" w:rsidRPr="007F38AE">
        <w:rPr>
          <w:color w:val="000000" w:themeColor="text1"/>
          <w:sz w:val="22"/>
        </w:rPr>
        <w:br/>
      </w:r>
      <w:r w:rsidR="007F38AE" w:rsidRPr="007F38AE">
        <w:rPr>
          <w:color w:val="000000" w:themeColor="text1"/>
          <w:sz w:val="22"/>
        </w:rPr>
        <w:lastRenderedPageBreak/>
        <w:t xml:space="preserve">TGbf     </w:t>
      </w:r>
      <w:r w:rsidR="00066C9E">
        <w:rPr>
          <w:color w:val="000000" w:themeColor="text1"/>
          <w:sz w:val="22"/>
        </w:rPr>
        <w:tab/>
      </w:r>
      <w:r w:rsidR="007F38AE" w:rsidRPr="007F38AE">
        <w:rPr>
          <w:color w:val="000000" w:themeColor="text1"/>
          <w:sz w:val="22"/>
        </w:rPr>
        <w:t>12/19/2024         Hsu, Ostrovsky                    </w:t>
      </w:r>
      <w:r w:rsidR="006A2874">
        <w:rPr>
          <w:color w:val="000000" w:themeColor="text1"/>
          <w:sz w:val="22"/>
        </w:rPr>
        <w:t xml:space="preserve"> </w:t>
      </w:r>
      <w:r w:rsidR="007F38AE" w:rsidRPr="007F38AE">
        <w:rPr>
          <w:color w:val="000000" w:themeColor="text1"/>
          <w:sz w:val="22"/>
        </w:rPr>
        <w:t>Xiaomi Communications Co., Ltd.</w:t>
      </w:r>
      <w:r w:rsidR="007F38AE" w:rsidRPr="007F38AE">
        <w:rPr>
          <w:color w:val="000000" w:themeColor="text1"/>
          <w:sz w:val="22"/>
        </w:rPr>
        <w:br/>
        <w:t xml:space="preserve">TGbf     </w:t>
      </w:r>
      <w:r w:rsidR="00066C9E">
        <w:rPr>
          <w:color w:val="000000" w:themeColor="text1"/>
          <w:sz w:val="22"/>
        </w:rPr>
        <w:tab/>
      </w:r>
      <w:r w:rsidR="007F38AE" w:rsidRPr="007F38AE">
        <w:rPr>
          <w:color w:val="000000" w:themeColor="text1"/>
          <w:sz w:val="22"/>
        </w:rPr>
        <w:t>12/19/2024         feng, Shuling                        MediaTek Inc.</w:t>
      </w:r>
      <w:r w:rsidR="007F38AE" w:rsidRPr="007F38AE">
        <w:rPr>
          <w:color w:val="000000" w:themeColor="text1"/>
          <w:sz w:val="22"/>
        </w:rPr>
        <w:br/>
        <w:t>TGbf      </w:t>
      </w:r>
      <w:r w:rsidR="00066C9E">
        <w:rPr>
          <w:color w:val="000000" w:themeColor="text1"/>
          <w:sz w:val="22"/>
        </w:rPr>
        <w:tab/>
      </w:r>
      <w:r w:rsidR="007F38AE" w:rsidRPr="007F38AE">
        <w:rPr>
          <w:color w:val="000000" w:themeColor="text1"/>
          <w:sz w:val="22"/>
        </w:rPr>
        <w:t>12/19/2024         Wilhelmsson, Leif                Ericsson AB</w:t>
      </w:r>
    </w:p>
    <w:p w14:paraId="7A4460F8" w14:textId="6A3EFC5A" w:rsidR="007F38AE" w:rsidRPr="007F38AE" w:rsidRDefault="007F38AE" w:rsidP="00545A2B">
      <w:pPr>
        <w:autoSpaceDE w:val="0"/>
        <w:autoSpaceDN w:val="0"/>
        <w:ind w:left="360"/>
        <w:rPr>
          <w:color w:val="000000" w:themeColor="text1"/>
          <w:sz w:val="22"/>
        </w:rPr>
      </w:pPr>
      <w:r w:rsidRPr="007F38AE">
        <w:rPr>
          <w:color w:val="000000" w:themeColor="text1"/>
          <w:sz w:val="22"/>
        </w:rPr>
        <w:t xml:space="preserve">TGbf     </w:t>
      </w:r>
      <w:r w:rsidR="00066C9E">
        <w:rPr>
          <w:color w:val="000000" w:themeColor="text1"/>
          <w:sz w:val="22"/>
        </w:rPr>
        <w:tab/>
      </w:r>
      <w:r w:rsidRPr="007F38AE">
        <w:rPr>
          <w:color w:val="000000" w:themeColor="text1"/>
          <w:sz w:val="22"/>
        </w:rPr>
        <w:t xml:space="preserve">12/19/2024         Wei, Dong  Guangdong </w:t>
      </w:r>
      <w:r w:rsidR="006A2874">
        <w:rPr>
          <w:color w:val="000000" w:themeColor="text1"/>
          <w:sz w:val="22"/>
        </w:rPr>
        <w:t xml:space="preserve">       </w:t>
      </w:r>
      <w:r w:rsidRPr="007F38AE">
        <w:rPr>
          <w:color w:val="000000" w:themeColor="text1"/>
          <w:sz w:val="22"/>
        </w:rPr>
        <w:t>OPPO Mobile Telecommunications Corp....</w:t>
      </w:r>
    </w:p>
    <w:p w14:paraId="68CB87B2" w14:textId="77777777" w:rsidR="0028590A" w:rsidRPr="007F38AE" w:rsidRDefault="0028590A" w:rsidP="00545A2B">
      <w:pPr>
        <w:autoSpaceDE w:val="0"/>
        <w:autoSpaceDN w:val="0"/>
        <w:ind w:left="360"/>
        <w:rPr>
          <w:color w:val="000000" w:themeColor="text1"/>
          <w:sz w:val="22"/>
        </w:rPr>
      </w:pPr>
    </w:p>
    <w:p w14:paraId="6321B7A4" w14:textId="77777777" w:rsidR="0028590A" w:rsidRPr="007F38AE" w:rsidRDefault="0028590A" w:rsidP="00874E7B">
      <w:pPr>
        <w:autoSpaceDE w:val="0"/>
        <w:autoSpaceDN w:val="0"/>
        <w:ind w:left="360"/>
        <w:rPr>
          <w:color w:val="000000" w:themeColor="text1"/>
          <w:sz w:val="22"/>
          <w:lang w:val="en-GB"/>
        </w:rPr>
      </w:pPr>
    </w:p>
    <w:p w14:paraId="1F8EF1B6" w14:textId="77777777" w:rsidR="0028590A" w:rsidRDefault="0028590A" w:rsidP="00874E7B">
      <w:pPr>
        <w:autoSpaceDE w:val="0"/>
        <w:autoSpaceDN w:val="0"/>
        <w:ind w:left="360"/>
        <w:rPr>
          <w:color w:val="FF0000"/>
          <w:sz w:val="22"/>
          <w:lang w:val="en-GB"/>
        </w:rPr>
      </w:pPr>
    </w:p>
    <w:p w14:paraId="49DB9282" w14:textId="77777777" w:rsidR="0028590A" w:rsidRDefault="0028590A" w:rsidP="00874E7B">
      <w:pPr>
        <w:autoSpaceDE w:val="0"/>
        <w:autoSpaceDN w:val="0"/>
        <w:ind w:left="360"/>
        <w:rPr>
          <w:color w:val="FF0000"/>
          <w:sz w:val="22"/>
          <w:lang w:val="en-GB"/>
        </w:rPr>
      </w:pPr>
    </w:p>
    <w:p w14:paraId="6B6E8DB5" w14:textId="32F3D072" w:rsidR="00675B43" w:rsidRDefault="00675B43">
      <w:pPr>
        <w:rPr>
          <w:color w:val="FF0000"/>
          <w:sz w:val="22"/>
          <w:lang w:val="en-GB"/>
        </w:rPr>
      </w:pPr>
    </w:p>
    <w:sectPr w:rsidR="00675B43">
      <w:headerReference w:type="default" r:id="rId14"/>
      <w:footerReference w:type="default" r:id="rId15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4A6DE2" w14:textId="77777777" w:rsidR="00E23680" w:rsidRDefault="00E23680">
      <w:r>
        <w:separator/>
      </w:r>
    </w:p>
  </w:endnote>
  <w:endnote w:type="continuationSeparator" w:id="0">
    <w:p w14:paraId="3DC0BBCE" w14:textId="77777777" w:rsidR="00E23680" w:rsidRDefault="00E23680">
      <w:r>
        <w:continuationSeparator/>
      </w:r>
    </w:p>
  </w:endnote>
  <w:endnote w:type="continuationNotice" w:id="1">
    <w:p w14:paraId="412ADB7F" w14:textId="77777777" w:rsidR="00E23680" w:rsidRDefault="00E236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FBAE8" w14:textId="3CDFC6F3" w:rsidR="0085353F" w:rsidRDefault="0085353F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>
        <w:t>Minutes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E23F26">
      <w:rPr>
        <w:noProof/>
      </w:rPr>
      <w:t>7</w:t>
    </w:r>
    <w:r>
      <w:fldChar w:fldCharType="end"/>
    </w:r>
    <w:r>
      <w:tab/>
      <w:t>Leif Wilhelmsson (Ericsson)</w:t>
    </w:r>
  </w:p>
  <w:p w14:paraId="35823059" w14:textId="77777777" w:rsidR="0085353F" w:rsidRDefault="0085353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EDF60C" w14:textId="77777777" w:rsidR="00E23680" w:rsidRDefault="00E23680">
      <w:r>
        <w:separator/>
      </w:r>
    </w:p>
  </w:footnote>
  <w:footnote w:type="continuationSeparator" w:id="0">
    <w:p w14:paraId="4E749B49" w14:textId="77777777" w:rsidR="00E23680" w:rsidRDefault="00E23680">
      <w:r>
        <w:continuationSeparator/>
      </w:r>
    </w:p>
  </w:footnote>
  <w:footnote w:type="continuationNotice" w:id="1">
    <w:p w14:paraId="51AEB976" w14:textId="77777777" w:rsidR="00E23680" w:rsidRDefault="00E236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84DBF" w14:textId="2428FEAD" w:rsidR="0085353F" w:rsidRDefault="00FD72D7">
    <w:pPr>
      <w:pStyle w:val="Header"/>
      <w:tabs>
        <w:tab w:val="clear" w:pos="6480"/>
        <w:tab w:val="center" w:pos="4680"/>
        <w:tab w:val="right" w:pos="9360"/>
      </w:tabs>
    </w:pPr>
    <w:r>
      <w:t>December</w:t>
    </w:r>
    <w:r w:rsidR="0085353F">
      <w:t xml:space="preserve"> 202</w:t>
    </w:r>
    <w:r w:rsidR="0043218D">
      <w:t>4</w:t>
    </w:r>
    <w:r w:rsidR="0085353F">
      <w:tab/>
    </w:r>
    <w:r w:rsidR="0085353F">
      <w:tab/>
    </w:r>
    <w:fldSimple w:instr=" TITLE  \* MERGEFORMAT ">
      <w:r w:rsidR="0085353F">
        <w:t>doc.: IEEE 802.11-2</w:t>
      </w:r>
      <w:r w:rsidR="00CD5066">
        <w:t>4</w:t>
      </w:r>
      <w:r w:rsidR="0085353F">
        <w:t>/</w:t>
      </w:r>
      <w:r w:rsidR="0039222A">
        <w:t>2127</w:t>
      </w:r>
      <w:r w:rsidR="0085353F">
        <w:t>r</w:t>
      </w:r>
    </w:fldSimple>
    <w:r w:rsidR="00382B55"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B2319"/>
    <w:multiLevelType w:val="hybridMultilevel"/>
    <w:tmpl w:val="60AE71E6"/>
    <w:lvl w:ilvl="0" w:tplc="F7E49E5E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F684BABE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9FEA806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1B0C0F5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8C94A76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8A5A1C7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901E57F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A1FCE3E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217CD9EE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1" w15:restartNumberingAfterBreak="0">
    <w:nsid w:val="00F0381F"/>
    <w:multiLevelType w:val="hybridMultilevel"/>
    <w:tmpl w:val="6CF8F9FC"/>
    <w:lvl w:ilvl="0" w:tplc="FF7A70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AAE15B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D6C4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BEE1E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3297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3012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985D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CE56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2C75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854392D"/>
    <w:multiLevelType w:val="hybridMultilevel"/>
    <w:tmpl w:val="9A682C2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FF19EE"/>
    <w:multiLevelType w:val="hybridMultilevel"/>
    <w:tmpl w:val="DEA4FC76"/>
    <w:lvl w:ilvl="0" w:tplc="0616EF3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Microsoft YaHei" w:hAnsi="Microsoft YaHei" w:hint="default"/>
      </w:rPr>
    </w:lvl>
    <w:lvl w:ilvl="1" w:tplc="36782022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Microsoft YaHei" w:hAnsi="Microsoft YaHei" w:hint="default"/>
      </w:rPr>
    </w:lvl>
    <w:lvl w:ilvl="2" w:tplc="35FC6CF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Microsoft YaHei" w:hAnsi="Microsoft YaHei" w:hint="default"/>
      </w:rPr>
    </w:lvl>
    <w:lvl w:ilvl="3" w:tplc="BA526262" w:tentative="1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Microsoft YaHei" w:hAnsi="Microsoft YaHei" w:hint="default"/>
      </w:rPr>
    </w:lvl>
    <w:lvl w:ilvl="4" w:tplc="DEC26514" w:tentative="1">
      <w:start w:val="1"/>
      <w:numFmt w:val="bullet"/>
      <w:lvlText w:val="–"/>
      <w:lvlJc w:val="left"/>
      <w:pPr>
        <w:tabs>
          <w:tab w:val="num" w:pos="3960"/>
        </w:tabs>
        <w:ind w:left="3960" w:hanging="360"/>
      </w:pPr>
      <w:rPr>
        <w:rFonts w:ascii="Microsoft YaHei" w:hAnsi="Microsoft YaHei" w:hint="default"/>
      </w:rPr>
    </w:lvl>
    <w:lvl w:ilvl="5" w:tplc="50C6444E" w:tentative="1">
      <w:start w:val="1"/>
      <w:numFmt w:val="bullet"/>
      <w:lvlText w:val="–"/>
      <w:lvlJc w:val="left"/>
      <w:pPr>
        <w:tabs>
          <w:tab w:val="num" w:pos="4680"/>
        </w:tabs>
        <w:ind w:left="4680" w:hanging="360"/>
      </w:pPr>
      <w:rPr>
        <w:rFonts w:ascii="Microsoft YaHei" w:hAnsi="Microsoft YaHei" w:hint="default"/>
      </w:rPr>
    </w:lvl>
    <w:lvl w:ilvl="6" w:tplc="E3C22994" w:tentative="1">
      <w:start w:val="1"/>
      <w:numFmt w:val="bullet"/>
      <w:lvlText w:val="–"/>
      <w:lvlJc w:val="left"/>
      <w:pPr>
        <w:tabs>
          <w:tab w:val="num" w:pos="5400"/>
        </w:tabs>
        <w:ind w:left="5400" w:hanging="360"/>
      </w:pPr>
      <w:rPr>
        <w:rFonts w:ascii="Microsoft YaHei" w:hAnsi="Microsoft YaHei" w:hint="default"/>
      </w:rPr>
    </w:lvl>
    <w:lvl w:ilvl="7" w:tplc="83582C7A" w:tentative="1">
      <w:start w:val="1"/>
      <w:numFmt w:val="bullet"/>
      <w:lvlText w:val="–"/>
      <w:lvlJc w:val="left"/>
      <w:pPr>
        <w:tabs>
          <w:tab w:val="num" w:pos="6120"/>
        </w:tabs>
        <w:ind w:left="6120" w:hanging="360"/>
      </w:pPr>
      <w:rPr>
        <w:rFonts w:ascii="Microsoft YaHei" w:hAnsi="Microsoft YaHei" w:hint="default"/>
      </w:rPr>
    </w:lvl>
    <w:lvl w:ilvl="8" w:tplc="8B68AC02" w:tentative="1">
      <w:start w:val="1"/>
      <w:numFmt w:val="bullet"/>
      <w:lvlText w:val="–"/>
      <w:lvlJc w:val="left"/>
      <w:pPr>
        <w:tabs>
          <w:tab w:val="num" w:pos="6840"/>
        </w:tabs>
        <w:ind w:left="6840" w:hanging="360"/>
      </w:pPr>
      <w:rPr>
        <w:rFonts w:ascii="Microsoft YaHei" w:hAnsi="Microsoft YaHei" w:hint="default"/>
      </w:rPr>
    </w:lvl>
  </w:abstractNum>
  <w:abstractNum w:abstractNumId="4" w15:restartNumberingAfterBreak="0">
    <w:nsid w:val="1C0070AB"/>
    <w:multiLevelType w:val="hybridMultilevel"/>
    <w:tmpl w:val="520608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8C7E11"/>
    <w:multiLevelType w:val="hybridMultilevel"/>
    <w:tmpl w:val="591E3A3C"/>
    <w:lvl w:ilvl="0" w:tplc="9992E0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54C98A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3868E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568CA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6E08A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E48B7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246C3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005C20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A856FA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B2728F2"/>
    <w:multiLevelType w:val="hybridMultilevel"/>
    <w:tmpl w:val="2342FB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9B3678"/>
    <w:multiLevelType w:val="hybridMultilevel"/>
    <w:tmpl w:val="8A6A8B28"/>
    <w:lvl w:ilvl="0" w:tplc="19B812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7A4340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8482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A6017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A96AE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0DAEB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BAC72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69CAA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3FC46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521622112">
    <w:abstractNumId w:val="2"/>
  </w:num>
  <w:num w:numId="2" w16cid:durableId="1999724952">
    <w:abstractNumId w:val="6"/>
  </w:num>
  <w:num w:numId="3" w16cid:durableId="1023246296">
    <w:abstractNumId w:val="7"/>
  </w:num>
  <w:num w:numId="4" w16cid:durableId="1996832115">
    <w:abstractNumId w:val="4"/>
  </w:num>
  <w:num w:numId="5" w16cid:durableId="213927517">
    <w:abstractNumId w:val="0"/>
  </w:num>
  <w:num w:numId="6" w16cid:durableId="1028876565">
    <w:abstractNumId w:val="3"/>
  </w:num>
  <w:num w:numId="7" w16cid:durableId="1075708863">
    <w:abstractNumId w:val="1"/>
  </w:num>
  <w:num w:numId="8" w16cid:durableId="321666023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3"/>
  <w:printFractionalCharacterWidth/>
  <w:mirrorMargins/>
  <w:activeWritingStyle w:appName="MSWord" w:lang="sv-SE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pt-BR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E33"/>
    <w:rsid w:val="00000240"/>
    <w:rsid w:val="000004F3"/>
    <w:rsid w:val="0000071E"/>
    <w:rsid w:val="0000093C"/>
    <w:rsid w:val="00000ACB"/>
    <w:rsid w:val="00000B18"/>
    <w:rsid w:val="00000E7A"/>
    <w:rsid w:val="00000E82"/>
    <w:rsid w:val="00001118"/>
    <w:rsid w:val="00001219"/>
    <w:rsid w:val="0000123F"/>
    <w:rsid w:val="0000189B"/>
    <w:rsid w:val="0000190C"/>
    <w:rsid w:val="0000197E"/>
    <w:rsid w:val="00001E70"/>
    <w:rsid w:val="000020BB"/>
    <w:rsid w:val="00002119"/>
    <w:rsid w:val="0000238E"/>
    <w:rsid w:val="0000285A"/>
    <w:rsid w:val="000029FC"/>
    <w:rsid w:val="00002A56"/>
    <w:rsid w:val="00002CCC"/>
    <w:rsid w:val="00002E68"/>
    <w:rsid w:val="0000323D"/>
    <w:rsid w:val="0000383A"/>
    <w:rsid w:val="00003ACC"/>
    <w:rsid w:val="00003B6B"/>
    <w:rsid w:val="00003D53"/>
    <w:rsid w:val="00003FCD"/>
    <w:rsid w:val="000042E6"/>
    <w:rsid w:val="00004370"/>
    <w:rsid w:val="0000442D"/>
    <w:rsid w:val="00004533"/>
    <w:rsid w:val="00004722"/>
    <w:rsid w:val="0000475A"/>
    <w:rsid w:val="000047BA"/>
    <w:rsid w:val="00004942"/>
    <w:rsid w:val="00004CB4"/>
    <w:rsid w:val="000051C3"/>
    <w:rsid w:val="00005418"/>
    <w:rsid w:val="000059A4"/>
    <w:rsid w:val="000059C2"/>
    <w:rsid w:val="00005A27"/>
    <w:rsid w:val="00005BBD"/>
    <w:rsid w:val="00005EA0"/>
    <w:rsid w:val="00006397"/>
    <w:rsid w:val="000065F7"/>
    <w:rsid w:val="00006848"/>
    <w:rsid w:val="00006A26"/>
    <w:rsid w:val="00006A82"/>
    <w:rsid w:val="00006C45"/>
    <w:rsid w:val="00006F4D"/>
    <w:rsid w:val="0000749E"/>
    <w:rsid w:val="00007633"/>
    <w:rsid w:val="00007662"/>
    <w:rsid w:val="000079FF"/>
    <w:rsid w:val="00007D78"/>
    <w:rsid w:val="00007E96"/>
    <w:rsid w:val="0001066C"/>
    <w:rsid w:val="000109D7"/>
    <w:rsid w:val="00010BBF"/>
    <w:rsid w:val="00010D54"/>
    <w:rsid w:val="00010DF7"/>
    <w:rsid w:val="00010FF1"/>
    <w:rsid w:val="000111E0"/>
    <w:rsid w:val="0001158E"/>
    <w:rsid w:val="0001175E"/>
    <w:rsid w:val="0001191D"/>
    <w:rsid w:val="00011A73"/>
    <w:rsid w:val="00011BD3"/>
    <w:rsid w:val="00011DC4"/>
    <w:rsid w:val="000122B5"/>
    <w:rsid w:val="0001243F"/>
    <w:rsid w:val="00012808"/>
    <w:rsid w:val="00012934"/>
    <w:rsid w:val="00012A1E"/>
    <w:rsid w:val="000133E5"/>
    <w:rsid w:val="0001385A"/>
    <w:rsid w:val="00013AFB"/>
    <w:rsid w:val="00013E68"/>
    <w:rsid w:val="00013EA8"/>
    <w:rsid w:val="000140B8"/>
    <w:rsid w:val="00014439"/>
    <w:rsid w:val="0001444A"/>
    <w:rsid w:val="00014522"/>
    <w:rsid w:val="000147D7"/>
    <w:rsid w:val="00014DB2"/>
    <w:rsid w:val="00014E1B"/>
    <w:rsid w:val="00014F25"/>
    <w:rsid w:val="00014F3B"/>
    <w:rsid w:val="00014F6F"/>
    <w:rsid w:val="000151D6"/>
    <w:rsid w:val="0001522C"/>
    <w:rsid w:val="0001535B"/>
    <w:rsid w:val="0001546A"/>
    <w:rsid w:val="000154E8"/>
    <w:rsid w:val="0001582A"/>
    <w:rsid w:val="00015850"/>
    <w:rsid w:val="00015EB1"/>
    <w:rsid w:val="00016AD5"/>
    <w:rsid w:val="00017025"/>
    <w:rsid w:val="000170E0"/>
    <w:rsid w:val="00017150"/>
    <w:rsid w:val="0001734B"/>
    <w:rsid w:val="00017353"/>
    <w:rsid w:val="00017428"/>
    <w:rsid w:val="000174CD"/>
    <w:rsid w:val="00017617"/>
    <w:rsid w:val="00017DB0"/>
    <w:rsid w:val="00020185"/>
    <w:rsid w:val="00020332"/>
    <w:rsid w:val="000204F8"/>
    <w:rsid w:val="00020821"/>
    <w:rsid w:val="0002086B"/>
    <w:rsid w:val="00020A5C"/>
    <w:rsid w:val="00020FBB"/>
    <w:rsid w:val="0002198B"/>
    <w:rsid w:val="00022160"/>
    <w:rsid w:val="00022382"/>
    <w:rsid w:val="000223C7"/>
    <w:rsid w:val="0002269A"/>
    <w:rsid w:val="00022EFC"/>
    <w:rsid w:val="00023467"/>
    <w:rsid w:val="0002365F"/>
    <w:rsid w:val="0002375C"/>
    <w:rsid w:val="00023761"/>
    <w:rsid w:val="00023766"/>
    <w:rsid w:val="000238F6"/>
    <w:rsid w:val="00023AC2"/>
    <w:rsid w:val="00023B5E"/>
    <w:rsid w:val="00024470"/>
    <w:rsid w:val="000251DE"/>
    <w:rsid w:val="00025659"/>
    <w:rsid w:val="000259C9"/>
    <w:rsid w:val="00025BA4"/>
    <w:rsid w:val="00025ED8"/>
    <w:rsid w:val="00025F0C"/>
    <w:rsid w:val="00025F62"/>
    <w:rsid w:val="0002600A"/>
    <w:rsid w:val="00026114"/>
    <w:rsid w:val="000264E1"/>
    <w:rsid w:val="00026A39"/>
    <w:rsid w:val="00026AA3"/>
    <w:rsid w:val="00026AF3"/>
    <w:rsid w:val="00026DA7"/>
    <w:rsid w:val="00026DDD"/>
    <w:rsid w:val="0002723B"/>
    <w:rsid w:val="00027274"/>
    <w:rsid w:val="000272AE"/>
    <w:rsid w:val="00027577"/>
    <w:rsid w:val="000277B8"/>
    <w:rsid w:val="00027BD7"/>
    <w:rsid w:val="00027D9D"/>
    <w:rsid w:val="00027DAA"/>
    <w:rsid w:val="00027DDF"/>
    <w:rsid w:val="00027E76"/>
    <w:rsid w:val="00027F57"/>
    <w:rsid w:val="00030127"/>
    <w:rsid w:val="00030638"/>
    <w:rsid w:val="00030A17"/>
    <w:rsid w:val="00030B61"/>
    <w:rsid w:val="00030EB5"/>
    <w:rsid w:val="000315CC"/>
    <w:rsid w:val="000316AB"/>
    <w:rsid w:val="0003188E"/>
    <w:rsid w:val="00031ECB"/>
    <w:rsid w:val="00031F6C"/>
    <w:rsid w:val="00032146"/>
    <w:rsid w:val="0003217F"/>
    <w:rsid w:val="0003220A"/>
    <w:rsid w:val="0003220E"/>
    <w:rsid w:val="0003236A"/>
    <w:rsid w:val="000325D1"/>
    <w:rsid w:val="0003292D"/>
    <w:rsid w:val="000329A7"/>
    <w:rsid w:val="00032C4F"/>
    <w:rsid w:val="00032D90"/>
    <w:rsid w:val="00032DE9"/>
    <w:rsid w:val="00033539"/>
    <w:rsid w:val="000336EB"/>
    <w:rsid w:val="00033B41"/>
    <w:rsid w:val="0003429E"/>
    <w:rsid w:val="00034302"/>
    <w:rsid w:val="00034492"/>
    <w:rsid w:val="000345AA"/>
    <w:rsid w:val="00034625"/>
    <w:rsid w:val="00034672"/>
    <w:rsid w:val="00034715"/>
    <w:rsid w:val="000348DD"/>
    <w:rsid w:val="00034F63"/>
    <w:rsid w:val="000352CD"/>
    <w:rsid w:val="00035453"/>
    <w:rsid w:val="00035797"/>
    <w:rsid w:val="0003589D"/>
    <w:rsid w:val="00035B45"/>
    <w:rsid w:val="00036148"/>
    <w:rsid w:val="0003624B"/>
    <w:rsid w:val="0003640A"/>
    <w:rsid w:val="0003678F"/>
    <w:rsid w:val="0003687E"/>
    <w:rsid w:val="00036894"/>
    <w:rsid w:val="0003692D"/>
    <w:rsid w:val="00036DE6"/>
    <w:rsid w:val="000379B9"/>
    <w:rsid w:val="00040247"/>
    <w:rsid w:val="000406AA"/>
    <w:rsid w:val="00040B51"/>
    <w:rsid w:val="00040C62"/>
    <w:rsid w:val="00041335"/>
    <w:rsid w:val="00041363"/>
    <w:rsid w:val="0004149D"/>
    <w:rsid w:val="000414A8"/>
    <w:rsid w:val="00041EAF"/>
    <w:rsid w:val="00042090"/>
    <w:rsid w:val="000420B1"/>
    <w:rsid w:val="000421EA"/>
    <w:rsid w:val="000423DB"/>
    <w:rsid w:val="0004247E"/>
    <w:rsid w:val="0004251F"/>
    <w:rsid w:val="000435FB"/>
    <w:rsid w:val="000436C7"/>
    <w:rsid w:val="00043D33"/>
    <w:rsid w:val="000440BD"/>
    <w:rsid w:val="00044120"/>
    <w:rsid w:val="00044459"/>
    <w:rsid w:val="0004483A"/>
    <w:rsid w:val="00044EAA"/>
    <w:rsid w:val="00045032"/>
    <w:rsid w:val="00045095"/>
    <w:rsid w:val="0004559D"/>
    <w:rsid w:val="00045768"/>
    <w:rsid w:val="000459B0"/>
    <w:rsid w:val="000462DF"/>
    <w:rsid w:val="000462F7"/>
    <w:rsid w:val="00046612"/>
    <w:rsid w:val="000466FF"/>
    <w:rsid w:val="000469C3"/>
    <w:rsid w:val="00047400"/>
    <w:rsid w:val="00047681"/>
    <w:rsid w:val="000479E5"/>
    <w:rsid w:val="00047CD0"/>
    <w:rsid w:val="0005002C"/>
    <w:rsid w:val="00050057"/>
    <w:rsid w:val="0005026F"/>
    <w:rsid w:val="00050AC8"/>
    <w:rsid w:val="00050B0D"/>
    <w:rsid w:val="00050E2B"/>
    <w:rsid w:val="00050E83"/>
    <w:rsid w:val="00050F07"/>
    <w:rsid w:val="0005112E"/>
    <w:rsid w:val="00051134"/>
    <w:rsid w:val="00051401"/>
    <w:rsid w:val="0005151C"/>
    <w:rsid w:val="0005164E"/>
    <w:rsid w:val="0005170B"/>
    <w:rsid w:val="0005190E"/>
    <w:rsid w:val="00051A19"/>
    <w:rsid w:val="00051B0B"/>
    <w:rsid w:val="00051CB6"/>
    <w:rsid w:val="00051D78"/>
    <w:rsid w:val="00051FB5"/>
    <w:rsid w:val="00052017"/>
    <w:rsid w:val="0005267B"/>
    <w:rsid w:val="00052FEC"/>
    <w:rsid w:val="00053059"/>
    <w:rsid w:val="00053273"/>
    <w:rsid w:val="00053564"/>
    <w:rsid w:val="000535CF"/>
    <w:rsid w:val="000538EF"/>
    <w:rsid w:val="000539DD"/>
    <w:rsid w:val="00053D2B"/>
    <w:rsid w:val="00053E5B"/>
    <w:rsid w:val="00053E6A"/>
    <w:rsid w:val="00053F66"/>
    <w:rsid w:val="00053FD0"/>
    <w:rsid w:val="000542EB"/>
    <w:rsid w:val="00054467"/>
    <w:rsid w:val="00054818"/>
    <w:rsid w:val="00054967"/>
    <w:rsid w:val="00054C90"/>
    <w:rsid w:val="00055031"/>
    <w:rsid w:val="000550A5"/>
    <w:rsid w:val="000553E1"/>
    <w:rsid w:val="00055411"/>
    <w:rsid w:val="00055551"/>
    <w:rsid w:val="0005568D"/>
    <w:rsid w:val="000557A1"/>
    <w:rsid w:val="000558B5"/>
    <w:rsid w:val="00055C42"/>
    <w:rsid w:val="00055C43"/>
    <w:rsid w:val="0005600D"/>
    <w:rsid w:val="0005609C"/>
    <w:rsid w:val="00056137"/>
    <w:rsid w:val="000563E7"/>
    <w:rsid w:val="00056F38"/>
    <w:rsid w:val="0005708E"/>
    <w:rsid w:val="00057433"/>
    <w:rsid w:val="00057655"/>
    <w:rsid w:val="0005768D"/>
    <w:rsid w:val="00057D90"/>
    <w:rsid w:val="0006066F"/>
    <w:rsid w:val="00060AE3"/>
    <w:rsid w:val="00060CF9"/>
    <w:rsid w:val="00060D03"/>
    <w:rsid w:val="00061742"/>
    <w:rsid w:val="000619AD"/>
    <w:rsid w:val="00061EA5"/>
    <w:rsid w:val="000620C5"/>
    <w:rsid w:val="000624DF"/>
    <w:rsid w:val="00062514"/>
    <w:rsid w:val="00063047"/>
    <w:rsid w:val="000636F2"/>
    <w:rsid w:val="00063A4E"/>
    <w:rsid w:val="00063BD6"/>
    <w:rsid w:val="00063D3A"/>
    <w:rsid w:val="00063DE9"/>
    <w:rsid w:val="0006454A"/>
    <w:rsid w:val="000646C4"/>
    <w:rsid w:val="000647C1"/>
    <w:rsid w:val="0006491A"/>
    <w:rsid w:val="00064BA4"/>
    <w:rsid w:val="00064D64"/>
    <w:rsid w:val="0006501F"/>
    <w:rsid w:val="000650DA"/>
    <w:rsid w:val="00065201"/>
    <w:rsid w:val="000652E4"/>
    <w:rsid w:val="0006535B"/>
    <w:rsid w:val="000653B6"/>
    <w:rsid w:val="000655E2"/>
    <w:rsid w:val="00065666"/>
    <w:rsid w:val="00065738"/>
    <w:rsid w:val="00065806"/>
    <w:rsid w:val="0006597F"/>
    <w:rsid w:val="00065B5B"/>
    <w:rsid w:val="00065CC2"/>
    <w:rsid w:val="00065D2A"/>
    <w:rsid w:val="00065D4A"/>
    <w:rsid w:val="00065FAE"/>
    <w:rsid w:val="000661F0"/>
    <w:rsid w:val="00066213"/>
    <w:rsid w:val="00066452"/>
    <w:rsid w:val="00066905"/>
    <w:rsid w:val="00066C5E"/>
    <w:rsid w:val="00066C9E"/>
    <w:rsid w:val="00066CF5"/>
    <w:rsid w:val="00066D42"/>
    <w:rsid w:val="00066FCD"/>
    <w:rsid w:val="000670CF"/>
    <w:rsid w:val="000670E9"/>
    <w:rsid w:val="00067183"/>
    <w:rsid w:val="00067299"/>
    <w:rsid w:val="000673B6"/>
    <w:rsid w:val="0006784B"/>
    <w:rsid w:val="0006792F"/>
    <w:rsid w:val="00067A9D"/>
    <w:rsid w:val="00067F08"/>
    <w:rsid w:val="00070153"/>
    <w:rsid w:val="00070787"/>
    <w:rsid w:val="00070C8D"/>
    <w:rsid w:val="00070CBC"/>
    <w:rsid w:val="00071539"/>
    <w:rsid w:val="00071652"/>
    <w:rsid w:val="00071685"/>
    <w:rsid w:val="00071842"/>
    <w:rsid w:val="00071B06"/>
    <w:rsid w:val="00071D5D"/>
    <w:rsid w:val="00072161"/>
    <w:rsid w:val="00072245"/>
    <w:rsid w:val="000725B8"/>
    <w:rsid w:val="00072789"/>
    <w:rsid w:val="00072B0B"/>
    <w:rsid w:val="00072B77"/>
    <w:rsid w:val="00072D02"/>
    <w:rsid w:val="00072DA9"/>
    <w:rsid w:val="00072FC2"/>
    <w:rsid w:val="0007358F"/>
    <w:rsid w:val="0007371F"/>
    <w:rsid w:val="00073BE9"/>
    <w:rsid w:val="00073CE3"/>
    <w:rsid w:val="00073E5C"/>
    <w:rsid w:val="00073FFF"/>
    <w:rsid w:val="00074059"/>
    <w:rsid w:val="000740EA"/>
    <w:rsid w:val="00074633"/>
    <w:rsid w:val="00074971"/>
    <w:rsid w:val="00074B8A"/>
    <w:rsid w:val="00075510"/>
    <w:rsid w:val="00075546"/>
    <w:rsid w:val="00075564"/>
    <w:rsid w:val="00075FA8"/>
    <w:rsid w:val="00076249"/>
    <w:rsid w:val="0007634F"/>
    <w:rsid w:val="00076524"/>
    <w:rsid w:val="000769CB"/>
    <w:rsid w:val="00076B56"/>
    <w:rsid w:val="00076D85"/>
    <w:rsid w:val="0007711C"/>
    <w:rsid w:val="0007712A"/>
    <w:rsid w:val="0007713D"/>
    <w:rsid w:val="00077146"/>
    <w:rsid w:val="000772E7"/>
    <w:rsid w:val="000775C9"/>
    <w:rsid w:val="000777C7"/>
    <w:rsid w:val="000779ED"/>
    <w:rsid w:val="00080147"/>
    <w:rsid w:val="0008027E"/>
    <w:rsid w:val="000803DD"/>
    <w:rsid w:val="00080522"/>
    <w:rsid w:val="000808FF"/>
    <w:rsid w:val="00080A86"/>
    <w:rsid w:val="000811BB"/>
    <w:rsid w:val="00081401"/>
    <w:rsid w:val="00081822"/>
    <w:rsid w:val="00081A31"/>
    <w:rsid w:val="00081A9B"/>
    <w:rsid w:val="00081B43"/>
    <w:rsid w:val="00082A0D"/>
    <w:rsid w:val="00082A65"/>
    <w:rsid w:val="00082C57"/>
    <w:rsid w:val="0008303A"/>
    <w:rsid w:val="000834B3"/>
    <w:rsid w:val="00083697"/>
    <w:rsid w:val="00083F06"/>
    <w:rsid w:val="0008420B"/>
    <w:rsid w:val="00084627"/>
    <w:rsid w:val="00084E3B"/>
    <w:rsid w:val="00085048"/>
    <w:rsid w:val="000851B1"/>
    <w:rsid w:val="00085200"/>
    <w:rsid w:val="0008538E"/>
    <w:rsid w:val="000854DC"/>
    <w:rsid w:val="0008574D"/>
    <w:rsid w:val="000857B5"/>
    <w:rsid w:val="00085EA8"/>
    <w:rsid w:val="000860B6"/>
    <w:rsid w:val="00086799"/>
    <w:rsid w:val="00087C0B"/>
    <w:rsid w:val="00087ECD"/>
    <w:rsid w:val="00087F90"/>
    <w:rsid w:val="000900BF"/>
    <w:rsid w:val="00090102"/>
    <w:rsid w:val="0009055C"/>
    <w:rsid w:val="000909D4"/>
    <w:rsid w:val="00090D16"/>
    <w:rsid w:val="00091297"/>
    <w:rsid w:val="000914C9"/>
    <w:rsid w:val="00091AB6"/>
    <w:rsid w:val="00091D26"/>
    <w:rsid w:val="00091F23"/>
    <w:rsid w:val="00091F9C"/>
    <w:rsid w:val="000926BF"/>
    <w:rsid w:val="00092D3B"/>
    <w:rsid w:val="00092D6B"/>
    <w:rsid w:val="00092DB5"/>
    <w:rsid w:val="00092E11"/>
    <w:rsid w:val="00092FB3"/>
    <w:rsid w:val="00093227"/>
    <w:rsid w:val="0009338B"/>
    <w:rsid w:val="000935A9"/>
    <w:rsid w:val="000937F0"/>
    <w:rsid w:val="0009383D"/>
    <w:rsid w:val="000944D1"/>
    <w:rsid w:val="00094960"/>
    <w:rsid w:val="00094D3F"/>
    <w:rsid w:val="0009541F"/>
    <w:rsid w:val="0009550C"/>
    <w:rsid w:val="000956AE"/>
    <w:rsid w:val="00095B3C"/>
    <w:rsid w:val="00095EB3"/>
    <w:rsid w:val="00095FAD"/>
    <w:rsid w:val="00096604"/>
    <w:rsid w:val="00096817"/>
    <w:rsid w:val="0009691C"/>
    <w:rsid w:val="00096938"/>
    <w:rsid w:val="00096AE8"/>
    <w:rsid w:val="00096E72"/>
    <w:rsid w:val="0009708B"/>
    <w:rsid w:val="00097511"/>
    <w:rsid w:val="00097986"/>
    <w:rsid w:val="00097D22"/>
    <w:rsid w:val="000A0688"/>
    <w:rsid w:val="000A06A8"/>
    <w:rsid w:val="000A07DA"/>
    <w:rsid w:val="000A09D2"/>
    <w:rsid w:val="000A0BAE"/>
    <w:rsid w:val="000A0C40"/>
    <w:rsid w:val="000A0EA7"/>
    <w:rsid w:val="000A0EFB"/>
    <w:rsid w:val="000A0F15"/>
    <w:rsid w:val="000A122A"/>
    <w:rsid w:val="000A14DD"/>
    <w:rsid w:val="000A1BED"/>
    <w:rsid w:val="000A1CB4"/>
    <w:rsid w:val="000A2239"/>
    <w:rsid w:val="000A235C"/>
    <w:rsid w:val="000A2431"/>
    <w:rsid w:val="000A24A1"/>
    <w:rsid w:val="000A26CB"/>
    <w:rsid w:val="000A2D0A"/>
    <w:rsid w:val="000A2DFD"/>
    <w:rsid w:val="000A3216"/>
    <w:rsid w:val="000A378D"/>
    <w:rsid w:val="000A392C"/>
    <w:rsid w:val="000A3F2B"/>
    <w:rsid w:val="000A3FD8"/>
    <w:rsid w:val="000A4321"/>
    <w:rsid w:val="000A4332"/>
    <w:rsid w:val="000A4387"/>
    <w:rsid w:val="000A43AF"/>
    <w:rsid w:val="000A43C5"/>
    <w:rsid w:val="000A44D2"/>
    <w:rsid w:val="000A45AE"/>
    <w:rsid w:val="000A476F"/>
    <w:rsid w:val="000A4D83"/>
    <w:rsid w:val="000A532B"/>
    <w:rsid w:val="000A53B1"/>
    <w:rsid w:val="000A5613"/>
    <w:rsid w:val="000A582E"/>
    <w:rsid w:val="000A59FC"/>
    <w:rsid w:val="000A5BA4"/>
    <w:rsid w:val="000A5DF1"/>
    <w:rsid w:val="000A619F"/>
    <w:rsid w:val="000A642B"/>
    <w:rsid w:val="000A6523"/>
    <w:rsid w:val="000A669E"/>
    <w:rsid w:val="000A672A"/>
    <w:rsid w:val="000A6879"/>
    <w:rsid w:val="000A6AE1"/>
    <w:rsid w:val="000A6D68"/>
    <w:rsid w:val="000A6ECD"/>
    <w:rsid w:val="000A758A"/>
    <w:rsid w:val="000A7AF5"/>
    <w:rsid w:val="000A7C03"/>
    <w:rsid w:val="000A7EA1"/>
    <w:rsid w:val="000B00FC"/>
    <w:rsid w:val="000B02FD"/>
    <w:rsid w:val="000B04CE"/>
    <w:rsid w:val="000B0535"/>
    <w:rsid w:val="000B0631"/>
    <w:rsid w:val="000B06A1"/>
    <w:rsid w:val="000B08F5"/>
    <w:rsid w:val="000B0AE3"/>
    <w:rsid w:val="000B0EC4"/>
    <w:rsid w:val="000B15CE"/>
    <w:rsid w:val="000B17E1"/>
    <w:rsid w:val="000B1E88"/>
    <w:rsid w:val="000B211E"/>
    <w:rsid w:val="000B21A0"/>
    <w:rsid w:val="000B21DD"/>
    <w:rsid w:val="000B23D5"/>
    <w:rsid w:val="000B296B"/>
    <w:rsid w:val="000B2A61"/>
    <w:rsid w:val="000B2AE1"/>
    <w:rsid w:val="000B2B03"/>
    <w:rsid w:val="000B2B46"/>
    <w:rsid w:val="000B2FEF"/>
    <w:rsid w:val="000B31A8"/>
    <w:rsid w:val="000B356B"/>
    <w:rsid w:val="000B3785"/>
    <w:rsid w:val="000B3D3D"/>
    <w:rsid w:val="000B3EED"/>
    <w:rsid w:val="000B3F46"/>
    <w:rsid w:val="000B4199"/>
    <w:rsid w:val="000B44A8"/>
    <w:rsid w:val="000B4703"/>
    <w:rsid w:val="000B48EB"/>
    <w:rsid w:val="000B4C42"/>
    <w:rsid w:val="000B4C5A"/>
    <w:rsid w:val="000B5403"/>
    <w:rsid w:val="000B5595"/>
    <w:rsid w:val="000B5801"/>
    <w:rsid w:val="000B5AC0"/>
    <w:rsid w:val="000B5DAE"/>
    <w:rsid w:val="000B619B"/>
    <w:rsid w:val="000B63FB"/>
    <w:rsid w:val="000B67A8"/>
    <w:rsid w:val="000B68A3"/>
    <w:rsid w:val="000B6D2A"/>
    <w:rsid w:val="000B7561"/>
    <w:rsid w:val="000B768A"/>
    <w:rsid w:val="000B76C9"/>
    <w:rsid w:val="000B77F4"/>
    <w:rsid w:val="000B7BAE"/>
    <w:rsid w:val="000B7D10"/>
    <w:rsid w:val="000B7E4E"/>
    <w:rsid w:val="000B7FAD"/>
    <w:rsid w:val="000C061E"/>
    <w:rsid w:val="000C0724"/>
    <w:rsid w:val="000C093C"/>
    <w:rsid w:val="000C097C"/>
    <w:rsid w:val="000C0D2E"/>
    <w:rsid w:val="000C131E"/>
    <w:rsid w:val="000C15DD"/>
    <w:rsid w:val="000C1829"/>
    <w:rsid w:val="000C1C67"/>
    <w:rsid w:val="000C1CE2"/>
    <w:rsid w:val="000C1DE1"/>
    <w:rsid w:val="000C2837"/>
    <w:rsid w:val="000C2C81"/>
    <w:rsid w:val="000C3163"/>
    <w:rsid w:val="000C368A"/>
    <w:rsid w:val="000C368D"/>
    <w:rsid w:val="000C38BB"/>
    <w:rsid w:val="000C3B70"/>
    <w:rsid w:val="000C4353"/>
    <w:rsid w:val="000C45A7"/>
    <w:rsid w:val="000C45CE"/>
    <w:rsid w:val="000C4721"/>
    <w:rsid w:val="000C4848"/>
    <w:rsid w:val="000C4BFE"/>
    <w:rsid w:val="000C517B"/>
    <w:rsid w:val="000C52D9"/>
    <w:rsid w:val="000C5303"/>
    <w:rsid w:val="000C5441"/>
    <w:rsid w:val="000C5A09"/>
    <w:rsid w:val="000C5A33"/>
    <w:rsid w:val="000C5CA8"/>
    <w:rsid w:val="000C5F8B"/>
    <w:rsid w:val="000C6018"/>
    <w:rsid w:val="000C62BB"/>
    <w:rsid w:val="000C648D"/>
    <w:rsid w:val="000C690D"/>
    <w:rsid w:val="000C693E"/>
    <w:rsid w:val="000C789C"/>
    <w:rsid w:val="000C7C47"/>
    <w:rsid w:val="000D0E1A"/>
    <w:rsid w:val="000D12EF"/>
    <w:rsid w:val="000D1566"/>
    <w:rsid w:val="000D1795"/>
    <w:rsid w:val="000D1915"/>
    <w:rsid w:val="000D1A52"/>
    <w:rsid w:val="000D1ABD"/>
    <w:rsid w:val="000D1B10"/>
    <w:rsid w:val="000D1DA1"/>
    <w:rsid w:val="000D21F2"/>
    <w:rsid w:val="000D223E"/>
    <w:rsid w:val="000D2267"/>
    <w:rsid w:val="000D2368"/>
    <w:rsid w:val="000D23F7"/>
    <w:rsid w:val="000D2462"/>
    <w:rsid w:val="000D2581"/>
    <w:rsid w:val="000D26AE"/>
    <w:rsid w:val="000D2A9B"/>
    <w:rsid w:val="000D2B4D"/>
    <w:rsid w:val="000D3251"/>
    <w:rsid w:val="000D366A"/>
    <w:rsid w:val="000D3BF5"/>
    <w:rsid w:val="000D4020"/>
    <w:rsid w:val="000D4128"/>
    <w:rsid w:val="000D448F"/>
    <w:rsid w:val="000D45E7"/>
    <w:rsid w:val="000D460A"/>
    <w:rsid w:val="000D4761"/>
    <w:rsid w:val="000D4814"/>
    <w:rsid w:val="000D4A3B"/>
    <w:rsid w:val="000D4A3F"/>
    <w:rsid w:val="000D4A54"/>
    <w:rsid w:val="000D4B26"/>
    <w:rsid w:val="000D4CB4"/>
    <w:rsid w:val="000D541C"/>
    <w:rsid w:val="000D5886"/>
    <w:rsid w:val="000D58D7"/>
    <w:rsid w:val="000D5A46"/>
    <w:rsid w:val="000D5A55"/>
    <w:rsid w:val="000D5C8B"/>
    <w:rsid w:val="000D5FAF"/>
    <w:rsid w:val="000D6294"/>
    <w:rsid w:val="000D6491"/>
    <w:rsid w:val="000D66C2"/>
    <w:rsid w:val="000D695A"/>
    <w:rsid w:val="000D6C12"/>
    <w:rsid w:val="000D6F29"/>
    <w:rsid w:val="000D732E"/>
    <w:rsid w:val="000D73E8"/>
    <w:rsid w:val="000D7742"/>
    <w:rsid w:val="000D7A8A"/>
    <w:rsid w:val="000D7C98"/>
    <w:rsid w:val="000E0492"/>
    <w:rsid w:val="000E0906"/>
    <w:rsid w:val="000E1440"/>
    <w:rsid w:val="000E16D9"/>
    <w:rsid w:val="000E16F8"/>
    <w:rsid w:val="000E19EC"/>
    <w:rsid w:val="000E1AC6"/>
    <w:rsid w:val="000E1CAA"/>
    <w:rsid w:val="000E23A1"/>
    <w:rsid w:val="000E27B4"/>
    <w:rsid w:val="000E28FE"/>
    <w:rsid w:val="000E290A"/>
    <w:rsid w:val="000E2963"/>
    <w:rsid w:val="000E2D01"/>
    <w:rsid w:val="000E2DE3"/>
    <w:rsid w:val="000E2F60"/>
    <w:rsid w:val="000E30D1"/>
    <w:rsid w:val="000E3139"/>
    <w:rsid w:val="000E31E2"/>
    <w:rsid w:val="000E33E8"/>
    <w:rsid w:val="000E34AA"/>
    <w:rsid w:val="000E3691"/>
    <w:rsid w:val="000E394D"/>
    <w:rsid w:val="000E39FC"/>
    <w:rsid w:val="000E3CB7"/>
    <w:rsid w:val="000E420D"/>
    <w:rsid w:val="000E438B"/>
    <w:rsid w:val="000E4471"/>
    <w:rsid w:val="000E4599"/>
    <w:rsid w:val="000E45DF"/>
    <w:rsid w:val="000E4DD6"/>
    <w:rsid w:val="000E4DE1"/>
    <w:rsid w:val="000E5175"/>
    <w:rsid w:val="000E52A5"/>
    <w:rsid w:val="000E543D"/>
    <w:rsid w:val="000E552D"/>
    <w:rsid w:val="000E57F0"/>
    <w:rsid w:val="000E5B21"/>
    <w:rsid w:val="000E618E"/>
    <w:rsid w:val="000E62BA"/>
    <w:rsid w:val="000E65F8"/>
    <w:rsid w:val="000E669C"/>
    <w:rsid w:val="000E66DF"/>
    <w:rsid w:val="000E67E1"/>
    <w:rsid w:val="000E6823"/>
    <w:rsid w:val="000E690C"/>
    <w:rsid w:val="000E6BB1"/>
    <w:rsid w:val="000E6DAB"/>
    <w:rsid w:val="000E705C"/>
    <w:rsid w:val="000E71E1"/>
    <w:rsid w:val="000E7310"/>
    <w:rsid w:val="000E769A"/>
    <w:rsid w:val="000E7934"/>
    <w:rsid w:val="000E7CD8"/>
    <w:rsid w:val="000E7D42"/>
    <w:rsid w:val="000E7DCB"/>
    <w:rsid w:val="000F0099"/>
    <w:rsid w:val="000F0879"/>
    <w:rsid w:val="000F0957"/>
    <w:rsid w:val="000F0A45"/>
    <w:rsid w:val="000F0F5A"/>
    <w:rsid w:val="000F0FF4"/>
    <w:rsid w:val="000F10CA"/>
    <w:rsid w:val="000F11B2"/>
    <w:rsid w:val="000F12AC"/>
    <w:rsid w:val="000F13D9"/>
    <w:rsid w:val="000F16DC"/>
    <w:rsid w:val="000F17BE"/>
    <w:rsid w:val="000F1D4B"/>
    <w:rsid w:val="000F1DB4"/>
    <w:rsid w:val="000F2023"/>
    <w:rsid w:val="000F2794"/>
    <w:rsid w:val="000F2B90"/>
    <w:rsid w:val="000F2BB0"/>
    <w:rsid w:val="000F3731"/>
    <w:rsid w:val="000F3D81"/>
    <w:rsid w:val="000F40C7"/>
    <w:rsid w:val="000F458E"/>
    <w:rsid w:val="000F4926"/>
    <w:rsid w:val="000F50EC"/>
    <w:rsid w:val="000F5173"/>
    <w:rsid w:val="000F51EC"/>
    <w:rsid w:val="000F5231"/>
    <w:rsid w:val="000F528D"/>
    <w:rsid w:val="000F5711"/>
    <w:rsid w:val="000F5AC8"/>
    <w:rsid w:val="000F606E"/>
    <w:rsid w:val="000F6550"/>
    <w:rsid w:val="000F6672"/>
    <w:rsid w:val="000F6CB1"/>
    <w:rsid w:val="000F6D2F"/>
    <w:rsid w:val="000F6DC4"/>
    <w:rsid w:val="000F6E5F"/>
    <w:rsid w:val="000F7A9C"/>
    <w:rsid w:val="0010002A"/>
    <w:rsid w:val="0010136D"/>
    <w:rsid w:val="00101687"/>
    <w:rsid w:val="001016E6"/>
    <w:rsid w:val="00101A8F"/>
    <w:rsid w:val="00101DF4"/>
    <w:rsid w:val="001020D1"/>
    <w:rsid w:val="00102289"/>
    <w:rsid w:val="001027E4"/>
    <w:rsid w:val="00102C92"/>
    <w:rsid w:val="00102E5A"/>
    <w:rsid w:val="00103193"/>
    <w:rsid w:val="001032CF"/>
    <w:rsid w:val="00103893"/>
    <w:rsid w:val="00103AC7"/>
    <w:rsid w:val="001040EE"/>
    <w:rsid w:val="001041EA"/>
    <w:rsid w:val="001043A8"/>
    <w:rsid w:val="00104830"/>
    <w:rsid w:val="00104876"/>
    <w:rsid w:val="00105185"/>
    <w:rsid w:val="001060A8"/>
    <w:rsid w:val="0010640C"/>
    <w:rsid w:val="0010668B"/>
    <w:rsid w:val="0010682F"/>
    <w:rsid w:val="00106C7C"/>
    <w:rsid w:val="00106F58"/>
    <w:rsid w:val="0010714F"/>
    <w:rsid w:val="001075B4"/>
    <w:rsid w:val="001076C1"/>
    <w:rsid w:val="00107860"/>
    <w:rsid w:val="001100DD"/>
    <w:rsid w:val="0011099C"/>
    <w:rsid w:val="00110E12"/>
    <w:rsid w:val="001114E4"/>
    <w:rsid w:val="00111ABF"/>
    <w:rsid w:val="00111B48"/>
    <w:rsid w:val="00111EA6"/>
    <w:rsid w:val="001121B8"/>
    <w:rsid w:val="0011240A"/>
    <w:rsid w:val="00112523"/>
    <w:rsid w:val="0011260A"/>
    <w:rsid w:val="0011282D"/>
    <w:rsid w:val="00112B53"/>
    <w:rsid w:val="00112CA2"/>
    <w:rsid w:val="00112EB8"/>
    <w:rsid w:val="001131DA"/>
    <w:rsid w:val="0011343A"/>
    <w:rsid w:val="001139B1"/>
    <w:rsid w:val="001139FB"/>
    <w:rsid w:val="00113D0D"/>
    <w:rsid w:val="00113EBF"/>
    <w:rsid w:val="0011411E"/>
    <w:rsid w:val="00114194"/>
    <w:rsid w:val="001147DE"/>
    <w:rsid w:val="001148A8"/>
    <w:rsid w:val="00114F1E"/>
    <w:rsid w:val="00115044"/>
    <w:rsid w:val="001151F2"/>
    <w:rsid w:val="001157DC"/>
    <w:rsid w:val="00115B1E"/>
    <w:rsid w:val="00115BB0"/>
    <w:rsid w:val="00115DE7"/>
    <w:rsid w:val="001162E0"/>
    <w:rsid w:val="0011653C"/>
    <w:rsid w:val="001166FC"/>
    <w:rsid w:val="001167F5"/>
    <w:rsid w:val="00116D01"/>
    <w:rsid w:val="00116FB0"/>
    <w:rsid w:val="001170BE"/>
    <w:rsid w:val="001175BB"/>
    <w:rsid w:val="001175C3"/>
    <w:rsid w:val="001177C7"/>
    <w:rsid w:val="001179F7"/>
    <w:rsid w:val="00117C62"/>
    <w:rsid w:val="00120036"/>
    <w:rsid w:val="00120098"/>
    <w:rsid w:val="00120245"/>
    <w:rsid w:val="00120470"/>
    <w:rsid w:val="0012077A"/>
    <w:rsid w:val="00120CDB"/>
    <w:rsid w:val="00121164"/>
    <w:rsid w:val="001215DC"/>
    <w:rsid w:val="00121653"/>
    <w:rsid w:val="00121722"/>
    <w:rsid w:val="0012172E"/>
    <w:rsid w:val="0012188D"/>
    <w:rsid w:val="00121BD5"/>
    <w:rsid w:val="00121DB1"/>
    <w:rsid w:val="00121E7E"/>
    <w:rsid w:val="001220F7"/>
    <w:rsid w:val="0012211F"/>
    <w:rsid w:val="0012213E"/>
    <w:rsid w:val="00122AF9"/>
    <w:rsid w:val="00122F00"/>
    <w:rsid w:val="0012305C"/>
    <w:rsid w:val="0012328D"/>
    <w:rsid w:val="00123C84"/>
    <w:rsid w:val="00123DCD"/>
    <w:rsid w:val="00123E2F"/>
    <w:rsid w:val="00123F1E"/>
    <w:rsid w:val="00123FE9"/>
    <w:rsid w:val="0012433B"/>
    <w:rsid w:val="00124CEF"/>
    <w:rsid w:val="00125007"/>
    <w:rsid w:val="00125017"/>
    <w:rsid w:val="001252F4"/>
    <w:rsid w:val="0012553C"/>
    <w:rsid w:val="00125622"/>
    <w:rsid w:val="00125782"/>
    <w:rsid w:val="00125C59"/>
    <w:rsid w:val="001263DF"/>
    <w:rsid w:val="00126737"/>
    <w:rsid w:val="00126853"/>
    <w:rsid w:val="00126954"/>
    <w:rsid w:val="00126D32"/>
    <w:rsid w:val="00126F0B"/>
    <w:rsid w:val="00126F47"/>
    <w:rsid w:val="001279F1"/>
    <w:rsid w:val="00127C82"/>
    <w:rsid w:val="00127E5D"/>
    <w:rsid w:val="001301B3"/>
    <w:rsid w:val="00130475"/>
    <w:rsid w:val="00130645"/>
    <w:rsid w:val="00130A26"/>
    <w:rsid w:val="00130B7C"/>
    <w:rsid w:val="00130E2E"/>
    <w:rsid w:val="00131688"/>
    <w:rsid w:val="00131898"/>
    <w:rsid w:val="00131D23"/>
    <w:rsid w:val="00131E8B"/>
    <w:rsid w:val="00131EB2"/>
    <w:rsid w:val="00131F1C"/>
    <w:rsid w:val="0013243C"/>
    <w:rsid w:val="001324F8"/>
    <w:rsid w:val="001326CC"/>
    <w:rsid w:val="00132704"/>
    <w:rsid w:val="0013271F"/>
    <w:rsid w:val="00132D17"/>
    <w:rsid w:val="0013301B"/>
    <w:rsid w:val="00133081"/>
    <w:rsid w:val="00133234"/>
    <w:rsid w:val="0013341F"/>
    <w:rsid w:val="00133526"/>
    <w:rsid w:val="00133778"/>
    <w:rsid w:val="00133B16"/>
    <w:rsid w:val="00133DEA"/>
    <w:rsid w:val="001340E3"/>
    <w:rsid w:val="0013449C"/>
    <w:rsid w:val="00134870"/>
    <w:rsid w:val="00134896"/>
    <w:rsid w:val="00134E30"/>
    <w:rsid w:val="00134E7A"/>
    <w:rsid w:val="001352C5"/>
    <w:rsid w:val="0013532A"/>
    <w:rsid w:val="0013576B"/>
    <w:rsid w:val="0013589B"/>
    <w:rsid w:val="00135A99"/>
    <w:rsid w:val="00135FAF"/>
    <w:rsid w:val="00136009"/>
    <w:rsid w:val="001364A4"/>
    <w:rsid w:val="001365DC"/>
    <w:rsid w:val="0013664E"/>
    <w:rsid w:val="00136D59"/>
    <w:rsid w:val="00137134"/>
    <w:rsid w:val="00137164"/>
    <w:rsid w:val="00137406"/>
    <w:rsid w:val="00137E86"/>
    <w:rsid w:val="00140279"/>
    <w:rsid w:val="00140749"/>
    <w:rsid w:val="00140791"/>
    <w:rsid w:val="00140D6B"/>
    <w:rsid w:val="00141187"/>
    <w:rsid w:val="001412E4"/>
    <w:rsid w:val="00141663"/>
    <w:rsid w:val="00141757"/>
    <w:rsid w:val="001417D3"/>
    <w:rsid w:val="0014184C"/>
    <w:rsid w:val="0014191E"/>
    <w:rsid w:val="00141C75"/>
    <w:rsid w:val="001420AB"/>
    <w:rsid w:val="001423C4"/>
    <w:rsid w:val="00142424"/>
    <w:rsid w:val="00142448"/>
    <w:rsid w:val="001424B2"/>
    <w:rsid w:val="001426DE"/>
    <w:rsid w:val="00142751"/>
    <w:rsid w:val="00142844"/>
    <w:rsid w:val="00142E1E"/>
    <w:rsid w:val="00143513"/>
    <w:rsid w:val="0014361A"/>
    <w:rsid w:val="00143813"/>
    <w:rsid w:val="0014382A"/>
    <w:rsid w:val="001438FF"/>
    <w:rsid w:val="00143948"/>
    <w:rsid w:val="00143B12"/>
    <w:rsid w:val="00143B9C"/>
    <w:rsid w:val="00143F66"/>
    <w:rsid w:val="0014401A"/>
    <w:rsid w:val="00144060"/>
    <w:rsid w:val="0014413E"/>
    <w:rsid w:val="001442E1"/>
    <w:rsid w:val="001448A1"/>
    <w:rsid w:val="00144A6C"/>
    <w:rsid w:val="00144BB0"/>
    <w:rsid w:val="00144BDC"/>
    <w:rsid w:val="00144D46"/>
    <w:rsid w:val="00144FAB"/>
    <w:rsid w:val="00145292"/>
    <w:rsid w:val="0014567C"/>
    <w:rsid w:val="00145A95"/>
    <w:rsid w:val="00145B80"/>
    <w:rsid w:val="00145E04"/>
    <w:rsid w:val="00145EC1"/>
    <w:rsid w:val="001462AD"/>
    <w:rsid w:val="00146D80"/>
    <w:rsid w:val="00146EF3"/>
    <w:rsid w:val="0014723F"/>
    <w:rsid w:val="001476C4"/>
    <w:rsid w:val="00147796"/>
    <w:rsid w:val="0014784A"/>
    <w:rsid w:val="001479D3"/>
    <w:rsid w:val="00147F76"/>
    <w:rsid w:val="00147F7F"/>
    <w:rsid w:val="00150562"/>
    <w:rsid w:val="00150BD6"/>
    <w:rsid w:val="00150E04"/>
    <w:rsid w:val="00150EBE"/>
    <w:rsid w:val="00151149"/>
    <w:rsid w:val="001518CC"/>
    <w:rsid w:val="0015209A"/>
    <w:rsid w:val="0015215A"/>
    <w:rsid w:val="001522C0"/>
    <w:rsid w:val="00152671"/>
    <w:rsid w:val="00152BBE"/>
    <w:rsid w:val="00152F18"/>
    <w:rsid w:val="00153231"/>
    <w:rsid w:val="00153242"/>
    <w:rsid w:val="00153359"/>
    <w:rsid w:val="00153913"/>
    <w:rsid w:val="00153BD3"/>
    <w:rsid w:val="00153CE6"/>
    <w:rsid w:val="00153D06"/>
    <w:rsid w:val="00153DF3"/>
    <w:rsid w:val="00153E60"/>
    <w:rsid w:val="00153EC1"/>
    <w:rsid w:val="00153FB8"/>
    <w:rsid w:val="001541BB"/>
    <w:rsid w:val="00154203"/>
    <w:rsid w:val="00154680"/>
    <w:rsid w:val="00154777"/>
    <w:rsid w:val="001547C1"/>
    <w:rsid w:val="001547F5"/>
    <w:rsid w:val="00154C79"/>
    <w:rsid w:val="00155518"/>
    <w:rsid w:val="00155774"/>
    <w:rsid w:val="001557CF"/>
    <w:rsid w:val="00155D68"/>
    <w:rsid w:val="00155DB7"/>
    <w:rsid w:val="00156A69"/>
    <w:rsid w:val="00156C35"/>
    <w:rsid w:val="00156D34"/>
    <w:rsid w:val="00156E74"/>
    <w:rsid w:val="001574CE"/>
    <w:rsid w:val="001575F3"/>
    <w:rsid w:val="0015771A"/>
    <w:rsid w:val="00157A34"/>
    <w:rsid w:val="00157AE2"/>
    <w:rsid w:val="001605F3"/>
    <w:rsid w:val="00160C79"/>
    <w:rsid w:val="00160F9A"/>
    <w:rsid w:val="001614A0"/>
    <w:rsid w:val="001614A5"/>
    <w:rsid w:val="001614D0"/>
    <w:rsid w:val="0016153A"/>
    <w:rsid w:val="001618CD"/>
    <w:rsid w:val="0016191F"/>
    <w:rsid w:val="00161980"/>
    <w:rsid w:val="00161DF0"/>
    <w:rsid w:val="00161E72"/>
    <w:rsid w:val="00161EB9"/>
    <w:rsid w:val="0016206C"/>
    <w:rsid w:val="0016225B"/>
    <w:rsid w:val="00162262"/>
    <w:rsid w:val="0016229A"/>
    <w:rsid w:val="00162341"/>
    <w:rsid w:val="00162648"/>
    <w:rsid w:val="0016276A"/>
    <w:rsid w:val="00162801"/>
    <w:rsid w:val="0016281C"/>
    <w:rsid w:val="00162B12"/>
    <w:rsid w:val="00162E7D"/>
    <w:rsid w:val="00163030"/>
    <w:rsid w:val="001632AD"/>
    <w:rsid w:val="0016349F"/>
    <w:rsid w:val="001634C5"/>
    <w:rsid w:val="0016387D"/>
    <w:rsid w:val="00163D16"/>
    <w:rsid w:val="00164297"/>
    <w:rsid w:val="001644D4"/>
    <w:rsid w:val="00164540"/>
    <w:rsid w:val="00164DBC"/>
    <w:rsid w:val="00164FAC"/>
    <w:rsid w:val="001651E5"/>
    <w:rsid w:val="001653E7"/>
    <w:rsid w:val="00165AF0"/>
    <w:rsid w:val="00165C83"/>
    <w:rsid w:val="00165D08"/>
    <w:rsid w:val="00165F87"/>
    <w:rsid w:val="0016611A"/>
    <w:rsid w:val="00166165"/>
    <w:rsid w:val="001668AC"/>
    <w:rsid w:val="00166B81"/>
    <w:rsid w:val="00167146"/>
    <w:rsid w:val="00167258"/>
    <w:rsid w:val="001675C8"/>
    <w:rsid w:val="0016798D"/>
    <w:rsid w:val="00167F78"/>
    <w:rsid w:val="00167FDB"/>
    <w:rsid w:val="00170061"/>
    <w:rsid w:val="0017033C"/>
    <w:rsid w:val="001705EE"/>
    <w:rsid w:val="0017060B"/>
    <w:rsid w:val="00170618"/>
    <w:rsid w:val="001707E4"/>
    <w:rsid w:val="001707FA"/>
    <w:rsid w:val="0017085D"/>
    <w:rsid w:val="001708A4"/>
    <w:rsid w:val="00171215"/>
    <w:rsid w:val="001712D7"/>
    <w:rsid w:val="00171392"/>
    <w:rsid w:val="001714D8"/>
    <w:rsid w:val="001715A9"/>
    <w:rsid w:val="00171608"/>
    <w:rsid w:val="00171A2F"/>
    <w:rsid w:val="00171AB7"/>
    <w:rsid w:val="00171C9C"/>
    <w:rsid w:val="00171FCD"/>
    <w:rsid w:val="001723B6"/>
    <w:rsid w:val="00172424"/>
    <w:rsid w:val="001728AD"/>
    <w:rsid w:val="00172CB1"/>
    <w:rsid w:val="00172D11"/>
    <w:rsid w:val="00172FE8"/>
    <w:rsid w:val="001732FC"/>
    <w:rsid w:val="001734AB"/>
    <w:rsid w:val="00173728"/>
    <w:rsid w:val="0017380A"/>
    <w:rsid w:val="001738E6"/>
    <w:rsid w:val="00173C07"/>
    <w:rsid w:val="0017406D"/>
    <w:rsid w:val="001740A5"/>
    <w:rsid w:val="00174133"/>
    <w:rsid w:val="001743CC"/>
    <w:rsid w:val="0017455E"/>
    <w:rsid w:val="0017457F"/>
    <w:rsid w:val="001747C1"/>
    <w:rsid w:val="00174B86"/>
    <w:rsid w:val="00175272"/>
    <w:rsid w:val="001753CF"/>
    <w:rsid w:val="0017556F"/>
    <w:rsid w:val="00175BDA"/>
    <w:rsid w:val="00175DCF"/>
    <w:rsid w:val="00176C08"/>
    <w:rsid w:val="00176DFB"/>
    <w:rsid w:val="00176FC2"/>
    <w:rsid w:val="00176FF1"/>
    <w:rsid w:val="0017713B"/>
    <w:rsid w:val="0017719D"/>
    <w:rsid w:val="00177245"/>
    <w:rsid w:val="00177261"/>
    <w:rsid w:val="00177536"/>
    <w:rsid w:val="00177680"/>
    <w:rsid w:val="00177913"/>
    <w:rsid w:val="00177B0C"/>
    <w:rsid w:val="00177E2E"/>
    <w:rsid w:val="00177E9F"/>
    <w:rsid w:val="00177F7B"/>
    <w:rsid w:val="00177F93"/>
    <w:rsid w:val="001800BF"/>
    <w:rsid w:val="001800CD"/>
    <w:rsid w:val="0018058C"/>
    <w:rsid w:val="0018079C"/>
    <w:rsid w:val="0018107F"/>
    <w:rsid w:val="001810B4"/>
    <w:rsid w:val="00181BE4"/>
    <w:rsid w:val="00181C8A"/>
    <w:rsid w:val="00181E7D"/>
    <w:rsid w:val="00181E99"/>
    <w:rsid w:val="0018215C"/>
    <w:rsid w:val="00182235"/>
    <w:rsid w:val="0018291C"/>
    <w:rsid w:val="00182EAE"/>
    <w:rsid w:val="00183324"/>
    <w:rsid w:val="0018338B"/>
    <w:rsid w:val="00183616"/>
    <w:rsid w:val="00183A03"/>
    <w:rsid w:val="00183E9C"/>
    <w:rsid w:val="001840DB"/>
    <w:rsid w:val="001845C9"/>
    <w:rsid w:val="00184AE0"/>
    <w:rsid w:val="00184FC7"/>
    <w:rsid w:val="00185009"/>
    <w:rsid w:val="001852BF"/>
    <w:rsid w:val="001854A3"/>
    <w:rsid w:val="001854F6"/>
    <w:rsid w:val="00185B26"/>
    <w:rsid w:val="00185B6C"/>
    <w:rsid w:val="00185CDA"/>
    <w:rsid w:val="00185D6E"/>
    <w:rsid w:val="00185E9F"/>
    <w:rsid w:val="00185F84"/>
    <w:rsid w:val="001861FF"/>
    <w:rsid w:val="0018628D"/>
    <w:rsid w:val="00186325"/>
    <w:rsid w:val="00186348"/>
    <w:rsid w:val="00186829"/>
    <w:rsid w:val="00186B97"/>
    <w:rsid w:val="00186E47"/>
    <w:rsid w:val="0018756A"/>
    <w:rsid w:val="0018779D"/>
    <w:rsid w:val="001879B7"/>
    <w:rsid w:val="00187B91"/>
    <w:rsid w:val="00187C82"/>
    <w:rsid w:val="00187D1C"/>
    <w:rsid w:val="001903EB"/>
    <w:rsid w:val="00190402"/>
    <w:rsid w:val="001906B5"/>
    <w:rsid w:val="001907AC"/>
    <w:rsid w:val="00190C2D"/>
    <w:rsid w:val="00190D1D"/>
    <w:rsid w:val="00190D5A"/>
    <w:rsid w:val="00190E09"/>
    <w:rsid w:val="00190F18"/>
    <w:rsid w:val="0019118D"/>
    <w:rsid w:val="001912C2"/>
    <w:rsid w:val="00191486"/>
    <w:rsid w:val="00191545"/>
    <w:rsid w:val="001915F8"/>
    <w:rsid w:val="00191688"/>
    <w:rsid w:val="001916B6"/>
    <w:rsid w:val="001916DB"/>
    <w:rsid w:val="00191749"/>
    <w:rsid w:val="00191830"/>
    <w:rsid w:val="00191ADE"/>
    <w:rsid w:val="00191BB7"/>
    <w:rsid w:val="00191E0E"/>
    <w:rsid w:val="00192339"/>
    <w:rsid w:val="001923C7"/>
    <w:rsid w:val="001926C4"/>
    <w:rsid w:val="00193632"/>
    <w:rsid w:val="001938A6"/>
    <w:rsid w:val="00193EEA"/>
    <w:rsid w:val="00193EF6"/>
    <w:rsid w:val="001940E1"/>
    <w:rsid w:val="001946FF"/>
    <w:rsid w:val="00194755"/>
    <w:rsid w:val="00194D3F"/>
    <w:rsid w:val="00194DBF"/>
    <w:rsid w:val="00195110"/>
    <w:rsid w:val="00195148"/>
    <w:rsid w:val="0019568D"/>
    <w:rsid w:val="00195AEB"/>
    <w:rsid w:val="00195BB9"/>
    <w:rsid w:val="00195F89"/>
    <w:rsid w:val="0019609B"/>
    <w:rsid w:val="00196329"/>
    <w:rsid w:val="001968EC"/>
    <w:rsid w:val="00196BFA"/>
    <w:rsid w:val="0019703B"/>
    <w:rsid w:val="00197474"/>
    <w:rsid w:val="00197683"/>
    <w:rsid w:val="00197B02"/>
    <w:rsid w:val="00197C91"/>
    <w:rsid w:val="001A03B5"/>
    <w:rsid w:val="001A03B6"/>
    <w:rsid w:val="001A04CA"/>
    <w:rsid w:val="001A062E"/>
    <w:rsid w:val="001A07D5"/>
    <w:rsid w:val="001A0B31"/>
    <w:rsid w:val="001A0BD1"/>
    <w:rsid w:val="001A0CFF"/>
    <w:rsid w:val="001A1105"/>
    <w:rsid w:val="001A1428"/>
    <w:rsid w:val="001A18BD"/>
    <w:rsid w:val="001A19C3"/>
    <w:rsid w:val="001A1AFF"/>
    <w:rsid w:val="001A1E8E"/>
    <w:rsid w:val="001A1F22"/>
    <w:rsid w:val="001A1F94"/>
    <w:rsid w:val="001A1FB4"/>
    <w:rsid w:val="001A21D9"/>
    <w:rsid w:val="001A25EB"/>
    <w:rsid w:val="001A2880"/>
    <w:rsid w:val="001A29A1"/>
    <w:rsid w:val="001A2C9D"/>
    <w:rsid w:val="001A2EF4"/>
    <w:rsid w:val="001A2FF4"/>
    <w:rsid w:val="001A328E"/>
    <w:rsid w:val="001A32D6"/>
    <w:rsid w:val="001A34BB"/>
    <w:rsid w:val="001A3B1A"/>
    <w:rsid w:val="001A3B63"/>
    <w:rsid w:val="001A3E74"/>
    <w:rsid w:val="001A41E2"/>
    <w:rsid w:val="001A4BAD"/>
    <w:rsid w:val="001A4F3A"/>
    <w:rsid w:val="001A4FFF"/>
    <w:rsid w:val="001A52D8"/>
    <w:rsid w:val="001A56EA"/>
    <w:rsid w:val="001A5C6D"/>
    <w:rsid w:val="001A5D4F"/>
    <w:rsid w:val="001A66A1"/>
    <w:rsid w:val="001A66F7"/>
    <w:rsid w:val="001A6787"/>
    <w:rsid w:val="001A6AC1"/>
    <w:rsid w:val="001A6C17"/>
    <w:rsid w:val="001A6D24"/>
    <w:rsid w:val="001A702E"/>
    <w:rsid w:val="001A73DE"/>
    <w:rsid w:val="001A7500"/>
    <w:rsid w:val="001A77A2"/>
    <w:rsid w:val="001A7898"/>
    <w:rsid w:val="001A7953"/>
    <w:rsid w:val="001A7BFD"/>
    <w:rsid w:val="001A7CA0"/>
    <w:rsid w:val="001A7D28"/>
    <w:rsid w:val="001B0536"/>
    <w:rsid w:val="001B06E9"/>
    <w:rsid w:val="001B07EF"/>
    <w:rsid w:val="001B0CBC"/>
    <w:rsid w:val="001B0DAC"/>
    <w:rsid w:val="001B10C3"/>
    <w:rsid w:val="001B1209"/>
    <w:rsid w:val="001B12E0"/>
    <w:rsid w:val="001B13D4"/>
    <w:rsid w:val="001B17BB"/>
    <w:rsid w:val="001B18F8"/>
    <w:rsid w:val="001B196B"/>
    <w:rsid w:val="001B1D3E"/>
    <w:rsid w:val="001B1E9B"/>
    <w:rsid w:val="001B1FA7"/>
    <w:rsid w:val="001B20B7"/>
    <w:rsid w:val="001B2478"/>
    <w:rsid w:val="001B261A"/>
    <w:rsid w:val="001B283C"/>
    <w:rsid w:val="001B28B3"/>
    <w:rsid w:val="001B2A9D"/>
    <w:rsid w:val="001B2E50"/>
    <w:rsid w:val="001B2E8F"/>
    <w:rsid w:val="001B2E94"/>
    <w:rsid w:val="001B2ECC"/>
    <w:rsid w:val="001B2F58"/>
    <w:rsid w:val="001B324D"/>
    <w:rsid w:val="001B37E0"/>
    <w:rsid w:val="001B3B35"/>
    <w:rsid w:val="001B3B3B"/>
    <w:rsid w:val="001B3D1D"/>
    <w:rsid w:val="001B3DB9"/>
    <w:rsid w:val="001B3EDC"/>
    <w:rsid w:val="001B3FB8"/>
    <w:rsid w:val="001B4091"/>
    <w:rsid w:val="001B4291"/>
    <w:rsid w:val="001B4317"/>
    <w:rsid w:val="001B447D"/>
    <w:rsid w:val="001B450F"/>
    <w:rsid w:val="001B45C0"/>
    <w:rsid w:val="001B476B"/>
    <w:rsid w:val="001B482D"/>
    <w:rsid w:val="001B4A05"/>
    <w:rsid w:val="001B4A59"/>
    <w:rsid w:val="001B4B4A"/>
    <w:rsid w:val="001B4C39"/>
    <w:rsid w:val="001B4C49"/>
    <w:rsid w:val="001B5188"/>
    <w:rsid w:val="001B518F"/>
    <w:rsid w:val="001B557A"/>
    <w:rsid w:val="001B57F0"/>
    <w:rsid w:val="001B58E4"/>
    <w:rsid w:val="001B5967"/>
    <w:rsid w:val="001B59D6"/>
    <w:rsid w:val="001B5FEC"/>
    <w:rsid w:val="001B615F"/>
    <w:rsid w:val="001B6460"/>
    <w:rsid w:val="001B64F2"/>
    <w:rsid w:val="001B65C0"/>
    <w:rsid w:val="001B6965"/>
    <w:rsid w:val="001B6AAE"/>
    <w:rsid w:val="001B6CFC"/>
    <w:rsid w:val="001B6DB9"/>
    <w:rsid w:val="001B6F59"/>
    <w:rsid w:val="001B717C"/>
    <w:rsid w:val="001B77D9"/>
    <w:rsid w:val="001B7842"/>
    <w:rsid w:val="001B79B9"/>
    <w:rsid w:val="001B7A53"/>
    <w:rsid w:val="001B7D5B"/>
    <w:rsid w:val="001C00E1"/>
    <w:rsid w:val="001C01BA"/>
    <w:rsid w:val="001C07AD"/>
    <w:rsid w:val="001C09BF"/>
    <w:rsid w:val="001C0A23"/>
    <w:rsid w:val="001C1201"/>
    <w:rsid w:val="001C12D4"/>
    <w:rsid w:val="001C134E"/>
    <w:rsid w:val="001C1412"/>
    <w:rsid w:val="001C19EA"/>
    <w:rsid w:val="001C1D78"/>
    <w:rsid w:val="001C1DC7"/>
    <w:rsid w:val="001C1DFD"/>
    <w:rsid w:val="001C208D"/>
    <w:rsid w:val="001C2432"/>
    <w:rsid w:val="001C25A3"/>
    <w:rsid w:val="001C262C"/>
    <w:rsid w:val="001C2674"/>
    <w:rsid w:val="001C267F"/>
    <w:rsid w:val="001C2D29"/>
    <w:rsid w:val="001C2DFB"/>
    <w:rsid w:val="001C2EB1"/>
    <w:rsid w:val="001C2FEB"/>
    <w:rsid w:val="001C33F1"/>
    <w:rsid w:val="001C37C9"/>
    <w:rsid w:val="001C3980"/>
    <w:rsid w:val="001C3BDF"/>
    <w:rsid w:val="001C3BFF"/>
    <w:rsid w:val="001C43F0"/>
    <w:rsid w:val="001C4536"/>
    <w:rsid w:val="001C467A"/>
    <w:rsid w:val="001C46E3"/>
    <w:rsid w:val="001C48DF"/>
    <w:rsid w:val="001C4EB0"/>
    <w:rsid w:val="001C5028"/>
    <w:rsid w:val="001C5312"/>
    <w:rsid w:val="001C58F7"/>
    <w:rsid w:val="001C592B"/>
    <w:rsid w:val="001C5B97"/>
    <w:rsid w:val="001C5E4C"/>
    <w:rsid w:val="001C5FC7"/>
    <w:rsid w:val="001C63C4"/>
    <w:rsid w:val="001C67E7"/>
    <w:rsid w:val="001C6B2C"/>
    <w:rsid w:val="001C6B6D"/>
    <w:rsid w:val="001C7014"/>
    <w:rsid w:val="001C722D"/>
    <w:rsid w:val="001C7620"/>
    <w:rsid w:val="001C784B"/>
    <w:rsid w:val="001C78A3"/>
    <w:rsid w:val="001C7958"/>
    <w:rsid w:val="001C7E5C"/>
    <w:rsid w:val="001C7F38"/>
    <w:rsid w:val="001D05F1"/>
    <w:rsid w:val="001D08EF"/>
    <w:rsid w:val="001D0AEE"/>
    <w:rsid w:val="001D0CFE"/>
    <w:rsid w:val="001D0E52"/>
    <w:rsid w:val="001D1221"/>
    <w:rsid w:val="001D15A4"/>
    <w:rsid w:val="001D1B81"/>
    <w:rsid w:val="001D1C20"/>
    <w:rsid w:val="001D1EDE"/>
    <w:rsid w:val="001D200F"/>
    <w:rsid w:val="001D206D"/>
    <w:rsid w:val="001D21CD"/>
    <w:rsid w:val="001D241C"/>
    <w:rsid w:val="001D28CA"/>
    <w:rsid w:val="001D2A4B"/>
    <w:rsid w:val="001D2C46"/>
    <w:rsid w:val="001D2D9B"/>
    <w:rsid w:val="001D2E70"/>
    <w:rsid w:val="001D2ED0"/>
    <w:rsid w:val="001D2F5F"/>
    <w:rsid w:val="001D3042"/>
    <w:rsid w:val="001D323F"/>
    <w:rsid w:val="001D3AB5"/>
    <w:rsid w:val="001D3AB8"/>
    <w:rsid w:val="001D3C2C"/>
    <w:rsid w:val="001D3F67"/>
    <w:rsid w:val="001D3F6E"/>
    <w:rsid w:val="001D4059"/>
    <w:rsid w:val="001D437F"/>
    <w:rsid w:val="001D44BA"/>
    <w:rsid w:val="001D4695"/>
    <w:rsid w:val="001D4E46"/>
    <w:rsid w:val="001D4E56"/>
    <w:rsid w:val="001D5410"/>
    <w:rsid w:val="001D5473"/>
    <w:rsid w:val="001D561A"/>
    <w:rsid w:val="001D576F"/>
    <w:rsid w:val="001D57B2"/>
    <w:rsid w:val="001D5D85"/>
    <w:rsid w:val="001D60AF"/>
    <w:rsid w:val="001D61DB"/>
    <w:rsid w:val="001D61EE"/>
    <w:rsid w:val="001D63A5"/>
    <w:rsid w:val="001D64DA"/>
    <w:rsid w:val="001D6BE1"/>
    <w:rsid w:val="001D6F97"/>
    <w:rsid w:val="001D71FF"/>
    <w:rsid w:val="001D723B"/>
    <w:rsid w:val="001D74DA"/>
    <w:rsid w:val="001D7526"/>
    <w:rsid w:val="001D76F2"/>
    <w:rsid w:val="001D77A2"/>
    <w:rsid w:val="001D77C2"/>
    <w:rsid w:val="001D7BC8"/>
    <w:rsid w:val="001D7D42"/>
    <w:rsid w:val="001D7D76"/>
    <w:rsid w:val="001D7DCE"/>
    <w:rsid w:val="001D7DE2"/>
    <w:rsid w:val="001D7EA0"/>
    <w:rsid w:val="001E06D2"/>
    <w:rsid w:val="001E08D4"/>
    <w:rsid w:val="001E1014"/>
    <w:rsid w:val="001E1102"/>
    <w:rsid w:val="001E1108"/>
    <w:rsid w:val="001E11BF"/>
    <w:rsid w:val="001E1538"/>
    <w:rsid w:val="001E177F"/>
    <w:rsid w:val="001E1947"/>
    <w:rsid w:val="001E1FA3"/>
    <w:rsid w:val="001E20E5"/>
    <w:rsid w:val="001E28B0"/>
    <w:rsid w:val="001E290B"/>
    <w:rsid w:val="001E2E53"/>
    <w:rsid w:val="001E2FCE"/>
    <w:rsid w:val="001E307E"/>
    <w:rsid w:val="001E36FD"/>
    <w:rsid w:val="001E39B8"/>
    <w:rsid w:val="001E3B23"/>
    <w:rsid w:val="001E3B73"/>
    <w:rsid w:val="001E4260"/>
    <w:rsid w:val="001E434E"/>
    <w:rsid w:val="001E461B"/>
    <w:rsid w:val="001E475C"/>
    <w:rsid w:val="001E4D74"/>
    <w:rsid w:val="001E4E1D"/>
    <w:rsid w:val="001E4EB3"/>
    <w:rsid w:val="001E4F05"/>
    <w:rsid w:val="001E4FD8"/>
    <w:rsid w:val="001E547F"/>
    <w:rsid w:val="001E5701"/>
    <w:rsid w:val="001E5EE6"/>
    <w:rsid w:val="001E60E3"/>
    <w:rsid w:val="001E62F1"/>
    <w:rsid w:val="001E647A"/>
    <w:rsid w:val="001E660E"/>
    <w:rsid w:val="001E6E67"/>
    <w:rsid w:val="001E7079"/>
    <w:rsid w:val="001E7393"/>
    <w:rsid w:val="001E7799"/>
    <w:rsid w:val="001E77BC"/>
    <w:rsid w:val="001E79EF"/>
    <w:rsid w:val="001F0108"/>
    <w:rsid w:val="001F08CB"/>
    <w:rsid w:val="001F092F"/>
    <w:rsid w:val="001F0E7A"/>
    <w:rsid w:val="001F0EC5"/>
    <w:rsid w:val="001F13B3"/>
    <w:rsid w:val="001F18FD"/>
    <w:rsid w:val="001F1989"/>
    <w:rsid w:val="001F1FA5"/>
    <w:rsid w:val="001F2094"/>
    <w:rsid w:val="001F21EA"/>
    <w:rsid w:val="001F2203"/>
    <w:rsid w:val="001F253B"/>
    <w:rsid w:val="001F262C"/>
    <w:rsid w:val="001F26F6"/>
    <w:rsid w:val="001F297D"/>
    <w:rsid w:val="001F3046"/>
    <w:rsid w:val="001F32FA"/>
    <w:rsid w:val="001F34EF"/>
    <w:rsid w:val="001F34F6"/>
    <w:rsid w:val="001F3583"/>
    <w:rsid w:val="001F3CD7"/>
    <w:rsid w:val="001F3DE3"/>
    <w:rsid w:val="001F3E74"/>
    <w:rsid w:val="001F3E7C"/>
    <w:rsid w:val="001F3F87"/>
    <w:rsid w:val="001F3FFB"/>
    <w:rsid w:val="001F473B"/>
    <w:rsid w:val="001F4A07"/>
    <w:rsid w:val="001F4A96"/>
    <w:rsid w:val="001F4F06"/>
    <w:rsid w:val="001F54E2"/>
    <w:rsid w:val="001F55DE"/>
    <w:rsid w:val="001F5CC1"/>
    <w:rsid w:val="001F6395"/>
    <w:rsid w:val="001F667F"/>
    <w:rsid w:val="001F668D"/>
    <w:rsid w:val="001F67CF"/>
    <w:rsid w:val="001F6AC7"/>
    <w:rsid w:val="001F6D43"/>
    <w:rsid w:val="001F6DC8"/>
    <w:rsid w:val="001F719C"/>
    <w:rsid w:val="001F733E"/>
    <w:rsid w:val="001F73B3"/>
    <w:rsid w:val="001F75C0"/>
    <w:rsid w:val="001F7681"/>
    <w:rsid w:val="001F79FD"/>
    <w:rsid w:val="001F7AAE"/>
    <w:rsid w:val="001F7AEA"/>
    <w:rsid w:val="002000FB"/>
    <w:rsid w:val="002001CC"/>
    <w:rsid w:val="00200642"/>
    <w:rsid w:val="00200B85"/>
    <w:rsid w:val="00200DD6"/>
    <w:rsid w:val="00200FD0"/>
    <w:rsid w:val="0020116A"/>
    <w:rsid w:val="002011D2"/>
    <w:rsid w:val="00201296"/>
    <w:rsid w:val="002015CD"/>
    <w:rsid w:val="00201CFA"/>
    <w:rsid w:val="002024A1"/>
    <w:rsid w:val="0020257D"/>
    <w:rsid w:val="00202C83"/>
    <w:rsid w:val="00202ED4"/>
    <w:rsid w:val="002031C8"/>
    <w:rsid w:val="00203C01"/>
    <w:rsid w:val="00203CCD"/>
    <w:rsid w:val="00203CF3"/>
    <w:rsid w:val="00203DF5"/>
    <w:rsid w:val="0020449A"/>
    <w:rsid w:val="0020457F"/>
    <w:rsid w:val="002045CC"/>
    <w:rsid w:val="00204E66"/>
    <w:rsid w:val="00204F0A"/>
    <w:rsid w:val="00204F91"/>
    <w:rsid w:val="00205143"/>
    <w:rsid w:val="0020518F"/>
    <w:rsid w:val="00205244"/>
    <w:rsid w:val="002053D3"/>
    <w:rsid w:val="002054B5"/>
    <w:rsid w:val="0020592D"/>
    <w:rsid w:val="00205BB4"/>
    <w:rsid w:val="00205EEC"/>
    <w:rsid w:val="002060B8"/>
    <w:rsid w:val="002066AC"/>
    <w:rsid w:val="00206A7A"/>
    <w:rsid w:val="00206BD8"/>
    <w:rsid w:val="00206D11"/>
    <w:rsid w:val="002072AB"/>
    <w:rsid w:val="00207780"/>
    <w:rsid w:val="0020790F"/>
    <w:rsid w:val="00207AC3"/>
    <w:rsid w:val="00207C43"/>
    <w:rsid w:val="00207D3A"/>
    <w:rsid w:val="00207DFD"/>
    <w:rsid w:val="002100AB"/>
    <w:rsid w:val="0021038C"/>
    <w:rsid w:val="00210515"/>
    <w:rsid w:val="0021065E"/>
    <w:rsid w:val="0021069B"/>
    <w:rsid w:val="002106A8"/>
    <w:rsid w:val="002106FB"/>
    <w:rsid w:val="00210BD5"/>
    <w:rsid w:val="00210BD7"/>
    <w:rsid w:val="00210D57"/>
    <w:rsid w:val="00210E17"/>
    <w:rsid w:val="0021188E"/>
    <w:rsid w:val="002118E5"/>
    <w:rsid w:val="00211D64"/>
    <w:rsid w:val="00211DF1"/>
    <w:rsid w:val="002124EA"/>
    <w:rsid w:val="0021256D"/>
    <w:rsid w:val="002127F7"/>
    <w:rsid w:val="00212AA8"/>
    <w:rsid w:val="00212D60"/>
    <w:rsid w:val="00212D78"/>
    <w:rsid w:val="00212D8B"/>
    <w:rsid w:val="00212F0E"/>
    <w:rsid w:val="00213189"/>
    <w:rsid w:val="0021361D"/>
    <w:rsid w:val="002137C6"/>
    <w:rsid w:val="002139B9"/>
    <w:rsid w:val="00213C67"/>
    <w:rsid w:val="00213ECB"/>
    <w:rsid w:val="00214079"/>
    <w:rsid w:val="00214A0A"/>
    <w:rsid w:val="00214DDC"/>
    <w:rsid w:val="00214FD4"/>
    <w:rsid w:val="0021506D"/>
    <w:rsid w:val="002150AA"/>
    <w:rsid w:val="002156E0"/>
    <w:rsid w:val="002156E7"/>
    <w:rsid w:val="00215C7B"/>
    <w:rsid w:val="00215FCE"/>
    <w:rsid w:val="00216874"/>
    <w:rsid w:val="002168E2"/>
    <w:rsid w:val="0021694F"/>
    <w:rsid w:val="00216B77"/>
    <w:rsid w:val="00216FC6"/>
    <w:rsid w:val="002172EB"/>
    <w:rsid w:val="00217353"/>
    <w:rsid w:val="0021755B"/>
    <w:rsid w:val="00217C6B"/>
    <w:rsid w:val="00217D8C"/>
    <w:rsid w:val="00217EA2"/>
    <w:rsid w:val="00217EFB"/>
    <w:rsid w:val="00220352"/>
    <w:rsid w:val="00220373"/>
    <w:rsid w:val="002204F1"/>
    <w:rsid w:val="002205C0"/>
    <w:rsid w:val="00220645"/>
    <w:rsid w:val="002209CC"/>
    <w:rsid w:val="00220AC4"/>
    <w:rsid w:val="00220E44"/>
    <w:rsid w:val="00220FAF"/>
    <w:rsid w:val="0022104A"/>
    <w:rsid w:val="002210B9"/>
    <w:rsid w:val="0022154D"/>
    <w:rsid w:val="002216F7"/>
    <w:rsid w:val="00221861"/>
    <w:rsid w:val="002218D4"/>
    <w:rsid w:val="00221920"/>
    <w:rsid w:val="0022197E"/>
    <w:rsid w:val="00221A72"/>
    <w:rsid w:val="00221CF3"/>
    <w:rsid w:val="002221C5"/>
    <w:rsid w:val="002221F3"/>
    <w:rsid w:val="0022264E"/>
    <w:rsid w:val="0022315C"/>
    <w:rsid w:val="002232F7"/>
    <w:rsid w:val="002235BB"/>
    <w:rsid w:val="002236F0"/>
    <w:rsid w:val="0022378E"/>
    <w:rsid w:val="002239A6"/>
    <w:rsid w:val="00223AA7"/>
    <w:rsid w:val="002242B4"/>
    <w:rsid w:val="002244EF"/>
    <w:rsid w:val="002247E2"/>
    <w:rsid w:val="00224865"/>
    <w:rsid w:val="00224A46"/>
    <w:rsid w:val="002253A9"/>
    <w:rsid w:val="0022553A"/>
    <w:rsid w:val="00225823"/>
    <w:rsid w:val="002259AF"/>
    <w:rsid w:val="002259E0"/>
    <w:rsid w:val="00225C69"/>
    <w:rsid w:val="00225E78"/>
    <w:rsid w:val="00226453"/>
    <w:rsid w:val="002270EB"/>
    <w:rsid w:val="00227308"/>
    <w:rsid w:val="0022750C"/>
    <w:rsid w:val="002276EC"/>
    <w:rsid w:val="002278A5"/>
    <w:rsid w:val="002278E1"/>
    <w:rsid w:val="00227B9F"/>
    <w:rsid w:val="00227F06"/>
    <w:rsid w:val="0023002A"/>
    <w:rsid w:val="00230B2C"/>
    <w:rsid w:val="00230B30"/>
    <w:rsid w:val="00230F7C"/>
    <w:rsid w:val="00231089"/>
    <w:rsid w:val="00231123"/>
    <w:rsid w:val="0023168B"/>
    <w:rsid w:val="002316A2"/>
    <w:rsid w:val="00231C00"/>
    <w:rsid w:val="00231C33"/>
    <w:rsid w:val="00231EA3"/>
    <w:rsid w:val="00231F01"/>
    <w:rsid w:val="0023206A"/>
    <w:rsid w:val="0023244E"/>
    <w:rsid w:val="00232461"/>
    <w:rsid w:val="002327C0"/>
    <w:rsid w:val="00232A9B"/>
    <w:rsid w:val="00232D22"/>
    <w:rsid w:val="00232D2B"/>
    <w:rsid w:val="002332A0"/>
    <w:rsid w:val="00233648"/>
    <w:rsid w:val="00233A91"/>
    <w:rsid w:val="00233E13"/>
    <w:rsid w:val="00234132"/>
    <w:rsid w:val="002341CA"/>
    <w:rsid w:val="002341FB"/>
    <w:rsid w:val="002345F9"/>
    <w:rsid w:val="00234784"/>
    <w:rsid w:val="00234BE4"/>
    <w:rsid w:val="00234DCC"/>
    <w:rsid w:val="00234E83"/>
    <w:rsid w:val="00234FA4"/>
    <w:rsid w:val="00235039"/>
    <w:rsid w:val="00235054"/>
    <w:rsid w:val="002352B7"/>
    <w:rsid w:val="0023577C"/>
    <w:rsid w:val="0023598E"/>
    <w:rsid w:val="002360E4"/>
    <w:rsid w:val="002361A0"/>
    <w:rsid w:val="0023659B"/>
    <w:rsid w:val="002369E4"/>
    <w:rsid w:val="00236BF3"/>
    <w:rsid w:val="00236DD5"/>
    <w:rsid w:val="0023767C"/>
    <w:rsid w:val="00237776"/>
    <w:rsid w:val="00237F0E"/>
    <w:rsid w:val="002400F3"/>
    <w:rsid w:val="00240438"/>
    <w:rsid w:val="002408DA"/>
    <w:rsid w:val="002409B4"/>
    <w:rsid w:val="002409F9"/>
    <w:rsid w:val="00240DE5"/>
    <w:rsid w:val="00240DF0"/>
    <w:rsid w:val="00240DF3"/>
    <w:rsid w:val="00240EE7"/>
    <w:rsid w:val="0024121C"/>
    <w:rsid w:val="00241243"/>
    <w:rsid w:val="002414B8"/>
    <w:rsid w:val="002414C4"/>
    <w:rsid w:val="002417F6"/>
    <w:rsid w:val="00241947"/>
    <w:rsid w:val="00242327"/>
    <w:rsid w:val="00242580"/>
    <w:rsid w:val="0024290A"/>
    <w:rsid w:val="00242B2B"/>
    <w:rsid w:val="00242B5E"/>
    <w:rsid w:val="00242C2A"/>
    <w:rsid w:val="00242E50"/>
    <w:rsid w:val="0024329D"/>
    <w:rsid w:val="00243A53"/>
    <w:rsid w:val="00243E67"/>
    <w:rsid w:val="0024408A"/>
    <w:rsid w:val="0024415B"/>
    <w:rsid w:val="0024449C"/>
    <w:rsid w:val="002445CF"/>
    <w:rsid w:val="00244D1D"/>
    <w:rsid w:val="00244ED6"/>
    <w:rsid w:val="0024545E"/>
    <w:rsid w:val="002459A9"/>
    <w:rsid w:val="00245A06"/>
    <w:rsid w:val="00245A44"/>
    <w:rsid w:val="00245D83"/>
    <w:rsid w:val="002465F7"/>
    <w:rsid w:val="00246A85"/>
    <w:rsid w:val="00247175"/>
    <w:rsid w:val="002473C7"/>
    <w:rsid w:val="00247413"/>
    <w:rsid w:val="002476D2"/>
    <w:rsid w:val="002500CC"/>
    <w:rsid w:val="002501ED"/>
    <w:rsid w:val="002502D2"/>
    <w:rsid w:val="0025088B"/>
    <w:rsid w:val="00250986"/>
    <w:rsid w:val="00250AF0"/>
    <w:rsid w:val="00250D42"/>
    <w:rsid w:val="00250DFA"/>
    <w:rsid w:val="00251190"/>
    <w:rsid w:val="002511C8"/>
    <w:rsid w:val="002512CF"/>
    <w:rsid w:val="002513FC"/>
    <w:rsid w:val="0025198B"/>
    <w:rsid w:val="00251E9B"/>
    <w:rsid w:val="0025233D"/>
    <w:rsid w:val="00252AB8"/>
    <w:rsid w:val="00252F1F"/>
    <w:rsid w:val="00252F4A"/>
    <w:rsid w:val="00252FED"/>
    <w:rsid w:val="0025304E"/>
    <w:rsid w:val="00253150"/>
    <w:rsid w:val="002532A7"/>
    <w:rsid w:val="0025333D"/>
    <w:rsid w:val="0025373F"/>
    <w:rsid w:val="00253818"/>
    <w:rsid w:val="0025397F"/>
    <w:rsid w:val="002539DD"/>
    <w:rsid w:val="00253D24"/>
    <w:rsid w:val="00253FFC"/>
    <w:rsid w:val="002542CB"/>
    <w:rsid w:val="0025433A"/>
    <w:rsid w:val="00254361"/>
    <w:rsid w:val="002543D8"/>
    <w:rsid w:val="00254679"/>
    <w:rsid w:val="00254739"/>
    <w:rsid w:val="00254A1D"/>
    <w:rsid w:val="00254A37"/>
    <w:rsid w:val="00254DB0"/>
    <w:rsid w:val="002558D6"/>
    <w:rsid w:val="00255A36"/>
    <w:rsid w:val="00255AB7"/>
    <w:rsid w:val="00255C77"/>
    <w:rsid w:val="00255F98"/>
    <w:rsid w:val="0025600D"/>
    <w:rsid w:val="002562D1"/>
    <w:rsid w:val="0025688E"/>
    <w:rsid w:val="002568B1"/>
    <w:rsid w:val="00256E1E"/>
    <w:rsid w:val="00256E20"/>
    <w:rsid w:val="0025706F"/>
    <w:rsid w:val="0025786F"/>
    <w:rsid w:val="00257E1A"/>
    <w:rsid w:val="00257E9E"/>
    <w:rsid w:val="0026001C"/>
    <w:rsid w:val="002601C9"/>
    <w:rsid w:val="0026027C"/>
    <w:rsid w:val="00260437"/>
    <w:rsid w:val="00260BDF"/>
    <w:rsid w:val="0026126F"/>
    <w:rsid w:val="0026137C"/>
    <w:rsid w:val="0026154E"/>
    <w:rsid w:val="00261567"/>
    <w:rsid w:val="00261CF2"/>
    <w:rsid w:val="00261D18"/>
    <w:rsid w:val="0026229A"/>
    <w:rsid w:val="00262899"/>
    <w:rsid w:val="002629D9"/>
    <w:rsid w:val="002629EE"/>
    <w:rsid w:val="002631F7"/>
    <w:rsid w:val="00263611"/>
    <w:rsid w:val="0026370B"/>
    <w:rsid w:val="00264192"/>
    <w:rsid w:val="002645AC"/>
    <w:rsid w:val="0026467E"/>
    <w:rsid w:val="002647FE"/>
    <w:rsid w:val="00264AA9"/>
    <w:rsid w:val="00264E6B"/>
    <w:rsid w:val="00265A4E"/>
    <w:rsid w:val="00265AE2"/>
    <w:rsid w:val="00265D37"/>
    <w:rsid w:val="00265DB0"/>
    <w:rsid w:val="002662BD"/>
    <w:rsid w:val="002666E7"/>
    <w:rsid w:val="00266F9C"/>
    <w:rsid w:val="0026716E"/>
    <w:rsid w:val="00267521"/>
    <w:rsid w:val="002679E7"/>
    <w:rsid w:val="00267ADE"/>
    <w:rsid w:val="00267D2A"/>
    <w:rsid w:val="00267EF4"/>
    <w:rsid w:val="00267F76"/>
    <w:rsid w:val="00270B36"/>
    <w:rsid w:val="00271037"/>
    <w:rsid w:val="002710FD"/>
    <w:rsid w:val="00271343"/>
    <w:rsid w:val="0027134B"/>
    <w:rsid w:val="002713F2"/>
    <w:rsid w:val="00271469"/>
    <w:rsid w:val="00271593"/>
    <w:rsid w:val="00271623"/>
    <w:rsid w:val="00271831"/>
    <w:rsid w:val="00271C1E"/>
    <w:rsid w:val="00271DD7"/>
    <w:rsid w:val="00271E03"/>
    <w:rsid w:val="00272635"/>
    <w:rsid w:val="00272B52"/>
    <w:rsid w:val="00273926"/>
    <w:rsid w:val="00273A5E"/>
    <w:rsid w:val="00273A75"/>
    <w:rsid w:val="00273DD6"/>
    <w:rsid w:val="00273E4B"/>
    <w:rsid w:val="00273F85"/>
    <w:rsid w:val="00273FFD"/>
    <w:rsid w:val="0027415E"/>
    <w:rsid w:val="00274360"/>
    <w:rsid w:val="00274432"/>
    <w:rsid w:val="00274464"/>
    <w:rsid w:val="00274AE5"/>
    <w:rsid w:val="00274D27"/>
    <w:rsid w:val="00275719"/>
    <w:rsid w:val="00275ED3"/>
    <w:rsid w:val="00276003"/>
    <w:rsid w:val="0027600A"/>
    <w:rsid w:val="00276267"/>
    <w:rsid w:val="0027640A"/>
    <w:rsid w:val="00276B93"/>
    <w:rsid w:val="00276C80"/>
    <w:rsid w:val="00277066"/>
    <w:rsid w:val="00277251"/>
    <w:rsid w:val="002772DE"/>
    <w:rsid w:val="00277AB2"/>
    <w:rsid w:val="0028049A"/>
    <w:rsid w:val="002807D4"/>
    <w:rsid w:val="00280897"/>
    <w:rsid w:val="00280C80"/>
    <w:rsid w:val="00280DD9"/>
    <w:rsid w:val="00280E6A"/>
    <w:rsid w:val="00280F41"/>
    <w:rsid w:val="0028108A"/>
    <w:rsid w:val="0028134F"/>
    <w:rsid w:val="00281856"/>
    <w:rsid w:val="00281A6E"/>
    <w:rsid w:val="00281AE7"/>
    <w:rsid w:val="00281EBE"/>
    <w:rsid w:val="00281F11"/>
    <w:rsid w:val="00282026"/>
    <w:rsid w:val="002820AB"/>
    <w:rsid w:val="00282956"/>
    <w:rsid w:val="00282E91"/>
    <w:rsid w:val="00283079"/>
    <w:rsid w:val="002830AE"/>
    <w:rsid w:val="002830B7"/>
    <w:rsid w:val="00283277"/>
    <w:rsid w:val="0028378D"/>
    <w:rsid w:val="00283C72"/>
    <w:rsid w:val="00283CFE"/>
    <w:rsid w:val="002840CE"/>
    <w:rsid w:val="00284437"/>
    <w:rsid w:val="002846D4"/>
    <w:rsid w:val="00284BF1"/>
    <w:rsid w:val="00284CD3"/>
    <w:rsid w:val="0028533C"/>
    <w:rsid w:val="002854FF"/>
    <w:rsid w:val="00285644"/>
    <w:rsid w:val="002856F2"/>
    <w:rsid w:val="0028590A"/>
    <w:rsid w:val="00285D04"/>
    <w:rsid w:val="00285E92"/>
    <w:rsid w:val="0028604C"/>
    <w:rsid w:val="002868E1"/>
    <w:rsid w:val="002869D3"/>
    <w:rsid w:val="00286C6E"/>
    <w:rsid w:val="00286C88"/>
    <w:rsid w:val="00286C9A"/>
    <w:rsid w:val="00286F2A"/>
    <w:rsid w:val="00287021"/>
    <w:rsid w:val="00287D41"/>
    <w:rsid w:val="00287F2E"/>
    <w:rsid w:val="00287FD8"/>
    <w:rsid w:val="0029020B"/>
    <w:rsid w:val="002907CB"/>
    <w:rsid w:val="00290C79"/>
    <w:rsid w:val="00290D5F"/>
    <w:rsid w:val="002914F4"/>
    <w:rsid w:val="002915C4"/>
    <w:rsid w:val="002917BB"/>
    <w:rsid w:val="0029196F"/>
    <w:rsid w:val="002919F1"/>
    <w:rsid w:val="00291B90"/>
    <w:rsid w:val="00291C5E"/>
    <w:rsid w:val="00291E2B"/>
    <w:rsid w:val="002924FB"/>
    <w:rsid w:val="00292605"/>
    <w:rsid w:val="002928F8"/>
    <w:rsid w:val="002929EA"/>
    <w:rsid w:val="00292B26"/>
    <w:rsid w:val="00292D93"/>
    <w:rsid w:val="00292F2C"/>
    <w:rsid w:val="00293040"/>
    <w:rsid w:val="00293641"/>
    <w:rsid w:val="002939D7"/>
    <w:rsid w:val="00293AD6"/>
    <w:rsid w:val="00293B7B"/>
    <w:rsid w:val="00293E45"/>
    <w:rsid w:val="002942DB"/>
    <w:rsid w:val="0029431C"/>
    <w:rsid w:val="00294687"/>
    <w:rsid w:val="00294875"/>
    <w:rsid w:val="00294949"/>
    <w:rsid w:val="00294C57"/>
    <w:rsid w:val="00294D8D"/>
    <w:rsid w:val="00294DD5"/>
    <w:rsid w:val="00294EA8"/>
    <w:rsid w:val="002951F0"/>
    <w:rsid w:val="00295EE7"/>
    <w:rsid w:val="00296500"/>
    <w:rsid w:val="0029653A"/>
    <w:rsid w:val="00296A36"/>
    <w:rsid w:val="00297339"/>
    <w:rsid w:val="002975F0"/>
    <w:rsid w:val="002A0026"/>
    <w:rsid w:val="002A0199"/>
    <w:rsid w:val="002A036A"/>
    <w:rsid w:val="002A045A"/>
    <w:rsid w:val="002A0572"/>
    <w:rsid w:val="002A0C37"/>
    <w:rsid w:val="002A0EDC"/>
    <w:rsid w:val="002A0FF9"/>
    <w:rsid w:val="002A1127"/>
    <w:rsid w:val="002A1299"/>
    <w:rsid w:val="002A176F"/>
    <w:rsid w:val="002A1AD8"/>
    <w:rsid w:val="002A1C47"/>
    <w:rsid w:val="002A1D52"/>
    <w:rsid w:val="002A1DE3"/>
    <w:rsid w:val="002A22CB"/>
    <w:rsid w:val="002A22DF"/>
    <w:rsid w:val="002A2651"/>
    <w:rsid w:val="002A2889"/>
    <w:rsid w:val="002A2AFA"/>
    <w:rsid w:val="002A2E52"/>
    <w:rsid w:val="002A2F62"/>
    <w:rsid w:val="002A2FC9"/>
    <w:rsid w:val="002A3023"/>
    <w:rsid w:val="002A3152"/>
    <w:rsid w:val="002A34EA"/>
    <w:rsid w:val="002A359A"/>
    <w:rsid w:val="002A373A"/>
    <w:rsid w:val="002A396D"/>
    <w:rsid w:val="002A397F"/>
    <w:rsid w:val="002A3B19"/>
    <w:rsid w:val="002A3EB0"/>
    <w:rsid w:val="002A4141"/>
    <w:rsid w:val="002A4A52"/>
    <w:rsid w:val="002A4B3E"/>
    <w:rsid w:val="002A4B43"/>
    <w:rsid w:val="002A4C96"/>
    <w:rsid w:val="002A50D2"/>
    <w:rsid w:val="002A54A4"/>
    <w:rsid w:val="002A54A5"/>
    <w:rsid w:val="002A555A"/>
    <w:rsid w:val="002A56C4"/>
    <w:rsid w:val="002A5BFE"/>
    <w:rsid w:val="002A5CBC"/>
    <w:rsid w:val="002A5D42"/>
    <w:rsid w:val="002A6417"/>
    <w:rsid w:val="002A654D"/>
    <w:rsid w:val="002A69D2"/>
    <w:rsid w:val="002A7200"/>
    <w:rsid w:val="002A76CE"/>
    <w:rsid w:val="002A7A6D"/>
    <w:rsid w:val="002A7DE9"/>
    <w:rsid w:val="002B0029"/>
    <w:rsid w:val="002B00CE"/>
    <w:rsid w:val="002B0172"/>
    <w:rsid w:val="002B0458"/>
    <w:rsid w:val="002B045C"/>
    <w:rsid w:val="002B08AB"/>
    <w:rsid w:val="002B0C3C"/>
    <w:rsid w:val="002B0E4E"/>
    <w:rsid w:val="002B1091"/>
    <w:rsid w:val="002B1311"/>
    <w:rsid w:val="002B140C"/>
    <w:rsid w:val="002B19EE"/>
    <w:rsid w:val="002B1C11"/>
    <w:rsid w:val="002B1CE8"/>
    <w:rsid w:val="002B1D00"/>
    <w:rsid w:val="002B1DAB"/>
    <w:rsid w:val="002B2038"/>
    <w:rsid w:val="002B21D8"/>
    <w:rsid w:val="002B24CE"/>
    <w:rsid w:val="002B26C6"/>
    <w:rsid w:val="002B26F8"/>
    <w:rsid w:val="002B29D3"/>
    <w:rsid w:val="002B2C32"/>
    <w:rsid w:val="002B3660"/>
    <w:rsid w:val="002B3B3A"/>
    <w:rsid w:val="002B3DA9"/>
    <w:rsid w:val="002B4681"/>
    <w:rsid w:val="002B47E1"/>
    <w:rsid w:val="002B4C24"/>
    <w:rsid w:val="002B4DEA"/>
    <w:rsid w:val="002B4ED3"/>
    <w:rsid w:val="002B518E"/>
    <w:rsid w:val="002B5272"/>
    <w:rsid w:val="002B55F5"/>
    <w:rsid w:val="002B5743"/>
    <w:rsid w:val="002B57F1"/>
    <w:rsid w:val="002B6021"/>
    <w:rsid w:val="002B6095"/>
    <w:rsid w:val="002B60E1"/>
    <w:rsid w:val="002B6355"/>
    <w:rsid w:val="002B68B9"/>
    <w:rsid w:val="002B6A73"/>
    <w:rsid w:val="002B6BDB"/>
    <w:rsid w:val="002B6C1D"/>
    <w:rsid w:val="002B6F02"/>
    <w:rsid w:val="002B6F5A"/>
    <w:rsid w:val="002B75F3"/>
    <w:rsid w:val="002B787A"/>
    <w:rsid w:val="002B7915"/>
    <w:rsid w:val="002B7B86"/>
    <w:rsid w:val="002B7BB4"/>
    <w:rsid w:val="002C025B"/>
    <w:rsid w:val="002C03AA"/>
    <w:rsid w:val="002C08F5"/>
    <w:rsid w:val="002C0AA2"/>
    <w:rsid w:val="002C0EB0"/>
    <w:rsid w:val="002C0EBF"/>
    <w:rsid w:val="002C10F5"/>
    <w:rsid w:val="002C121F"/>
    <w:rsid w:val="002C16CD"/>
    <w:rsid w:val="002C1787"/>
    <w:rsid w:val="002C178A"/>
    <w:rsid w:val="002C1861"/>
    <w:rsid w:val="002C1D8E"/>
    <w:rsid w:val="002C2204"/>
    <w:rsid w:val="002C2450"/>
    <w:rsid w:val="002C2977"/>
    <w:rsid w:val="002C3668"/>
    <w:rsid w:val="002C366E"/>
    <w:rsid w:val="002C3B86"/>
    <w:rsid w:val="002C3E47"/>
    <w:rsid w:val="002C3EDC"/>
    <w:rsid w:val="002C41EC"/>
    <w:rsid w:val="002C4281"/>
    <w:rsid w:val="002C4AA0"/>
    <w:rsid w:val="002C4CED"/>
    <w:rsid w:val="002C4D6D"/>
    <w:rsid w:val="002C4E90"/>
    <w:rsid w:val="002C4EA9"/>
    <w:rsid w:val="002C5679"/>
    <w:rsid w:val="002C57E5"/>
    <w:rsid w:val="002C599C"/>
    <w:rsid w:val="002C617C"/>
    <w:rsid w:val="002C6567"/>
    <w:rsid w:val="002C66B9"/>
    <w:rsid w:val="002C6782"/>
    <w:rsid w:val="002C6C89"/>
    <w:rsid w:val="002C72BB"/>
    <w:rsid w:val="002C73C7"/>
    <w:rsid w:val="002C77BC"/>
    <w:rsid w:val="002C78EA"/>
    <w:rsid w:val="002C79F5"/>
    <w:rsid w:val="002C7FC9"/>
    <w:rsid w:val="002D0C8F"/>
    <w:rsid w:val="002D165F"/>
    <w:rsid w:val="002D1CFE"/>
    <w:rsid w:val="002D200B"/>
    <w:rsid w:val="002D29F2"/>
    <w:rsid w:val="002D2A08"/>
    <w:rsid w:val="002D3511"/>
    <w:rsid w:val="002D3596"/>
    <w:rsid w:val="002D3731"/>
    <w:rsid w:val="002D392B"/>
    <w:rsid w:val="002D399D"/>
    <w:rsid w:val="002D40C6"/>
    <w:rsid w:val="002D423D"/>
    <w:rsid w:val="002D44BE"/>
    <w:rsid w:val="002D4843"/>
    <w:rsid w:val="002D4886"/>
    <w:rsid w:val="002D4892"/>
    <w:rsid w:val="002D4F22"/>
    <w:rsid w:val="002D522D"/>
    <w:rsid w:val="002D56CD"/>
    <w:rsid w:val="002D5843"/>
    <w:rsid w:val="002D5A44"/>
    <w:rsid w:val="002D5CCE"/>
    <w:rsid w:val="002D5D48"/>
    <w:rsid w:val="002D5E1B"/>
    <w:rsid w:val="002D60A2"/>
    <w:rsid w:val="002D63C9"/>
    <w:rsid w:val="002D63D1"/>
    <w:rsid w:val="002D63E6"/>
    <w:rsid w:val="002D6531"/>
    <w:rsid w:val="002D66B4"/>
    <w:rsid w:val="002D6A4A"/>
    <w:rsid w:val="002D6D16"/>
    <w:rsid w:val="002D719E"/>
    <w:rsid w:val="002D7539"/>
    <w:rsid w:val="002D754F"/>
    <w:rsid w:val="002D7694"/>
    <w:rsid w:val="002E009F"/>
    <w:rsid w:val="002E0214"/>
    <w:rsid w:val="002E0267"/>
    <w:rsid w:val="002E03B9"/>
    <w:rsid w:val="002E03F4"/>
    <w:rsid w:val="002E051C"/>
    <w:rsid w:val="002E0CED"/>
    <w:rsid w:val="002E0E6F"/>
    <w:rsid w:val="002E11A3"/>
    <w:rsid w:val="002E1296"/>
    <w:rsid w:val="002E1459"/>
    <w:rsid w:val="002E1650"/>
    <w:rsid w:val="002E18BA"/>
    <w:rsid w:val="002E1A47"/>
    <w:rsid w:val="002E2062"/>
    <w:rsid w:val="002E2582"/>
    <w:rsid w:val="002E2841"/>
    <w:rsid w:val="002E284D"/>
    <w:rsid w:val="002E342A"/>
    <w:rsid w:val="002E34F8"/>
    <w:rsid w:val="002E3544"/>
    <w:rsid w:val="002E39A5"/>
    <w:rsid w:val="002E3A5B"/>
    <w:rsid w:val="002E3BB9"/>
    <w:rsid w:val="002E3F73"/>
    <w:rsid w:val="002E472E"/>
    <w:rsid w:val="002E4B1B"/>
    <w:rsid w:val="002E4B44"/>
    <w:rsid w:val="002E4C88"/>
    <w:rsid w:val="002E4DE6"/>
    <w:rsid w:val="002E5055"/>
    <w:rsid w:val="002E51A5"/>
    <w:rsid w:val="002E51C5"/>
    <w:rsid w:val="002E546F"/>
    <w:rsid w:val="002E590D"/>
    <w:rsid w:val="002E5A88"/>
    <w:rsid w:val="002E5C8D"/>
    <w:rsid w:val="002E5EE8"/>
    <w:rsid w:val="002E603D"/>
    <w:rsid w:val="002E60FE"/>
    <w:rsid w:val="002E63F1"/>
    <w:rsid w:val="002E6540"/>
    <w:rsid w:val="002E6C84"/>
    <w:rsid w:val="002E6CD8"/>
    <w:rsid w:val="002E6CDD"/>
    <w:rsid w:val="002E7303"/>
    <w:rsid w:val="002E76FE"/>
    <w:rsid w:val="002E79D8"/>
    <w:rsid w:val="002E7CCA"/>
    <w:rsid w:val="002F0186"/>
    <w:rsid w:val="002F05AF"/>
    <w:rsid w:val="002F063B"/>
    <w:rsid w:val="002F08E0"/>
    <w:rsid w:val="002F0C8E"/>
    <w:rsid w:val="002F0FDE"/>
    <w:rsid w:val="002F2146"/>
    <w:rsid w:val="002F2344"/>
    <w:rsid w:val="002F27F1"/>
    <w:rsid w:val="002F2E93"/>
    <w:rsid w:val="002F34A4"/>
    <w:rsid w:val="002F355D"/>
    <w:rsid w:val="002F43DF"/>
    <w:rsid w:val="002F463A"/>
    <w:rsid w:val="002F4882"/>
    <w:rsid w:val="002F4B56"/>
    <w:rsid w:val="002F4EA6"/>
    <w:rsid w:val="002F50B3"/>
    <w:rsid w:val="002F5353"/>
    <w:rsid w:val="002F560B"/>
    <w:rsid w:val="002F5697"/>
    <w:rsid w:val="002F5A93"/>
    <w:rsid w:val="002F5AC1"/>
    <w:rsid w:val="002F63AE"/>
    <w:rsid w:val="002F6647"/>
    <w:rsid w:val="002F68CB"/>
    <w:rsid w:val="002F697E"/>
    <w:rsid w:val="002F759A"/>
    <w:rsid w:val="002F75AF"/>
    <w:rsid w:val="002F76BB"/>
    <w:rsid w:val="002F7CA0"/>
    <w:rsid w:val="0030037E"/>
    <w:rsid w:val="00300582"/>
    <w:rsid w:val="003008F9"/>
    <w:rsid w:val="003011BE"/>
    <w:rsid w:val="003011C0"/>
    <w:rsid w:val="00301799"/>
    <w:rsid w:val="00301876"/>
    <w:rsid w:val="00302173"/>
    <w:rsid w:val="0030285A"/>
    <w:rsid w:val="003028D5"/>
    <w:rsid w:val="00302BB0"/>
    <w:rsid w:val="0030300E"/>
    <w:rsid w:val="0030320A"/>
    <w:rsid w:val="00303222"/>
    <w:rsid w:val="003036B9"/>
    <w:rsid w:val="00303990"/>
    <w:rsid w:val="00303C46"/>
    <w:rsid w:val="00304289"/>
    <w:rsid w:val="003044A1"/>
    <w:rsid w:val="003046DA"/>
    <w:rsid w:val="003046EB"/>
    <w:rsid w:val="00304860"/>
    <w:rsid w:val="00304BF9"/>
    <w:rsid w:val="00305386"/>
    <w:rsid w:val="00305451"/>
    <w:rsid w:val="003056C0"/>
    <w:rsid w:val="0030577B"/>
    <w:rsid w:val="0030619C"/>
    <w:rsid w:val="00306313"/>
    <w:rsid w:val="00306338"/>
    <w:rsid w:val="003066E8"/>
    <w:rsid w:val="003067C6"/>
    <w:rsid w:val="0030752A"/>
    <w:rsid w:val="00307581"/>
    <w:rsid w:val="00307603"/>
    <w:rsid w:val="00307924"/>
    <w:rsid w:val="00307A1E"/>
    <w:rsid w:val="00307C1E"/>
    <w:rsid w:val="00310247"/>
    <w:rsid w:val="00310357"/>
    <w:rsid w:val="003103B5"/>
    <w:rsid w:val="00310718"/>
    <w:rsid w:val="00310915"/>
    <w:rsid w:val="00310CE0"/>
    <w:rsid w:val="00311126"/>
    <w:rsid w:val="0031171D"/>
    <w:rsid w:val="0031180F"/>
    <w:rsid w:val="00311CFE"/>
    <w:rsid w:val="00311D56"/>
    <w:rsid w:val="00311F4B"/>
    <w:rsid w:val="00312198"/>
    <w:rsid w:val="003122C2"/>
    <w:rsid w:val="0031267B"/>
    <w:rsid w:val="00312B37"/>
    <w:rsid w:val="00312E63"/>
    <w:rsid w:val="00312F67"/>
    <w:rsid w:val="00312FF4"/>
    <w:rsid w:val="0031315B"/>
    <w:rsid w:val="003134D8"/>
    <w:rsid w:val="00313935"/>
    <w:rsid w:val="00313A07"/>
    <w:rsid w:val="00313AD2"/>
    <w:rsid w:val="00313C51"/>
    <w:rsid w:val="003141BD"/>
    <w:rsid w:val="00314205"/>
    <w:rsid w:val="00314426"/>
    <w:rsid w:val="003144A5"/>
    <w:rsid w:val="003144D3"/>
    <w:rsid w:val="0031478C"/>
    <w:rsid w:val="003148FF"/>
    <w:rsid w:val="00314AB0"/>
    <w:rsid w:val="00314C7C"/>
    <w:rsid w:val="00314ECF"/>
    <w:rsid w:val="00315355"/>
    <w:rsid w:val="00315386"/>
    <w:rsid w:val="0031566E"/>
    <w:rsid w:val="00315725"/>
    <w:rsid w:val="00315787"/>
    <w:rsid w:val="00315C81"/>
    <w:rsid w:val="00315CC2"/>
    <w:rsid w:val="00315DC2"/>
    <w:rsid w:val="003162B5"/>
    <w:rsid w:val="003164B3"/>
    <w:rsid w:val="0031681B"/>
    <w:rsid w:val="003169BC"/>
    <w:rsid w:val="003169BD"/>
    <w:rsid w:val="00316DCB"/>
    <w:rsid w:val="003177A2"/>
    <w:rsid w:val="003179D6"/>
    <w:rsid w:val="00317A84"/>
    <w:rsid w:val="00317BDA"/>
    <w:rsid w:val="00317C3B"/>
    <w:rsid w:val="00320328"/>
    <w:rsid w:val="003204F4"/>
    <w:rsid w:val="003205DA"/>
    <w:rsid w:val="00320692"/>
    <w:rsid w:val="003206EA"/>
    <w:rsid w:val="00321339"/>
    <w:rsid w:val="003214E0"/>
    <w:rsid w:val="00321944"/>
    <w:rsid w:val="00321998"/>
    <w:rsid w:val="00321A9F"/>
    <w:rsid w:val="00321C9D"/>
    <w:rsid w:val="003220D5"/>
    <w:rsid w:val="003221F3"/>
    <w:rsid w:val="0032240E"/>
    <w:rsid w:val="00322601"/>
    <w:rsid w:val="00322B1E"/>
    <w:rsid w:val="00322FC3"/>
    <w:rsid w:val="00323531"/>
    <w:rsid w:val="003239A6"/>
    <w:rsid w:val="00323F8A"/>
    <w:rsid w:val="0032407D"/>
    <w:rsid w:val="00324452"/>
    <w:rsid w:val="0032458F"/>
    <w:rsid w:val="00324816"/>
    <w:rsid w:val="003248D5"/>
    <w:rsid w:val="00324AE8"/>
    <w:rsid w:val="00324E4F"/>
    <w:rsid w:val="003250AA"/>
    <w:rsid w:val="003251A5"/>
    <w:rsid w:val="003256B3"/>
    <w:rsid w:val="003256C3"/>
    <w:rsid w:val="00325978"/>
    <w:rsid w:val="00325C5B"/>
    <w:rsid w:val="00325F24"/>
    <w:rsid w:val="00326036"/>
    <w:rsid w:val="003264C2"/>
    <w:rsid w:val="003265EE"/>
    <w:rsid w:val="0032669D"/>
    <w:rsid w:val="00326A29"/>
    <w:rsid w:val="00326B95"/>
    <w:rsid w:val="00326CFF"/>
    <w:rsid w:val="00326E49"/>
    <w:rsid w:val="00326E63"/>
    <w:rsid w:val="00327360"/>
    <w:rsid w:val="00327CC9"/>
    <w:rsid w:val="00327D0F"/>
    <w:rsid w:val="00327FFA"/>
    <w:rsid w:val="00330109"/>
    <w:rsid w:val="00330236"/>
    <w:rsid w:val="0033026D"/>
    <w:rsid w:val="003303C6"/>
    <w:rsid w:val="003304B1"/>
    <w:rsid w:val="0033090A"/>
    <w:rsid w:val="00330983"/>
    <w:rsid w:val="003309D6"/>
    <w:rsid w:val="00330A74"/>
    <w:rsid w:val="00330ABE"/>
    <w:rsid w:val="00330C35"/>
    <w:rsid w:val="00330EAD"/>
    <w:rsid w:val="00330EFD"/>
    <w:rsid w:val="00330F0D"/>
    <w:rsid w:val="00330FB6"/>
    <w:rsid w:val="00331535"/>
    <w:rsid w:val="00332161"/>
    <w:rsid w:val="00332374"/>
    <w:rsid w:val="003324AE"/>
    <w:rsid w:val="00332518"/>
    <w:rsid w:val="003327CD"/>
    <w:rsid w:val="0033296F"/>
    <w:rsid w:val="00332A11"/>
    <w:rsid w:val="00332C0C"/>
    <w:rsid w:val="00333418"/>
    <w:rsid w:val="0033359F"/>
    <w:rsid w:val="003338A9"/>
    <w:rsid w:val="0033397D"/>
    <w:rsid w:val="00333C81"/>
    <w:rsid w:val="00333E57"/>
    <w:rsid w:val="00333F6F"/>
    <w:rsid w:val="003340F1"/>
    <w:rsid w:val="0033446E"/>
    <w:rsid w:val="003347D3"/>
    <w:rsid w:val="003348C2"/>
    <w:rsid w:val="00334A50"/>
    <w:rsid w:val="00334FC3"/>
    <w:rsid w:val="00335423"/>
    <w:rsid w:val="00335502"/>
    <w:rsid w:val="0033566C"/>
    <w:rsid w:val="003358CF"/>
    <w:rsid w:val="0033609A"/>
    <w:rsid w:val="00336AAB"/>
    <w:rsid w:val="00336DA0"/>
    <w:rsid w:val="003371C9"/>
    <w:rsid w:val="00337A7F"/>
    <w:rsid w:val="00337C07"/>
    <w:rsid w:val="00337CC1"/>
    <w:rsid w:val="00337D50"/>
    <w:rsid w:val="00337E69"/>
    <w:rsid w:val="00337FCC"/>
    <w:rsid w:val="003400AD"/>
    <w:rsid w:val="0034036F"/>
    <w:rsid w:val="003403F7"/>
    <w:rsid w:val="003405AF"/>
    <w:rsid w:val="00340666"/>
    <w:rsid w:val="00340EFC"/>
    <w:rsid w:val="00340F20"/>
    <w:rsid w:val="0034146F"/>
    <w:rsid w:val="0034151B"/>
    <w:rsid w:val="003416AB"/>
    <w:rsid w:val="003417F8"/>
    <w:rsid w:val="00341C42"/>
    <w:rsid w:val="00341D6D"/>
    <w:rsid w:val="0034207E"/>
    <w:rsid w:val="0034218D"/>
    <w:rsid w:val="003427B6"/>
    <w:rsid w:val="003429C5"/>
    <w:rsid w:val="00342D2E"/>
    <w:rsid w:val="00343114"/>
    <w:rsid w:val="0034321A"/>
    <w:rsid w:val="0034357B"/>
    <w:rsid w:val="003435D8"/>
    <w:rsid w:val="00343A3C"/>
    <w:rsid w:val="00343BC2"/>
    <w:rsid w:val="00343E93"/>
    <w:rsid w:val="00344316"/>
    <w:rsid w:val="00344433"/>
    <w:rsid w:val="00344CA0"/>
    <w:rsid w:val="00344D07"/>
    <w:rsid w:val="00344E5A"/>
    <w:rsid w:val="00344FD5"/>
    <w:rsid w:val="0034502D"/>
    <w:rsid w:val="003450F6"/>
    <w:rsid w:val="0034534B"/>
    <w:rsid w:val="003453EC"/>
    <w:rsid w:val="00345400"/>
    <w:rsid w:val="003455A4"/>
    <w:rsid w:val="003459F8"/>
    <w:rsid w:val="00345B3A"/>
    <w:rsid w:val="00345B82"/>
    <w:rsid w:val="00345C5A"/>
    <w:rsid w:val="003460D1"/>
    <w:rsid w:val="00346343"/>
    <w:rsid w:val="00346368"/>
    <w:rsid w:val="00346862"/>
    <w:rsid w:val="00346AA0"/>
    <w:rsid w:val="00346B33"/>
    <w:rsid w:val="00346BEE"/>
    <w:rsid w:val="00346F13"/>
    <w:rsid w:val="0034718C"/>
    <w:rsid w:val="003471BB"/>
    <w:rsid w:val="0034722F"/>
    <w:rsid w:val="003475B1"/>
    <w:rsid w:val="0034774B"/>
    <w:rsid w:val="00347A64"/>
    <w:rsid w:val="00347B39"/>
    <w:rsid w:val="00347E01"/>
    <w:rsid w:val="00347FBB"/>
    <w:rsid w:val="003501DF"/>
    <w:rsid w:val="003501F1"/>
    <w:rsid w:val="00350AD2"/>
    <w:rsid w:val="00350DD5"/>
    <w:rsid w:val="00350FC1"/>
    <w:rsid w:val="00351180"/>
    <w:rsid w:val="00351616"/>
    <w:rsid w:val="00351A51"/>
    <w:rsid w:val="00351F4A"/>
    <w:rsid w:val="00352427"/>
    <w:rsid w:val="00352F41"/>
    <w:rsid w:val="0035305A"/>
    <w:rsid w:val="00353109"/>
    <w:rsid w:val="00353196"/>
    <w:rsid w:val="00353965"/>
    <w:rsid w:val="00353984"/>
    <w:rsid w:val="00353FD5"/>
    <w:rsid w:val="00354223"/>
    <w:rsid w:val="00354504"/>
    <w:rsid w:val="003548AF"/>
    <w:rsid w:val="0035493F"/>
    <w:rsid w:val="00354B02"/>
    <w:rsid w:val="00354B7D"/>
    <w:rsid w:val="00354FE4"/>
    <w:rsid w:val="003557F9"/>
    <w:rsid w:val="0035589B"/>
    <w:rsid w:val="00355930"/>
    <w:rsid w:val="00355993"/>
    <w:rsid w:val="00355BB5"/>
    <w:rsid w:val="00356248"/>
    <w:rsid w:val="00356390"/>
    <w:rsid w:val="003563D4"/>
    <w:rsid w:val="00356515"/>
    <w:rsid w:val="003568B5"/>
    <w:rsid w:val="003569B4"/>
    <w:rsid w:val="003569C4"/>
    <w:rsid w:val="003569C5"/>
    <w:rsid w:val="00356AEF"/>
    <w:rsid w:val="00356B22"/>
    <w:rsid w:val="00356B5F"/>
    <w:rsid w:val="00356FD1"/>
    <w:rsid w:val="003577D9"/>
    <w:rsid w:val="00357845"/>
    <w:rsid w:val="00360242"/>
    <w:rsid w:val="0036028B"/>
    <w:rsid w:val="0036031B"/>
    <w:rsid w:val="00360621"/>
    <w:rsid w:val="00360799"/>
    <w:rsid w:val="0036085A"/>
    <w:rsid w:val="003609DA"/>
    <w:rsid w:val="00360A24"/>
    <w:rsid w:val="00360A31"/>
    <w:rsid w:val="00360B29"/>
    <w:rsid w:val="00360C43"/>
    <w:rsid w:val="00360CBD"/>
    <w:rsid w:val="0036125E"/>
    <w:rsid w:val="00361391"/>
    <w:rsid w:val="0036140C"/>
    <w:rsid w:val="003615B8"/>
    <w:rsid w:val="00361651"/>
    <w:rsid w:val="00361933"/>
    <w:rsid w:val="00361AAB"/>
    <w:rsid w:val="00361D38"/>
    <w:rsid w:val="00361E4D"/>
    <w:rsid w:val="00361FDA"/>
    <w:rsid w:val="00362036"/>
    <w:rsid w:val="0036240F"/>
    <w:rsid w:val="003624B7"/>
    <w:rsid w:val="00362622"/>
    <w:rsid w:val="003626CF"/>
    <w:rsid w:val="003627F4"/>
    <w:rsid w:val="003628C9"/>
    <w:rsid w:val="00362A5F"/>
    <w:rsid w:val="00362CD6"/>
    <w:rsid w:val="00363485"/>
    <w:rsid w:val="00363D5D"/>
    <w:rsid w:val="00363D8F"/>
    <w:rsid w:val="0036419B"/>
    <w:rsid w:val="00364296"/>
    <w:rsid w:val="003645F1"/>
    <w:rsid w:val="00364782"/>
    <w:rsid w:val="00364D63"/>
    <w:rsid w:val="00365126"/>
    <w:rsid w:val="003652A6"/>
    <w:rsid w:val="00366094"/>
    <w:rsid w:val="003661E6"/>
    <w:rsid w:val="003664F2"/>
    <w:rsid w:val="00366E9D"/>
    <w:rsid w:val="00366F06"/>
    <w:rsid w:val="00366F1F"/>
    <w:rsid w:val="00367587"/>
    <w:rsid w:val="00367799"/>
    <w:rsid w:val="00367C98"/>
    <w:rsid w:val="00370870"/>
    <w:rsid w:val="003709B9"/>
    <w:rsid w:val="00370ED8"/>
    <w:rsid w:val="00370FC7"/>
    <w:rsid w:val="00371153"/>
    <w:rsid w:val="003712A1"/>
    <w:rsid w:val="00371498"/>
    <w:rsid w:val="00371564"/>
    <w:rsid w:val="00371A91"/>
    <w:rsid w:val="00371D72"/>
    <w:rsid w:val="00371DA9"/>
    <w:rsid w:val="00371F2A"/>
    <w:rsid w:val="00371F30"/>
    <w:rsid w:val="00372C4D"/>
    <w:rsid w:val="00372ED2"/>
    <w:rsid w:val="0037311C"/>
    <w:rsid w:val="003734E8"/>
    <w:rsid w:val="00373C08"/>
    <w:rsid w:val="00373FD2"/>
    <w:rsid w:val="003741ED"/>
    <w:rsid w:val="003741F7"/>
    <w:rsid w:val="00374556"/>
    <w:rsid w:val="00374769"/>
    <w:rsid w:val="0037488A"/>
    <w:rsid w:val="003749FE"/>
    <w:rsid w:val="0037503C"/>
    <w:rsid w:val="0037506B"/>
    <w:rsid w:val="003752CA"/>
    <w:rsid w:val="003752CD"/>
    <w:rsid w:val="003754B5"/>
    <w:rsid w:val="0037564D"/>
    <w:rsid w:val="00375968"/>
    <w:rsid w:val="00375C0A"/>
    <w:rsid w:val="00375EAC"/>
    <w:rsid w:val="0037600A"/>
    <w:rsid w:val="003762FB"/>
    <w:rsid w:val="00376381"/>
    <w:rsid w:val="003763FF"/>
    <w:rsid w:val="003764CA"/>
    <w:rsid w:val="00376772"/>
    <w:rsid w:val="00376896"/>
    <w:rsid w:val="00376F06"/>
    <w:rsid w:val="00377009"/>
    <w:rsid w:val="00377516"/>
    <w:rsid w:val="00377A18"/>
    <w:rsid w:val="00377ADB"/>
    <w:rsid w:val="00377B89"/>
    <w:rsid w:val="00377BDB"/>
    <w:rsid w:val="00377D0B"/>
    <w:rsid w:val="00377E28"/>
    <w:rsid w:val="00380688"/>
    <w:rsid w:val="00380707"/>
    <w:rsid w:val="00380B33"/>
    <w:rsid w:val="00380D90"/>
    <w:rsid w:val="00380F2E"/>
    <w:rsid w:val="00380FD5"/>
    <w:rsid w:val="00381038"/>
    <w:rsid w:val="00381072"/>
    <w:rsid w:val="00381969"/>
    <w:rsid w:val="00381BCA"/>
    <w:rsid w:val="00381CAA"/>
    <w:rsid w:val="0038212B"/>
    <w:rsid w:val="00382389"/>
    <w:rsid w:val="003828D7"/>
    <w:rsid w:val="00382950"/>
    <w:rsid w:val="00382B55"/>
    <w:rsid w:val="00382D95"/>
    <w:rsid w:val="00382DE2"/>
    <w:rsid w:val="00382E8C"/>
    <w:rsid w:val="00383774"/>
    <w:rsid w:val="0038378D"/>
    <w:rsid w:val="00383861"/>
    <w:rsid w:val="00383870"/>
    <w:rsid w:val="003838FF"/>
    <w:rsid w:val="00383BD5"/>
    <w:rsid w:val="00383C2B"/>
    <w:rsid w:val="00383D74"/>
    <w:rsid w:val="00383EA9"/>
    <w:rsid w:val="003841B1"/>
    <w:rsid w:val="003845B8"/>
    <w:rsid w:val="0038468C"/>
    <w:rsid w:val="0038492F"/>
    <w:rsid w:val="00384B13"/>
    <w:rsid w:val="00384C04"/>
    <w:rsid w:val="00384D8D"/>
    <w:rsid w:val="00384DD9"/>
    <w:rsid w:val="003850B5"/>
    <w:rsid w:val="00385232"/>
    <w:rsid w:val="0038590C"/>
    <w:rsid w:val="0038627B"/>
    <w:rsid w:val="0038655B"/>
    <w:rsid w:val="00386A42"/>
    <w:rsid w:val="00386B8F"/>
    <w:rsid w:val="00386CD4"/>
    <w:rsid w:val="00387346"/>
    <w:rsid w:val="003874DC"/>
    <w:rsid w:val="00387EBE"/>
    <w:rsid w:val="00390467"/>
    <w:rsid w:val="003904D6"/>
    <w:rsid w:val="00390F1E"/>
    <w:rsid w:val="00391042"/>
    <w:rsid w:val="00391098"/>
    <w:rsid w:val="003911C9"/>
    <w:rsid w:val="00391217"/>
    <w:rsid w:val="0039151C"/>
    <w:rsid w:val="00391A07"/>
    <w:rsid w:val="00391DB6"/>
    <w:rsid w:val="00391F2F"/>
    <w:rsid w:val="003920FE"/>
    <w:rsid w:val="0039222A"/>
    <w:rsid w:val="003926CF"/>
    <w:rsid w:val="0039280A"/>
    <w:rsid w:val="00392A26"/>
    <w:rsid w:val="00392A7E"/>
    <w:rsid w:val="00392B01"/>
    <w:rsid w:val="00392C10"/>
    <w:rsid w:val="00392FA6"/>
    <w:rsid w:val="003930D3"/>
    <w:rsid w:val="003937C5"/>
    <w:rsid w:val="003938F0"/>
    <w:rsid w:val="00393A28"/>
    <w:rsid w:val="00393B2C"/>
    <w:rsid w:val="003942EC"/>
    <w:rsid w:val="0039448A"/>
    <w:rsid w:val="003946A3"/>
    <w:rsid w:val="003946D7"/>
    <w:rsid w:val="00394EDD"/>
    <w:rsid w:val="00395051"/>
    <w:rsid w:val="003953BB"/>
    <w:rsid w:val="003957DA"/>
    <w:rsid w:val="00395969"/>
    <w:rsid w:val="003959B7"/>
    <w:rsid w:val="00395E11"/>
    <w:rsid w:val="003961EB"/>
    <w:rsid w:val="003963DC"/>
    <w:rsid w:val="00396AF3"/>
    <w:rsid w:val="00396FA9"/>
    <w:rsid w:val="00396FC2"/>
    <w:rsid w:val="003971C5"/>
    <w:rsid w:val="00397292"/>
    <w:rsid w:val="003972D1"/>
    <w:rsid w:val="0039736B"/>
    <w:rsid w:val="003973CF"/>
    <w:rsid w:val="003977CD"/>
    <w:rsid w:val="00397849"/>
    <w:rsid w:val="00397A71"/>
    <w:rsid w:val="00397A98"/>
    <w:rsid w:val="00397C2D"/>
    <w:rsid w:val="003A0146"/>
    <w:rsid w:val="003A01AE"/>
    <w:rsid w:val="003A0269"/>
    <w:rsid w:val="003A05AE"/>
    <w:rsid w:val="003A0988"/>
    <w:rsid w:val="003A0A1D"/>
    <w:rsid w:val="003A0A82"/>
    <w:rsid w:val="003A0B42"/>
    <w:rsid w:val="003A0E68"/>
    <w:rsid w:val="003A1961"/>
    <w:rsid w:val="003A1A9B"/>
    <w:rsid w:val="003A1F74"/>
    <w:rsid w:val="003A227D"/>
    <w:rsid w:val="003A2ABE"/>
    <w:rsid w:val="003A2B54"/>
    <w:rsid w:val="003A2D87"/>
    <w:rsid w:val="003A2EC6"/>
    <w:rsid w:val="003A31E2"/>
    <w:rsid w:val="003A337C"/>
    <w:rsid w:val="003A33E4"/>
    <w:rsid w:val="003A35D9"/>
    <w:rsid w:val="003A3658"/>
    <w:rsid w:val="003A37CE"/>
    <w:rsid w:val="003A3B8B"/>
    <w:rsid w:val="003A42C4"/>
    <w:rsid w:val="003A46FF"/>
    <w:rsid w:val="003A4B71"/>
    <w:rsid w:val="003A4C47"/>
    <w:rsid w:val="003A4D73"/>
    <w:rsid w:val="003A4EEA"/>
    <w:rsid w:val="003A5147"/>
    <w:rsid w:val="003A522E"/>
    <w:rsid w:val="003A52CA"/>
    <w:rsid w:val="003A540E"/>
    <w:rsid w:val="003A57B9"/>
    <w:rsid w:val="003A5B2E"/>
    <w:rsid w:val="003A5C11"/>
    <w:rsid w:val="003A6506"/>
    <w:rsid w:val="003A6683"/>
    <w:rsid w:val="003A6C4F"/>
    <w:rsid w:val="003A6DA3"/>
    <w:rsid w:val="003A6FC0"/>
    <w:rsid w:val="003A715C"/>
    <w:rsid w:val="003A7249"/>
    <w:rsid w:val="003A7772"/>
    <w:rsid w:val="003A7AC2"/>
    <w:rsid w:val="003A7C3F"/>
    <w:rsid w:val="003A7F26"/>
    <w:rsid w:val="003B0014"/>
    <w:rsid w:val="003B029A"/>
    <w:rsid w:val="003B0738"/>
    <w:rsid w:val="003B0D07"/>
    <w:rsid w:val="003B1060"/>
    <w:rsid w:val="003B1195"/>
    <w:rsid w:val="003B1586"/>
    <w:rsid w:val="003B19AA"/>
    <w:rsid w:val="003B1AB4"/>
    <w:rsid w:val="003B1D0D"/>
    <w:rsid w:val="003B1D71"/>
    <w:rsid w:val="003B1E32"/>
    <w:rsid w:val="003B21A9"/>
    <w:rsid w:val="003B2251"/>
    <w:rsid w:val="003B234E"/>
    <w:rsid w:val="003B27AB"/>
    <w:rsid w:val="003B27E2"/>
    <w:rsid w:val="003B2916"/>
    <w:rsid w:val="003B2CE1"/>
    <w:rsid w:val="003B2D76"/>
    <w:rsid w:val="003B2D7C"/>
    <w:rsid w:val="003B3174"/>
    <w:rsid w:val="003B3588"/>
    <w:rsid w:val="003B3B06"/>
    <w:rsid w:val="003B3F13"/>
    <w:rsid w:val="003B402C"/>
    <w:rsid w:val="003B4044"/>
    <w:rsid w:val="003B446A"/>
    <w:rsid w:val="003B468C"/>
    <w:rsid w:val="003B46C3"/>
    <w:rsid w:val="003B47AB"/>
    <w:rsid w:val="003B47D3"/>
    <w:rsid w:val="003B48EE"/>
    <w:rsid w:val="003B4F41"/>
    <w:rsid w:val="003B5003"/>
    <w:rsid w:val="003B52DF"/>
    <w:rsid w:val="003B554D"/>
    <w:rsid w:val="003B5687"/>
    <w:rsid w:val="003B579E"/>
    <w:rsid w:val="003B5A00"/>
    <w:rsid w:val="003B5EE9"/>
    <w:rsid w:val="003B6099"/>
    <w:rsid w:val="003B61B8"/>
    <w:rsid w:val="003B6265"/>
    <w:rsid w:val="003B633C"/>
    <w:rsid w:val="003B6350"/>
    <w:rsid w:val="003B6894"/>
    <w:rsid w:val="003B6A72"/>
    <w:rsid w:val="003B6F61"/>
    <w:rsid w:val="003B7129"/>
    <w:rsid w:val="003B7228"/>
    <w:rsid w:val="003B79FE"/>
    <w:rsid w:val="003B7AC7"/>
    <w:rsid w:val="003C00F4"/>
    <w:rsid w:val="003C0558"/>
    <w:rsid w:val="003C07AD"/>
    <w:rsid w:val="003C08A9"/>
    <w:rsid w:val="003C09B3"/>
    <w:rsid w:val="003C0CF3"/>
    <w:rsid w:val="003C0D32"/>
    <w:rsid w:val="003C0D3F"/>
    <w:rsid w:val="003C0E39"/>
    <w:rsid w:val="003C0E56"/>
    <w:rsid w:val="003C0F0E"/>
    <w:rsid w:val="003C0FF3"/>
    <w:rsid w:val="003C1137"/>
    <w:rsid w:val="003C1159"/>
    <w:rsid w:val="003C12C4"/>
    <w:rsid w:val="003C142B"/>
    <w:rsid w:val="003C1B45"/>
    <w:rsid w:val="003C1CA4"/>
    <w:rsid w:val="003C1D35"/>
    <w:rsid w:val="003C1DDC"/>
    <w:rsid w:val="003C20E0"/>
    <w:rsid w:val="003C2172"/>
    <w:rsid w:val="003C2178"/>
    <w:rsid w:val="003C240B"/>
    <w:rsid w:val="003C246E"/>
    <w:rsid w:val="003C24B8"/>
    <w:rsid w:val="003C277E"/>
    <w:rsid w:val="003C29F4"/>
    <w:rsid w:val="003C2AA8"/>
    <w:rsid w:val="003C2E24"/>
    <w:rsid w:val="003C3468"/>
    <w:rsid w:val="003C350E"/>
    <w:rsid w:val="003C390D"/>
    <w:rsid w:val="003C3CEE"/>
    <w:rsid w:val="003C4031"/>
    <w:rsid w:val="003C40DE"/>
    <w:rsid w:val="003C45D8"/>
    <w:rsid w:val="003C4C10"/>
    <w:rsid w:val="003C4C89"/>
    <w:rsid w:val="003C5200"/>
    <w:rsid w:val="003C5229"/>
    <w:rsid w:val="003C52CC"/>
    <w:rsid w:val="003C548D"/>
    <w:rsid w:val="003C550C"/>
    <w:rsid w:val="003C56CB"/>
    <w:rsid w:val="003C5A10"/>
    <w:rsid w:val="003C5A1D"/>
    <w:rsid w:val="003C61C4"/>
    <w:rsid w:val="003C654F"/>
    <w:rsid w:val="003C6861"/>
    <w:rsid w:val="003C68BE"/>
    <w:rsid w:val="003C6D3D"/>
    <w:rsid w:val="003C6EEC"/>
    <w:rsid w:val="003C6F39"/>
    <w:rsid w:val="003C6F7C"/>
    <w:rsid w:val="003C71A7"/>
    <w:rsid w:val="003C7BC3"/>
    <w:rsid w:val="003D0511"/>
    <w:rsid w:val="003D0736"/>
    <w:rsid w:val="003D0D87"/>
    <w:rsid w:val="003D0ED2"/>
    <w:rsid w:val="003D0F65"/>
    <w:rsid w:val="003D13F1"/>
    <w:rsid w:val="003D178F"/>
    <w:rsid w:val="003D1BD8"/>
    <w:rsid w:val="003D1DB5"/>
    <w:rsid w:val="003D23BD"/>
    <w:rsid w:val="003D259B"/>
    <w:rsid w:val="003D2FC1"/>
    <w:rsid w:val="003D3128"/>
    <w:rsid w:val="003D325F"/>
    <w:rsid w:val="003D396C"/>
    <w:rsid w:val="003D39DF"/>
    <w:rsid w:val="003D3B9E"/>
    <w:rsid w:val="003D3F3B"/>
    <w:rsid w:val="003D3FFD"/>
    <w:rsid w:val="003D4014"/>
    <w:rsid w:val="003D42E9"/>
    <w:rsid w:val="003D5255"/>
    <w:rsid w:val="003D59C3"/>
    <w:rsid w:val="003D5E37"/>
    <w:rsid w:val="003D6129"/>
    <w:rsid w:val="003D65FD"/>
    <w:rsid w:val="003D6835"/>
    <w:rsid w:val="003D6D3A"/>
    <w:rsid w:val="003D6E65"/>
    <w:rsid w:val="003D700E"/>
    <w:rsid w:val="003D703A"/>
    <w:rsid w:val="003D73A9"/>
    <w:rsid w:val="003D7645"/>
    <w:rsid w:val="003D777B"/>
    <w:rsid w:val="003D783E"/>
    <w:rsid w:val="003D7A8A"/>
    <w:rsid w:val="003D7BDF"/>
    <w:rsid w:val="003D7CFB"/>
    <w:rsid w:val="003E0379"/>
    <w:rsid w:val="003E04CC"/>
    <w:rsid w:val="003E0504"/>
    <w:rsid w:val="003E0508"/>
    <w:rsid w:val="003E1947"/>
    <w:rsid w:val="003E1ACB"/>
    <w:rsid w:val="003E1BAF"/>
    <w:rsid w:val="003E1DF5"/>
    <w:rsid w:val="003E221F"/>
    <w:rsid w:val="003E23A1"/>
    <w:rsid w:val="003E252B"/>
    <w:rsid w:val="003E26CB"/>
    <w:rsid w:val="003E2AED"/>
    <w:rsid w:val="003E2EFF"/>
    <w:rsid w:val="003E2FA2"/>
    <w:rsid w:val="003E2FAC"/>
    <w:rsid w:val="003E3500"/>
    <w:rsid w:val="003E3E96"/>
    <w:rsid w:val="003E40FF"/>
    <w:rsid w:val="003E4184"/>
    <w:rsid w:val="003E4311"/>
    <w:rsid w:val="003E43DC"/>
    <w:rsid w:val="003E43F3"/>
    <w:rsid w:val="003E4420"/>
    <w:rsid w:val="003E46C3"/>
    <w:rsid w:val="003E475A"/>
    <w:rsid w:val="003E4BAD"/>
    <w:rsid w:val="003E4E38"/>
    <w:rsid w:val="003E4F4E"/>
    <w:rsid w:val="003E50B3"/>
    <w:rsid w:val="003E5734"/>
    <w:rsid w:val="003E5CBA"/>
    <w:rsid w:val="003E6027"/>
    <w:rsid w:val="003E65E4"/>
    <w:rsid w:val="003E68BB"/>
    <w:rsid w:val="003E68F3"/>
    <w:rsid w:val="003E6A78"/>
    <w:rsid w:val="003E6E24"/>
    <w:rsid w:val="003E6EE8"/>
    <w:rsid w:val="003E7116"/>
    <w:rsid w:val="003E7228"/>
    <w:rsid w:val="003E786C"/>
    <w:rsid w:val="003E7B3B"/>
    <w:rsid w:val="003E7E23"/>
    <w:rsid w:val="003F0302"/>
    <w:rsid w:val="003F0524"/>
    <w:rsid w:val="003F093A"/>
    <w:rsid w:val="003F0A9B"/>
    <w:rsid w:val="003F0E45"/>
    <w:rsid w:val="003F101E"/>
    <w:rsid w:val="003F1263"/>
    <w:rsid w:val="003F1684"/>
    <w:rsid w:val="003F1ADE"/>
    <w:rsid w:val="003F1B0B"/>
    <w:rsid w:val="003F20F2"/>
    <w:rsid w:val="003F2307"/>
    <w:rsid w:val="003F2339"/>
    <w:rsid w:val="003F2676"/>
    <w:rsid w:val="003F28A5"/>
    <w:rsid w:val="003F2AEC"/>
    <w:rsid w:val="003F2DBE"/>
    <w:rsid w:val="003F3347"/>
    <w:rsid w:val="003F33FD"/>
    <w:rsid w:val="003F34E9"/>
    <w:rsid w:val="003F3585"/>
    <w:rsid w:val="003F3689"/>
    <w:rsid w:val="003F36AE"/>
    <w:rsid w:val="003F4CFE"/>
    <w:rsid w:val="003F4DCD"/>
    <w:rsid w:val="003F4F07"/>
    <w:rsid w:val="003F520C"/>
    <w:rsid w:val="003F5596"/>
    <w:rsid w:val="003F57A7"/>
    <w:rsid w:val="003F5920"/>
    <w:rsid w:val="003F5D56"/>
    <w:rsid w:val="003F5E94"/>
    <w:rsid w:val="003F646D"/>
    <w:rsid w:val="003F64E8"/>
    <w:rsid w:val="003F68D6"/>
    <w:rsid w:val="003F6912"/>
    <w:rsid w:val="003F6AD9"/>
    <w:rsid w:val="003F6B3C"/>
    <w:rsid w:val="003F6BA2"/>
    <w:rsid w:val="003F6E46"/>
    <w:rsid w:val="003F7053"/>
    <w:rsid w:val="003F708A"/>
    <w:rsid w:val="003F756B"/>
    <w:rsid w:val="003F7603"/>
    <w:rsid w:val="003F784F"/>
    <w:rsid w:val="003F7B3A"/>
    <w:rsid w:val="003F7B94"/>
    <w:rsid w:val="003F7FF5"/>
    <w:rsid w:val="004003C1"/>
    <w:rsid w:val="00400809"/>
    <w:rsid w:val="00400889"/>
    <w:rsid w:val="00400B89"/>
    <w:rsid w:val="00400E99"/>
    <w:rsid w:val="00400FEC"/>
    <w:rsid w:val="00401484"/>
    <w:rsid w:val="004014CE"/>
    <w:rsid w:val="0040153F"/>
    <w:rsid w:val="00401D9C"/>
    <w:rsid w:val="004020AC"/>
    <w:rsid w:val="0040220F"/>
    <w:rsid w:val="00402301"/>
    <w:rsid w:val="004023D8"/>
    <w:rsid w:val="00402D76"/>
    <w:rsid w:val="004030FB"/>
    <w:rsid w:val="00403124"/>
    <w:rsid w:val="00403340"/>
    <w:rsid w:val="00403413"/>
    <w:rsid w:val="00403472"/>
    <w:rsid w:val="004034FE"/>
    <w:rsid w:val="00403986"/>
    <w:rsid w:val="00403A6C"/>
    <w:rsid w:val="00403D1C"/>
    <w:rsid w:val="00404BBC"/>
    <w:rsid w:val="00404D71"/>
    <w:rsid w:val="004054D6"/>
    <w:rsid w:val="004055C6"/>
    <w:rsid w:val="00405A82"/>
    <w:rsid w:val="00405C29"/>
    <w:rsid w:val="00405C5D"/>
    <w:rsid w:val="00405CB1"/>
    <w:rsid w:val="004060C5"/>
    <w:rsid w:val="004062A0"/>
    <w:rsid w:val="0040632A"/>
    <w:rsid w:val="0040638A"/>
    <w:rsid w:val="0040661C"/>
    <w:rsid w:val="004069CE"/>
    <w:rsid w:val="00406E50"/>
    <w:rsid w:val="004073F2"/>
    <w:rsid w:val="00407528"/>
    <w:rsid w:val="00407A6A"/>
    <w:rsid w:val="00407C33"/>
    <w:rsid w:val="00407CD8"/>
    <w:rsid w:val="00407F27"/>
    <w:rsid w:val="00407F29"/>
    <w:rsid w:val="004101D4"/>
    <w:rsid w:val="0041044B"/>
    <w:rsid w:val="00410BF0"/>
    <w:rsid w:val="004118AC"/>
    <w:rsid w:val="00411A8F"/>
    <w:rsid w:val="00411AC0"/>
    <w:rsid w:val="00411E0D"/>
    <w:rsid w:val="0041220B"/>
    <w:rsid w:val="004122A5"/>
    <w:rsid w:val="004123F9"/>
    <w:rsid w:val="00412765"/>
    <w:rsid w:val="00412773"/>
    <w:rsid w:val="00412840"/>
    <w:rsid w:val="004129C5"/>
    <w:rsid w:val="00412D22"/>
    <w:rsid w:val="004130FC"/>
    <w:rsid w:val="00413618"/>
    <w:rsid w:val="00413792"/>
    <w:rsid w:val="004137D7"/>
    <w:rsid w:val="00413832"/>
    <w:rsid w:val="00413BEA"/>
    <w:rsid w:val="00413CF2"/>
    <w:rsid w:val="00413DF1"/>
    <w:rsid w:val="00414384"/>
    <w:rsid w:val="00414488"/>
    <w:rsid w:val="00414716"/>
    <w:rsid w:val="004154E4"/>
    <w:rsid w:val="0041587D"/>
    <w:rsid w:val="00415BEC"/>
    <w:rsid w:val="0041603F"/>
    <w:rsid w:val="004163B5"/>
    <w:rsid w:val="004163B6"/>
    <w:rsid w:val="004168E8"/>
    <w:rsid w:val="00416A1F"/>
    <w:rsid w:val="00417146"/>
    <w:rsid w:val="00417281"/>
    <w:rsid w:val="00417359"/>
    <w:rsid w:val="004174C5"/>
    <w:rsid w:val="0041760F"/>
    <w:rsid w:val="00417688"/>
    <w:rsid w:val="00417764"/>
    <w:rsid w:val="00417A95"/>
    <w:rsid w:val="00417D90"/>
    <w:rsid w:val="00420108"/>
    <w:rsid w:val="00420755"/>
    <w:rsid w:val="004209AE"/>
    <w:rsid w:val="00420A40"/>
    <w:rsid w:val="00421321"/>
    <w:rsid w:val="00421A83"/>
    <w:rsid w:val="00421BA6"/>
    <w:rsid w:val="00421CD1"/>
    <w:rsid w:val="00421DD1"/>
    <w:rsid w:val="004223CF"/>
    <w:rsid w:val="0042252E"/>
    <w:rsid w:val="00422686"/>
    <w:rsid w:val="004227B1"/>
    <w:rsid w:val="004228BD"/>
    <w:rsid w:val="004229CA"/>
    <w:rsid w:val="00422A3B"/>
    <w:rsid w:val="00422B52"/>
    <w:rsid w:val="00422BE7"/>
    <w:rsid w:val="00422D20"/>
    <w:rsid w:val="00422D6E"/>
    <w:rsid w:val="004230C1"/>
    <w:rsid w:val="004234A3"/>
    <w:rsid w:val="004238BE"/>
    <w:rsid w:val="00423A3A"/>
    <w:rsid w:val="00424091"/>
    <w:rsid w:val="004241A5"/>
    <w:rsid w:val="00424938"/>
    <w:rsid w:val="00424A2B"/>
    <w:rsid w:val="00424D2D"/>
    <w:rsid w:val="00424DE4"/>
    <w:rsid w:val="00424EA8"/>
    <w:rsid w:val="00424EC7"/>
    <w:rsid w:val="00425077"/>
    <w:rsid w:val="00425507"/>
    <w:rsid w:val="004258C2"/>
    <w:rsid w:val="00425CE3"/>
    <w:rsid w:val="004261D9"/>
    <w:rsid w:val="00426710"/>
    <w:rsid w:val="00426877"/>
    <w:rsid w:val="004268EF"/>
    <w:rsid w:val="004269FD"/>
    <w:rsid w:val="00426A17"/>
    <w:rsid w:val="00426FC3"/>
    <w:rsid w:val="004275C3"/>
    <w:rsid w:val="0042765A"/>
    <w:rsid w:val="004278FB"/>
    <w:rsid w:val="00427A00"/>
    <w:rsid w:val="00427AB6"/>
    <w:rsid w:val="00427DE4"/>
    <w:rsid w:val="00430306"/>
    <w:rsid w:val="0043061F"/>
    <w:rsid w:val="0043076C"/>
    <w:rsid w:val="004311EB"/>
    <w:rsid w:val="00431B0D"/>
    <w:rsid w:val="00431C8D"/>
    <w:rsid w:val="00431D84"/>
    <w:rsid w:val="004320FA"/>
    <w:rsid w:val="00432154"/>
    <w:rsid w:val="0043218D"/>
    <w:rsid w:val="00432274"/>
    <w:rsid w:val="004323C2"/>
    <w:rsid w:val="004323F1"/>
    <w:rsid w:val="0043269C"/>
    <w:rsid w:val="00432C94"/>
    <w:rsid w:val="00432DC0"/>
    <w:rsid w:val="004332EC"/>
    <w:rsid w:val="00433425"/>
    <w:rsid w:val="00433670"/>
    <w:rsid w:val="004337BE"/>
    <w:rsid w:val="0043397B"/>
    <w:rsid w:val="00433BE9"/>
    <w:rsid w:val="00433C67"/>
    <w:rsid w:val="00433D66"/>
    <w:rsid w:val="00434B78"/>
    <w:rsid w:val="00434C07"/>
    <w:rsid w:val="00434D8D"/>
    <w:rsid w:val="00434DBE"/>
    <w:rsid w:val="004351BA"/>
    <w:rsid w:val="004351C7"/>
    <w:rsid w:val="0043538F"/>
    <w:rsid w:val="004353E3"/>
    <w:rsid w:val="004357DF"/>
    <w:rsid w:val="00435B85"/>
    <w:rsid w:val="00435C35"/>
    <w:rsid w:val="00435EFF"/>
    <w:rsid w:val="00435F85"/>
    <w:rsid w:val="0043607F"/>
    <w:rsid w:val="0043612F"/>
    <w:rsid w:val="004364E5"/>
    <w:rsid w:val="0043654A"/>
    <w:rsid w:val="00436A33"/>
    <w:rsid w:val="00437379"/>
    <w:rsid w:val="004373C4"/>
    <w:rsid w:val="0043749C"/>
    <w:rsid w:val="0043781D"/>
    <w:rsid w:val="004378AA"/>
    <w:rsid w:val="004378F9"/>
    <w:rsid w:val="004379D2"/>
    <w:rsid w:val="0044001E"/>
    <w:rsid w:val="0044024D"/>
    <w:rsid w:val="0044078F"/>
    <w:rsid w:val="00440953"/>
    <w:rsid w:val="004409CE"/>
    <w:rsid w:val="00440DB3"/>
    <w:rsid w:val="00441491"/>
    <w:rsid w:val="00441700"/>
    <w:rsid w:val="00441830"/>
    <w:rsid w:val="00441AA1"/>
    <w:rsid w:val="00441B5F"/>
    <w:rsid w:val="00441E5F"/>
    <w:rsid w:val="00442037"/>
    <w:rsid w:val="004426D8"/>
    <w:rsid w:val="00442A81"/>
    <w:rsid w:val="00442B74"/>
    <w:rsid w:val="00442C16"/>
    <w:rsid w:val="00442C80"/>
    <w:rsid w:val="00443208"/>
    <w:rsid w:val="004432FB"/>
    <w:rsid w:val="0044350D"/>
    <w:rsid w:val="004439DF"/>
    <w:rsid w:val="00443B20"/>
    <w:rsid w:val="00444212"/>
    <w:rsid w:val="00444606"/>
    <w:rsid w:val="00444614"/>
    <w:rsid w:val="004447DD"/>
    <w:rsid w:val="00444813"/>
    <w:rsid w:val="00444A9E"/>
    <w:rsid w:val="00444F4F"/>
    <w:rsid w:val="00444F74"/>
    <w:rsid w:val="00445056"/>
    <w:rsid w:val="00445576"/>
    <w:rsid w:val="00445676"/>
    <w:rsid w:val="004457FB"/>
    <w:rsid w:val="004458CE"/>
    <w:rsid w:val="00445917"/>
    <w:rsid w:val="00445941"/>
    <w:rsid w:val="00445CB2"/>
    <w:rsid w:val="004464AD"/>
    <w:rsid w:val="004464F2"/>
    <w:rsid w:val="00446505"/>
    <w:rsid w:val="00446663"/>
    <w:rsid w:val="0044670F"/>
    <w:rsid w:val="004467DE"/>
    <w:rsid w:val="004469E9"/>
    <w:rsid w:val="00446AF2"/>
    <w:rsid w:val="00447063"/>
    <w:rsid w:val="004470A0"/>
    <w:rsid w:val="004470FA"/>
    <w:rsid w:val="004473EB"/>
    <w:rsid w:val="00447678"/>
    <w:rsid w:val="004478BA"/>
    <w:rsid w:val="00447907"/>
    <w:rsid w:val="00447A40"/>
    <w:rsid w:val="00447A57"/>
    <w:rsid w:val="00447B02"/>
    <w:rsid w:val="00447B93"/>
    <w:rsid w:val="00447DA8"/>
    <w:rsid w:val="00447DDC"/>
    <w:rsid w:val="00447E93"/>
    <w:rsid w:val="00450528"/>
    <w:rsid w:val="00450762"/>
    <w:rsid w:val="00450DFC"/>
    <w:rsid w:val="00451464"/>
    <w:rsid w:val="00451551"/>
    <w:rsid w:val="0045161F"/>
    <w:rsid w:val="00451A1A"/>
    <w:rsid w:val="00451E14"/>
    <w:rsid w:val="00452373"/>
    <w:rsid w:val="0045283A"/>
    <w:rsid w:val="00452AD9"/>
    <w:rsid w:val="00452BE8"/>
    <w:rsid w:val="00452BEA"/>
    <w:rsid w:val="0045347F"/>
    <w:rsid w:val="004538C1"/>
    <w:rsid w:val="00453B01"/>
    <w:rsid w:val="00453B7C"/>
    <w:rsid w:val="00454069"/>
    <w:rsid w:val="00454218"/>
    <w:rsid w:val="0045465C"/>
    <w:rsid w:val="004546AA"/>
    <w:rsid w:val="004549FE"/>
    <w:rsid w:val="00454BC2"/>
    <w:rsid w:val="00454C80"/>
    <w:rsid w:val="0045547A"/>
    <w:rsid w:val="0045563A"/>
    <w:rsid w:val="00455A93"/>
    <w:rsid w:val="00455B80"/>
    <w:rsid w:val="00455E87"/>
    <w:rsid w:val="00455F8E"/>
    <w:rsid w:val="00456131"/>
    <w:rsid w:val="0045650F"/>
    <w:rsid w:val="0045651C"/>
    <w:rsid w:val="004565FF"/>
    <w:rsid w:val="00456630"/>
    <w:rsid w:val="00456755"/>
    <w:rsid w:val="00456ADC"/>
    <w:rsid w:val="00456BA6"/>
    <w:rsid w:val="004574C7"/>
    <w:rsid w:val="0045769C"/>
    <w:rsid w:val="004577A1"/>
    <w:rsid w:val="00457805"/>
    <w:rsid w:val="00457903"/>
    <w:rsid w:val="00457DE4"/>
    <w:rsid w:val="004601C5"/>
    <w:rsid w:val="004603E8"/>
    <w:rsid w:val="0046070A"/>
    <w:rsid w:val="00460A5B"/>
    <w:rsid w:val="00460AF7"/>
    <w:rsid w:val="00460CF8"/>
    <w:rsid w:val="00460EA9"/>
    <w:rsid w:val="004612C7"/>
    <w:rsid w:val="00461692"/>
    <w:rsid w:val="004617C9"/>
    <w:rsid w:val="00461DEA"/>
    <w:rsid w:val="00462085"/>
    <w:rsid w:val="004621ED"/>
    <w:rsid w:val="004623E9"/>
    <w:rsid w:val="00462591"/>
    <w:rsid w:val="00462788"/>
    <w:rsid w:val="004628BE"/>
    <w:rsid w:val="00462B93"/>
    <w:rsid w:val="00462C4C"/>
    <w:rsid w:val="00462DF8"/>
    <w:rsid w:val="00462F7C"/>
    <w:rsid w:val="0046315C"/>
    <w:rsid w:val="0046318C"/>
    <w:rsid w:val="004632AD"/>
    <w:rsid w:val="00463519"/>
    <w:rsid w:val="00463833"/>
    <w:rsid w:val="00464022"/>
    <w:rsid w:val="00464622"/>
    <w:rsid w:val="004646DA"/>
    <w:rsid w:val="00464B55"/>
    <w:rsid w:val="00464CF9"/>
    <w:rsid w:val="00464D3D"/>
    <w:rsid w:val="00465036"/>
    <w:rsid w:val="0046550C"/>
    <w:rsid w:val="0046556B"/>
    <w:rsid w:val="00465896"/>
    <w:rsid w:val="00465CB6"/>
    <w:rsid w:val="00465CC7"/>
    <w:rsid w:val="00465EE8"/>
    <w:rsid w:val="00466256"/>
    <w:rsid w:val="00466285"/>
    <w:rsid w:val="00466403"/>
    <w:rsid w:val="004665A6"/>
    <w:rsid w:val="004667A5"/>
    <w:rsid w:val="00466C69"/>
    <w:rsid w:val="00466E6B"/>
    <w:rsid w:val="00466EB2"/>
    <w:rsid w:val="004670BB"/>
    <w:rsid w:val="0046723D"/>
    <w:rsid w:val="004674B5"/>
    <w:rsid w:val="00467899"/>
    <w:rsid w:val="004678B0"/>
    <w:rsid w:val="0046791C"/>
    <w:rsid w:val="00467CA6"/>
    <w:rsid w:val="004703CB"/>
    <w:rsid w:val="00470426"/>
    <w:rsid w:val="00470429"/>
    <w:rsid w:val="00470481"/>
    <w:rsid w:val="004705E0"/>
    <w:rsid w:val="004707A4"/>
    <w:rsid w:val="0047082B"/>
    <w:rsid w:val="00470876"/>
    <w:rsid w:val="00470CB9"/>
    <w:rsid w:val="00470D5F"/>
    <w:rsid w:val="00470E32"/>
    <w:rsid w:val="004710EA"/>
    <w:rsid w:val="004714C2"/>
    <w:rsid w:val="004718FD"/>
    <w:rsid w:val="00471911"/>
    <w:rsid w:val="00471BC5"/>
    <w:rsid w:val="00471D7E"/>
    <w:rsid w:val="00471F21"/>
    <w:rsid w:val="00472041"/>
    <w:rsid w:val="004722AE"/>
    <w:rsid w:val="00472341"/>
    <w:rsid w:val="004726C6"/>
    <w:rsid w:val="004726DC"/>
    <w:rsid w:val="004727C3"/>
    <w:rsid w:val="004727F0"/>
    <w:rsid w:val="00472B62"/>
    <w:rsid w:val="00472C3F"/>
    <w:rsid w:val="00472EF0"/>
    <w:rsid w:val="00472FA1"/>
    <w:rsid w:val="00473463"/>
    <w:rsid w:val="00473A38"/>
    <w:rsid w:val="00473A4E"/>
    <w:rsid w:val="00473C44"/>
    <w:rsid w:val="0047409A"/>
    <w:rsid w:val="00474A9C"/>
    <w:rsid w:val="00474C50"/>
    <w:rsid w:val="0047567C"/>
    <w:rsid w:val="0047599A"/>
    <w:rsid w:val="00475FF1"/>
    <w:rsid w:val="00476050"/>
    <w:rsid w:val="004760AE"/>
    <w:rsid w:val="00476462"/>
    <w:rsid w:val="004765E0"/>
    <w:rsid w:val="0047661C"/>
    <w:rsid w:val="00476AFE"/>
    <w:rsid w:val="00476C86"/>
    <w:rsid w:val="00476DC9"/>
    <w:rsid w:val="00476EAB"/>
    <w:rsid w:val="00476F0E"/>
    <w:rsid w:val="00477586"/>
    <w:rsid w:val="00477698"/>
    <w:rsid w:val="00477AF9"/>
    <w:rsid w:val="00477BCC"/>
    <w:rsid w:val="00477BD4"/>
    <w:rsid w:val="00477E4A"/>
    <w:rsid w:val="0048003D"/>
    <w:rsid w:val="00480159"/>
    <w:rsid w:val="0048073D"/>
    <w:rsid w:val="00480A43"/>
    <w:rsid w:val="00480F59"/>
    <w:rsid w:val="00480FAD"/>
    <w:rsid w:val="00481347"/>
    <w:rsid w:val="00481A3D"/>
    <w:rsid w:val="00481A62"/>
    <w:rsid w:val="00481D0D"/>
    <w:rsid w:val="00481F7B"/>
    <w:rsid w:val="00482266"/>
    <w:rsid w:val="00482BDC"/>
    <w:rsid w:val="00482DD2"/>
    <w:rsid w:val="00482F94"/>
    <w:rsid w:val="00482FD4"/>
    <w:rsid w:val="004834F7"/>
    <w:rsid w:val="00483598"/>
    <w:rsid w:val="004835CF"/>
    <w:rsid w:val="004837E6"/>
    <w:rsid w:val="00483800"/>
    <w:rsid w:val="00483E4C"/>
    <w:rsid w:val="004841C7"/>
    <w:rsid w:val="004841F1"/>
    <w:rsid w:val="004844B8"/>
    <w:rsid w:val="00484605"/>
    <w:rsid w:val="00484B45"/>
    <w:rsid w:val="00484C99"/>
    <w:rsid w:val="00484DFD"/>
    <w:rsid w:val="0048526C"/>
    <w:rsid w:val="004853AF"/>
    <w:rsid w:val="0048578C"/>
    <w:rsid w:val="00485846"/>
    <w:rsid w:val="00485A1E"/>
    <w:rsid w:val="00485E11"/>
    <w:rsid w:val="00485E94"/>
    <w:rsid w:val="00486471"/>
    <w:rsid w:val="00486735"/>
    <w:rsid w:val="0048689E"/>
    <w:rsid w:val="00486D20"/>
    <w:rsid w:val="004870DB"/>
    <w:rsid w:val="004873EE"/>
    <w:rsid w:val="0048778B"/>
    <w:rsid w:val="00487875"/>
    <w:rsid w:val="00487F14"/>
    <w:rsid w:val="00487FDF"/>
    <w:rsid w:val="0049086D"/>
    <w:rsid w:val="00490988"/>
    <w:rsid w:val="00490A8C"/>
    <w:rsid w:val="00490DA2"/>
    <w:rsid w:val="00490FC6"/>
    <w:rsid w:val="004911F5"/>
    <w:rsid w:val="00491219"/>
    <w:rsid w:val="004918B5"/>
    <w:rsid w:val="00491B0F"/>
    <w:rsid w:val="00491E3D"/>
    <w:rsid w:val="00492150"/>
    <w:rsid w:val="00492226"/>
    <w:rsid w:val="004924BC"/>
    <w:rsid w:val="004924D5"/>
    <w:rsid w:val="0049250C"/>
    <w:rsid w:val="004925E2"/>
    <w:rsid w:val="004927AC"/>
    <w:rsid w:val="00492D3A"/>
    <w:rsid w:val="00492DC0"/>
    <w:rsid w:val="00492F01"/>
    <w:rsid w:val="00492F06"/>
    <w:rsid w:val="0049325A"/>
    <w:rsid w:val="004933B4"/>
    <w:rsid w:val="0049343E"/>
    <w:rsid w:val="0049347C"/>
    <w:rsid w:val="004939C0"/>
    <w:rsid w:val="00493AEC"/>
    <w:rsid w:val="00493B84"/>
    <w:rsid w:val="00493C84"/>
    <w:rsid w:val="004947F0"/>
    <w:rsid w:val="0049480B"/>
    <w:rsid w:val="0049481C"/>
    <w:rsid w:val="00494995"/>
    <w:rsid w:val="00494A45"/>
    <w:rsid w:val="004953F4"/>
    <w:rsid w:val="0049549C"/>
    <w:rsid w:val="00495817"/>
    <w:rsid w:val="004959A3"/>
    <w:rsid w:val="004963EE"/>
    <w:rsid w:val="00496722"/>
    <w:rsid w:val="004967E6"/>
    <w:rsid w:val="0049705B"/>
    <w:rsid w:val="004970AC"/>
    <w:rsid w:val="004970B6"/>
    <w:rsid w:val="0049722E"/>
    <w:rsid w:val="00497397"/>
    <w:rsid w:val="0049748D"/>
    <w:rsid w:val="00497507"/>
    <w:rsid w:val="00497771"/>
    <w:rsid w:val="00497968"/>
    <w:rsid w:val="004979CF"/>
    <w:rsid w:val="00497B37"/>
    <w:rsid w:val="00497D17"/>
    <w:rsid w:val="00497F06"/>
    <w:rsid w:val="004A01C7"/>
    <w:rsid w:val="004A0920"/>
    <w:rsid w:val="004A0C71"/>
    <w:rsid w:val="004A0C98"/>
    <w:rsid w:val="004A0EEA"/>
    <w:rsid w:val="004A1120"/>
    <w:rsid w:val="004A113A"/>
    <w:rsid w:val="004A1331"/>
    <w:rsid w:val="004A133D"/>
    <w:rsid w:val="004A1595"/>
    <w:rsid w:val="004A16A9"/>
    <w:rsid w:val="004A1721"/>
    <w:rsid w:val="004A1794"/>
    <w:rsid w:val="004A191A"/>
    <w:rsid w:val="004A1CB9"/>
    <w:rsid w:val="004A1CF8"/>
    <w:rsid w:val="004A248C"/>
    <w:rsid w:val="004A2495"/>
    <w:rsid w:val="004A2860"/>
    <w:rsid w:val="004A2C00"/>
    <w:rsid w:val="004A2EB6"/>
    <w:rsid w:val="004A2F92"/>
    <w:rsid w:val="004A3172"/>
    <w:rsid w:val="004A32E3"/>
    <w:rsid w:val="004A3362"/>
    <w:rsid w:val="004A336D"/>
    <w:rsid w:val="004A35C5"/>
    <w:rsid w:val="004A35D3"/>
    <w:rsid w:val="004A3692"/>
    <w:rsid w:val="004A3C53"/>
    <w:rsid w:val="004A3CF4"/>
    <w:rsid w:val="004A3EFE"/>
    <w:rsid w:val="004A3F12"/>
    <w:rsid w:val="004A3FB6"/>
    <w:rsid w:val="004A444D"/>
    <w:rsid w:val="004A4755"/>
    <w:rsid w:val="004A4858"/>
    <w:rsid w:val="004A4942"/>
    <w:rsid w:val="004A497D"/>
    <w:rsid w:val="004A4E7B"/>
    <w:rsid w:val="004A517A"/>
    <w:rsid w:val="004A540D"/>
    <w:rsid w:val="004A54FD"/>
    <w:rsid w:val="004A561C"/>
    <w:rsid w:val="004A56FF"/>
    <w:rsid w:val="004A5C5B"/>
    <w:rsid w:val="004A5D96"/>
    <w:rsid w:val="004A60F6"/>
    <w:rsid w:val="004A66E3"/>
    <w:rsid w:val="004A68FA"/>
    <w:rsid w:val="004A6B2D"/>
    <w:rsid w:val="004A6C2C"/>
    <w:rsid w:val="004A6CB2"/>
    <w:rsid w:val="004A6FC8"/>
    <w:rsid w:val="004A7003"/>
    <w:rsid w:val="004A75AE"/>
    <w:rsid w:val="004A7C87"/>
    <w:rsid w:val="004A7D34"/>
    <w:rsid w:val="004A7DBD"/>
    <w:rsid w:val="004A7F3C"/>
    <w:rsid w:val="004B006A"/>
    <w:rsid w:val="004B02E7"/>
    <w:rsid w:val="004B064B"/>
    <w:rsid w:val="004B06E7"/>
    <w:rsid w:val="004B0C76"/>
    <w:rsid w:val="004B0D33"/>
    <w:rsid w:val="004B0FCC"/>
    <w:rsid w:val="004B144A"/>
    <w:rsid w:val="004B164A"/>
    <w:rsid w:val="004B169B"/>
    <w:rsid w:val="004B191E"/>
    <w:rsid w:val="004B1E31"/>
    <w:rsid w:val="004B2A03"/>
    <w:rsid w:val="004B2F05"/>
    <w:rsid w:val="004B31D8"/>
    <w:rsid w:val="004B3404"/>
    <w:rsid w:val="004B38E5"/>
    <w:rsid w:val="004B3B4E"/>
    <w:rsid w:val="004B3B76"/>
    <w:rsid w:val="004B402D"/>
    <w:rsid w:val="004B46C8"/>
    <w:rsid w:val="004B47B2"/>
    <w:rsid w:val="004B47E2"/>
    <w:rsid w:val="004B49CC"/>
    <w:rsid w:val="004B4D5A"/>
    <w:rsid w:val="004B4D76"/>
    <w:rsid w:val="004B507C"/>
    <w:rsid w:val="004B520E"/>
    <w:rsid w:val="004B56D9"/>
    <w:rsid w:val="004B58D5"/>
    <w:rsid w:val="004B5A3B"/>
    <w:rsid w:val="004B60B5"/>
    <w:rsid w:val="004B61F8"/>
    <w:rsid w:val="004B6200"/>
    <w:rsid w:val="004B64B3"/>
    <w:rsid w:val="004B6595"/>
    <w:rsid w:val="004B66B7"/>
    <w:rsid w:val="004B688C"/>
    <w:rsid w:val="004B6928"/>
    <w:rsid w:val="004B776F"/>
    <w:rsid w:val="004B78BF"/>
    <w:rsid w:val="004B799D"/>
    <w:rsid w:val="004B7C1E"/>
    <w:rsid w:val="004B7ED9"/>
    <w:rsid w:val="004B7F94"/>
    <w:rsid w:val="004B7FFA"/>
    <w:rsid w:val="004C0156"/>
    <w:rsid w:val="004C0363"/>
    <w:rsid w:val="004C05CB"/>
    <w:rsid w:val="004C06E0"/>
    <w:rsid w:val="004C0CFD"/>
    <w:rsid w:val="004C0D18"/>
    <w:rsid w:val="004C0EE2"/>
    <w:rsid w:val="004C1160"/>
    <w:rsid w:val="004C14A2"/>
    <w:rsid w:val="004C1577"/>
    <w:rsid w:val="004C168A"/>
    <w:rsid w:val="004C171A"/>
    <w:rsid w:val="004C1B5B"/>
    <w:rsid w:val="004C1EE8"/>
    <w:rsid w:val="004C2089"/>
    <w:rsid w:val="004C22CC"/>
    <w:rsid w:val="004C2311"/>
    <w:rsid w:val="004C24FA"/>
    <w:rsid w:val="004C280E"/>
    <w:rsid w:val="004C2A0C"/>
    <w:rsid w:val="004C2DD5"/>
    <w:rsid w:val="004C2F63"/>
    <w:rsid w:val="004C325C"/>
    <w:rsid w:val="004C33B8"/>
    <w:rsid w:val="004C354E"/>
    <w:rsid w:val="004C35E6"/>
    <w:rsid w:val="004C37E7"/>
    <w:rsid w:val="004C3C22"/>
    <w:rsid w:val="004C3CA3"/>
    <w:rsid w:val="004C3E7F"/>
    <w:rsid w:val="004C3EB0"/>
    <w:rsid w:val="004C415B"/>
    <w:rsid w:val="004C42A7"/>
    <w:rsid w:val="004C462E"/>
    <w:rsid w:val="004C4657"/>
    <w:rsid w:val="004C483E"/>
    <w:rsid w:val="004C4AAC"/>
    <w:rsid w:val="004C4D7E"/>
    <w:rsid w:val="004C4E5A"/>
    <w:rsid w:val="004C4EE4"/>
    <w:rsid w:val="004C4EFB"/>
    <w:rsid w:val="004C6103"/>
    <w:rsid w:val="004C615B"/>
    <w:rsid w:val="004C65BC"/>
    <w:rsid w:val="004C6733"/>
    <w:rsid w:val="004C6AF9"/>
    <w:rsid w:val="004C6BAC"/>
    <w:rsid w:val="004C6DE4"/>
    <w:rsid w:val="004C71BD"/>
    <w:rsid w:val="004C7463"/>
    <w:rsid w:val="004C75F2"/>
    <w:rsid w:val="004C78E9"/>
    <w:rsid w:val="004C7E36"/>
    <w:rsid w:val="004D014F"/>
    <w:rsid w:val="004D024C"/>
    <w:rsid w:val="004D0508"/>
    <w:rsid w:val="004D050D"/>
    <w:rsid w:val="004D0616"/>
    <w:rsid w:val="004D075B"/>
    <w:rsid w:val="004D0808"/>
    <w:rsid w:val="004D0E7C"/>
    <w:rsid w:val="004D1245"/>
    <w:rsid w:val="004D1331"/>
    <w:rsid w:val="004D1363"/>
    <w:rsid w:val="004D138B"/>
    <w:rsid w:val="004D1828"/>
    <w:rsid w:val="004D1A1A"/>
    <w:rsid w:val="004D1AB5"/>
    <w:rsid w:val="004D1F40"/>
    <w:rsid w:val="004D207B"/>
    <w:rsid w:val="004D20A9"/>
    <w:rsid w:val="004D20BE"/>
    <w:rsid w:val="004D223A"/>
    <w:rsid w:val="004D2244"/>
    <w:rsid w:val="004D227A"/>
    <w:rsid w:val="004D2631"/>
    <w:rsid w:val="004D2741"/>
    <w:rsid w:val="004D298A"/>
    <w:rsid w:val="004D2C98"/>
    <w:rsid w:val="004D3351"/>
    <w:rsid w:val="004D3437"/>
    <w:rsid w:val="004D3B86"/>
    <w:rsid w:val="004D3DE5"/>
    <w:rsid w:val="004D40C7"/>
    <w:rsid w:val="004D423D"/>
    <w:rsid w:val="004D4682"/>
    <w:rsid w:val="004D4972"/>
    <w:rsid w:val="004D4B15"/>
    <w:rsid w:val="004D51DE"/>
    <w:rsid w:val="004D52E4"/>
    <w:rsid w:val="004D58F9"/>
    <w:rsid w:val="004D5D23"/>
    <w:rsid w:val="004D5D39"/>
    <w:rsid w:val="004D6218"/>
    <w:rsid w:val="004D64DA"/>
    <w:rsid w:val="004D663A"/>
    <w:rsid w:val="004D6C3A"/>
    <w:rsid w:val="004D6EB8"/>
    <w:rsid w:val="004D700B"/>
    <w:rsid w:val="004D73A1"/>
    <w:rsid w:val="004D7551"/>
    <w:rsid w:val="004D76CC"/>
    <w:rsid w:val="004D76E8"/>
    <w:rsid w:val="004D7786"/>
    <w:rsid w:val="004D7864"/>
    <w:rsid w:val="004D7989"/>
    <w:rsid w:val="004D7C24"/>
    <w:rsid w:val="004D7E58"/>
    <w:rsid w:val="004E0190"/>
    <w:rsid w:val="004E0233"/>
    <w:rsid w:val="004E03D8"/>
    <w:rsid w:val="004E062E"/>
    <w:rsid w:val="004E0640"/>
    <w:rsid w:val="004E0740"/>
    <w:rsid w:val="004E158B"/>
    <w:rsid w:val="004E17B7"/>
    <w:rsid w:val="004E1B0A"/>
    <w:rsid w:val="004E1DF2"/>
    <w:rsid w:val="004E2064"/>
    <w:rsid w:val="004E208F"/>
    <w:rsid w:val="004E23B4"/>
    <w:rsid w:val="004E286B"/>
    <w:rsid w:val="004E29AE"/>
    <w:rsid w:val="004E29F3"/>
    <w:rsid w:val="004E2BB7"/>
    <w:rsid w:val="004E3328"/>
    <w:rsid w:val="004E33FC"/>
    <w:rsid w:val="004E37C7"/>
    <w:rsid w:val="004E39BE"/>
    <w:rsid w:val="004E3A74"/>
    <w:rsid w:val="004E3CA8"/>
    <w:rsid w:val="004E3E2E"/>
    <w:rsid w:val="004E4188"/>
    <w:rsid w:val="004E42FD"/>
    <w:rsid w:val="004E430E"/>
    <w:rsid w:val="004E448F"/>
    <w:rsid w:val="004E49C9"/>
    <w:rsid w:val="004E4BEF"/>
    <w:rsid w:val="004E51C4"/>
    <w:rsid w:val="004E5302"/>
    <w:rsid w:val="004E5384"/>
    <w:rsid w:val="004E541B"/>
    <w:rsid w:val="004E5511"/>
    <w:rsid w:val="004E584D"/>
    <w:rsid w:val="004E5B51"/>
    <w:rsid w:val="004E5B75"/>
    <w:rsid w:val="004E65E2"/>
    <w:rsid w:val="004E6768"/>
    <w:rsid w:val="004E6905"/>
    <w:rsid w:val="004E694F"/>
    <w:rsid w:val="004E6A72"/>
    <w:rsid w:val="004E6D1C"/>
    <w:rsid w:val="004E7031"/>
    <w:rsid w:val="004E73D9"/>
    <w:rsid w:val="004E7967"/>
    <w:rsid w:val="004E7B6C"/>
    <w:rsid w:val="004E7C3C"/>
    <w:rsid w:val="004F006A"/>
    <w:rsid w:val="004F00DE"/>
    <w:rsid w:val="004F01B4"/>
    <w:rsid w:val="004F06C1"/>
    <w:rsid w:val="004F0F8F"/>
    <w:rsid w:val="004F1168"/>
    <w:rsid w:val="004F1431"/>
    <w:rsid w:val="004F16DB"/>
    <w:rsid w:val="004F1788"/>
    <w:rsid w:val="004F17B0"/>
    <w:rsid w:val="004F197C"/>
    <w:rsid w:val="004F1A87"/>
    <w:rsid w:val="004F1C1C"/>
    <w:rsid w:val="004F1DB1"/>
    <w:rsid w:val="004F1E50"/>
    <w:rsid w:val="004F1F86"/>
    <w:rsid w:val="004F2223"/>
    <w:rsid w:val="004F232A"/>
    <w:rsid w:val="004F24CC"/>
    <w:rsid w:val="004F2641"/>
    <w:rsid w:val="004F2666"/>
    <w:rsid w:val="004F2887"/>
    <w:rsid w:val="004F2B07"/>
    <w:rsid w:val="004F3017"/>
    <w:rsid w:val="004F3A5B"/>
    <w:rsid w:val="004F3E02"/>
    <w:rsid w:val="004F3EA1"/>
    <w:rsid w:val="004F3EB9"/>
    <w:rsid w:val="004F3F62"/>
    <w:rsid w:val="004F41E4"/>
    <w:rsid w:val="004F4383"/>
    <w:rsid w:val="004F485F"/>
    <w:rsid w:val="004F4CD2"/>
    <w:rsid w:val="004F4F68"/>
    <w:rsid w:val="004F5184"/>
    <w:rsid w:val="004F555A"/>
    <w:rsid w:val="004F5581"/>
    <w:rsid w:val="004F55BE"/>
    <w:rsid w:val="004F5A1D"/>
    <w:rsid w:val="004F5A89"/>
    <w:rsid w:val="004F5E14"/>
    <w:rsid w:val="004F5E72"/>
    <w:rsid w:val="004F617B"/>
    <w:rsid w:val="004F63C2"/>
    <w:rsid w:val="004F63E0"/>
    <w:rsid w:val="004F688A"/>
    <w:rsid w:val="004F6B80"/>
    <w:rsid w:val="004F71F4"/>
    <w:rsid w:val="004F71FC"/>
    <w:rsid w:val="004F72DC"/>
    <w:rsid w:val="004F75C9"/>
    <w:rsid w:val="004F7B78"/>
    <w:rsid w:val="004F7BAF"/>
    <w:rsid w:val="004F7CAC"/>
    <w:rsid w:val="004F7CF7"/>
    <w:rsid w:val="004F7E80"/>
    <w:rsid w:val="00500385"/>
    <w:rsid w:val="005007E0"/>
    <w:rsid w:val="0050089E"/>
    <w:rsid w:val="00500F5F"/>
    <w:rsid w:val="00501027"/>
    <w:rsid w:val="005010A9"/>
    <w:rsid w:val="005014D5"/>
    <w:rsid w:val="005019AF"/>
    <w:rsid w:val="00501B96"/>
    <w:rsid w:val="00501CA2"/>
    <w:rsid w:val="00501D7F"/>
    <w:rsid w:val="00501FE9"/>
    <w:rsid w:val="005023CC"/>
    <w:rsid w:val="00502821"/>
    <w:rsid w:val="00502DC5"/>
    <w:rsid w:val="00502E58"/>
    <w:rsid w:val="00502F04"/>
    <w:rsid w:val="0050314E"/>
    <w:rsid w:val="005031ED"/>
    <w:rsid w:val="0050355A"/>
    <w:rsid w:val="005035D6"/>
    <w:rsid w:val="0050382D"/>
    <w:rsid w:val="0050394B"/>
    <w:rsid w:val="00503C61"/>
    <w:rsid w:val="00504126"/>
    <w:rsid w:val="00504189"/>
    <w:rsid w:val="005041FB"/>
    <w:rsid w:val="005044BA"/>
    <w:rsid w:val="00504827"/>
    <w:rsid w:val="00504A00"/>
    <w:rsid w:val="00505100"/>
    <w:rsid w:val="005051C4"/>
    <w:rsid w:val="00505668"/>
    <w:rsid w:val="00505684"/>
    <w:rsid w:val="005058A7"/>
    <w:rsid w:val="00505AE5"/>
    <w:rsid w:val="00505C24"/>
    <w:rsid w:val="005069BE"/>
    <w:rsid w:val="00506AF8"/>
    <w:rsid w:val="00506DA2"/>
    <w:rsid w:val="00507017"/>
    <w:rsid w:val="005073C4"/>
    <w:rsid w:val="00507E38"/>
    <w:rsid w:val="00507F73"/>
    <w:rsid w:val="005101FA"/>
    <w:rsid w:val="0051030A"/>
    <w:rsid w:val="0051034A"/>
    <w:rsid w:val="005103EB"/>
    <w:rsid w:val="00510582"/>
    <w:rsid w:val="0051078F"/>
    <w:rsid w:val="0051085F"/>
    <w:rsid w:val="0051088E"/>
    <w:rsid w:val="00510B6F"/>
    <w:rsid w:val="00510C78"/>
    <w:rsid w:val="00510FD7"/>
    <w:rsid w:val="00510FEB"/>
    <w:rsid w:val="0051107B"/>
    <w:rsid w:val="0051145E"/>
    <w:rsid w:val="0051149A"/>
    <w:rsid w:val="00511745"/>
    <w:rsid w:val="00511765"/>
    <w:rsid w:val="0051192E"/>
    <w:rsid w:val="00512641"/>
    <w:rsid w:val="00512790"/>
    <w:rsid w:val="00512A07"/>
    <w:rsid w:val="00512CDA"/>
    <w:rsid w:val="00512DB5"/>
    <w:rsid w:val="00513000"/>
    <w:rsid w:val="00513508"/>
    <w:rsid w:val="00513B06"/>
    <w:rsid w:val="00513BA5"/>
    <w:rsid w:val="005142F0"/>
    <w:rsid w:val="00514358"/>
    <w:rsid w:val="005143EC"/>
    <w:rsid w:val="00514589"/>
    <w:rsid w:val="00514A29"/>
    <w:rsid w:val="00514B44"/>
    <w:rsid w:val="00514E33"/>
    <w:rsid w:val="00515A74"/>
    <w:rsid w:val="00516D01"/>
    <w:rsid w:val="005174CF"/>
    <w:rsid w:val="005175A1"/>
    <w:rsid w:val="00517874"/>
    <w:rsid w:val="00517AF0"/>
    <w:rsid w:val="00517D19"/>
    <w:rsid w:val="00517E90"/>
    <w:rsid w:val="00517F23"/>
    <w:rsid w:val="00517F32"/>
    <w:rsid w:val="005207B7"/>
    <w:rsid w:val="00520832"/>
    <w:rsid w:val="00520C3B"/>
    <w:rsid w:val="00520C3C"/>
    <w:rsid w:val="00520D2D"/>
    <w:rsid w:val="00520EA9"/>
    <w:rsid w:val="00521308"/>
    <w:rsid w:val="00521454"/>
    <w:rsid w:val="00521733"/>
    <w:rsid w:val="00521A39"/>
    <w:rsid w:val="00521B06"/>
    <w:rsid w:val="00521B29"/>
    <w:rsid w:val="00521DEF"/>
    <w:rsid w:val="00521EB9"/>
    <w:rsid w:val="00521EBF"/>
    <w:rsid w:val="005221D0"/>
    <w:rsid w:val="005221D9"/>
    <w:rsid w:val="005228B8"/>
    <w:rsid w:val="00522B61"/>
    <w:rsid w:val="00522D3B"/>
    <w:rsid w:val="00522F6D"/>
    <w:rsid w:val="005231EF"/>
    <w:rsid w:val="0052334B"/>
    <w:rsid w:val="005234C4"/>
    <w:rsid w:val="0052393A"/>
    <w:rsid w:val="0052397A"/>
    <w:rsid w:val="00523A5D"/>
    <w:rsid w:val="00523D47"/>
    <w:rsid w:val="005242A8"/>
    <w:rsid w:val="0052435C"/>
    <w:rsid w:val="00524522"/>
    <w:rsid w:val="00524531"/>
    <w:rsid w:val="005245E9"/>
    <w:rsid w:val="00524788"/>
    <w:rsid w:val="0052481F"/>
    <w:rsid w:val="00524E7D"/>
    <w:rsid w:val="00525011"/>
    <w:rsid w:val="00525225"/>
    <w:rsid w:val="00525468"/>
    <w:rsid w:val="0052546D"/>
    <w:rsid w:val="0052559E"/>
    <w:rsid w:val="005256DB"/>
    <w:rsid w:val="00525999"/>
    <w:rsid w:val="00526160"/>
    <w:rsid w:val="0052637B"/>
    <w:rsid w:val="005265E8"/>
    <w:rsid w:val="00526643"/>
    <w:rsid w:val="00526C47"/>
    <w:rsid w:val="00527086"/>
    <w:rsid w:val="0052715E"/>
    <w:rsid w:val="00527300"/>
    <w:rsid w:val="005274D3"/>
    <w:rsid w:val="0052765B"/>
    <w:rsid w:val="00527852"/>
    <w:rsid w:val="00527B44"/>
    <w:rsid w:val="00527BBC"/>
    <w:rsid w:val="00527D62"/>
    <w:rsid w:val="00527E5C"/>
    <w:rsid w:val="00530119"/>
    <w:rsid w:val="0053018D"/>
    <w:rsid w:val="005301A9"/>
    <w:rsid w:val="005302AF"/>
    <w:rsid w:val="00530386"/>
    <w:rsid w:val="00530BF7"/>
    <w:rsid w:val="0053100D"/>
    <w:rsid w:val="0053101D"/>
    <w:rsid w:val="0053123A"/>
    <w:rsid w:val="00531317"/>
    <w:rsid w:val="005314AE"/>
    <w:rsid w:val="00531A76"/>
    <w:rsid w:val="00531B07"/>
    <w:rsid w:val="00531D21"/>
    <w:rsid w:val="00531EEC"/>
    <w:rsid w:val="0053203C"/>
    <w:rsid w:val="00532316"/>
    <w:rsid w:val="0053241F"/>
    <w:rsid w:val="0053267C"/>
    <w:rsid w:val="00532840"/>
    <w:rsid w:val="00532ED2"/>
    <w:rsid w:val="00532F67"/>
    <w:rsid w:val="0053307E"/>
    <w:rsid w:val="00533097"/>
    <w:rsid w:val="005330E4"/>
    <w:rsid w:val="0053321B"/>
    <w:rsid w:val="00533222"/>
    <w:rsid w:val="00533B58"/>
    <w:rsid w:val="00534248"/>
    <w:rsid w:val="0053467D"/>
    <w:rsid w:val="00534897"/>
    <w:rsid w:val="0053495B"/>
    <w:rsid w:val="005349AF"/>
    <w:rsid w:val="005349F7"/>
    <w:rsid w:val="00534B84"/>
    <w:rsid w:val="00534D1E"/>
    <w:rsid w:val="00535021"/>
    <w:rsid w:val="0053506F"/>
    <w:rsid w:val="005352A9"/>
    <w:rsid w:val="005357E6"/>
    <w:rsid w:val="00535A55"/>
    <w:rsid w:val="00535ADF"/>
    <w:rsid w:val="00536140"/>
    <w:rsid w:val="00536726"/>
    <w:rsid w:val="00536AC2"/>
    <w:rsid w:val="00536D82"/>
    <w:rsid w:val="00536E09"/>
    <w:rsid w:val="0053744A"/>
    <w:rsid w:val="00537989"/>
    <w:rsid w:val="00537B30"/>
    <w:rsid w:val="00537EC3"/>
    <w:rsid w:val="00537F54"/>
    <w:rsid w:val="00540293"/>
    <w:rsid w:val="005403F6"/>
    <w:rsid w:val="005404C1"/>
    <w:rsid w:val="0054055A"/>
    <w:rsid w:val="00540610"/>
    <w:rsid w:val="0054069D"/>
    <w:rsid w:val="005407BF"/>
    <w:rsid w:val="00540863"/>
    <w:rsid w:val="005408EF"/>
    <w:rsid w:val="00540A62"/>
    <w:rsid w:val="00540A72"/>
    <w:rsid w:val="00540D05"/>
    <w:rsid w:val="00540DAD"/>
    <w:rsid w:val="00540E87"/>
    <w:rsid w:val="00540F2F"/>
    <w:rsid w:val="00540F4E"/>
    <w:rsid w:val="00541048"/>
    <w:rsid w:val="005414AE"/>
    <w:rsid w:val="005414F5"/>
    <w:rsid w:val="0054156A"/>
    <w:rsid w:val="0054169B"/>
    <w:rsid w:val="00541948"/>
    <w:rsid w:val="0054198A"/>
    <w:rsid w:val="00541AD6"/>
    <w:rsid w:val="00541BE5"/>
    <w:rsid w:val="00541CBA"/>
    <w:rsid w:val="005422C3"/>
    <w:rsid w:val="005423C6"/>
    <w:rsid w:val="005424C1"/>
    <w:rsid w:val="0054259F"/>
    <w:rsid w:val="00542B65"/>
    <w:rsid w:val="00542C2C"/>
    <w:rsid w:val="00542ED3"/>
    <w:rsid w:val="005430FC"/>
    <w:rsid w:val="00543234"/>
    <w:rsid w:val="0054324D"/>
    <w:rsid w:val="005433DE"/>
    <w:rsid w:val="00543486"/>
    <w:rsid w:val="005439AD"/>
    <w:rsid w:val="00543E49"/>
    <w:rsid w:val="0054447A"/>
    <w:rsid w:val="00544764"/>
    <w:rsid w:val="00544A2B"/>
    <w:rsid w:val="00544C14"/>
    <w:rsid w:val="00545410"/>
    <w:rsid w:val="005458BE"/>
    <w:rsid w:val="00545929"/>
    <w:rsid w:val="00545A2B"/>
    <w:rsid w:val="00545D37"/>
    <w:rsid w:val="00545D6A"/>
    <w:rsid w:val="00545E8F"/>
    <w:rsid w:val="00546544"/>
    <w:rsid w:val="0054664C"/>
    <w:rsid w:val="005466A2"/>
    <w:rsid w:val="0054671D"/>
    <w:rsid w:val="00546808"/>
    <w:rsid w:val="00546C13"/>
    <w:rsid w:val="00546F1B"/>
    <w:rsid w:val="00546F58"/>
    <w:rsid w:val="00546F65"/>
    <w:rsid w:val="0054705A"/>
    <w:rsid w:val="005471B4"/>
    <w:rsid w:val="00547621"/>
    <w:rsid w:val="00547DFD"/>
    <w:rsid w:val="0055000F"/>
    <w:rsid w:val="00550203"/>
    <w:rsid w:val="0055038A"/>
    <w:rsid w:val="00550506"/>
    <w:rsid w:val="00550651"/>
    <w:rsid w:val="00550A55"/>
    <w:rsid w:val="00550B96"/>
    <w:rsid w:val="00551028"/>
    <w:rsid w:val="005515D2"/>
    <w:rsid w:val="00551987"/>
    <w:rsid w:val="00552190"/>
    <w:rsid w:val="00552827"/>
    <w:rsid w:val="00552839"/>
    <w:rsid w:val="00552D59"/>
    <w:rsid w:val="00552EE0"/>
    <w:rsid w:val="00552FD8"/>
    <w:rsid w:val="0055336D"/>
    <w:rsid w:val="005535FB"/>
    <w:rsid w:val="005536FF"/>
    <w:rsid w:val="00553771"/>
    <w:rsid w:val="00553ACE"/>
    <w:rsid w:val="00553D5E"/>
    <w:rsid w:val="00554695"/>
    <w:rsid w:val="005546F0"/>
    <w:rsid w:val="005548C7"/>
    <w:rsid w:val="00554B57"/>
    <w:rsid w:val="00554C53"/>
    <w:rsid w:val="00554C70"/>
    <w:rsid w:val="00554F9A"/>
    <w:rsid w:val="00555155"/>
    <w:rsid w:val="005551FD"/>
    <w:rsid w:val="0055528D"/>
    <w:rsid w:val="00555350"/>
    <w:rsid w:val="005555FF"/>
    <w:rsid w:val="00555822"/>
    <w:rsid w:val="00555AB0"/>
    <w:rsid w:val="00555ACF"/>
    <w:rsid w:val="00555D2F"/>
    <w:rsid w:val="00555EC5"/>
    <w:rsid w:val="0055677D"/>
    <w:rsid w:val="00556950"/>
    <w:rsid w:val="00556A0D"/>
    <w:rsid w:val="00556A96"/>
    <w:rsid w:val="00556DC3"/>
    <w:rsid w:val="0055704F"/>
    <w:rsid w:val="0055778C"/>
    <w:rsid w:val="00557CC6"/>
    <w:rsid w:val="00557EC8"/>
    <w:rsid w:val="005600CE"/>
    <w:rsid w:val="0056044D"/>
    <w:rsid w:val="00560717"/>
    <w:rsid w:val="00560C3D"/>
    <w:rsid w:val="00560E8E"/>
    <w:rsid w:val="005611B9"/>
    <w:rsid w:val="005613AE"/>
    <w:rsid w:val="0056152E"/>
    <w:rsid w:val="00561B64"/>
    <w:rsid w:val="00561C5F"/>
    <w:rsid w:val="00561CA9"/>
    <w:rsid w:val="0056228A"/>
    <w:rsid w:val="005623EF"/>
    <w:rsid w:val="00562459"/>
    <w:rsid w:val="0056298F"/>
    <w:rsid w:val="00562B8F"/>
    <w:rsid w:val="005636B9"/>
    <w:rsid w:val="00563885"/>
    <w:rsid w:val="00563A11"/>
    <w:rsid w:val="00563D38"/>
    <w:rsid w:val="0056411F"/>
    <w:rsid w:val="005643A3"/>
    <w:rsid w:val="005644AC"/>
    <w:rsid w:val="005644ED"/>
    <w:rsid w:val="005644FB"/>
    <w:rsid w:val="00564963"/>
    <w:rsid w:val="00564B08"/>
    <w:rsid w:val="00564B89"/>
    <w:rsid w:val="0056579B"/>
    <w:rsid w:val="00565A79"/>
    <w:rsid w:val="005664E9"/>
    <w:rsid w:val="00566694"/>
    <w:rsid w:val="0056673B"/>
    <w:rsid w:val="005671FA"/>
    <w:rsid w:val="0056728D"/>
    <w:rsid w:val="005672BC"/>
    <w:rsid w:val="005675C0"/>
    <w:rsid w:val="00567822"/>
    <w:rsid w:val="005679E7"/>
    <w:rsid w:val="00567CEC"/>
    <w:rsid w:val="00567F26"/>
    <w:rsid w:val="00570136"/>
    <w:rsid w:val="0057038E"/>
    <w:rsid w:val="005703EB"/>
    <w:rsid w:val="00570574"/>
    <w:rsid w:val="00570642"/>
    <w:rsid w:val="005708C2"/>
    <w:rsid w:val="00570E30"/>
    <w:rsid w:val="005712C1"/>
    <w:rsid w:val="00571B57"/>
    <w:rsid w:val="00571C00"/>
    <w:rsid w:val="00571D79"/>
    <w:rsid w:val="0057215E"/>
    <w:rsid w:val="00572350"/>
    <w:rsid w:val="005728EA"/>
    <w:rsid w:val="00572B18"/>
    <w:rsid w:val="00572B8A"/>
    <w:rsid w:val="00572E1B"/>
    <w:rsid w:val="00573343"/>
    <w:rsid w:val="00573848"/>
    <w:rsid w:val="00573874"/>
    <w:rsid w:val="00573A8E"/>
    <w:rsid w:val="005742F9"/>
    <w:rsid w:val="00574952"/>
    <w:rsid w:val="00574ABC"/>
    <w:rsid w:val="00574FF5"/>
    <w:rsid w:val="00575505"/>
    <w:rsid w:val="005755E1"/>
    <w:rsid w:val="005756A4"/>
    <w:rsid w:val="00575958"/>
    <w:rsid w:val="00575BA8"/>
    <w:rsid w:val="00575C3E"/>
    <w:rsid w:val="00575E2E"/>
    <w:rsid w:val="005763F8"/>
    <w:rsid w:val="0057651A"/>
    <w:rsid w:val="005769E7"/>
    <w:rsid w:val="00576AED"/>
    <w:rsid w:val="00576B18"/>
    <w:rsid w:val="00576BFE"/>
    <w:rsid w:val="00576C59"/>
    <w:rsid w:val="00576D29"/>
    <w:rsid w:val="00576E1E"/>
    <w:rsid w:val="00576FF3"/>
    <w:rsid w:val="0057715F"/>
    <w:rsid w:val="005771DD"/>
    <w:rsid w:val="00577318"/>
    <w:rsid w:val="005777C9"/>
    <w:rsid w:val="005778BE"/>
    <w:rsid w:val="00577904"/>
    <w:rsid w:val="005779F5"/>
    <w:rsid w:val="00577B76"/>
    <w:rsid w:val="00577D08"/>
    <w:rsid w:val="00580541"/>
    <w:rsid w:val="005806EE"/>
    <w:rsid w:val="00580AF0"/>
    <w:rsid w:val="00580BCE"/>
    <w:rsid w:val="00580D31"/>
    <w:rsid w:val="00580EF6"/>
    <w:rsid w:val="00581A81"/>
    <w:rsid w:val="00581C01"/>
    <w:rsid w:val="00581E0C"/>
    <w:rsid w:val="00581EED"/>
    <w:rsid w:val="00581FA1"/>
    <w:rsid w:val="005821F6"/>
    <w:rsid w:val="005823EB"/>
    <w:rsid w:val="005827B6"/>
    <w:rsid w:val="00582D1E"/>
    <w:rsid w:val="00582EC6"/>
    <w:rsid w:val="00582EF1"/>
    <w:rsid w:val="00583184"/>
    <w:rsid w:val="0058321F"/>
    <w:rsid w:val="005832B2"/>
    <w:rsid w:val="0058335C"/>
    <w:rsid w:val="00583567"/>
    <w:rsid w:val="005835CC"/>
    <w:rsid w:val="0058363C"/>
    <w:rsid w:val="00583F74"/>
    <w:rsid w:val="00583FF1"/>
    <w:rsid w:val="00584036"/>
    <w:rsid w:val="00584627"/>
    <w:rsid w:val="00584717"/>
    <w:rsid w:val="00585235"/>
    <w:rsid w:val="005856CB"/>
    <w:rsid w:val="005856F6"/>
    <w:rsid w:val="005857AE"/>
    <w:rsid w:val="00585B12"/>
    <w:rsid w:val="00585B4A"/>
    <w:rsid w:val="00585EA5"/>
    <w:rsid w:val="00586033"/>
    <w:rsid w:val="005868BF"/>
    <w:rsid w:val="00586C23"/>
    <w:rsid w:val="00586E90"/>
    <w:rsid w:val="00586FBF"/>
    <w:rsid w:val="00587408"/>
    <w:rsid w:val="00587C02"/>
    <w:rsid w:val="00587D59"/>
    <w:rsid w:val="00587ED7"/>
    <w:rsid w:val="00590030"/>
    <w:rsid w:val="00590766"/>
    <w:rsid w:val="0059097C"/>
    <w:rsid w:val="00590CD5"/>
    <w:rsid w:val="00590E48"/>
    <w:rsid w:val="00591089"/>
    <w:rsid w:val="005910B8"/>
    <w:rsid w:val="0059112D"/>
    <w:rsid w:val="00591DA3"/>
    <w:rsid w:val="00591E19"/>
    <w:rsid w:val="00591E7E"/>
    <w:rsid w:val="005921DF"/>
    <w:rsid w:val="005921F0"/>
    <w:rsid w:val="0059258F"/>
    <w:rsid w:val="005927DB"/>
    <w:rsid w:val="00592BED"/>
    <w:rsid w:val="0059367F"/>
    <w:rsid w:val="005936A6"/>
    <w:rsid w:val="005936BC"/>
    <w:rsid w:val="005937CE"/>
    <w:rsid w:val="00593CA4"/>
    <w:rsid w:val="00593E76"/>
    <w:rsid w:val="00593EE7"/>
    <w:rsid w:val="00593FCB"/>
    <w:rsid w:val="00594083"/>
    <w:rsid w:val="00594517"/>
    <w:rsid w:val="005948A6"/>
    <w:rsid w:val="00594979"/>
    <w:rsid w:val="00594A23"/>
    <w:rsid w:val="00594D42"/>
    <w:rsid w:val="00594E69"/>
    <w:rsid w:val="00594FE0"/>
    <w:rsid w:val="005950E9"/>
    <w:rsid w:val="00595416"/>
    <w:rsid w:val="00595A12"/>
    <w:rsid w:val="00595D37"/>
    <w:rsid w:val="00596115"/>
    <w:rsid w:val="00596221"/>
    <w:rsid w:val="005963D6"/>
    <w:rsid w:val="00596AAC"/>
    <w:rsid w:val="00596D79"/>
    <w:rsid w:val="00596E65"/>
    <w:rsid w:val="00597003"/>
    <w:rsid w:val="005970DC"/>
    <w:rsid w:val="00597415"/>
    <w:rsid w:val="0059799B"/>
    <w:rsid w:val="00597C45"/>
    <w:rsid w:val="005A01C3"/>
    <w:rsid w:val="005A025B"/>
    <w:rsid w:val="005A0366"/>
    <w:rsid w:val="005A073F"/>
    <w:rsid w:val="005A0C68"/>
    <w:rsid w:val="005A0CC2"/>
    <w:rsid w:val="005A0DA0"/>
    <w:rsid w:val="005A11EC"/>
    <w:rsid w:val="005A1246"/>
    <w:rsid w:val="005A141D"/>
    <w:rsid w:val="005A148F"/>
    <w:rsid w:val="005A14C4"/>
    <w:rsid w:val="005A1CC9"/>
    <w:rsid w:val="005A2106"/>
    <w:rsid w:val="005A21A1"/>
    <w:rsid w:val="005A24F4"/>
    <w:rsid w:val="005A2788"/>
    <w:rsid w:val="005A28BE"/>
    <w:rsid w:val="005A298C"/>
    <w:rsid w:val="005A29B6"/>
    <w:rsid w:val="005A2A31"/>
    <w:rsid w:val="005A2EBD"/>
    <w:rsid w:val="005A31AA"/>
    <w:rsid w:val="005A36BE"/>
    <w:rsid w:val="005A37CF"/>
    <w:rsid w:val="005A382B"/>
    <w:rsid w:val="005A3A90"/>
    <w:rsid w:val="005A3B4E"/>
    <w:rsid w:val="005A3DAF"/>
    <w:rsid w:val="005A3E8B"/>
    <w:rsid w:val="005A48EA"/>
    <w:rsid w:val="005A4B4B"/>
    <w:rsid w:val="005A4D63"/>
    <w:rsid w:val="005A4DD3"/>
    <w:rsid w:val="005A5848"/>
    <w:rsid w:val="005A5889"/>
    <w:rsid w:val="005A5B88"/>
    <w:rsid w:val="005A5C5B"/>
    <w:rsid w:val="005A5E94"/>
    <w:rsid w:val="005A5F34"/>
    <w:rsid w:val="005A615A"/>
    <w:rsid w:val="005A62AA"/>
    <w:rsid w:val="005A67A9"/>
    <w:rsid w:val="005A69C0"/>
    <w:rsid w:val="005A6D98"/>
    <w:rsid w:val="005A6F2C"/>
    <w:rsid w:val="005A7156"/>
    <w:rsid w:val="005A72C5"/>
    <w:rsid w:val="005A7301"/>
    <w:rsid w:val="005A7464"/>
    <w:rsid w:val="005A7AEF"/>
    <w:rsid w:val="005A7C48"/>
    <w:rsid w:val="005B0096"/>
    <w:rsid w:val="005B0373"/>
    <w:rsid w:val="005B056E"/>
    <w:rsid w:val="005B06D4"/>
    <w:rsid w:val="005B0DF0"/>
    <w:rsid w:val="005B133E"/>
    <w:rsid w:val="005B1410"/>
    <w:rsid w:val="005B1452"/>
    <w:rsid w:val="005B1509"/>
    <w:rsid w:val="005B1A9A"/>
    <w:rsid w:val="005B1B38"/>
    <w:rsid w:val="005B208C"/>
    <w:rsid w:val="005B2322"/>
    <w:rsid w:val="005B26B9"/>
    <w:rsid w:val="005B29A9"/>
    <w:rsid w:val="005B2B38"/>
    <w:rsid w:val="005B30BE"/>
    <w:rsid w:val="005B3246"/>
    <w:rsid w:val="005B3851"/>
    <w:rsid w:val="005B3C2F"/>
    <w:rsid w:val="005B3EBC"/>
    <w:rsid w:val="005B3F6D"/>
    <w:rsid w:val="005B419D"/>
    <w:rsid w:val="005B4534"/>
    <w:rsid w:val="005B4972"/>
    <w:rsid w:val="005B4C03"/>
    <w:rsid w:val="005B4D00"/>
    <w:rsid w:val="005B4E3B"/>
    <w:rsid w:val="005B50EA"/>
    <w:rsid w:val="005B51EA"/>
    <w:rsid w:val="005B5335"/>
    <w:rsid w:val="005B545C"/>
    <w:rsid w:val="005B54A9"/>
    <w:rsid w:val="005B55D7"/>
    <w:rsid w:val="005B5E8B"/>
    <w:rsid w:val="005B66C4"/>
    <w:rsid w:val="005B6869"/>
    <w:rsid w:val="005B68B9"/>
    <w:rsid w:val="005B71B3"/>
    <w:rsid w:val="005B7307"/>
    <w:rsid w:val="005B75CC"/>
    <w:rsid w:val="005B7A9E"/>
    <w:rsid w:val="005B7C24"/>
    <w:rsid w:val="005B7C2E"/>
    <w:rsid w:val="005B7D01"/>
    <w:rsid w:val="005B7D10"/>
    <w:rsid w:val="005B7D78"/>
    <w:rsid w:val="005C0387"/>
    <w:rsid w:val="005C0434"/>
    <w:rsid w:val="005C05F2"/>
    <w:rsid w:val="005C0862"/>
    <w:rsid w:val="005C0AD7"/>
    <w:rsid w:val="005C0C48"/>
    <w:rsid w:val="005C0F47"/>
    <w:rsid w:val="005C1420"/>
    <w:rsid w:val="005C1637"/>
    <w:rsid w:val="005C1B16"/>
    <w:rsid w:val="005C1E2C"/>
    <w:rsid w:val="005C1FDB"/>
    <w:rsid w:val="005C21BE"/>
    <w:rsid w:val="005C234A"/>
    <w:rsid w:val="005C275C"/>
    <w:rsid w:val="005C2786"/>
    <w:rsid w:val="005C29F5"/>
    <w:rsid w:val="005C2F42"/>
    <w:rsid w:val="005C3095"/>
    <w:rsid w:val="005C32CB"/>
    <w:rsid w:val="005C33A1"/>
    <w:rsid w:val="005C3568"/>
    <w:rsid w:val="005C3600"/>
    <w:rsid w:val="005C36EE"/>
    <w:rsid w:val="005C3A93"/>
    <w:rsid w:val="005C41BB"/>
    <w:rsid w:val="005C426A"/>
    <w:rsid w:val="005C472B"/>
    <w:rsid w:val="005C4751"/>
    <w:rsid w:val="005C4A1E"/>
    <w:rsid w:val="005C4A50"/>
    <w:rsid w:val="005C5150"/>
    <w:rsid w:val="005C5558"/>
    <w:rsid w:val="005C5747"/>
    <w:rsid w:val="005C5983"/>
    <w:rsid w:val="005C60EA"/>
    <w:rsid w:val="005C6229"/>
    <w:rsid w:val="005C66EB"/>
    <w:rsid w:val="005C6A41"/>
    <w:rsid w:val="005C6C04"/>
    <w:rsid w:val="005C6EB4"/>
    <w:rsid w:val="005C7216"/>
    <w:rsid w:val="005C739B"/>
    <w:rsid w:val="005C7417"/>
    <w:rsid w:val="005C74B4"/>
    <w:rsid w:val="005C75D1"/>
    <w:rsid w:val="005C7ABB"/>
    <w:rsid w:val="005C7CBC"/>
    <w:rsid w:val="005C7D5B"/>
    <w:rsid w:val="005D0141"/>
    <w:rsid w:val="005D017F"/>
    <w:rsid w:val="005D07EB"/>
    <w:rsid w:val="005D0AD9"/>
    <w:rsid w:val="005D0C22"/>
    <w:rsid w:val="005D0C2A"/>
    <w:rsid w:val="005D0D77"/>
    <w:rsid w:val="005D0D84"/>
    <w:rsid w:val="005D0DCC"/>
    <w:rsid w:val="005D1059"/>
    <w:rsid w:val="005D108D"/>
    <w:rsid w:val="005D15A8"/>
    <w:rsid w:val="005D16CE"/>
    <w:rsid w:val="005D17B7"/>
    <w:rsid w:val="005D1918"/>
    <w:rsid w:val="005D1A53"/>
    <w:rsid w:val="005D1B0D"/>
    <w:rsid w:val="005D1D77"/>
    <w:rsid w:val="005D2024"/>
    <w:rsid w:val="005D2174"/>
    <w:rsid w:val="005D2619"/>
    <w:rsid w:val="005D28DF"/>
    <w:rsid w:val="005D3081"/>
    <w:rsid w:val="005D3680"/>
    <w:rsid w:val="005D3706"/>
    <w:rsid w:val="005D393A"/>
    <w:rsid w:val="005D3970"/>
    <w:rsid w:val="005D39DF"/>
    <w:rsid w:val="005D3BAC"/>
    <w:rsid w:val="005D3CAE"/>
    <w:rsid w:val="005D3FCD"/>
    <w:rsid w:val="005D4040"/>
    <w:rsid w:val="005D44D8"/>
    <w:rsid w:val="005D47CC"/>
    <w:rsid w:val="005D4804"/>
    <w:rsid w:val="005D48BE"/>
    <w:rsid w:val="005D48C0"/>
    <w:rsid w:val="005D4B63"/>
    <w:rsid w:val="005D4C05"/>
    <w:rsid w:val="005D4C25"/>
    <w:rsid w:val="005D4E2A"/>
    <w:rsid w:val="005D4EEE"/>
    <w:rsid w:val="005D542D"/>
    <w:rsid w:val="005D56E8"/>
    <w:rsid w:val="005D5A55"/>
    <w:rsid w:val="005D5ABD"/>
    <w:rsid w:val="005D5DF0"/>
    <w:rsid w:val="005D5EA8"/>
    <w:rsid w:val="005D6875"/>
    <w:rsid w:val="005D6B97"/>
    <w:rsid w:val="005D6BAF"/>
    <w:rsid w:val="005D6D35"/>
    <w:rsid w:val="005D703F"/>
    <w:rsid w:val="005D7199"/>
    <w:rsid w:val="005D7393"/>
    <w:rsid w:val="005D73ED"/>
    <w:rsid w:val="005D74D4"/>
    <w:rsid w:val="005D7B95"/>
    <w:rsid w:val="005D7C32"/>
    <w:rsid w:val="005D7C54"/>
    <w:rsid w:val="005D7D48"/>
    <w:rsid w:val="005D7D74"/>
    <w:rsid w:val="005D7E81"/>
    <w:rsid w:val="005E0031"/>
    <w:rsid w:val="005E0279"/>
    <w:rsid w:val="005E11F9"/>
    <w:rsid w:val="005E1257"/>
    <w:rsid w:val="005E125F"/>
    <w:rsid w:val="005E1379"/>
    <w:rsid w:val="005E145A"/>
    <w:rsid w:val="005E16FB"/>
    <w:rsid w:val="005E1887"/>
    <w:rsid w:val="005E1C5D"/>
    <w:rsid w:val="005E1E33"/>
    <w:rsid w:val="005E2148"/>
    <w:rsid w:val="005E272F"/>
    <w:rsid w:val="005E276D"/>
    <w:rsid w:val="005E2852"/>
    <w:rsid w:val="005E3369"/>
    <w:rsid w:val="005E34CE"/>
    <w:rsid w:val="005E38DF"/>
    <w:rsid w:val="005E3AAA"/>
    <w:rsid w:val="005E3C79"/>
    <w:rsid w:val="005E3D07"/>
    <w:rsid w:val="005E408A"/>
    <w:rsid w:val="005E4460"/>
    <w:rsid w:val="005E4825"/>
    <w:rsid w:val="005E49C8"/>
    <w:rsid w:val="005E4A2E"/>
    <w:rsid w:val="005E4A47"/>
    <w:rsid w:val="005E4C99"/>
    <w:rsid w:val="005E4D38"/>
    <w:rsid w:val="005E4EEC"/>
    <w:rsid w:val="005E5044"/>
    <w:rsid w:val="005E54B8"/>
    <w:rsid w:val="005E55A1"/>
    <w:rsid w:val="005E573B"/>
    <w:rsid w:val="005E599B"/>
    <w:rsid w:val="005E5B59"/>
    <w:rsid w:val="005E5CEF"/>
    <w:rsid w:val="005E6140"/>
    <w:rsid w:val="005E61DC"/>
    <w:rsid w:val="005E645D"/>
    <w:rsid w:val="005E6686"/>
    <w:rsid w:val="005E6BE3"/>
    <w:rsid w:val="005E754E"/>
    <w:rsid w:val="005E75FD"/>
    <w:rsid w:val="005E785D"/>
    <w:rsid w:val="005E7C4F"/>
    <w:rsid w:val="005E7D97"/>
    <w:rsid w:val="005E7ECC"/>
    <w:rsid w:val="005F03BF"/>
    <w:rsid w:val="005F03CE"/>
    <w:rsid w:val="005F073C"/>
    <w:rsid w:val="005F0866"/>
    <w:rsid w:val="005F1294"/>
    <w:rsid w:val="005F1861"/>
    <w:rsid w:val="005F227A"/>
    <w:rsid w:val="005F2378"/>
    <w:rsid w:val="005F2407"/>
    <w:rsid w:val="005F2488"/>
    <w:rsid w:val="005F2502"/>
    <w:rsid w:val="005F2545"/>
    <w:rsid w:val="005F25EE"/>
    <w:rsid w:val="005F2748"/>
    <w:rsid w:val="005F27CE"/>
    <w:rsid w:val="005F288C"/>
    <w:rsid w:val="005F28DD"/>
    <w:rsid w:val="005F295C"/>
    <w:rsid w:val="005F2E6A"/>
    <w:rsid w:val="005F2EE1"/>
    <w:rsid w:val="005F33D5"/>
    <w:rsid w:val="005F3429"/>
    <w:rsid w:val="005F34ED"/>
    <w:rsid w:val="005F364D"/>
    <w:rsid w:val="005F3678"/>
    <w:rsid w:val="005F37D8"/>
    <w:rsid w:val="005F3A08"/>
    <w:rsid w:val="005F3BD2"/>
    <w:rsid w:val="005F3F53"/>
    <w:rsid w:val="005F3F8C"/>
    <w:rsid w:val="005F43FC"/>
    <w:rsid w:val="005F446D"/>
    <w:rsid w:val="005F4714"/>
    <w:rsid w:val="005F4895"/>
    <w:rsid w:val="005F4BAE"/>
    <w:rsid w:val="005F4CD3"/>
    <w:rsid w:val="005F507F"/>
    <w:rsid w:val="005F516D"/>
    <w:rsid w:val="005F5355"/>
    <w:rsid w:val="005F541D"/>
    <w:rsid w:val="005F5923"/>
    <w:rsid w:val="005F5ABD"/>
    <w:rsid w:val="005F5D34"/>
    <w:rsid w:val="005F5D97"/>
    <w:rsid w:val="005F5EC2"/>
    <w:rsid w:val="005F5F67"/>
    <w:rsid w:val="005F65C1"/>
    <w:rsid w:val="005F66A7"/>
    <w:rsid w:val="005F6DBF"/>
    <w:rsid w:val="005F70EC"/>
    <w:rsid w:val="005F7125"/>
    <w:rsid w:val="005F7924"/>
    <w:rsid w:val="005F7C69"/>
    <w:rsid w:val="005F7DD6"/>
    <w:rsid w:val="005F7EAD"/>
    <w:rsid w:val="006000FA"/>
    <w:rsid w:val="0060027F"/>
    <w:rsid w:val="00600349"/>
    <w:rsid w:val="00600436"/>
    <w:rsid w:val="00600905"/>
    <w:rsid w:val="00600AF7"/>
    <w:rsid w:val="006013AD"/>
    <w:rsid w:val="00601B86"/>
    <w:rsid w:val="00601EE0"/>
    <w:rsid w:val="0060218F"/>
    <w:rsid w:val="006021CC"/>
    <w:rsid w:val="00602612"/>
    <w:rsid w:val="00602921"/>
    <w:rsid w:val="00602965"/>
    <w:rsid w:val="00602A41"/>
    <w:rsid w:val="00602C58"/>
    <w:rsid w:val="00602CDF"/>
    <w:rsid w:val="00603313"/>
    <w:rsid w:val="00603A58"/>
    <w:rsid w:val="00603B7B"/>
    <w:rsid w:val="00603C41"/>
    <w:rsid w:val="00603F33"/>
    <w:rsid w:val="0060424F"/>
    <w:rsid w:val="0060436A"/>
    <w:rsid w:val="0060469F"/>
    <w:rsid w:val="006046B5"/>
    <w:rsid w:val="0060477F"/>
    <w:rsid w:val="00604A7D"/>
    <w:rsid w:val="00604BDF"/>
    <w:rsid w:val="00604E4C"/>
    <w:rsid w:val="006051D1"/>
    <w:rsid w:val="006056D7"/>
    <w:rsid w:val="006056F3"/>
    <w:rsid w:val="006058F3"/>
    <w:rsid w:val="006059DC"/>
    <w:rsid w:val="00605CCC"/>
    <w:rsid w:val="0060637A"/>
    <w:rsid w:val="006065F8"/>
    <w:rsid w:val="006068E3"/>
    <w:rsid w:val="006069A0"/>
    <w:rsid w:val="00606D7B"/>
    <w:rsid w:val="006074A6"/>
    <w:rsid w:val="0060755A"/>
    <w:rsid w:val="006079CE"/>
    <w:rsid w:val="00607C09"/>
    <w:rsid w:val="00607F7C"/>
    <w:rsid w:val="006104C2"/>
    <w:rsid w:val="00610A7B"/>
    <w:rsid w:val="00610F8B"/>
    <w:rsid w:val="006113B5"/>
    <w:rsid w:val="0061153E"/>
    <w:rsid w:val="0061176C"/>
    <w:rsid w:val="00611905"/>
    <w:rsid w:val="00611B4F"/>
    <w:rsid w:val="00611E6A"/>
    <w:rsid w:val="00611E6D"/>
    <w:rsid w:val="00612060"/>
    <w:rsid w:val="00612094"/>
    <w:rsid w:val="00612444"/>
    <w:rsid w:val="00612639"/>
    <w:rsid w:val="00612871"/>
    <w:rsid w:val="00612949"/>
    <w:rsid w:val="006132D7"/>
    <w:rsid w:val="006133AB"/>
    <w:rsid w:val="00613417"/>
    <w:rsid w:val="006139C0"/>
    <w:rsid w:val="00613CB4"/>
    <w:rsid w:val="00613F60"/>
    <w:rsid w:val="00613FDB"/>
    <w:rsid w:val="006145B1"/>
    <w:rsid w:val="006145ED"/>
    <w:rsid w:val="006146BB"/>
    <w:rsid w:val="00614834"/>
    <w:rsid w:val="00614BBE"/>
    <w:rsid w:val="0061546A"/>
    <w:rsid w:val="00615532"/>
    <w:rsid w:val="00615768"/>
    <w:rsid w:val="00615935"/>
    <w:rsid w:val="00615C82"/>
    <w:rsid w:val="00615F6A"/>
    <w:rsid w:val="00616100"/>
    <w:rsid w:val="00616421"/>
    <w:rsid w:val="00616482"/>
    <w:rsid w:val="00616528"/>
    <w:rsid w:val="006168DA"/>
    <w:rsid w:val="00616B15"/>
    <w:rsid w:val="00616E25"/>
    <w:rsid w:val="00616E5A"/>
    <w:rsid w:val="00616EAB"/>
    <w:rsid w:val="006175C6"/>
    <w:rsid w:val="00617620"/>
    <w:rsid w:val="0061777C"/>
    <w:rsid w:val="00617788"/>
    <w:rsid w:val="0061780E"/>
    <w:rsid w:val="00617846"/>
    <w:rsid w:val="00617E02"/>
    <w:rsid w:val="00617E6E"/>
    <w:rsid w:val="00620050"/>
    <w:rsid w:val="00620246"/>
    <w:rsid w:val="006204D6"/>
    <w:rsid w:val="00620594"/>
    <w:rsid w:val="0062062A"/>
    <w:rsid w:val="006207F6"/>
    <w:rsid w:val="006209E1"/>
    <w:rsid w:val="00620B10"/>
    <w:rsid w:val="0062112B"/>
    <w:rsid w:val="00621361"/>
    <w:rsid w:val="0062170F"/>
    <w:rsid w:val="00621A78"/>
    <w:rsid w:val="00621AE4"/>
    <w:rsid w:val="006223C8"/>
    <w:rsid w:val="006223ED"/>
    <w:rsid w:val="006224DB"/>
    <w:rsid w:val="0062257E"/>
    <w:rsid w:val="006227E3"/>
    <w:rsid w:val="00622C45"/>
    <w:rsid w:val="00622E7E"/>
    <w:rsid w:val="00622ED6"/>
    <w:rsid w:val="00622F8F"/>
    <w:rsid w:val="00623162"/>
    <w:rsid w:val="006231B8"/>
    <w:rsid w:val="006231C2"/>
    <w:rsid w:val="00623782"/>
    <w:rsid w:val="00623799"/>
    <w:rsid w:val="0062383C"/>
    <w:rsid w:val="00623A06"/>
    <w:rsid w:val="00623C42"/>
    <w:rsid w:val="00624262"/>
    <w:rsid w:val="006243F2"/>
    <w:rsid w:val="0062440B"/>
    <w:rsid w:val="0062479D"/>
    <w:rsid w:val="00624819"/>
    <w:rsid w:val="00624BB2"/>
    <w:rsid w:val="00624CE7"/>
    <w:rsid w:val="0062528E"/>
    <w:rsid w:val="006254F4"/>
    <w:rsid w:val="00625538"/>
    <w:rsid w:val="00625681"/>
    <w:rsid w:val="006257BA"/>
    <w:rsid w:val="00625E6C"/>
    <w:rsid w:val="00625E71"/>
    <w:rsid w:val="00625EC6"/>
    <w:rsid w:val="00625FE6"/>
    <w:rsid w:val="0062611D"/>
    <w:rsid w:val="006261B3"/>
    <w:rsid w:val="00626726"/>
    <w:rsid w:val="00626793"/>
    <w:rsid w:val="006268DB"/>
    <w:rsid w:val="006269C6"/>
    <w:rsid w:val="00626B30"/>
    <w:rsid w:val="00626BC1"/>
    <w:rsid w:val="00626EE5"/>
    <w:rsid w:val="00626FD9"/>
    <w:rsid w:val="006270F7"/>
    <w:rsid w:val="00627290"/>
    <w:rsid w:val="006274F5"/>
    <w:rsid w:val="00627658"/>
    <w:rsid w:val="0062786E"/>
    <w:rsid w:val="00627FE2"/>
    <w:rsid w:val="00630114"/>
    <w:rsid w:val="00630466"/>
    <w:rsid w:val="00630671"/>
    <w:rsid w:val="006309AD"/>
    <w:rsid w:val="00630DE2"/>
    <w:rsid w:val="00630E0A"/>
    <w:rsid w:val="00630E0B"/>
    <w:rsid w:val="0063125D"/>
    <w:rsid w:val="0063127B"/>
    <w:rsid w:val="006312DE"/>
    <w:rsid w:val="0063180A"/>
    <w:rsid w:val="00631C6B"/>
    <w:rsid w:val="00631CAF"/>
    <w:rsid w:val="00631E8F"/>
    <w:rsid w:val="00631FC8"/>
    <w:rsid w:val="00632101"/>
    <w:rsid w:val="0063238E"/>
    <w:rsid w:val="006323CF"/>
    <w:rsid w:val="006325C2"/>
    <w:rsid w:val="006327F7"/>
    <w:rsid w:val="006328A8"/>
    <w:rsid w:val="006328E6"/>
    <w:rsid w:val="00633342"/>
    <w:rsid w:val="00633831"/>
    <w:rsid w:val="00633887"/>
    <w:rsid w:val="006338AB"/>
    <w:rsid w:val="00633CE0"/>
    <w:rsid w:val="00633EBE"/>
    <w:rsid w:val="00633F86"/>
    <w:rsid w:val="00633FE8"/>
    <w:rsid w:val="00634393"/>
    <w:rsid w:val="00634963"/>
    <w:rsid w:val="00634A6F"/>
    <w:rsid w:val="00634AA4"/>
    <w:rsid w:val="00634AAF"/>
    <w:rsid w:val="00634C69"/>
    <w:rsid w:val="00634E2D"/>
    <w:rsid w:val="00634EBF"/>
    <w:rsid w:val="006354B1"/>
    <w:rsid w:val="0063573C"/>
    <w:rsid w:val="00635862"/>
    <w:rsid w:val="00635BBA"/>
    <w:rsid w:val="00635BBC"/>
    <w:rsid w:val="00635C75"/>
    <w:rsid w:val="00635D9E"/>
    <w:rsid w:val="0063612D"/>
    <w:rsid w:val="006362C9"/>
    <w:rsid w:val="006363D1"/>
    <w:rsid w:val="006366E7"/>
    <w:rsid w:val="006368D5"/>
    <w:rsid w:val="006369F5"/>
    <w:rsid w:val="00636AC4"/>
    <w:rsid w:val="00636FEA"/>
    <w:rsid w:val="00637036"/>
    <w:rsid w:val="00637102"/>
    <w:rsid w:val="0063711D"/>
    <w:rsid w:val="00637738"/>
    <w:rsid w:val="00637945"/>
    <w:rsid w:val="00637999"/>
    <w:rsid w:val="00637B97"/>
    <w:rsid w:val="00637D0C"/>
    <w:rsid w:val="00637ED9"/>
    <w:rsid w:val="00637FEF"/>
    <w:rsid w:val="00640280"/>
    <w:rsid w:val="006403DA"/>
    <w:rsid w:val="00640785"/>
    <w:rsid w:val="00640B01"/>
    <w:rsid w:val="00641C7C"/>
    <w:rsid w:val="00642034"/>
    <w:rsid w:val="006420E0"/>
    <w:rsid w:val="006422CA"/>
    <w:rsid w:val="006423F7"/>
    <w:rsid w:val="0064243B"/>
    <w:rsid w:val="006424C2"/>
    <w:rsid w:val="00642592"/>
    <w:rsid w:val="00642653"/>
    <w:rsid w:val="00642A51"/>
    <w:rsid w:val="00642CB5"/>
    <w:rsid w:val="006431D6"/>
    <w:rsid w:val="00643648"/>
    <w:rsid w:val="006436DE"/>
    <w:rsid w:val="00643B76"/>
    <w:rsid w:val="00643EF1"/>
    <w:rsid w:val="00644294"/>
    <w:rsid w:val="0064455D"/>
    <w:rsid w:val="0064458D"/>
    <w:rsid w:val="00644A04"/>
    <w:rsid w:val="00644A89"/>
    <w:rsid w:val="00644D68"/>
    <w:rsid w:val="00644F1F"/>
    <w:rsid w:val="00644F9F"/>
    <w:rsid w:val="00645253"/>
    <w:rsid w:val="006452A1"/>
    <w:rsid w:val="00645406"/>
    <w:rsid w:val="0064542D"/>
    <w:rsid w:val="006454F4"/>
    <w:rsid w:val="00645861"/>
    <w:rsid w:val="00645A06"/>
    <w:rsid w:val="00645E10"/>
    <w:rsid w:val="00645ECF"/>
    <w:rsid w:val="00645F2F"/>
    <w:rsid w:val="006463BF"/>
    <w:rsid w:val="0064641F"/>
    <w:rsid w:val="0064645D"/>
    <w:rsid w:val="00646553"/>
    <w:rsid w:val="00646C6E"/>
    <w:rsid w:val="00646CF6"/>
    <w:rsid w:val="006473F1"/>
    <w:rsid w:val="00647422"/>
    <w:rsid w:val="00647662"/>
    <w:rsid w:val="00647844"/>
    <w:rsid w:val="00647E0F"/>
    <w:rsid w:val="00650060"/>
    <w:rsid w:val="00650765"/>
    <w:rsid w:val="00650775"/>
    <w:rsid w:val="00650D88"/>
    <w:rsid w:val="00650F75"/>
    <w:rsid w:val="00650F7D"/>
    <w:rsid w:val="00650F9D"/>
    <w:rsid w:val="006516E5"/>
    <w:rsid w:val="006517ED"/>
    <w:rsid w:val="006517F9"/>
    <w:rsid w:val="00651854"/>
    <w:rsid w:val="00651D0D"/>
    <w:rsid w:val="00652080"/>
    <w:rsid w:val="0065215A"/>
    <w:rsid w:val="00652276"/>
    <w:rsid w:val="00652613"/>
    <w:rsid w:val="006529AA"/>
    <w:rsid w:val="00652B9A"/>
    <w:rsid w:val="00652CC7"/>
    <w:rsid w:val="00652D12"/>
    <w:rsid w:val="0065325D"/>
    <w:rsid w:val="006536D8"/>
    <w:rsid w:val="0065386B"/>
    <w:rsid w:val="00653941"/>
    <w:rsid w:val="00653BE9"/>
    <w:rsid w:val="00654006"/>
    <w:rsid w:val="006540C6"/>
    <w:rsid w:val="006541A3"/>
    <w:rsid w:val="00654417"/>
    <w:rsid w:val="00654620"/>
    <w:rsid w:val="00654A1F"/>
    <w:rsid w:val="00654ACE"/>
    <w:rsid w:val="00654DFE"/>
    <w:rsid w:val="00654E18"/>
    <w:rsid w:val="0065526A"/>
    <w:rsid w:val="006555A0"/>
    <w:rsid w:val="0065573E"/>
    <w:rsid w:val="00655B15"/>
    <w:rsid w:val="00655C56"/>
    <w:rsid w:val="006562D7"/>
    <w:rsid w:val="0065694C"/>
    <w:rsid w:val="00656C41"/>
    <w:rsid w:val="00656C8B"/>
    <w:rsid w:val="00656D9F"/>
    <w:rsid w:val="00657176"/>
    <w:rsid w:val="00657209"/>
    <w:rsid w:val="00657410"/>
    <w:rsid w:val="00657611"/>
    <w:rsid w:val="006579E4"/>
    <w:rsid w:val="00657C2E"/>
    <w:rsid w:val="0066043E"/>
    <w:rsid w:val="006605AD"/>
    <w:rsid w:val="006606E7"/>
    <w:rsid w:val="006606EB"/>
    <w:rsid w:val="00660925"/>
    <w:rsid w:val="00660AB7"/>
    <w:rsid w:val="00660D70"/>
    <w:rsid w:val="00660ED9"/>
    <w:rsid w:val="0066113F"/>
    <w:rsid w:val="00661254"/>
    <w:rsid w:val="006614FF"/>
    <w:rsid w:val="0066172F"/>
    <w:rsid w:val="00661FD6"/>
    <w:rsid w:val="00662284"/>
    <w:rsid w:val="006622D4"/>
    <w:rsid w:val="006629D2"/>
    <w:rsid w:val="00662A1D"/>
    <w:rsid w:val="00663160"/>
    <w:rsid w:val="006634D3"/>
    <w:rsid w:val="00663772"/>
    <w:rsid w:val="00663F2F"/>
    <w:rsid w:val="006642CC"/>
    <w:rsid w:val="0066493F"/>
    <w:rsid w:val="00664F57"/>
    <w:rsid w:val="0066515E"/>
    <w:rsid w:val="00665488"/>
    <w:rsid w:val="00665508"/>
    <w:rsid w:val="0066569C"/>
    <w:rsid w:val="00665803"/>
    <w:rsid w:val="00665A07"/>
    <w:rsid w:val="00665A99"/>
    <w:rsid w:val="0066620D"/>
    <w:rsid w:val="00666289"/>
    <w:rsid w:val="00666537"/>
    <w:rsid w:val="00666589"/>
    <w:rsid w:val="006668FA"/>
    <w:rsid w:val="00666A73"/>
    <w:rsid w:val="00666B4C"/>
    <w:rsid w:val="00667244"/>
    <w:rsid w:val="0066754E"/>
    <w:rsid w:val="006676BE"/>
    <w:rsid w:val="006676CD"/>
    <w:rsid w:val="00667A6B"/>
    <w:rsid w:val="00667E30"/>
    <w:rsid w:val="00670020"/>
    <w:rsid w:val="00670087"/>
    <w:rsid w:val="006701DA"/>
    <w:rsid w:val="006704D7"/>
    <w:rsid w:val="0067055E"/>
    <w:rsid w:val="00670594"/>
    <w:rsid w:val="006705A3"/>
    <w:rsid w:val="00670A71"/>
    <w:rsid w:val="00670D86"/>
    <w:rsid w:val="00670FF4"/>
    <w:rsid w:val="0067146D"/>
    <w:rsid w:val="006714DA"/>
    <w:rsid w:val="00671886"/>
    <w:rsid w:val="0067188E"/>
    <w:rsid w:val="00671ABF"/>
    <w:rsid w:val="00671AC5"/>
    <w:rsid w:val="00671E09"/>
    <w:rsid w:val="0067200E"/>
    <w:rsid w:val="00672033"/>
    <w:rsid w:val="006722D1"/>
    <w:rsid w:val="0067230D"/>
    <w:rsid w:val="00672339"/>
    <w:rsid w:val="00672349"/>
    <w:rsid w:val="00672359"/>
    <w:rsid w:val="00672982"/>
    <w:rsid w:val="00672999"/>
    <w:rsid w:val="00672B56"/>
    <w:rsid w:val="00672DF3"/>
    <w:rsid w:val="00672ECC"/>
    <w:rsid w:val="006732BA"/>
    <w:rsid w:val="006733C4"/>
    <w:rsid w:val="006733C7"/>
    <w:rsid w:val="00673482"/>
    <w:rsid w:val="00673802"/>
    <w:rsid w:val="00673AFC"/>
    <w:rsid w:val="00673C4C"/>
    <w:rsid w:val="00673CAF"/>
    <w:rsid w:val="00673CEF"/>
    <w:rsid w:val="00673E76"/>
    <w:rsid w:val="00673F11"/>
    <w:rsid w:val="0067420A"/>
    <w:rsid w:val="00674243"/>
    <w:rsid w:val="0067436B"/>
    <w:rsid w:val="006745DA"/>
    <w:rsid w:val="0067483F"/>
    <w:rsid w:val="006748F1"/>
    <w:rsid w:val="00674A90"/>
    <w:rsid w:val="00674DA2"/>
    <w:rsid w:val="0067502B"/>
    <w:rsid w:val="00675381"/>
    <w:rsid w:val="0067550D"/>
    <w:rsid w:val="00675560"/>
    <w:rsid w:val="0067578D"/>
    <w:rsid w:val="006757B8"/>
    <w:rsid w:val="00675940"/>
    <w:rsid w:val="00675B43"/>
    <w:rsid w:val="00675B8F"/>
    <w:rsid w:val="00675CFC"/>
    <w:rsid w:val="00675F38"/>
    <w:rsid w:val="006765AC"/>
    <w:rsid w:val="00676610"/>
    <w:rsid w:val="0067664A"/>
    <w:rsid w:val="00676700"/>
    <w:rsid w:val="00676949"/>
    <w:rsid w:val="00676B70"/>
    <w:rsid w:val="00676C87"/>
    <w:rsid w:val="006776CA"/>
    <w:rsid w:val="006776EC"/>
    <w:rsid w:val="00677764"/>
    <w:rsid w:val="006777E4"/>
    <w:rsid w:val="00677AB2"/>
    <w:rsid w:val="00677F5F"/>
    <w:rsid w:val="00680173"/>
    <w:rsid w:val="006805D3"/>
    <w:rsid w:val="0068080B"/>
    <w:rsid w:val="00680CA0"/>
    <w:rsid w:val="00681193"/>
    <w:rsid w:val="006811CF"/>
    <w:rsid w:val="00681268"/>
    <w:rsid w:val="0068126E"/>
    <w:rsid w:val="00681851"/>
    <w:rsid w:val="00681C3A"/>
    <w:rsid w:val="00681CFE"/>
    <w:rsid w:val="00681EA6"/>
    <w:rsid w:val="006820C5"/>
    <w:rsid w:val="006820FA"/>
    <w:rsid w:val="00682170"/>
    <w:rsid w:val="006822CF"/>
    <w:rsid w:val="00682633"/>
    <w:rsid w:val="00682679"/>
    <w:rsid w:val="006826DC"/>
    <w:rsid w:val="006827A1"/>
    <w:rsid w:val="006827B4"/>
    <w:rsid w:val="00682AF1"/>
    <w:rsid w:val="00682B57"/>
    <w:rsid w:val="00682BBC"/>
    <w:rsid w:val="00682C95"/>
    <w:rsid w:val="00682F18"/>
    <w:rsid w:val="0068329E"/>
    <w:rsid w:val="00683456"/>
    <w:rsid w:val="00683C9A"/>
    <w:rsid w:val="00683F6B"/>
    <w:rsid w:val="006844F2"/>
    <w:rsid w:val="0068463A"/>
    <w:rsid w:val="00684704"/>
    <w:rsid w:val="00684910"/>
    <w:rsid w:val="00684C1F"/>
    <w:rsid w:val="006850C9"/>
    <w:rsid w:val="0068528C"/>
    <w:rsid w:val="006854E6"/>
    <w:rsid w:val="0068556F"/>
    <w:rsid w:val="006856E6"/>
    <w:rsid w:val="00685814"/>
    <w:rsid w:val="00685A68"/>
    <w:rsid w:val="006863E6"/>
    <w:rsid w:val="0068654E"/>
    <w:rsid w:val="006867F8"/>
    <w:rsid w:val="0068694F"/>
    <w:rsid w:val="006869E1"/>
    <w:rsid w:val="0068700D"/>
    <w:rsid w:val="006873A5"/>
    <w:rsid w:val="006874B0"/>
    <w:rsid w:val="0068774F"/>
    <w:rsid w:val="0068798F"/>
    <w:rsid w:val="006901CD"/>
    <w:rsid w:val="006901F1"/>
    <w:rsid w:val="0069020B"/>
    <w:rsid w:val="0069044B"/>
    <w:rsid w:val="00690547"/>
    <w:rsid w:val="00690A59"/>
    <w:rsid w:val="00690A7F"/>
    <w:rsid w:val="00690AFB"/>
    <w:rsid w:val="00690C88"/>
    <w:rsid w:val="00690D3F"/>
    <w:rsid w:val="00690FFD"/>
    <w:rsid w:val="006912B7"/>
    <w:rsid w:val="0069153F"/>
    <w:rsid w:val="0069166F"/>
    <w:rsid w:val="00691717"/>
    <w:rsid w:val="0069173E"/>
    <w:rsid w:val="00691BD8"/>
    <w:rsid w:val="00692099"/>
    <w:rsid w:val="0069209B"/>
    <w:rsid w:val="00692666"/>
    <w:rsid w:val="0069296B"/>
    <w:rsid w:val="00692BC0"/>
    <w:rsid w:val="00692C5B"/>
    <w:rsid w:val="00692C93"/>
    <w:rsid w:val="006930CE"/>
    <w:rsid w:val="0069312E"/>
    <w:rsid w:val="00693190"/>
    <w:rsid w:val="006933E5"/>
    <w:rsid w:val="0069355C"/>
    <w:rsid w:val="00693DAD"/>
    <w:rsid w:val="00693EB1"/>
    <w:rsid w:val="006940BA"/>
    <w:rsid w:val="0069415C"/>
    <w:rsid w:val="00694580"/>
    <w:rsid w:val="00694B25"/>
    <w:rsid w:val="00694E57"/>
    <w:rsid w:val="00695108"/>
    <w:rsid w:val="006952DC"/>
    <w:rsid w:val="006953D9"/>
    <w:rsid w:val="006954E1"/>
    <w:rsid w:val="00695698"/>
    <w:rsid w:val="006956C9"/>
    <w:rsid w:val="00695BEC"/>
    <w:rsid w:val="00695C0D"/>
    <w:rsid w:val="00695C9F"/>
    <w:rsid w:val="00695D0B"/>
    <w:rsid w:val="00695DE5"/>
    <w:rsid w:val="00696597"/>
    <w:rsid w:val="006965F3"/>
    <w:rsid w:val="00696814"/>
    <w:rsid w:val="0069683A"/>
    <w:rsid w:val="006969D7"/>
    <w:rsid w:val="00697518"/>
    <w:rsid w:val="0069769D"/>
    <w:rsid w:val="006978E5"/>
    <w:rsid w:val="00697925"/>
    <w:rsid w:val="0069792F"/>
    <w:rsid w:val="006979AB"/>
    <w:rsid w:val="00697C15"/>
    <w:rsid w:val="00697C8F"/>
    <w:rsid w:val="006A00E3"/>
    <w:rsid w:val="006A0109"/>
    <w:rsid w:val="006A01C8"/>
    <w:rsid w:val="006A0228"/>
    <w:rsid w:val="006A05F2"/>
    <w:rsid w:val="006A0623"/>
    <w:rsid w:val="006A0911"/>
    <w:rsid w:val="006A0AA4"/>
    <w:rsid w:val="006A0B95"/>
    <w:rsid w:val="006A0D46"/>
    <w:rsid w:val="006A1212"/>
    <w:rsid w:val="006A1309"/>
    <w:rsid w:val="006A13B0"/>
    <w:rsid w:val="006A1425"/>
    <w:rsid w:val="006A1557"/>
    <w:rsid w:val="006A156C"/>
    <w:rsid w:val="006A16F8"/>
    <w:rsid w:val="006A1796"/>
    <w:rsid w:val="006A18C6"/>
    <w:rsid w:val="006A1BD3"/>
    <w:rsid w:val="006A1C29"/>
    <w:rsid w:val="006A1DE4"/>
    <w:rsid w:val="006A2114"/>
    <w:rsid w:val="006A2171"/>
    <w:rsid w:val="006A22A5"/>
    <w:rsid w:val="006A234B"/>
    <w:rsid w:val="006A244C"/>
    <w:rsid w:val="006A25D5"/>
    <w:rsid w:val="006A2874"/>
    <w:rsid w:val="006A2A0F"/>
    <w:rsid w:val="006A2AF3"/>
    <w:rsid w:val="006A3035"/>
    <w:rsid w:val="006A3343"/>
    <w:rsid w:val="006A33A6"/>
    <w:rsid w:val="006A3965"/>
    <w:rsid w:val="006A3D76"/>
    <w:rsid w:val="006A3EE0"/>
    <w:rsid w:val="006A41A0"/>
    <w:rsid w:val="006A42A8"/>
    <w:rsid w:val="006A42C5"/>
    <w:rsid w:val="006A438F"/>
    <w:rsid w:val="006A48E4"/>
    <w:rsid w:val="006A5007"/>
    <w:rsid w:val="006A52F8"/>
    <w:rsid w:val="006A56A9"/>
    <w:rsid w:val="006A59C3"/>
    <w:rsid w:val="006A5CF6"/>
    <w:rsid w:val="006A619F"/>
    <w:rsid w:val="006A6369"/>
    <w:rsid w:val="006A636B"/>
    <w:rsid w:val="006A67B2"/>
    <w:rsid w:val="006A69C4"/>
    <w:rsid w:val="006A6AC2"/>
    <w:rsid w:val="006A6B11"/>
    <w:rsid w:val="006A704C"/>
    <w:rsid w:val="006A7526"/>
    <w:rsid w:val="006A7592"/>
    <w:rsid w:val="006A75B4"/>
    <w:rsid w:val="006A7682"/>
    <w:rsid w:val="006A77AB"/>
    <w:rsid w:val="006A7C31"/>
    <w:rsid w:val="006B023E"/>
    <w:rsid w:val="006B080F"/>
    <w:rsid w:val="006B090D"/>
    <w:rsid w:val="006B099F"/>
    <w:rsid w:val="006B0AAD"/>
    <w:rsid w:val="006B0D63"/>
    <w:rsid w:val="006B0E44"/>
    <w:rsid w:val="006B0E4A"/>
    <w:rsid w:val="006B0F43"/>
    <w:rsid w:val="006B106F"/>
    <w:rsid w:val="006B11BE"/>
    <w:rsid w:val="006B1973"/>
    <w:rsid w:val="006B1A33"/>
    <w:rsid w:val="006B1D4B"/>
    <w:rsid w:val="006B1DEF"/>
    <w:rsid w:val="006B1E98"/>
    <w:rsid w:val="006B1F01"/>
    <w:rsid w:val="006B236C"/>
    <w:rsid w:val="006B285A"/>
    <w:rsid w:val="006B2878"/>
    <w:rsid w:val="006B2AB3"/>
    <w:rsid w:val="006B2AC1"/>
    <w:rsid w:val="006B2BF8"/>
    <w:rsid w:val="006B2C7F"/>
    <w:rsid w:val="006B2D68"/>
    <w:rsid w:val="006B2E67"/>
    <w:rsid w:val="006B2FD6"/>
    <w:rsid w:val="006B363C"/>
    <w:rsid w:val="006B3BB7"/>
    <w:rsid w:val="006B3D2A"/>
    <w:rsid w:val="006B3D9C"/>
    <w:rsid w:val="006B3DD3"/>
    <w:rsid w:val="006B3DF0"/>
    <w:rsid w:val="006B41E1"/>
    <w:rsid w:val="006B46CC"/>
    <w:rsid w:val="006B4D16"/>
    <w:rsid w:val="006B4DF9"/>
    <w:rsid w:val="006B5752"/>
    <w:rsid w:val="006B5E0F"/>
    <w:rsid w:val="006B5F82"/>
    <w:rsid w:val="006B5F8D"/>
    <w:rsid w:val="006B5FB8"/>
    <w:rsid w:val="006B6358"/>
    <w:rsid w:val="006B677E"/>
    <w:rsid w:val="006B6AF1"/>
    <w:rsid w:val="006B6E3B"/>
    <w:rsid w:val="006B6E67"/>
    <w:rsid w:val="006B7240"/>
    <w:rsid w:val="006B73C4"/>
    <w:rsid w:val="006B75A9"/>
    <w:rsid w:val="006B77A6"/>
    <w:rsid w:val="006B78CB"/>
    <w:rsid w:val="006B7B01"/>
    <w:rsid w:val="006B7BC4"/>
    <w:rsid w:val="006B7D1D"/>
    <w:rsid w:val="006C02EF"/>
    <w:rsid w:val="006C0358"/>
    <w:rsid w:val="006C0412"/>
    <w:rsid w:val="006C04CD"/>
    <w:rsid w:val="006C05E4"/>
    <w:rsid w:val="006C06EF"/>
    <w:rsid w:val="006C0718"/>
    <w:rsid w:val="006C0727"/>
    <w:rsid w:val="006C08C5"/>
    <w:rsid w:val="006C0A53"/>
    <w:rsid w:val="006C0CCE"/>
    <w:rsid w:val="006C0E7F"/>
    <w:rsid w:val="006C1459"/>
    <w:rsid w:val="006C16A5"/>
    <w:rsid w:val="006C1710"/>
    <w:rsid w:val="006C1C3D"/>
    <w:rsid w:val="006C2022"/>
    <w:rsid w:val="006C204D"/>
    <w:rsid w:val="006C20B9"/>
    <w:rsid w:val="006C2DBB"/>
    <w:rsid w:val="006C2FD6"/>
    <w:rsid w:val="006C3284"/>
    <w:rsid w:val="006C33F3"/>
    <w:rsid w:val="006C364E"/>
    <w:rsid w:val="006C379A"/>
    <w:rsid w:val="006C40EB"/>
    <w:rsid w:val="006C417F"/>
    <w:rsid w:val="006C431F"/>
    <w:rsid w:val="006C433E"/>
    <w:rsid w:val="006C4515"/>
    <w:rsid w:val="006C48A5"/>
    <w:rsid w:val="006C4966"/>
    <w:rsid w:val="006C4A0C"/>
    <w:rsid w:val="006C4C66"/>
    <w:rsid w:val="006C4D2B"/>
    <w:rsid w:val="006C4D65"/>
    <w:rsid w:val="006C4D78"/>
    <w:rsid w:val="006C4F90"/>
    <w:rsid w:val="006C5576"/>
    <w:rsid w:val="006C55B8"/>
    <w:rsid w:val="006C6DD2"/>
    <w:rsid w:val="006C6F0B"/>
    <w:rsid w:val="006C7140"/>
    <w:rsid w:val="006C7311"/>
    <w:rsid w:val="006C752C"/>
    <w:rsid w:val="006C78B2"/>
    <w:rsid w:val="006C79AF"/>
    <w:rsid w:val="006C7B0B"/>
    <w:rsid w:val="006C7F84"/>
    <w:rsid w:val="006C7FB7"/>
    <w:rsid w:val="006D00FE"/>
    <w:rsid w:val="006D02EA"/>
    <w:rsid w:val="006D07C7"/>
    <w:rsid w:val="006D0B66"/>
    <w:rsid w:val="006D0EC4"/>
    <w:rsid w:val="006D0F4A"/>
    <w:rsid w:val="006D13D8"/>
    <w:rsid w:val="006D194B"/>
    <w:rsid w:val="006D265F"/>
    <w:rsid w:val="006D278E"/>
    <w:rsid w:val="006D2A6F"/>
    <w:rsid w:val="006D2B8C"/>
    <w:rsid w:val="006D2D24"/>
    <w:rsid w:val="006D2DCD"/>
    <w:rsid w:val="006D2EFE"/>
    <w:rsid w:val="006D3100"/>
    <w:rsid w:val="006D334A"/>
    <w:rsid w:val="006D3426"/>
    <w:rsid w:val="006D3484"/>
    <w:rsid w:val="006D3753"/>
    <w:rsid w:val="006D397E"/>
    <w:rsid w:val="006D3C13"/>
    <w:rsid w:val="006D3EEE"/>
    <w:rsid w:val="006D40A7"/>
    <w:rsid w:val="006D4107"/>
    <w:rsid w:val="006D4260"/>
    <w:rsid w:val="006D4285"/>
    <w:rsid w:val="006D4566"/>
    <w:rsid w:val="006D48C4"/>
    <w:rsid w:val="006D4AFD"/>
    <w:rsid w:val="006D4D16"/>
    <w:rsid w:val="006D4EF2"/>
    <w:rsid w:val="006D4FE3"/>
    <w:rsid w:val="006D5493"/>
    <w:rsid w:val="006D5627"/>
    <w:rsid w:val="006D5680"/>
    <w:rsid w:val="006D58AD"/>
    <w:rsid w:val="006D5AF9"/>
    <w:rsid w:val="006D5BCA"/>
    <w:rsid w:val="006D5EFA"/>
    <w:rsid w:val="006D6122"/>
    <w:rsid w:val="006D620D"/>
    <w:rsid w:val="006D68F8"/>
    <w:rsid w:val="006D70D8"/>
    <w:rsid w:val="006D714B"/>
    <w:rsid w:val="006D7424"/>
    <w:rsid w:val="006D7858"/>
    <w:rsid w:val="006D7A91"/>
    <w:rsid w:val="006D7AD8"/>
    <w:rsid w:val="006D7EB2"/>
    <w:rsid w:val="006E0018"/>
    <w:rsid w:val="006E0065"/>
    <w:rsid w:val="006E008A"/>
    <w:rsid w:val="006E0E57"/>
    <w:rsid w:val="006E145F"/>
    <w:rsid w:val="006E172F"/>
    <w:rsid w:val="006E17FF"/>
    <w:rsid w:val="006E183C"/>
    <w:rsid w:val="006E1ADB"/>
    <w:rsid w:val="006E1C09"/>
    <w:rsid w:val="006E1C6C"/>
    <w:rsid w:val="006E1D36"/>
    <w:rsid w:val="006E1E15"/>
    <w:rsid w:val="006E1E33"/>
    <w:rsid w:val="006E1F90"/>
    <w:rsid w:val="006E20ED"/>
    <w:rsid w:val="006E24AF"/>
    <w:rsid w:val="006E2913"/>
    <w:rsid w:val="006E2930"/>
    <w:rsid w:val="006E297D"/>
    <w:rsid w:val="006E2A24"/>
    <w:rsid w:val="006E2A5F"/>
    <w:rsid w:val="006E2AE9"/>
    <w:rsid w:val="006E2E12"/>
    <w:rsid w:val="006E2E54"/>
    <w:rsid w:val="006E2F24"/>
    <w:rsid w:val="006E351F"/>
    <w:rsid w:val="006E355C"/>
    <w:rsid w:val="006E3731"/>
    <w:rsid w:val="006E374A"/>
    <w:rsid w:val="006E387B"/>
    <w:rsid w:val="006E3E44"/>
    <w:rsid w:val="006E416B"/>
    <w:rsid w:val="006E4462"/>
    <w:rsid w:val="006E46C1"/>
    <w:rsid w:val="006E4C66"/>
    <w:rsid w:val="006E50F5"/>
    <w:rsid w:val="006E53B1"/>
    <w:rsid w:val="006E5FC6"/>
    <w:rsid w:val="006E60CD"/>
    <w:rsid w:val="006E67BA"/>
    <w:rsid w:val="006E6809"/>
    <w:rsid w:val="006E69BF"/>
    <w:rsid w:val="006E69D6"/>
    <w:rsid w:val="006E6BEC"/>
    <w:rsid w:val="006E6C86"/>
    <w:rsid w:val="006E6E25"/>
    <w:rsid w:val="006E6F3F"/>
    <w:rsid w:val="006E734D"/>
    <w:rsid w:val="006E765D"/>
    <w:rsid w:val="006E7898"/>
    <w:rsid w:val="006E7D07"/>
    <w:rsid w:val="006E7D71"/>
    <w:rsid w:val="006E7EC7"/>
    <w:rsid w:val="006E7EDB"/>
    <w:rsid w:val="006F00AC"/>
    <w:rsid w:val="006F01CC"/>
    <w:rsid w:val="006F09A8"/>
    <w:rsid w:val="006F0D1F"/>
    <w:rsid w:val="006F0D2C"/>
    <w:rsid w:val="006F0FA4"/>
    <w:rsid w:val="006F1262"/>
    <w:rsid w:val="006F1508"/>
    <w:rsid w:val="006F16DC"/>
    <w:rsid w:val="006F1989"/>
    <w:rsid w:val="006F1A42"/>
    <w:rsid w:val="006F1ADB"/>
    <w:rsid w:val="006F1C9E"/>
    <w:rsid w:val="006F1D32"/>
    <w:rsid w:val="006F2324"/>
    <w:rsid w:val="006F2817"/>
    <w:rsid w:val="006F293B"/>
    <w:rsid w:val="006F2A92"/>
    <w:rsid w:val="006F2E69"/>
    <w:rsid w:val="006F303D"/>
    <w:rsid w:val="006F3336"/>
    <w:rsid w:val="006F37EC"/>
    <w:rsid w:val="006F389B"/>
    <w:rsid w:val="006F38E8"/>
    <w:rsid w:val="006F3DFF"/>
    <w:rsid w:val="006F43B1"/>
    <w:rsid w:val="006F43D5"/>
    <w:rsid w:val="006F43DF"/>
    <w:rsid w:val="006F47D8"/>
    <w:rsid w:val="006F4BAB"/>
    <w:rsid w:val="006F4D00"/>
    <w:rsid w:val="006F4D67"/>
    <w:rsid w:val="006F4D85"/>
    <w:rsid w:val="006F4FF7"/>
    <w:rsid w:val="006F50A2"/>
    <w:rsid w:val="006F53E4"/>
    <w:rsid w:val="006F5503"/>
    <w:rsid w:val="006F5770"/>
    <w:rsid w:val="006F5935"/>
    <w:rsid w:val="006F5E33"/>
    <w:rsid w:val="006F5F6F"/>
    <w:rsid w:val="006F69AC"/>
    <w:rsid w:val="006F6DA1"/>
    <w:rsid w:val="006F7218"/>
    <w:rsid w:val="006F7961"/>
    <w:rsid w:val="006F7BF3"/>
    <w:rsid w:val="00700183"/>
    <w:rsid w:val="007007A9"/>
    <w:rsid w:val="00700B29"/>
    <w:rsid w:val="00700CE7"/>
    <w:rsid w:val="0070100E"/>
    <w:rsid w:val="00701537"/>
    <w:rsid w:val="0070157E"/>
    <w:rsid w:val="007017D4"/>
    <w:rsid w:val="0070198E"/>
    <w:rsid w:val="00701C5B"/>
    <w:rsid w:val="00701CD0"/>
    <w:rsid w:val="00701E7A"/>
    <w:rsid w:val="0070203E"/>
    <w:rsid w:val="00702081"/>
    <w:rsid w:val="007024C4"/>
    <w:rsid w:val="007028C6"/>
    <w:rsid w:val="00702BE9"/>
    <w:rsid w:val="007031F7"/>
    <w:rsid w:val="007032D3"/>
    <w:rsid w:val="007035B3"/>
    <w:rsid w:val="00703921"/>
    <w:rsid w:val="00703961"/>
    <w:rsid w:val="007041BF"/>
    <w:rsid w:val="007046F2"/>
    <w:rsid w:val="007048BF"/>
    <w:rsid w:val="007048C6"/>
    <w:rsid w:val="00704CC6"/>
    <w:rsid w:val="00704D6B"/>
    <w:rsid w:val="00704F37"/>
    <w:rsid w:val="0070545A"/>
    <w:rsid w:val="007054A3"/>
    <w:rsid w:val="0070564C"/>
    <w:rsid w:val="00705D28"/>
    <w:rsid w:val="00705D5C"/>
    <w:rsid w:val="00705E4A"/>
    <w:rsid w:val="00705F0E"/>
    <w:rsid w:val="0070601C"/>
    <w:rsid w:val="00706554"/>
    <w:rsid w:val="0070655F"/>
    <w:rsid w:val="007067E8"/>
    <w:rsid w:val="007068DA"/>
    <w:rsid w:val="00706CB3"/>
    <w:rsid w:val="00706CD7"/>
    <w:rsid w:val="00706F9B"/>
    <w:rsid w:val="00706FBE"/>
    <w:rsid w:val="00707208"/>
    <w:rsid w:val="00707214"/>
    <w:rsid w:val="00707224"/>
    <w:rsid w:val="007077B0"/>
    <w:rsid w:val="007079EF"/>
    <w:rsid w:val="00707A4A"/>
    <w:rsid w:val="00707C5D"/>
    <w:rsid w:val="00707CE4"/>
    <w:rsid w:val="00707D87"/>
    <w:rsid w:val="00707D8D"/>
    <w:rsid w:val="00707DA7"/>
    <w:rsid w:val="00707DB7"/>
    <w:rsid w:val="00707F38"/>
    <w:rsid w:val="00707F74"/>
    <w:rsid w:val="00710097"/>
    <w:rsid w:val="0071010D"/>
    <w:rsid w:val="0071026F"/>
    <w:rsid w:val="00710362"/>
    <w:rsid w:val="0071092F"/>
    <w:rsid w:val="00710C42"/>
    <w:rsid w:val="00711368"/>
    <w:rsid w:val="00711414"/>
    <w:rsid w:val="007117A9"/>
    <w:rsid w:val="00711AB3"/>
    <w:rsid w:val="00711F68"/>
    <w:rsid w:val="00711FE9"/>
    <w:rsid w:val="007126B5"/>
    <w:rsid w:val="00712AD5"/>
    <w:rsid w:val="00712D53"/>
    <w:rsid w:val="00712E21"/>
    <w:rsid w:val="007130BE"/>
    <w:rsid w:val="007130D7"/>
    <w:rsid w:val="00713392"/>
    <w:rsid w:val="007136C8"/>
    <w:rsid w:val="00713BBD"/>
    <w:rsid w:val="00713FF4"/>
    <w:rsid w:val="00714002"/>
    <w:rsid w:val="007140AB"/>
    <w:rsid w:val="00714343"/>
    <w:rsid w:val="007143C6"/>
    <w:rsid w:val="00714501"/>
    <w:rsid w:val="00714552"/>
    <w:rsid w:val="007145C5"/>
    <w:rsid w:val="007146B5"/>
    <w:rsid w:val="00714A6F"/>
    <w:rsid w:val="00714C47"/>
    <w:rsid w:val="00714D34"/>
    <w:rsid w:val="00714E9D"/>
    <w:rsid w:val="00714F7F"/>
    <w:rsid w:val="007152BA"/>
    <w:rsid w:val="00715ECF"/>
    <w:rsid w:val="00715FDC"/>
    <w:rsid w:val="0071617F"/>
    <w:rsid w:val="00716396"/>
    <w:rsid w:val="00716D6D"/>
    <w:rsid w:val="00716DA8"/>
    <w:rsid w:val="00716DD8"/>
    <w:rsid w:val="00717260"/>
    <w:rsid w:val="00717472"/>
    <w:rsid w:val="0071795B"/>
    <w:rsid w:val="00717D4F"/>
    <w:rsid w:val="0072012A"/>
    <w:rsid w:val="007203F7"/>
    <w:rsid w:val="007207B5"/>
    <w:rsid w:val="00720814"/>
    <w:rsid w:val="0072089D"/>
    <w:rsid w:val="00720B86"/>
    <w:rsid w:val="00720BED"/>
    <w:rsid w:val="007213D9"/>
    <w:rsid w:val="00721834"/>
    <w:rsid w:val="00721D0A"/>
    <w:rsid w:val="00721E55"/>
    <w:rsid w:val="007226D6"/>
    <w:rsid w:val="007227E8"/>
    <w:rsid w:val="007227F2"/>
    <w:rsid w:val="007229AF"/>
    <w:rsid w:val="00722CF1"/>
    <w:rsid w:val="00722DDF"/>
    <w:rsid w:val="00722EB2"/>
    <w:rsid w:val="00722EF7"/>
    <w:rsid w:val="00722FBC"/>
    <w:rsid w:val="00723144"/>
    <w:rsid w:val="007233B1"/>
    <w:rsid w:val="007233F5"/>
    <w:rsid w:val="00723547"/>
    <w:rsid w:val="00723763"/>
    <w:rsid w:val="00723FB3"/>
    <w:rsid w:val="007241AF"/>
    <w:rsid w:val="00724432"/>
    <w:rsid w:val="007246CA"/>
    <w:rsid w:val="007247B8"/>
    <w:rsid w:val="007249D1"/>
    <w:rsid w:val="00724EF4"/>
    <w:rsid w:val="00724F6D"/>
    <w:rsid w:val="0072568C"/>
    <w:rsid w:val="00725765"/>
    <w:rsid w:val="00725D9B"/>
    <w:rsid w:val="00725F51"/>
    <w:rsid w:val="0072618F"/>
    <w:rsid w:val="007261FE"/>
    <w:rsid w:val="007265F1"/>
    <w:rsid w:val="00726CF0"/>
    <w:rsid w:val="0072710D"/>
    <w:rsid w:val="0072729F"/>
    <w:rsid w:val="007273DB"/>
    <w:rsid w:val="007276D4"/>
    <w:rsid w:val="00727C84"/>
    <w:rsid w:val="00727CF2"/>
    <w:rsid w:val="00727EBB"/>
    <w:rsid w:val="00727EE5"/>
    <w:rsid w:val="00727FAD"/>
    <w:rsid w:val="0073056F"/>
    <w:rsid w:val="00730614"/>
    <w:rsid w:val="007309AE"/>
    <w:rsid w:val="00730BDD"/>
    <w:rsid w:val="00730F0E"/>
    <w:rsid w:val="0073139B"/>
    <w:rsid w:val="00731534"/>
    <w:rsid w:val="00731BD5"/>
    <w:rsid w:val="00731E08"/>
    <w:rsid w:val="007328E2"/>
    <w:rsid w:val="00733123"/>
    <w:rsid w:val="00733640"/>
    <w:rsid w:val="0073367D"/>
    <w:rsid w:val="0073391C"/>
    <w:rsid w:val="00733ED5"/>
    <w:rsid w:val="00733F54"/>
    <w:rsid w:val="007341E2"/>
    <w:rsid w:val="00735884"/>
    <w:rsid w:val="00735A90"/>
    <w:rsid w:val="00736796"/>
    <w:rsid w:val="0073682A"/>
    <w:rsid w:val="00736A74"/>
    <w:rsid w:val="00736DCF"/>
    <w:rsid w:val="00736FA9"/>
    <w:rsid w:val="007372FD"/>
    <w:rsid w:val="00737D0E"/>
    <w:rsid w:val="00740401"/>
    <w:rsid w:val="00740598"/>
    <w:rsid w:val="0074081A"/>
    <w:rsid w:val="00740935"/>
    <w:rsid w:val="00740997"/>
    <w:rsid w:val="00740E99"/>
    <w:rsid w:val="0074137E"/>
    <w:rsid w:val="007416E0"/>
    <w:rsid w:val="007416F6"/>
    <w:rsid w:val="0074172B"/>
    <w:rsid w:val="007417FA"/>
    <w:rsid w:val="007418A4"/>
    <w:rsid w:val="0074198E"/>
    <w:rsid w:val="00741AEF"/>
    <w:rsid w:val="0074211F"/>
    <w:rsid w:val="007421A7"/>
    <w:rsid w:val="007421FC"/>
    <w:rsid w:val="00742308"/>
    <w:rsid w:val="007423A8"/>
    <w:rsid w:val="00742C54"/>
    <w:rsid w:val="00742C8C"/>
    <w:rsid w:val="00742DA4"/>
    <w:rsid w:val="0074319B"/>
    <w:rsid w:val="0074331C"/>
    <w:rsid w:val="00743564"/>
    <w:rsid w:val="00743BDD"/>
    <w:rsid w:val="00743C2A"/>
    <w:rsid w:val="00743CD8"/>
    <w:rsid w:val="00743FB2"/>
    <w:rsid w:val="00744116"/>
    <w:rsid w:val="007441B8"/>
    <w:rsid w:val="0074435D"/>
    <w:rsid w:val="00744495"/>
    <w:rsid w:val="00744553"/>
    <w:rsid w:val="0074456E"/>
    <w:rsid w:val="007445B7"/>
    <w:rsid w:val="007446E7"/>
    <w:rsid w:val="0074477D"/>
    <w:rsid w:val="00744880"/>
    <w:rsid w:val="007449B4"/>
    <w:rsid w:val="007449BB"/>
    <w:rsid w:val="00744B39"/>
    <w:rsid w:val="00744C10"/>
    <w:rsid w:val="00744F47"/>
    <w:rsid w:val="007452F7"/>
    <w:rsid w:val="007454AE"/>
    <w:rsid w:val="0074550D"/>
    <w:rsid w:val="00745513"/>
    <w:rsid w:val="00745711"/>
    <w:rsid w:val="00745895"/>
    <w:rsid w:val="007462D1"/>
    <w:rsid w:val="00746326"/>
    <w:rsid w:val="007463C1"/>
    <w:rsid w:val="007465F3"/>
    <w:rsid w:val="00746710"/>
    <w:rsid w:val="0074690B"/>
    <w:rsid w:val="0074691B"/>
    <w:rsid w:val="00746DDC"/>
    <w:rsid w:val="00746E9F"/>
    <w:rsid w:val="00746ED1"/>
    <w:rsid w:val="00746FD5"/>
    <w:rsid w:val="0074704C"/>
    <w:rsid w:val="0074730F"/>
    <w:rsid w:val="007473B2"/>
    <w:rsid w:val="00747514"/>
    <w:rsid w:val="007475ED"/>
    <w:rsid w:val="00747A76"/>
    <w:rsid w:val="00747CB4"/>
    <w:rsid w:val="00747D08"/>
    <w:rsid w:val="00750178"/>
    <w:rsid w:val="007503B9"/>
    <w:rsid w:val="00750563"/>
    <w:rsid w:val="00750831"/>
    <w:rsid w:val="007508FE"/>
    <w:rsid w:val="0075092B"/>
    <w:rsid w:val="0075095B"/>
    <w:rsid w:val="00750CD4"/>
    <w:rsid w:val="00751285"/>
    <w:rsid w:val="00751890"/>
    <w:rsid w:val="007519F4"/>
    <w:rsid w:val="00751D26"/>
    <w:rsid w:val="00751D76"/>
    <w:rsid w:val="00751FBA"/>
    <w:rsid w:val="007521C3"/>
    <w:rsid w:val="0075220F"/>
    <w:rsid w:val="007524FA"/>
    <w:rsid w:val="00752E1A"/>
    <w:rsid w:val="0075398F"/>
    <w:rsid w:val="00753E54"/>
    <w:rsid w:val="007541C9"/>
    <w:rsid w:val="00754379"/>
    <w:rsid w:val="00754971"/>
    <w:rsid w:val="007549B8"/>
    <w:rsid w:val="00754C4C"/>
    <w:rsid w:val="00754CB0"/>
    <w:rsid w:val="00754E19"/>
    <w:rsid w:val="007552B7"/>
    <w:rsid w:val="00755745"/>
    <w:rsid w:val="00755BB7"/>
    <w:rsid w:val="00755DF7"/>
    <w:rsid w:val="00755E19"/>
    <w:rsid w:val="00755EB5"/>
    <w:rsid w:val="00755FE7"/>
    <w:rsid w:val="00756172"/>
    <w:rsid w:val="0075669C"/>
    <w:rsid w:val="007568B3"/>
    <w:rsid w:val="00756DAA"/>
    <w:rsid w:val="00756ED7"/>
    <w:rsid w:val="007570BD"/>
    <w:rsid w:val="0075729C"/>
    <w:rsid w:val="007573D6"/>
    <w:rsid w:val="00757490"/>
    <w:rsid w:val="007574CE"/>
    <w:rsid w:val="007575FC"/>
    <w:rsid w:val="007578FB"/>
    <w:rsid w:val="007579B4"/>
    <w:rsid w:val="00757B95"/>
    <w:rsid w:val="00757E69"/>
    <w:rsid w:val="00757FE9"/>
    <w:rsid w:val="0076000E"/>
    <w:rsid w:val="00760194"/>
    <w:rsid w:val="007605A6"/>
    <w:rsid w:val="00760816"/>
    <w:rsid w:val="00760E8A"/>
    <w:rsid w:val="00761438"/>
    <w:rsid w:val="007615F8"/>
    <w:rsid w:val="00761792"/>
    <w:rsid w:val="007617A8"/>
    <w:rsid w:val="0076196E"/>
    <w:rsid w:val="00761C04"/>
    <w:rsid w:val="00761C83"/>
    <w:rsid w:val="007621E7"/>
    <w:rsid w:val="00762307"/>
    <w:rsid w:val="0076247B"/>
    <w:rsid w:val="00762D2D"/>
    <w:rsid w:val="00762E82"/>
    <w:rsid w:val="00762FDB"/>
    <w:rsid w:val="007633F8"/>
    <w:rsid w:val="007635A5"/>
    <w:rsid w:val="0076364E"/>
    <w:rsid w:val="00763682"/>
    <w:rsid w:val="007638F9"/>
    <w:rsid w:val="00763CDC"/>
    <w:rsid w:val="00764066"/>
    <w:rsid w:val="00764183"/>
    <w:rsid w:val="007646E8"/>
    <w:rsid w:val="00764C42"/>
    <w:rsid w:val="00764DC4"/>
    <w:rsid w:val="0076500B"/>
    <w:rsid w:val="0076510B"/>
    <w:rsid w:val="00765268"/>
    <w:rsid w:val="0076595B"/>
    <w:rsid w:val="00765E30"/>
    <w:rsid w:val="007660CB"/>
    <w:rsid w:val="00766317"/>
    <w:rsid w:val="0076664A"/>
    <w:rsid w:val="007666C6"/>
    <w:rsid w:val="00766AF3"/>
    <w:rsid w:val="00766B68"/>
    <w:rsid w:val="00766B6F"/>
    <w:rsid w:val="00766D93"/>
    <w:rsid w:val="00766FB7"/>
    <w:rsid w:val="00767192"/>
    <w:rsid w:val="007674F6"/>
    <w:rsid w:val="007678ED"/>
    <w:rsid w:val="00767F2D"/>
    <w:rsid w:val="00770045"/>
    <w:rsid w:val="00770572"/>
    <w:rsid w:val="007705AC"/>
    <w:rsid w:val="007717A9"/>
    <w:rsid w:val="007718D5"/>
    <w:rsid w:val="00771DD1"/>
    <w:rsid w:val="00771F44"/>
    <w:rsid w:val="007722FF"/>
    <w:rsid w:val="00772303"/>
    <w:rsid w:val="00772429"/>
    <w:rsid w:val="007724FD"/>
    <w:rsid w:val="007726C4"/>
    <w:rsid w:val="00773047"/>
    <w:rsid w:val="00773412"/>
    <w:rsid w:val="0077382F"/>
    <w:rsid w:val="0077391F"/>
    <w:rsid w:val="00773D8F"/>
    <w:rsid w:val="00773E99"/>
    <w:rsid w:val="007741BC"/>
    <w:rsid w:val="00774253"/>
    <w:rsid w:val="00774349"/>
    <w:rsid w:val="007749D1"/>
    <w:rsid w:val="00774D7E"/>
    <w:rsid w:val="0077526E"/>
    <w:rsid w:val="0077531C"/>
    <w:rsid w:val="00775597"/>
    <w:rsid w:val="00775817"/>
    <w:rsid w:val="0077588B"/>
    <w:rsid w:val="00775A53"/>
    <w:rsid w:val="00775B1A"/>
    <w:rsid w:val="00775BA8"/>
    <w:rsid w:val="00775F5E"/>
    <w:rsid w:val="00775F66"/>
    <w:rsid w:val="007760DE"/>
    <w:rsid w:val="007762E5"/>
    <w:rsid w:val="007769F6"/>
    <w:rsid w:val="00776AC8"/>
    <w:rsid w:val="00776C02"/>
    <w:rsid w:val="00776CD3"/>
    <w:rsid w:val="00776D03"/>
    <w:rsid w:val="00777003"/>
    <w:rsid w:val="00777557"/>
    <w:rsid w:val="00777A1F"/>
    <w:rsid w:val="00777A47"/>
    <w:rsid w:val="00777C5B"/>
    <w:rsid w:val="0078007E"/>
    <w:rsid w:val="0078011F"/>
    <w:rsid w:val="00780150"/>
    <w:rsid w:val="00780567"/>
    <w:rsid w:val="00780A4C"/>
    <w:rsid w:val="00780FE7"/>
    <w:rsid w:val="00781047"/>
    <w:rsid w:val="007816C4"/>
    <w:rsid w:val="00781926"/>
    <w:rsid w:val="00781971"/>
    <w:rsid w:val="00781ECB"/>
    <w:rsid w:val="00781F2A"/>
    <w:rsid w:val="00782220"/>
    <w:rsid w:val="00782A85"/>
    <w:rsid w:val="00782E5D"/>
    <w:rsid w:val="0078342E"/>
    <w:rsid w:val="00783E45"/>
    <w:rsid w:val="0078407C"/>
    <w:rsid w:val="00784E85"/>
    <w:rsid w:val="00785581"/>
    <w:rsid w:val="007857BF"/>
    <w:rsid w:val="00785972"/>
    <w:rsid w:val="00785B9D"/>
    <w:rsid w:val="00785C80"/>
    <w:rsid w:val="00786071"/>
    <w:rsid w:val="007862EE"/>
    <w:rsid w:val="00786323"/>
    <w:rsid w:val="007868C3"/>
    <w:rsid w:val="00786AEF"/>
    <w:rsid w:val="00786ED1"/>
    <w:rsid w:val="00787132"/>
    <w:rsid w:val="00787148"/>
    <w:rsid w:val="0078715B"/>
    <w:rsid w:val="00787550"/>
    <w:rsid w:val="0078778E"/>
    <w:rsid w:val="00787A9C"/>
    <w:rsid w:val="00787ABB"/>
    <w:rsid w:val="00787B03"/>
    <w:rsid w:val="00787B77"/>
    <w:rsid w:val="007902E2"/>
    <w:rsid w:val="007902FE"/>
    <w:rsid w:val="00790318"/>
    <w:rsid w:val="0079044F"/>
    <w:rsid w:val="00790552"/>
    <w:rsid w:val="00790657"/>
    <w:rsid w:val="00790976"/>
    <w:rsid w:val="00790AE1"/>
    <w:rsid w:val="00790CB4"/>
    <w:rsid w:val="007911AE"/>
    <w:rsid w:val="00791604"/>
    <w:rsid w:val="00791730"/>
    <w:rsid w:val="00791C5E"/>
    <w:rsid w:val="00792006"/>
    <w:rsid w:val="00792AD7"/>
    <w:rsid w:val="00792C14"/>
    <w:rsid w:val="00792D07"/>
    <w:rsid w:val="00792E2B"/>
    <w:rsid w:val="0079367E"/>
    <w:rsid w:val="00793724"/>
    <w:rsid w:val="00793858"/>
    <w:rsid w:val="00793CC2"/>
    <w:rsid w:val="00793F85"/>
    <w:rsid w:val="00794291"/>
    <w:rsid w:val="00794956"/>
    <w:rsid w:val="00794A06"/>
    <w:rsid w:val="007950C0"/>
    <w:rsid w:val="007950EE"/>
    <w:rsid w:val="0079530A"/>
    <w:rsid w:val="007953DC"/>
    <w:rsid w:val="0079540E"/>
    <w:rsid w:val="00795599"/>
    <w:rsid w:val="0079594B"/>
    <w:rsid w:val="00795C87"/>
    <w:rsid w:val="007960E3"/>
    <w:rsid w:val="00796B23"/>
    <w:rsid w:val="00796F43"/>
    <w:rsid w:val="00797054"/>
    <w:rsid w:val="00797592"/>
    <w:rsid w:val="007976A4"/>
    <w:rsid w:val="007976BC"/>
    <w:rsid w:val="007979B8"/>
    <w:rsid w:val="00797B89"/>
    <w:rsid w:val="00797BD4"/>
    <w:rsid w:val="00797C69"/>
    <w:rsid w:val="00797EE3"/>
    <w:rsid w:val="007A027B"/>
    <w:rsid w:val="007A05CB"/>
    <w:rsid w:val="007A06FD"/>
    <w:rsid w:val="007A0C2F"/>
    <w:rsid w:val="007A0D40"/>
    <w:rsid w:val="007A12AE"/>
    <w:rsid w:val="007A15AB"/>
    <w:rsid w:val="007A16B4"/>
    <w:rsid w:val="007A174B"/>
    <w:rsid w:val="007A1781"/>
    <w:rsid w:val="007A1B44"/>
    <w:rsid w:val="007A1D67"/>
    <w:rsid w:val="007A1DA7"/>
    <w:rsid w:val="007A2150"/>
    <w:rsid w:val="007A23EE"/>
    <w:rsid w:val="007A2589"/>
    <w:rsid w:val="007A2689"/>
    <w:rsid w:val="007A26CD"/>
    <w:rsid w:val="007A2E36"/>
    <w:rsid w:val="007A2E86"/>
    <w:rsid w:val="007A335D"/>
    <w:rsid w:val="007A3743"/>
    <w:rsid w:val="007A38FC"/>
    <w:rsid w:val="007A3AB9"/>
    <w:rsid w:val="007A3FB0"/>
    <w:rsid w:val="007A41DF"/>
    <w:rsid w:val="007A4285"/>
    <w:rsid w:val="007A474B"/>
    <w:rsid w:val="007A4797"/>
    <w:rsid w:val="007A4926"/>
    <w:rsid w:val="007A498D"/>
    <w:rsid w:val="007A4D47"/>
    <w:rsid w:val="007A4E7F"/>
    <w:rsid w:val="007A4F43"/>
    <w:rsid w:val="007A4FAC"/>
    <w:rsid w:val="007A5215"/>
    <w:rsid w:val="007A5328"/>
    <w:rsid w:val="007A536D"/>
    <w:rsid w:val="007A55DA"/>
    <w:rsid w:val="007A5972"/>
    <w:rsid w:val="007A5EB1"/>
    <w:rsid w:val="007A6407"/>
    <w:rsid w:val="007A6468"/>
    <w:rsid w:val="007A6517"/>
    <w:rsid w:val="007A68AE"/>
    <w:rsid w:val="007A69A4"/>
    <w:rsid w:val="007A6E29"/>
    <w:rsid w:val="007A72A2"/>
    <w:rsid w:val="007A72D1"/>
    <w:rsid w:val="007B020D"/>
    <w:rsid w:val="007B027A"/>
    <w:rsid w:val="007B0719"/>
    <w:rsid w:val="007B07D6"/>
    <w:rsid w:val="007B090F"/>
    <w:rsid w:val="007B09CB"/>
    <w:rsid w:val="007B0DC6"/>
    <w:rsid w:val="007B1161"/>
    <w:rsid w:val="007B12CC"/>
    <w:rsid w:val="007B1415"/>
    <w:rsid w:val="007B1456"/>
    <w:rsid w:val="007B1719"/>
    <w:rsid w:val="007B17B9"/>
    <w:rsid w:val="007B187A"/>
    <w:rsid w:val="007B1BFB"/>
    <w:rsid w:val="007B1D33"/>
    <w:rsid w:val="007B2191"/>
    <w:rsid w:val="007B2621"/>
    <w:rsid w:val="007B2988"/>
    <w:rsid w:val="007B2B6E"/>
    <w:rsid w:val="007B2CF5"/>
    <w:rsid w:val="007B2FDE"/>
    <w:rsid w:val="007B3363"/>
    <w:rsid w:val="007B386B"/>
    <w:rsid w:val="007B395E"/>
    <w:rsid w:val="007B3FCE"/>
    <w:rsid w:val="007B41B4"/>
    <w:rsid w:val="007B41F9"/>
    <w:rsid w:val="007B430A"/>
    <w:rsid w:val="007B437F"/>
    <w:rsid w:val="007B46F8"/>
    <w:rsid w:val="007B4726"/>
    <w:rsid w:val="007B47BD"/>
    <w:rsid w:val="007B4A83"/>
    <w:rsid w:val="007B4AD8"/>
    <w:rsid w:val="007B4BC1"/>
    <w:rsid w:val="007B502A"/>
    <w:rsid w:val="007B5276"/>
    <w:rsid w:val="007B54D3"/>
    <w:rsid w:val="007B5C20"/>
    <w:rsid w:val="007B5C8A"/>
    <w:rsid w:val="007B636A"/>
    <w:rsid w:val="007B6400"/>
    <w:rsid w:val="007B65E0"/>
    <w:rsid w:val="007B65FA"/>
    <w:rsid w:val="007B6DF4"/>
    <w:rsid w:val="007B6F4E"/>
    <w:rsid w:val="007B70CC"/>
    <w:rsid w:val="007B71A1"/>
    <w:rsid w:val="007B7295"/>
    <w:rsid w:val="007B729D"/>
    <w:rsid w:val="007B78C9"/>
    <w:rsid w:val="007B7AD7"/>
    <w:rsid w:val="007B7B21"/>
    <w:rsid w:val="007B7F2F"/>
    <w:rsid w:val="007B7FFA"/>
    <w:rsid w:val="007C0082"/>
    <w:rsid w:val="007C00A4"/>
    <w:rsid w:val="007C01B5"/>
    <w:rsid w:val="007C02E5"/>
    <w:rsid w:val="007C049F"/>
    <w:rsid w:val="007C06C9"/>
    <w:rsid w:val="007C0983"/>
    <w:rsid w:val="007C099E"/>
    <w:rsid w:val="007C0BEB"/>
    <w:rsid w:val="007C0C36"/>
    <w:rsid w:val="007C0E62"/>
    <w:rsid w:val="007C11BF"/>
    <w:rsid w:val="007C129F"/>
    <w:rsid w:val="007C13EF"/>
    <w:rsid w:val="007C16C9"/>
    <w:rsid w:val="007C180D"/>
    <w:rsid w:val="007C1CB9"/>
    <w:rsid w:val="007C20BD"/>
    <w:rsid w:val="007C22F8"/>
    <w:rsid w:val="007C23F1"/>
    <w:rsid w:val="007C2461"/>
    <w:rsid w:val="007C25B6"/>
    <w:rsid w:val="007C271D"/>
    <w:rsid w:val="007C287C"/>
    <w:rsid w:val="007C290B"/>
    <w:rsid w:val="007C2973"/>
    <w:rsid w:val="007C2EC4"/>
    <w:rsid w:val="007C33AE"/>
    <w:rsid w:val="007C3434"/>
    <w:rsid w:val="007C34D4"/>
    <w:rsid w:val="007C356C"/>
    <w:rsid w:val="007C3799"/>
    <w:rsid w:val="007C3AAC"/>
    <w:rsid w:val="007C3ABC"/>
    <w:rsid w:val="007C3BE1"/>
    <w:rsid w:val="007C3C49"/>
    <w:rsid w:val="007C3E88"/>
    <w:rsid w:val="007C40A7"/>
    <w:rsid w:val="007C41CF"/>
    <w:rsid w:val="007C4FFB"/>
    <w:rsid w:val="007C50BA"/>
    <w:rsid w:val="007C514D"/>
    <w:rsid w:val="007C5603"/>
    <w:rsid w:val="007C5890"/>
    <w:rsid w:val="007C5935"/>
    <w:rsid w:val="007C5FF8"/>
    <w:rsid w:val="007C6125"/>
    <w:rsid w:val="007C61FD"/>
    <w:rsid w:val="007C62ED"/>
    <w:rsid w:val="007C65FB"/>
    <w:rsid w:val="007C660A"/>
    <w:rsid w:val="007C67AF"/>
    <w:rsid w:val="007C68F2"/>
    <w:rsid w:val="007C6A91"/>
    <w:rsid w:val="007C6B7F"/>
    <w:rsid w:val="007C6D48"/>
    <w:rsid w:val="007C76D5"/>
    <w:rsid w:val="007C7A61"/>
    <w:rsid w:val="007C7BCA"/>
    <w:rsid w:val="007C7F52"/>
    <w:rsid w:val="007D03F7"/>
    <w:rsid w:val="007D070B"/>
    <w:rsid w:val="007D08D2"/>
    <w:rsid w:val="007D0936"/>
    <w:rsid w:val="007D0986"/>
    <w:rsid w:val="007D0BA3"/>
    <w:rsid w:val="007D0F08"/>
    <w:rsid w:val="007D1160"/>
    <w:rsid w:val="007D136D"/>
    <w:rsid w:val="007D1434"/>
    <w:rsid w:val="007D1815"/>
    <w:rsid w:val="007D1A8A"/>
    <w:rsid w:val="007D2302"/>
    <w:rsid w:val="007D2896"/>
    <w:rsid w:val="007D2993"/>
    <w:rsid w:val="007D2F1F"/>
    <w:rsid w:val="007D3C2C"/>
    <w:rsid w:val="007D4128"/>
    <w:rsid w:val="007D41B9"/>
    <w:rsid w:val="007D429F"/>
    <w:rsid w:val="007D45AA"/>
    <w:rsid w:val="007D496D"/>
    <w:rsid w:val="007D5089"/>
    <w:rsid w:val="007D55A4"/>
    <w:rsid w:val="007D5750"/>
    <w:rsid w:val="007D595E"/>
    <w:rsid w:val="007D59D3"/>
    <w:rsid w:val="007D612E"/>
    <w:rsid w:val="007D656C"/>
    <w:rsid w:val="007D6678"/>
    <w:rsid w:val="007D6A4D"/>
    <w:rsid w:val="007D6B4D"/>
    <w:rsid w:val="007D6EA8"/>
    <w:rsid w:val="007D70E6"/>
    <w:rsid w:val="007D763E"/>
    <w:rsid w:val="007D7C65"/>
    <w:rsid w:val="007E03F9"/>
    <w:rsid w:val="007E0512"/>
    <w:rsid w:val="007E08AF"/>
    <w:rsid w:val="007E103D"/>
    <w:rsid w:val="007E11E3"/>
    <w:rsid w:val="007E124D"/>
    <w:rsid w:val="007E1264"/>
    <w:rsid w:val="007E13CA"/>
    <w:rsid w:val="007E13F1"/>
    <w:rsid w:val="007E1490"/>
    <w:rsid w:val="007E16D3"/>
    <w:rsid w:val="007E1A14"/>
    <w:rsid w:val="007E1E5F"/>
    <w:rsid w:val="007E20B0"/>
    <w:rsid w:val="007E2150"/>
    <w:rsid w:val="007E2214"/>
    <w:rsid w:val="007E2323"/>
    <w:rsid w:val="007E23B8"/>
    <w:rsid w:val="007E2619"/>
    <w:rsid w:val="007E2938"/>
    <w:rsid w:val="007E2A90"/>
    <w:rsid w:val="007E2B20"/>
    <w:rsid w:val="007E2B8A"/>
    <w:rsid w:val="007E2DB4"/>
    <w:rsid w:val="007E2FC9"/>
    <w:rsid w:val="007E308D"/>
    <w:rsid w:val="007E31BA"/>
    <w:rsid w:val="007E31FF"/>
    <w:rsid w:val="007E321D"/>
    <w:rsid w:val="007E3254"/>
    <w:rsid w:val="007E359A"/>
    <w:rsid w:val="007E3686"/>
    <w:rsid w:val="007E3872"/>
    <w:rsid w:val="007E3E5B"/>
    <w:rsid w:val="007E3ECF"/>
    <w:rsid w:val="007E4634"/>
    <w:rsid w:val="007E46C9"/>
    <w:rsid w:val="007E492E"/>
    <w:rsid w:val="007E4ABF"/>
    <w:rsid w:val="007E4D60"/>
    <w:rsid w:val="007E505C"/>
    <w:rsid w:val="007E53CD"/>
    <w:rsid w:val="007E5442"/>
    <w:rsid w:val="007E5543"/>
    <w:rsid w:val="007E579E"/>
    <w:rsid w:val="007E5855"/>
    <w:rsid w:val="007E59B8"/>
    <w:rsid w:val="007E5B37"/>
    <w:rsid w:val="007E5FC1"/>
    <w:rsid w:val="007E5FFC"/>
    <w:rsid w:val="007E6135"/>
    <w:rsid w:val="007E6348"/>
    <w:rsid w:val="007E6432"/>
    <w:rsid w:val="007E656A"/>
    <w:rsid w:val="007E689C"/>
    <w:rsid w:val="007E692E"/>
    <w:rsid w:val="007E6FE9"/>
    <w:rsid w:val="007E71F2"/>
    <w:rsid w:val="007E7288"/>
    <w:rsid w:val="007E743C"/>
    <w:rsid w:val="007E7548"/>
    <w:rsid w:val="007E7811"/>
    <w:rsid w:val="007E787F"/>
    <w:rsid w:val="007E7AAC"/>
    <w:rsid w:val="007E7B7A"/>
    <w:rsid w:val="007E7D7A"/>
    <w:rsid w:val="007F0112"/>
    <w:rsid w:val="007F0135"/>
    <w:rsid w:val="007F0254"/>
    <w:rsid w:val="007F02E3"/>
    <w:rsid w:val="007F08FA"/>
    <w:rsid w:val="007F1070"/>
    <w:rsid w:val="007F1101"/>
    <w:rsid w:val="007F1112"/>
    <w:rsid w:val="007F133D"/>
    <w:rsid w:val="007F14EF"/>
    <w:rsid w:val="007F16A4"/>
    <w:rsid w:val="007F16E6"/>
    <w:rsid w:val="007F18E5"/>
    <w:rsid w:val="007F1960"/>
    <w:rsid w:val="007F1C37"/>
    <w:rsid w:val="007F1EB4"/>
    <w:rsid w:val="007F2157"/>
    <w:rsid w:val="007F236A"/>
    <w:rsid w:val="007F2414"/>
    <w:rsid w:val="007F261D"/>
    <w:rsid w:val="007F2685"/>
    <w:rsid w:val="007F26D8"/>
    <w:rsid w:val="007F27A3"/>
    <w:rsid w:val="007F2C3A"/>
    <w:rsid w:val="007F2FB3"/>
    <w:rsid w:val="007F309C"/>
    <w:rsid w:val="007F317F"/>
    <w:rsid w:val="007F359E"/>
    <w:rsid w:val="007F3776"/>
    <w:rsid w:val="007F3833"/>
    <w:rsid w:val="007F38AE"/>
    <w:rsid w:val="007F3BEE"/>
    <w:rsid w:val="007F3DDA"/>
    <w:rsid w:val="007F3E4E"/>
    <w:rsid w:val="007F40EE"/>
    <w:rsid w:val="007F417B"/>
    <w:rsid w:val="007F4182"/>
    <w:rsid w:val="007F422B"/>
    <w:rsid w:val="007F43A9"/>
    <w:rsid w:val="007F47FD"/>
    <w:rsid w:val="007F50EA"/>
    <w:rsid w:val="007F537D"/>
    <w:rsid w:val="007F56AF"/>
    <w:rsid w:val="007F56B0"/>
    <w:rsid w:val="007F59A9"/>
    <w:rsid w:val="007F5B05"/>
    <w:rsid w:val="007F5FC4"/>
    <w:rsid w:val="007F682A"/>
    <w:rsid w:val="007F698A"/>
    <w:rsid w:val="007F6D78"/>
    <w:rsid w:val="007F7260"/>
    <w:rsid w:val="007F7309"/>
    <w:rsid w:val="007F77DC"/>
    <w:rsid w:val="007F78C0"/>
    <w:rsid w:val="007F7954"/>
    <w:rsid w:val="007F7A02"/>
    <w:rsid w:val="007F7A5D"/>
    <w:rsid w:val="007F7B11"/>
    <w:rsid w:val="007F7FBA"/>
    <w:rsid w:val="008005F3"/>
    <w:rsid w:val="0080092C"/>
    <w:rsid w:val="00800BB9"/>
    <w:rsid w:val="00800BF1"/>
    <w:rsid w:val="00800E25"/>
    <w:rsid w:val="008015F0"/>
    <w:rsid w:val="008016B9"/>
    <w:rsid w:val="00802354"/>
    <w:rsid w:val="00802485"/>
    <w:rsid w:val="00802892"/>
    <w:rsid w:val="00802E09"/>
    <w:rsid w:val="00802FFC"/>
    <w:rsid w:val="00803005"/>
    <w:rsid w:val="00803018"/>
    <w:rsid w:val="008038A8"/>
    <w:rsid w:val="00803BBD"/>
    <w:rsid w:val="00803E69"/>
    <w:rsid w:val="00804225"/>
    <w:rsid w:val="0080440B"/>
    <w:rsid w:val="00804792"/>
    <w:rsid w:val="008049A1"/>
    <w:rsid w:val="00804E08"/>
    <w:rsid w:val="00805732"/>
    <w:rsid w:val="00805759"/>
    <w:rsid w:val="00805783"/>
    <w:rsid w:val="00805ADE"/>
    <w:rsid w:val="00805D30"/>
    <w:rsid w:val="00805DCD"/>
    <w:rsid w:val="00805E2F"/>
    <w:rsid w:val="00805F3D"/>
    <w:rsid w:val="00806246"/>
    <w:rsid w:val="00806274"/>
    <w:rsid w:val="00806286"/>
    <w:rsid w:val="008063FE"/>
    <w:rsid w:val="0080658F"/>
    <w:rsid w:val="008065F1"/>
    <w:rsid w:val="00806664"/>
    <w:rsid w:val="00806682"/>
    <w:rsid w:val="00806DCE"/>
    <w:rsid w:val="00807125"/>
    <w:rsid w:val="00807356"/>
    <w:rsid w:val="00807558"/>
    <w:rsid w:val="008076A6"/>
    <w:rsid w:val="0080794F"/>
    <w:rsid w:val="00807978"/>
    <w:rsid w:val="00807E9A"/>
    <w:rsid w:val="00807FDB"/>
    <w:rsid w:val="00810142"/>
    <w:rsid w:val="008101DB"/>
    <w:rsid w:val="008101F4"/>
    <w:rsid w:val="00810320"/>
    <w:rsid w:val="0081054E"/>
    <w:rsid w:val="0081061F"/>
    <w:rsid w:val="00810CD6"/>
    <w:rsid w:val="00810F49"/>
    <w:rsid w:val="0081144E"/>
    <w:rsid w:val="00811703"/>
    <w:rsid w:val="00811987"/>
    <w:rsid w:val="00811B94"/>
    <w:rsid w:val="00811C17"/>
    <w:rsid w:val="00811E6A"/>
    <w:rsid w:val="00811F27"/>
    <w:rsid w:val="00811F3B"/>
    <w:rsid w:val="008120E8"/>
    <w:rsid w:val="008122A8"/>
    <w:rsid w:val="008124F1"/>
    <w:rsid w:val="00812971"/>
    <w:rsid w:val="00812C58"/>
    <w:rsid w:val="00812D90"/>
    <w:rsid w:val="00812EE1"/>
    <w:rsid w:val="00812F49"/>
    <w:rsid w:val="008132A7"/>
    <w:rsid w:val="00813574"/>
    <w:rsid w:val="00813683"/>
    <w:rsid w:val="00813714"/>
    <w:rsid w:val="008138CB"/>
    <w:rsid w:val="00813C09"/>
    <w:rsid w:val="00814189"/>
    <w:rsid w:val="008143F2"/>
    <w:rsid w:val="0081440A"/>
    <w:rsid w:val="00814CC6"/>
    <w:rsid w:val="008150B4"/>
    <w:rsid w:val="00815102"/>
    <w:rsid w:val="0081533E"/>
    <w:rsid w:val="00815510"/>
    <w:rsid w:val="00815A94"/>
    <w:rsid w:val="00815F6C"/>
    <w:rsid w:val="00816006"/>
    <w:rsid w:val="00816056"/>
    <w:rsid w:val="008162D5"/>
    <w:rsid w:val="008162EA"/>
    <w:rsid w:val="00816965"/>
    <w:rsid w:val="00816973"/>
    <w:rsid w:val="00817018"/>
    <w:rsid w:val="008171B1"/>
    <w:rsid w:val="00817A1F"/>
    <w:rsid w:val="00817AA5"/>
    <w:rsid w:val="00817C38"/>
    <w:rsid w:val="00817C62"/>
    <w:rsid w:val="00820028"/>
    <w:rsid w:val="00820311"/>
    <w:rsid w:val="0082049F"/>
    <w:rsid w:val="00820621"/>
    <w:rsid w:val="008207E5"/>
    <w:rsid w:val="00820B5B"/>
    <w:rsid w:val="00820CA6"/>
    <w:rsid w:val="00820DC3"/>
    <w:rsid w:val="00820E68"/>
    <w:rsid w:val="008212BC"/>
    <w:rsid w:val="00822173"/>
    <w:rsid w:val="008221D4"/>
    <w:rsid w:val="00822381"/>
    <w:rsid w:val="008226E1"/>
    <w:rsid w:val="00822901"/>
    <w:rsid w:val="00822957"/>
    <w:rsid w:val="00822B09"/>
    <w:rsid w:val="00822D4E"/>
    <w:rsid w:val="0082305E"/>
    <w:rsid w:val="00823165"/>
    <w:rsid w:val="00823253"/>
    <w:rsid w:val="008232A1"/>
    <w:rsid w:val="00823452"/>
    <w:rsid w:val="0082351E"/>
    <w:rsid w:val="008238FA"/>
    <w:rsid w:val="008247D6"/>
    <w:rsid w:val="00824850"/>
    <w:rsid w:val="00825095"/>
    <w:rsid w:val="00825460"/>
    <w:rsid w:val="008254E2"/>
    <w:rsid w:val="0082582B"/>
    <w:rsid w:val="008258EB"/>
    <w:rsid w:val="00825FA6"/>
    <w:rsid w:val="00826100"/>
    <w:rsid w:val="00826123"/>
    <w:rsid w:val="00826231"/>
    <w:rsid w:val="00826AEE"/>
    <w:rsid w:val="00826B98"/>
    <w:rsid w:val="00826E0B"/>
    <w:rsid w:val="00826EB3"/>
    <w:rsid w:val="008271E4"/>
    <w:rsid w:val="00827668"/>
    <w:rsid w:val="00827978"/>
    <w:rsid w:val="00827ADE"/>
    <w:rsid w:val="00827B8B"/>
    <w:rsid w:val="00827DC0"/>
    <w:rsid w:val="00827EAD"/>
    <w:rsid w:val="008303B5"/>
    <w:rsid w:val="00830855"/>
    <w:rsid w:val="008308F9"/>
    <w:rsid w:val="00830B07"/>
    <w:rsid w:val="00830C59"/>
    <w:rsid w:val="00830F75"/>
    <w:rsid w:val="008310E5"/>
    <w:rsid w:val="0083157C"/>
    <w:rsid w:val="00831606"/>
    <w:rsid w:val="008316CE"/>
    <w:rsid w:val="00831715"/>
    <w:rsid w:val="00831890"/>
    <w:rsid w:val="00831970"/>
    <w:rsid w:val="0083234F"/>
    <w:rsid w:val="00832779"/>
    <w:rsid w:val="00832BD0"/>
    <w:rsid w:val="00832BF0"/>
    <w:rsid w:val="00832C96"/>
    <w:rsid w:val="00832EA5"/>
    <w:rsid w:val="008330E1"/>
    <w:rsid w:val="00833154"/>
    <w:rsid w:val="008331B2"/>
    <w:rsid w:val="008333E5"/>
    <w:rsid w:val="008334C3"/>
    <w:rsid w:val="008334D4"/>
    <w:rsid w:val="00833A9A"/>
    <w:rsid w:val="008342D5"/>
    <w:rsid w:val="008347F1"/>
    <w:rsid w:val="0083486D"/>
    <w:rsid w:val="00834D12"/>
    <w:rsid w:val="00834E81"/>
    <w:rsid w:val="00835132"/>
    <w:rsid w:val="0083513D"/>
    <w:rsid w:val="0083539D"/>
    <w:rsid w:val="00835AE5"/>
    <w:rsid w:val="00835BDA"/>
    <w:rsid w:val="00835E1A"/>
    <w:rsid w:val="008360CC"/>
    <w:rsid w:val="00836541"/>
    <w:rsid w:val="00836672"/>
    <w:rsid w:val="008367BB"/>
    <w:rsid w:val="0083696B"/>
    <w:rsid w:val="00836D4A"/>
    <w:rsid w:val="00837210"/>
    <w:rsid w:val="00837E98"/>
    <w:rsid w:val="0084013D"/>
    <w:rsid w:val="008402BC"/>
    <w:rsid w:val="0084044F"/>
    <w:rsid w:val="0084055B"/>
    <w:rsid w:val="00840590"/>
    <w:rsid w:val="008405AB"/>
    <w:rsid w:val="008409C4"/>
    <w:rsid w:val="00840A8B"/>
    <w:rsid w:val="00840B6E"/>
    <w:rsid w:val="00840DA2"/>
    <w:rsid w:val="008413F5"/>
    <w:rsid w:val="008414E7"/>
    <w:rsid w:val="00841815"/>
    <w:rsid w:val="00841902"/>
    <w:rsid w:val="00841F71"/>
    <w:rsid w:val="008424BE"/>
    <w:rsid w:val="008427E3"/>
    <w:rsid w:val="0084298E"/>
    <w:rsid w:val="00842CCC"/>
    <w:rsid w:val="0084315E"/>
    <w:rsid w:val="00843452"/>
    <w:rsid w:val="008434C5"/>
    <w:rsid w:val="00843A9A"/>
    <w:rsid w:val="00843C79"/>
    <w:rsid w:val="00843EA7"/>
    <w:rsid w:val="008443CD"/>
    <w:rsid w:val="00844494"/>
    <w:rsid w:val="0084451B"/>
    <w:rsid w:val="00844744"/>
    <w:rsid w:val="00844773"/>
    <w:rsid w:val="0084484D"/>
    <w:rsid w:val="008449D3"/>
    <w:rsid w:val="00844E36"/>
    <w:rsid w:val="00844F58"/>
    <w:rsid w:val="00845104"/>
    <w:rsid w:val="00845168"/>
    <w:rsid w:val="008454D6"/>
    <w:rsid w:val="008456A1"/>
    <w:rsid w:val="0084577B"/>
    <w:rsid w:val="00845D6F"/>
    <w:rsid w:val="00846141"/>
    <w:rsid w:val="008461DA"/>
    <w:rsid w:val="00846223"/>
    <w:rsid w:val="0084656F"/>
    <w:rsid w:val="00846BF3"/>
    <w:rsid w:val="008471B0"/>
    <w:rsid w:val="008472A2"/>
    <w:rsid w:val="008472D7"/>
    <w:rsid w:val="0084738F"/>
    <w:rsid w:val="00847806"/>
    <w:rsid w:val="00847894"/>
    <w:rsid w:val="00847B82"/>
    <w:rsid w:val="00847EE3"/>
    <w:rsid w:val="008507C7"/>
    <w:rsid w:val="00850AF4"/>
    <w:rsid w:val="00850B24"/>
    <w:rsid w:val="00850C39"/>
    <w:rsid w:val="00850CFC"/>
    <w:rsid w:val="00850DE8"/>
    <w:rsid w:val="008510A4"/>
    <w:rsid w:val="008513CA"/>
    <w:rsid w:val="00851400"/>
    <w:rsid w:val="00851427"/>
    <w:rsid w:val="00851552"/>
    <w:rsid w:val="00851A0C"/>
    <w:rsid w:val="00851BE2"/>
    <w:rsid w:val="00851E4B"/>
    <w:rsid w:val="00851EC4"/>
    <w:rsid w:val="008523D4"/>
    <w:rsid w:val="008526DB"/>
    <w:rsid w:val="00852C39"/>
    <w:rsid w:val="00852F2D"/>
    <w:rsid w:val="008533CD"/>
    <w:rsid w:val="0085353F"/>
    <w:rsid w:val="00853D3B"/>
    <w:rsid w:val="008540F0"/>
    <w:rsid w:val="00854218"/>
    <w:rsid w:val="0085445F"/>
    <w:rsid w:val="00854750"/>
    <w:rsid w:val="008547AF"/>
    <w:rsid w:val="00854C9A"/>
    <w:rsid w:val="00854CA0"/>
    <w:rsid w:val="00854F54"/>
    <w:rsid w:val="00855040"/>
    <w:rsid w:val="008550DC"/>
    <w:rsid w:val="00855993"/>
    <w:rsid w:val="00855C59"/>
    <w:rsid w:val="00855C96"/>
    <w:rsid w:val="00855D77"/>
    <w:rsid w:val="00855DB0"/>
    <w:rsid w:val="00855FB8"/>
    <w:rsid w:val="008561E3"/>
    <w:rsid w:val="00856518"/>
    <w:rsid w:val="0085651A"/>
    <w:rsid w:val="0085671F"/>
    <w:rsid w:val="00856809"/>
    <w:rsid w:val="008569AF"/>
    <w:rsid w:val="00856B42"/>
    <w:rsid w:val="0085733C"/>
    <w:rsid w:val="00857661"/>
    <w:rsid w:val="0085767A"/>
    <w:rsid w:val="00857FE7"/>
    <w:rsid w:val="008600B4"/>
    <w:rsid w:val="008603BC"/>
    <w:rsid w:val="00860528"/>
    <w:rsid w:val="008605D8"/>
    <w:rsid w:val="00860768"/>
    <w:rsid w:val="0086089E"/>
    <w:rsid w:val="0086091A"/>
    <w:rsid w:val="00860976"/>
    <w:rsid w:val="0086097F"/>
    <w:rsid w:val="008614CA"/>
    <w:rsid w:val="00861538"/>
    <w:rsid w:val="00861556"/>
    <w:rsid w:val="008619F9"/>
    <w:rsid w:val="008622E1"/>
    <w:rsid w:val="00862370"/>
    <w:rsid w:val="008627E2"/>
    <w:rsid w:val="00862828"/>
    <w:rsid w:val="00862BC8"/>
    <w:rsid w:val="00862DA8"/>
    <w:rsid w:val="00863068"/>
    <w:rsid w:val="00863426"/>
    <w:rsid w:val="008635E2"/>
    <w:rsid w:val="008635E7"/>
    <w:rsid w:val="00863A10"/>
    <w:rsid w:val="00863B21"/>
    <w:rsid w:val="00863DEF"/>
    <w:rsid w:val="008643EC"/>
    <w:rsid w:val="00864578"/>
    <w:rsid w:val="0086477F"/>
    <w:rsid w:val="00864B27"/>
    <w:rsid w:val="00864CE8"/>
    <w:rsid w:val="00864D37"/>
    <w:rsid w:val="00864DB7"/>
    <w:rsid w:val="00864E17"/>
    <w:rsid w:val="00865165"/>
    <w:rsid w:val="00865183"/>
    <w:rsid w:val="0086537A"/>
    <w:rsid w:val="00865447"/>
    <w:rsid w:val="0086558E"/>
    <w:rsid w:val="008655F2"/>
    <w:rsid w:val="008659D0"/>
    <w:rsid w:val="00865A29"/>
    <w:rsid w:val="008660AE"/>
    <w:rsid w:val="00866961"/>
    <w:rsid w:val="00866A8D"/>
    <w:rsid w:val="00866BB3"/>
    <w:rsid w:val="008673AD"/>
    <w:rsid w:val="00867452"/>
    <w:rsid w:val="00867490"/>
    <w:rsid w:val="008676BC"/>
    <w:rsid w:val="0086791F"/>
    <w:rsid w:val="008679D4"/>
    <w:rsid w:val="00867A28"/>
    <w:rsid w:val="00867AFA"/>
    <w:rsid w:val="00867CCC"/>
    <w:rsid w:val="00870077"/>
    <w:rsid w:val="00870335"/>
    <w:rsid w:val="008707B5"/>
    <w:rsid w:val="0087082B"/>
    <w:rsid w:val="00870B51"/>
    <w:rsid w:val="00871352"/>
    <w:rsid w:val="008714CA"/>
    <w:rsid w:val="008718A1"/>
    <w:rsid w:val="00871A52"/>
    <w:rsid w:val="00871D31"/>
    <w:rsid w:val="00871DD0"/>
    <w:rsid w:val="00871F42"/>
    <w:rsid w:val="008727D1"/>
    <w:rsid w:val="00872805"/>
    <w:rsid w:val="008728AA"/>
    <w:rsid w:val="00872B4D"/>
    <w:rsid w:val="00872F8A"/>
    <w:rsid w:val="00873037"/>
    <w:rsid w:val="00873086"/>
    <w:rsid w:val="008731D4"/>
    <w:rsid w:val="0087337C"/>
    <w:rsid w:val="008733C5"/>
    <w:rsid w:val="00873452"/>
    <w:rsid w:val="008739F8"/>
    <w:rsid w:val="00873A22"/>
    <w:rsid w:val="00873C26"/>
    <w:rsid w:val="00873C58"/>
    <w:rsid w:val="008743FF"/>
    <w:rsid w:val="008744B3"/>
    <w:rsid w:val="00874523"/>
    <w:rsid w:val="008746B6"/>
    <w:rsid w:val="00874E7B"/>
    <w:rsid w:val="00874FD4"/>
    <w:rsid w:val="00875483"/>
    <w:rsid w:val="008755CC"/>
    <w:rsid w:val="00875D82"/>
    <w:rsid w:val="00875E51"/>
    <w:rsid w:val="00875FC2"/>
    <w:rsid w:val="00875FDF"/>
    <w:rsid w:val="00876110"/>
    <w:rsid w:val="0087615F"/>
    <w:rsid w:val="00876617"/>
    <w:rsid w:val="008772B1"/>
    <w:rsid w:val="00877EA6"/>
    <w:rsid w:val="00877F13"/>
    <w:rsid w:val="00877F57"/>
    <w:rsid w:val="00880119"/>
    <w:rsid w:val="00880519"/>
    <w:rsid w:val="00880537"/>
    <w:rsid w:val="0088062D"/>
    <w:rsid w:val="00880666"/>
    <w:rsid w:val="00880807"/>
    <w:rsid w:val="008810A6"/>
    <w:rsid w:val="00882010"/>
    <w:rsid w:val="0088216D"/>
    <w:rsid w:val="00882B56"/>
    <w:rsid w:val="00882C28"/>
    <w:rsid w:val="00882D3F"/>
    <w:rsid w:val="00882F14"/>
    <w:rsid w:val="00883062"/>
    <w:rsid w:val="00883121"/>
    <w:rsid w:val="00883366"/>
    <w:rsid w:val="0088349C"/>
    <w:rsid w:val="00883A55"/>
    <w:rsid w:val="00883F76"/>
    <w:rsid w:val="00884659"/>
    <w:rsid w:val="0088472D"/>
    <w:rsid w:val="008848C8"/>
    <w:rsid w:val="00884A3A"/>
    <w:rsid w:val="00884E67"/>
    <w:rsid w:val="008850D3"/>
    <w:rsid w:val="0088555C"/>
    <w:rsid w:val="00885778"/>
    <w:rsid w:val="00885964"/>
    <w:rsid w:val="00885A20"/>
    <w:rsid w:val="00885DC6"/>
    <w:rsid w:val="00885E5E"/>
    <w:rsid w:val="00885EE8"/>
    <w:rsid w:val="00886407"/>
    <w:rsid w:val="008864D4"/>
    <w:rsid w:val="0088670B"/>
    <w:rsid w:val="008867F9"/>
    <w:rsid w:val="00886BCD"/>
    <w:rsid w:val="00886C90"/>
    <w:rsid w:val="00887549"/>
    <w:rsid w:val="008877F4"/>
    <w:rsid w:val="00887811"/>
    <w:rsid w:val="00887DAD"/>
    <w:rsid w:val="00887F2A"/>
    <w:rsid w:val="008900ED"/>
    <w:rsid w:val="00890327"/>
    <w:rsid w:val="00890943"/>
    <w:rsid w:val="008909F4"/>
    <w:rsid w:val="00890A58"/>
    <w:rsid w:val="00890D32"/>
    <w:rsid w:val="00890F60"/>
    <w:rsid w:val="008913DF"/>
    <w:rsid w:val="008922BD"/>
    <w:rsid w:val="008924C6"/>
    <w:rsid w:val="00892824"/>
    <w:rsid w:val="008931F5"/>
    <w:rsid w:val="008937C6"/>
    <w:rsid w:val="0089388C"/>
    <w:rsid w:val="00893C42"/>
    <w:rsid w:val="00893E96"/>
    <w:rsid w:val="008944B6"/>
    <w:rsid w:val="00894CB9"/>
    <w:rsid w:val="00894D57"/>
    <w:rsid w:val="008952DB"/>
    <w:rsid w:val="00895CAF"/>
    <w:rsid w:val="00895FB6"/>
    <w:rsid w:val="008961C6"/>
    <w:rsid w:val="00896251"/>
    <w:rsid w:val="00896AB3"/>
    <w:rsid w:val="00896D88"/>
    <w:rsid w:val="00896DA5"/>
    <w:rsid w:val="00897223"/>
    <w:rsid w:val="00897D3E"/>
    <w:rsid w:val="00897F62"/>
    <w:rsid w:val="00897FFD"/>
    <w:rsid w:val="008A07B9"/>
    <w:rsid w:val="008A0A46"/>
    <w:rsid w:val="008A1162"/>
    <w:rsid w:val="008A144E"/>
    <w:rsid w:val="008A167E"/>
    <w:rsid w:val="008A1E5F"/>
    <w:rsid w:val="008A1F44"/>
    <w:rsid w:val="008A2529"/>
    <w:rsid w:val="008A272F"/>
    <w:rsid w:val="008A2C50"/>
    <w:rsid w:val="008A2CC8"/>
    <w:rsid w:val="008A2D2A"/>
    <w:rsid w:val="008A2E8A"/>
    <w:rsid w:val="008A2FC3"/>
    <w:rsid w:val="008A3048"/>
    <w:rsid w:val="008A351F"/>
    <w:rsid w:val="008A35C7"/>
    <w:rsid w:val="008A37D7"/>
    <w:rsid w:val="008A37EF"/>
    <w:rsid w:val="008A3BAC"/>
    <w:rsid w:val="008A3DD0"/>
    <w:rsid w:val="008A4101"/>
    <w:rsid w:val="008A4500"/>
    <w:rsid w:val="008A46D6"/>
    <w:rsid w:val="008A4800"/>
    <w:rsid w:val="008A4979"/>
    <w:rsid w:val="008A4ABE"/>
    <w:rsid w:val="008A4E5E"/>
    <w:rsid w:val="008A56E0"/>
    <w:rsid w:val="008A587D"/>
    <w:rsid w:val="008A58EF"/>
    <w:rsid w:val="008A5B3B"/>
    <w:rsid w:val="008A5E1A"/>
    <w:rsid w:val="008A5E46"/>
    <w:rsid w:val="008A602E"/>
    <w:rsid w:val="008A63B9"/>
    <w:rsid w:val="008A65DA"/>
    <w:rsid w:val="008A66A7"/>
    <w:rsid w:val="008A66F2"/>
    <w:rsid w:val="008A69BB"/>
    <w:rsid w:val="008A6BBB"/>
    <w:rsid w:val="008A6C9D"/>
    <w:rsid w:val="008A7141"/>
    <w:rsid w:val="008A7800"/>
    <w:rsid w:val="008A7AF8"/>
    <w:rsid w:val="008A7C06"/>
    <w:rsid w:val="008A7D29"/>
    <w:rsid w:val="008A7F62"/>
    <w:rsid w:val="008B01F4"/>
    <w:rsid w:val="008B035B"/>
    <w:rsid w:val="008B0379"/>
    <w:rsid w:val="008B0692"/>
    <w:rsid w:val="008B0B91"/>
    <w:rsid w:val="008B11AE"/>
    <w:rsid w:val="008B136A"/>
    <w:rsid w:val="008B1A1A"/>
    <w:rsid w:val="008B1DA0"/>
    <w:rsid w:val="008B1F0C"/>
    <w:rsid w:val="008B23DB"/>
    <w:rsid w:val="008B24FC"/>
    <w:rsid w:val="008B2533"/>
    <w:rsid w:val="008B295F"/>
    <w:rsid w:val="008B2C83"/>
    <w:rsid w:val="008B2D71"/>
    <w:rsid w:val="008B34CA"/>
    <w:rsid w:val="008B3DE1"/>
    <w:rsid w:val="008B423C"/>
    <w:rsid w:val="008B4686"/>
    <w:rsid w:val="008B499D"/>
    <w:rsid w:val="008B4A05"/>
    <w:rsid w:val="008B4B16"/>
    <w:rsid w:val="008B52C6"/>
    <w:rsid w:val="008B5676"/>
    <w:rsid w:val="008B5748"/>
    <w:rsid w:val="008B59D7"/>
    <w:rsid w:val="008B5D3B"/>
    <w:rsid w:val="008B6A5B"/>
    <w:rsid w:val="008B6B60"/>
    <w:rsid w:val="008B702B"/>
    <w:rsid w:val="008B707A"/>
    <w:rsid w:val="008B730C"/>
    <w:rsid w:val="008B7759"/>
    <w:rsid w:val="008B7794"/>
    <w:rsid w:val="008B7D93"/>
    <w:rsid w:val="008C006D"/>
    <w:rsid w:val="008C0BB5"/>
    <w:rsid w:val="008C0D60"/>
    <w:rsid w:val="008C0E38"/>
    <w:rsid w:val="008C0E56"/>
    <w:rsid w:val="008C0EFD"/>
    <w:rsid w:val="008C0F57"/>
    <w:rsid w:val="008C1081"/>
    <w:rsid w:val="008C156F"/>
    <w:rsid w:val="008C2008"/>
    <w:rsid w:val="008C204F"/>
    <w:rsid w:val="008C25B4"/>
    <w:rsid w:val="008C2669"/>
    <w:rsid w:val="008C2B1D"/>
    <w:rsid w:val="008C2DD4"/>
    <w:rsid w:val="008C311E"/>
    <w:rsid w:val="008C32D9"/>
    <w:rsid w:val="008C3344"/>
    <w:rsid w:val="008C3794"/>
    <w:rsid w:val="008C3842"/>
    <w:rsid w:val="008C38A7"/>
    <w:rsid w:val="008C3A6A"/>
    <w:rsid w:val="008C3C3A"/>
    <w:rsid w:val="008C3E92"/>
    <w:rsid w:val="008C3F26"/>
    <w:rsid w:val="008C4449"/>
    <w:rsid w:val="008C4AC9"/>
    <w:rsid w:val="008C4D89"/>
    <w:rsid w:val="008C4DE1"/>
    <w:rsid w:val="008C56C5"/>
    <w:rsid w:val="008C5A26"/>
    <w:rsid w:val="008C5A4A"/>
    <w:rsid w:val="008C5B97"/>
    <w:rsid w:val="008C5CF9"/>
    <w:rsid w:val="008C6068"/>
    <w:rsid w:val="008C608A"/>
    <w:rsid w:val="008C60C5"/>
    <w:rsid w:val="008C637B"/>
    <w:rsid w:val="008C6388"/>
    <w:rsid w:val="008C67F1"/>
    <w:rsid w:val="008C6E3E"/>
    <w:rsid w:val="008C7185"/>
    <w:rsid w:val="008C74A5"/>
    <w:rsid w:val="008C77B0"/>
    <w:rsid w:val="008C7910"/>
    <w:rsid w:val="008C7991"/>
    <w:rsid w:val="008C7ABD"/>
    <w:rsid w:val="008C7BE8"/>
    <w:rsid w:val="008D0191"/>
    <w:rsid w:val="008D0453"/>
    <w:rsid w:val="008D0454"/>
    <w:rsid w:val="008D09CF"/>
    <w:rsid w:val="008D0A09"/>
    <w:rsid w:val="008D0C41"/>
    <w:rsid w:val="008D0CC8"/>
    <w:rsid w:val="008D1266"/>
    <w:rsid w:val="008D1A22"/>
    <w:rsid w:val="008D1A37"/>
    <w:rsid w:val="008D24AD"/>
    <w:rsid w:val="008D28DC"/>
    <w:rsid w:val="008D2A69"/>
    <w:rsid w:val="008D2FBB"/>
    <w:rsid w:val="008D35C3"/>
    <w:rsid w:val="008D3B56"/>
    <w:rsid w:val="008D3CDC"/>
    <w:rsid w:val="008D3D09"/>
    <w:rsid w:val="008D3E78"/>
    <w:rsid w:val="008D422F"/>
    <w:rsid w:val="008D43CD"/>
    <w:rsid w:val="008D4A0E"/>
    <w:rsid w:val="008D54C4"/>
    <w:rsid w:val="008D5716"/>
    <w:rsid w:val="008D598F"/>
    <w:rsid w:val="008D5F55"/>
    <w:rsid w:val="008D5FF7"/>
    <w:rsid w:val="008D6073"/>
    <w:rsid w:val="008D69B7"/>
    <w:rsid w:val="008D6AAB"/>
    <w:rsid w:val="008D6B21"/>
    <w:rsid w:val="008D6BC3"/>
    <w:rsid w:val="008D6BD2"/>
    <w:rsid w:val="008D6EFB"/>
    <w:rsid w:val="008D7292"/>
    <w:rsid w:val="008D775A"/>
    <w:rsid w:val="008D790D"/>
    <w:rsid w:val="008D79D0"/>
    <w:rsid w:val="008E0305"/>
    <w:rsid w:val="008E04EE"/>
    <w:rsid w:val="008E0592"/>
    <w:rsid w:val="008E05FC"/>
    <w:rsid w:val="008E0D0E"/>
    <w:rsid w:val="008E0DA9"/>
    <w:rsid w:val="008E1010"/>
    <w:rsid w:val="008E1515"/>
    <w:rsid w:val="008E1540"/>
    <w:rsid w:val="008E1593"/>
    <w:rsid w:val="008E1C29"/>
    <w:rsid w:val="008E2180"/>
    <w:rsid w:val="008E244F"/>
    <w:rsid w:val="008E24FA"/>
    <w:rsid w:val="008E2B89"/>
    <w:rsid w:val="008E2CB4"/>
    <w:rsid w:val="008E2E53"/>
    <w:rsid w:val="008E2F08"/>
    <w:rsid w:val="008E32B4"/>
    <w:rsid w:val="008E333A"/>
    <w:rsid w:val="008E4026"/>
    <w:rsid w:val="008E4104"/>
    <w:rsid w:val="008E421B"/>
    <w:rsid w:val="008E42F1"/>
    <w:rsid w:val="008E43A0"/>
    <w:rsid w:val="008E45AB"/>
    <w:rsid w:val="008E4B14"/>
    <w:rsid w:val="008E4B3A"/>
    <w:rsid w:val="008E4EC0"/>
    <w:rsid w:val="008E5115"/>
    <w:rsid w:val="008E5157"/>
    <w:rsid w:val="008E53B0"/>
    <w:rsid w:val="008E576E"/>
    <w:rsid w:val="008E5963"/>
    <w:rsid w:val="008E59BE"/>
    <w:rsid w:val="008E5A35"/>
    <w:rsid w:val="008E5D5B"/>
    <w:rsid w:val="008E5D92"/>
    <w:rsid w:val="008E61DE"/>
    <w:rsid w:val="008E63AC"/>
    <w:rsid w:val="008E64A7"/>
    <w:rsid w:val="008E666C"/>
    <w:rsid w:val="008E674D"/>
    <w:rsid w:val="008E68D0"/>
    <w:rsid w:val="008E6952"/>
    <w:rsid w:val="008E6B62"/>
    <w:rsid w:val="008E6E80"/>
    <w:rsid w:val="008E6F7A"/>
    <w:rsid w:val="008E6FE5"/>
    <w:rsid w:val="008E7CCC"/>
    <w:rsid w:val="008E7EFF"/>
    <w:rsid w:val="008F01FC"/>
    <w:rsid w:val="008F0B77"/>
    <w:rsid w:val="008F0F56"/>
    <w:rsid w:val="008F14CF"/>
    <w:rsid w:val="008F1830"/>
    <w:rsid w:val="008F1836"/>
    <w:rsid w:val="008F1ADE"/>
    <w:rsid w:val="008F1C11"/>
    <w:rsid w:val="008F20A1"/>
    <w:rsid w:val="008F227D"/>
    <w:rsid w:val="008F24B6"/>
    <w:rsid w:val="008F2512"/>
    <w:rsid w:val="008F26EC"/>
    <w:rsid w:val="008F27D7"/>
    <w:rsid w:val="008F2B47"/>
    <w:rsid w:val="008F2F7E"/>
    <w:rsid w:val="008F3043"/>
    <w:rsid w:val="008F3C6B"/>
    <w:rsid w:val="008F3D51"/>
    <w:rsid w:val="008F3F63"/>
    <w:rsid w:val="008F3F83"/>
    <w:rsid w:val="008F4345"/>
    <w:rsid w:val="008F4825"/>
    <w:rsid w:val="008F4AB8"/>
    <w:rsid w:val="008F4F38"/>
    <w:rsid w:val="008F5299"/>
    <w:rsid w:val="008F54E5"/>
    <w:rsid w:val="008F5D51"/>
    <w:rsid w:val="008F6008"/>
    <w:rsid w:val="008F601A"/>
    <w:rsid w:val="008F6203"/>
    <w:rsid w:val="008F6282"/>
    <w:rsid w:val="008F6401"/>
    <w:rsid w:val="008F6602"/>
    <w:rsid w:val="008F67EC"/>
    <w:rsid w:val="008F6900"/>
    <w:rsid w:val="008F6BD5"/>
    <w:rsid w:val="008F70E8"/>
    <w:rsid w:val="008F7171"/>
    <w:rsid w:val="008F7249"/>
    <w:rsid w:val="008F7507"/>
    <w:rsid w:val="008F7A71"/>
    <w:rsid w:val="008F7AB2"/>
    <w:rsid w:val="008F7B54"/>
    <w:rsid w:val="008F7F89"/>
    <w:rsid w:val="009001A4"/>
    <w:rsid w:val="009003D5"/>
    <w:rsid w:val="00900462"/>
    <w:rsid w:val="00900520"/>
    <w:rsid w:val="00900C7E"/>
    <w:rsid w:val="00900CEA"/>
    <w:rsid w:val="00900F87"/>
    <w:rsid w:val="00901032"/>
    <w:rsid w:val="0090109E"/>
    <w:rsid w:val="009013BC"/>
    <w:rsid w:val="00901721"/>
    <w:rsid w:val="00901808"/>
    <w:rsid w:val="009019D2"/>
    <w:rsid w:val="00902301"/>
    <w:rsid w:val="009024AB"/>
    <w:rsid w:val="009027D8"/>
    <w:rsid w:val="00902B8B"/>
    <w:rsid w:val="00902E57"/>
    <w:rsid w:val="00903055"/>
    <w:rsid w:val="0090313E"/>
    <w:rsid w:val="0090349B"/>
    <w:rsid w:val="00903747"/>
    <w:rsid w:val="00903911"/>
    <w:rsid w:val="00903CC6"/>
    <w:rsid w:val="00903FA6"/>
    <w:rsid w:val="00903FC4"/>
    <w:rsid w:val="009040E4"/>
    <w:rsid w:val="00904254"/>
    <w:rsid w:val="0090442A"/>
    <w:rsid w:val="009045A5"/>
    <w:rsid w:val="00904656"/>
    <w:rsid w:val="0090477E"/>
    <w:rsid w:val="009049BB"/>
    <w:rsid w:val="00904A33"/>
    <w:rsid w:val="00904CB0"/>
    <w:rsid w:val="0090532D"/>
    <w:rsid w:val="00905332"/>
    <w:rsid w:val="00905A8B"/>
    <w:rsid w:val="00905B4E"/>
    <w:rsid w:val="009061CF"/>
    <w:rsid w:val="009065C9"/>
    <w:rsid w:val="009068DA"/>
    <w:rsid w:val="00906931"/>
    <w:rsid w:val="009069F1"/>
    <w:rsid w:val="00906D53"/>
    <w:rsid w:val="00906DB4"/>
    <w:rsid w:val="009070A6"/>
    <w:rsid w:val="0090711C"/>
    <w:rsid w:val="0090714A"/>
    <w:rsid w:val="009071DC"/>
    <w:rsid w:val="0090742B"/>
    <w:rsid w:val="009078C1"/>
    <w:rsid w:val="00907B66"/>
    <w:rsid w:val="00907B87"/>
    <w:rsid w:val="00907FBD"/>
    <w:rsid w:val="00910103"/>
    <w:rsid w:val="009109B9"/>
    <w:rsid w:val="00910E00"/>
    <w:rsid w:val="009113CD"/>
    <w:rsid w:val="00911638"/>
    <w:rsid w:val="00911720"/>
    <w:rsid w:val="009118B5"/>
    <w:rsid w:val="00911BE1"/>
    <w:rsid w:val="00911C53"/>
    <w:rsid w:val="00911F98"/>
    <w:rsid w:val="00912900"/>
    <w:rsid w:val="00912AB2"/>
    <w:rsid w:val="00912E10"/>
    <w:rsid w:val="00912F11"/>
    <w:rsid w:val="009130D0"/>
    <w:rsid w:val="0091360B"/>
    <w:rsid w:val="00913819"/>
    <w:rsid w:val="0091381A"/>
    <w:rsid w:val="00913988"/>
    <w:rsid w:val="009139EB"/>
    <w:rsid w:val="00913A4F"/>
    <w:rsid w:val="00913CE4"/>
    <w:rsid w:val="009142BE"/>
    <w:rsid w:val="00914DEE"/>
    <w:rsid w:val="00914F17"/>
    <w:rsid w:val="00915089"/>
    <w:rsid w:val="00915134"/>
    <w:rsid w:val="0091519C"/>
    <w:rsid w:val="0091538F"/>
    <w:rsid w:val="0091577D"/>
    <w:rsid w:val="00915823"/>
    <w:rsid w:val="00915870"/>
    <w:rsid w:val="00915C58"/>
    <w:rsid w:val="0091600E"/>
    <w:rsid w:val="0091672D"/>
    <w:rsid w:val="009168A1"/>
    <w:rsid w:val="00916DEA"/>
    <w:rsid w:val="00916E3B"/>
    <w:rsid w:val="00916F13"/>
    <w:rsid w:val="00916FD9"/>
    <w:rsid w:val="009176C0"/>
    <w:rsid w:val="00917738"/>
    <w:rsid w:val="00917801"/>
    <w:rsid w:val="009178CF"/>
    <w:rsid w:val="009178F6"/>
    <w:rsid w:val="00917B42"/>
    <w:rsid w:val="00920169"/>
    <w:rsid w:val="00920531"/>
    <w:rsid w:val="009205AA"/>
    <w:rsid w:val="00920996"/>
    <w:rsid w:val="00920ABB"/>
    <w:rsid w:val="00920DEA"/>
    <w:rsid w:val="00920ECB"/>
    <w:rsid w:val="00920F7B"/>
    <w:rsid w:val="009210B0"/>
    <w:rsid w:val="009210E9"/>
    <w:rsid w:val="00921405"/>
    <w:rsid w:val="00921511"/>
    <w:rsid w:val="00921542"/>
    <w:rsid w:val="00921596"/>
    <w:rsid w:val="009216B8"/>
    <w:rsid w:val="0092191D"/>
    <w:rsid w:val="00921B49"/>
    <w:rsid w:val="00921EE2"/>
    <w:rsid w:val="009220B9"/>
    <w:rsid w:val="009220E7"/>
    <w:rsid w:val="00922532"/>
    <w:rsid w:val="00922610"/>
    <w:rsid w:val="0092264D"/>
    <w:rsid w:val="0092273B"/>
    <w:rsid w:val="00922AFB"/>
    <w:rsid w:val="00922CA7"/>
    <w:rsid w:val="00922DA1"/>
    <w:rsid w:val="009233F7"/>
    <w:rsid w:val="009239A1"/>
    <w:rsid w:val="00923BA7"/>
    <w:rsid w:val="00923C18"/>
    <w:rsid w:val="00923EBA"/>
    <w:rsid w:val="009243E0"/>
    <w:rsid w:val="00924530"/>
    <w:rsid w:val="009248B2"/>
    <w:rsid w:val="00924BDA"/>
    <w:rsid w:val="00924E04"/>
    <w:rsid w:val="00924FD6"/>
    <w:rsid w:val="0092507C"/>
    <w:rsid w:val="009250F3"/>
    <w:rsid w:val="00925366"/>
    <w:rsid w:val="00925CE6"/>
    <w:rsid w:val="00925E4E"/>
    <w:rsid w:val="00926142"/>
    <w:rsid w:val="00926625"/>
    <w:rsid w:val="009266FC"/>
    <w:rsid w:val="00926950"/>
    <w:rsid w:val="00926A57"/>
    <w:rsid w:val="00926C91"/>
    <w:rsid w:val="009272A8"/>
    <w:rsid w:val="00927411"/>
    <w:rsid w:val="0092779C"/>
    <w:rsid w:val="009278D7"/>
    <w:rsid w:val="00927912"/>
    <w:rsid w:val="00927F12"/>
    <w:rsid w:val="009301A3"/>
    <w:rsid w:val="009302FE"/>
    <w:rsid w:val="00930453"/>
    <w:rsid w:val="00930B6B"/>
    <w:rsid w:val="00930E2F"/>
    <w:rsid w:val="00930F24"/>
    <w:rsid w:val="009316EB"/>
    <w:rsid w:val="00931DBC"/>
    <w:rsid w:val="00931ECD"/>
    <w:rsid w:val="009325D6"/>
    <w:rsid w:val="009327FF"/>
    <w:rsid w:val="00932BC1"/>
    <w:rsid w:val="00932EC6"/>
    <w:rsid w:val="009331E1"/>
    <w:rsid w:val="009332A0"/>
    <w:rsid w:val="009336D8"/>
    <w:rsid w:val="009337EA"/>
    <w:rsid w:val="009338EB"/>
    <w:rsid w:val="009338F1"/>
    <w:rsid w:val="00933911"/>
    <w:rsid w:val="0093498D"/>
    <w:rsid w:val="00934A59"/>
    <w:rsid w:val="00934B25"/>
    <w:rsid w:val="00934E8F"/>
    <w:rsid w:val="00934F5B"/>
    <w:rsid w:val="00935815"/>
    <w:rsid w:val="009358D6"/>
    <w:rsid w:val="009364D6"/>
    <w:rsid w:val="009369DF"/>
    <w:rsid w:val="00936AB7"/>
    <w:rsid w:val="00936CEB"/>
    <w:rsid w:val="00936E16"/>
    <w:rsid w:val="00937196"/>
    <w:rsid w:val="00937259"/>
    <w:rsid w:val="0093726A"/>
    <w:rsid w:val="00937C70"/>
    <w:rsid w:val="00937CBD"/>
    <w:rsid w:val="00937E26"/>
    <w:rsid w:val="00937E37"/>
    <w:rsid w:val="00940210"/>
    <w:rsid w:val="009403E7"/>
    <w:rsid w:val="00940777"/>
    <w:rsid w:val="00941359"/>
    <w:rsid w:val="009415BC"/>
    <w:rsid w:val="009416B0"/>
    <w:rsid w:val="00941DDE"/>
    <w:rsid w:val="00941F6F"/>
    <w:rsid w:val="0094209A"/>
    <w:rsid w:val="0094219D"/>
    <w:rsid w:val="009426DE"/>
    <w:rsid w:val="00943032"/>
    <w:rsid w:val="00943456"/>
    <w:rsid w:val="00943717"/>
    <w:rsid w:val="00943A8F"/>
    <w:rsid w:val="00943B4C"/>
    <w:rsid w:val="00943F42"/>
    <w:rsid w:val="009441C2"/>
    <w:rsid w:val="00944B89"/>
    <w:rsid w:val="00944B8C"/>
    <w:rsid w:val="00944C82"/>
    <w:rsid w:val="00944D81"/>
    <w:rsid w:val="00945077"/>
    <w:rsid w:val="0094511C"/>
    <w:rsid w:val="00945EEC"/>
    <w:rsid w:val="00945EF9"/>
    <w:rsid w:val="00946213"/>
    <w:rsid w:val="00946B89"/>
    <w:rsid w:val="0094704C"/>
    <w:rsid w:val="0094727F"/>
    <w:rsid w:val="00947518"/>
    <w:rsid w:val="00947574"/>
    <w:rsid w:val="009478A0"/>
    <w:rsid w:val="00947912"/>
    <w:rsid w:val="0094796B"/>
    <w:rsid w:val="00947D48"/>
    <w:rsid w:val="0095003D"/>
    <w:rsid w:val="009502C4"/>
    <w:rsid w:val="00950505"/>
    <w:rsid w:val="00950694"/>
    <w:rsid w:val="00950809"/>
    <w:rsid w:val="009512AB"/>
    <w:rsid w:val="009514AB"/>
    <w:rsid w:val="0095163F"/>
    <w:rsid w:val="0095169E"/>
    <w:rsid w:val="009519FF"/>
    <w:rsid w:val="0095212B"/>
    <w:rsid w:val="00952802"/>
    <w:rsid w:val="0095285C"/>
    <w:rsid w:val="00952891"/>
    <w:rsid w:val="00952A3E"/>
    <w:rsid w:val="00952CAB"/>
    <w:rsid w:val="00953205"/>
    <w:rsid w:val="009539A9"/>
    <w:rsid w:val="009539D2"/>
    <w:rsid w:val="00953AF4"/>
    <w:rsid w:val="00953C3F"/>
    <w:rsid w:val="00954162"/>
    <w:rsid w:val="009542B0"/>
    <w:rsid w:val="0095460A"/>
    <w:rsid w:val="00954BA8"/>
    <w:rsid w:val="00954BB4"/>
    <w:rsid w:val="00955158"/>
    <w:rsid w:val="00955248"/>
    <w:rsid w:val="00955269"/>
    <w:rsid w:val="00955364"/>
    <w:rsid w:val="009556C6"/>
    <w:rsid w:val="0095582B"/>
    <w:rsid w:val="00955896"/>
    <w:rsid w:val="009559D6"/>
    <w:rsid w:val="00955E1D"/>
    <w:rsid w:val="00955F8C"/>
    <w:rsid w:val="009560BD"/>
    <w:rsid w:val="009563B5"/>
    <w:rsid w:val="009566F2"/>
    <w:rsid w:val="00956703"/>
    <w:rsid w:val="0095677C"/>
    <w:rsid w:val="00956CA1"/>
    <w:rsid w:val="00957037"/>
    <w:rsid w:val="00957054"/>
    <w:rsid w:val="00957197"/>
    <w:rsid w:val="009572D4"/>
    <w:rsid w:val="00957556"/>
    <w:rsid w:val="0095760B"/>
    <w:rsid w:val="00957654"/>
    <w:rsid w:val="0095798B"/>
    <w:rsid w:val="00957A7D"/>
    <w:rsid w:val="00957BC6"/>
    <w:rsid w:val="00960020"/>
    <w:rsid w:val="00960122"/>
    <w:rsid w:val="00960539"/>
    <w:rsid w:val="00960D9E"/>
    <w:rsid w:val="00961042"/>
    <w:rsid w:val="0096106E"/>
    <w:rsid w:val="0096116C"/>
    <w:rsid w:val="00961C62"/>
    <w:rsid w:val="0096210F"/>
    <w:rsid w:val="00962228"/>
    <w:rsid w:val="0096253D"/>
    <w:rsid w:val="00962797"/>
    <w:rsid w:val="0096280B"/>
    <w:rsid w:val="00962BFB"/>
    <w:rsid w:val="00962D1B"/>
    <w:rsid w:val="009634D9"/>
    <w:rsid w:val="0096371D"/>
    <w:rsid w:val="00963BE2"/>
    <w:rsid w:val="00963BF6"/>
    <w:rsid w:val="00963E41"/>
    <w:rsid w:val="00963FB6"/>
    <w:rsid w:val="009642F7"/>
    <w:rsid w:val="0096497C"/>
    <w:rsid w:val="00964C7C"/>
    <w:rsid w:val="00964FF0"/>
    <w:rsid w:val="00965039"/>
    <w:rsid w:val="009653D3"/>
    <w:rsid w:val="00965429"/>
    <w:rsid w:val="009654E9"/>
    <w:rsid w:val="009656D7"/>
    <w:rsid w:val="00965772"/>
    <w:rsid w:val="009658D3"/>
    <w:rsid w:val="00965A3A"/>
    <w:rsid w:val="0096602B"/>
    <w:rsid w:val="00966605"/>
    <w:rsid w:val="00966629"/>
    <w:rsid w:val="009666BA"/>
    <w:rsid w:val="00966850"/>
    <w:rsid w:val="00966862"/>
    <w:rsid w:val="00966A4E"/>
    <w:rsid w:val="00966CC5"/>
    <w:rsid w:val="00967290"/>
    <w:rsid w:val="009674B8"/>
    <w:rsid w:val="009674FB"/>
    <w:rsid w:val="00967526"/>
    <w:rsid w:val="009676F5"/>
    <w:rsid w:val="00967AC1"/>
    <w:rsid w:val="00967B97"/>
    <w:rsid w:val="009706D7"/>
    <w:rsid w:val="00970D69"/>
    <w:rsid w:val="00970F67"/>
    <w:rsid w:val="00971146"/>
    <w:rsid w:val="0097114A"/>
    <w:rsid w:val="009717B3"/>
    <w:rsid w:val="0097194B"/>
    <w:rsid w:val="00971BBD"/>
    <w:rsid w:val="0097216C"/>
    <w:rsid w:val="009721F8"/>
    <w:rsid w:val="00972569"/>
    <w:rsid w:val="00972966"/>
    <w:rsid w:val="00972D63"/>
    <w:rsid w:val="00972DE6"/>
    <w:rsid w:val="00973026"/>
    <w:rsid w:val="00973163"/>
    <w:rsid w:val="009735FB"/>
    <w:rsid w:val="00973B0C"/>
    <w:rsid w:val="00973B6B"/>
    <w:rsid w:val="00973D7E"/>
    <w:rsid w:val="00973F57"/>
    <w:rsid w:val="009740C1"/>
    <w:rsid w:val="00974405"/>
    <w:rsid w:val="00974518"/>
    <w:rsid w:val="0097475D"/>
    <w:rsid w:val="00974827"/>
    <w:rsid w:val="009748AB"/>
    <w:rsid w:val="00974FF1"/>
    <w:rsid w:val="009751C4"/>
    <w:rsid w:val="009753BF"/>
    <w:rsid w:val="00975646"/>
    <w:rsid w:val="0097571C"/>
    <w:rsid w:val="00975905"/>
    <w:rsid w:val="00975A28"/>
    <w:rsid w:val="00976006"/>
    <w:rsid w:val="00976724"/>
    <w:rsid w:val="0097698A"/>
    <w:rsid w:val="0097720D"/>
    <w:rsid w:val="009772E1"/>
    <w:rsid w:val="0097738D"/>
    <w:rsid w:val="009773CE"/>
    <w:rsid w:val="009775B8"/>
    <w:rsid w:val="0097782B"/>
    <w:rsid w:val="00977862"/>
    <w:rsid w:val="00977901"/>
    <w:rsid w:val="0097798B"/>
    <w:rsid w:val="00977CB2"/>
    <w:rsid w:val="00980073"/>
    <w:rsid w:val="00980160"/>
    <w:rsid w:val="00980161"/>
    <w:rsid w:val="0098049A"/>
    <w:rsid w:val="009804EB"/>
    <w:rsid w:val="0098061A"/>
    <w:rsid w:val="0098064A"/>
    <w:rsid w:val="0098081A"/>
    <w:rsid w:val="009811A7"/>
    <w:rsid w:val="009811B5"/>
    <w:rsid w:val="0098148B"/>
    <w:rsid w:val="009815DA"/>
    <w:rsid w:val="00981647"/>
    <w:rsid w:val="009816C6"/>
    <w:rsid w:val="00981904"/>
    <w:rsid w:val="009819DF"/>
    <w:rsid w:val="00981B71"/>
    <w:rsid w:val="00981C5C"/>
    <w:rsid w:val="00981E25"/>
    <w:rsid w:val="009822BB"/>
    <w:rsid w:val="0098250D"/>
    <w:rsid w:val="00982A85"/>
    <w:rsid w:val="00982C70"/>
    <w:rsid w:val="00982E86"/>
    <w:rsid w:val="00982EE1"/>
    <w:rsid w:val="00983418"/>
    <w:rsid w:val="0098353D"/>
    <w:rsid w:val="00983654"/>
    <w:rsid w:val="009837B8"/>
    <w:rsid w:val="0098396F"/>
    <w:rsid w:val="00983A02"/>
    <w:rsid w:val="00983E01"/>
    <w:rsid w:val="00984157"/>
    <w:rsid w:val="00984492"/>
    <w:rsid w:val="009844A2"/>
    <w:rsid w:val="009847AE"/>
    <w:rsid w:val="0098486E"/>
    <w:rsid w:val="009849DE"/>
    <w:rsid w:val="00984BA8"/>
    <w:rsid w:val="009850FD"/>
    <w:rsid w:val="009853CA"/>
    <w:rsid w:val="0098567E"/>
    <w:rsid w:val="00985928"/>
    <w:rsid w:val="00985C11"/>
    <w:rsid w:val="00985E61"/>
    <w:rsid w:val="00986513"/>
    <w:rsid w:val="0098677E"/>
    <w:rsid w:val="009867BC"/>
    <w:rsid w:val="009867E1"/>
    <w:rsid w:val="00986E8F"/>
    <w:rsid w:val="00986F10"/>
    <w:rsid w:val="00986F78"/>
    <w:rsid w:val="00986FEC"/>
    <w:rsid w:val="00986FFB"/>
    <w:rsid w:val="009870EB"/>
    <w:rsid w:val="00987604"/>
    <w:rsid w:val="0098763E"/>
    <w:rsid w:val="00987B84"/>
    <w:rsid w:val="0099038B"/>
    <w:rsid w:val="0099044E"/>
    <w:rsid w:val="0099054F"/>
    <w:rsid w:val="0099066E"/>
    <w:rsid w:val="00990A81"/>
    <w:rsid w:val="00990CB4"/>
    <w:rsid w:val="00990FA5"/>
    <w:rsid w:val="0099136E"/>
    <w:rsid w:val="00991464"/>
    <w:rsid w:val="0099172F"/>
    <w:rsid w:val="00991C5C"/>
    <w:rsid w:val="00991D02"/>
    <w:rsid w:val="00991F31"/>
    <w:rsid w:val="009920AE"/>
    <w:rsid w:val="009921EB"/>
    <w:rsid w:val="009921F9"/>
    <w:rsid w:val="00992A20"/>
    <w:rsid w:val="00992CCB"/>
    <w:rsid w:val="00993089"/>
    <w:rsid w:val="009932BD"/>
    <w:rsid w:val="009932D6"/>
    <w:rsid w:val="009933A1"/>
    <w:rsid w:val="009935FC"/>
    <w:rsid w:val="009936FA"/>
    <w:rsid w:val="0099375C"/>
    <w:rsid w:val="009938B1"/>
    <w:rsid w:val="00993E8F"/>
    <w:rsid w:val="009940B3"/>
    <w:rsid w:val="009943C8"/>
    <w:rsid w:val="0099448D"/>
    <w:rsid w:val="00994578"/>
    <w:rsid w:val="0099471A"/>
    <w:rsid w:val="009947A1"/>
    <w:rsid w:val="009947D9"/>
    <w:rsid w:val="0099499B"/>
    <w:rsid w:val="00994AA2"/>
    <w:rsid w:val="00994C10"/>
    <w:rsid w:val="00994C7D"/>
    <w:rsid w:val="00995071"/>
    <w:rsid w:val="00995119"/>
    <w:rsid w:val="00995128"/>
    <w:rsid w:val="00995262"/>
    <w:rsid w:val="0099560E"/>
    <w:rsid w:val="009957EE"/>
    <w:rsid w:val="0099582A"/>
    <w:rsid w:val="00995B24"/>
    <w:rsid w:val="00995D37"/>
    <w:rsid w:val="00995F11"/>
    <w:rsid w:val="0099638F"/>
    <w:rsid w:val="00996450"/>
    <w:rsid w:val="00996742"/>
    <w:rsid w:val="00996A6C"/>
    <w:rsid w:val="00996D89"/>
    <w:rsid w:val="00996E5B"/>
    <w:rsid w:val="0099718A"/>
    <w:rsid w:val="009971F9"/>
    <w:rsid w:val="009977C5"/>
    <w:rsid w:val="009978EE"/>
    <w:rsid w:val="00997B09"/>
    <w:rsid w:val="00997C24"/>
    <w:rsid w:val="00997F5A"/>
    <w:rsid w:val="00997FF7"/>
    <w:rsid w:val="009A036C"/>
    <w:rsid w:val="009A03F8"/>
    <w:rsid w:val="009A07B4"/>
    <w:rsid w:val="009A09C4"/>
    <w:rsid w:val="009A0AB2"/>
    <w:rsid w:val="009A0AE2"/>
    <w:rsid w:val="009A0BE0"/>
    <w:rsid w:val="009A0CB4"/>
    <w:rsid w:val="009A1000"/>
    <w:rsid w:val="009A108A"/>
    <w:rsid w:val="009A1138"/>
    <w:rsid w:val="009A113D"/>
    <w:rsid w:val="009A1EEA"/>
    <w:rsid w:val="009A1FA7"/>
    <w:rsid w:val="009A2106"/>
    <w:rsid w:val="009A2575"/>
    <w:rsid w:val="009A2A1F"/>
    <w:rsid w:val="009A2E39"/>
    <w:rsid w:val="009A3206"/>
    <w:rsid w:val="009A3333"/>
    <w:rsid w:val="009A34CF"/>
    <w:rsid w:val="009A395A"/>
    <w:rsid w:val="009A3CFC"/>
    <w:rsid w:val="009A3D44"/>
    <w:rsid w:val="009A3F7B"/>
    <w:rsid w:val="009A4030"/>
    <w:rsid w:val="009A4108"/>
    <w:rsid w:val="009A46A8"/>
    <w:rsid w:val="009A46DF"/>
    <w:rsid w:val="009A49A1"/>
    <w:rsid w:val="009A4A1D"/>
    <w:rsid w:val="009A4A63"/>
    <w:rsid w:val="009A4AA1"/>
    <w:rsid w:val="009A4B40"/>
    <w:rsid w:val="009A4B7C"/>
    <w:rsid w:val="009A4C55"/>
    <w:rsid w:val="009A4EC9"/>
    <w:rsid w:val="009A5008"/>
    <w:rsid w:val="009A5343"/>
    <w:rsid w:val="009A553D"/>
    <w:rsid w:val="009A5AD5"/>
    <w:rsid w:val="009A5B16"/>
    <w:rsid w:val="009A5BA5"/>
    <w:rsid w:val="009A643C"/>
    <w:rsid w:val="009A6717"/>
    <w:rsid w:val="009A6898"/>
    <w:rsid w:val="009A6AC1"/>
    <w:rsid w:val="009A6BBE"/>
    <w:rsid w:val="009A6E3D"/>
    <w:rsid w:val="009A6E59"/>
    <w:rsid w:val="009A74C1"/>
    <w:rsid w:val="009A77C9"/>
    <w:rsid w:val="009A7BDF"/>
    <w:rsid w:val="009A7D08"/>
    <w:rsid w:val="009B01DD"/>
    <w:rsid w:val="009B02B9"/>
    <w:rsid w:val="009B0328"/>
    <w:rsid w:val="009B034C"/>
    <w:rsid w:val="009B0633"/>
    <w:rsid w:val="009B0BE2"/>
    <w:rsid w:val="009B172D"/>
    <w:rsid w:val="009B1BE9"/>
    <w:rsid w:val="009B23DF"/>
    <w:rsid w:val="009B24AA"/>
    <w:rsid w:val="009B253A"/>
    <w:rsid w:val="009B2B41"/>
    <w:rsid w:val="009B2DA4"/>
    <w:rsid w:val="009B2EB9"/>
    <w:rsid w:val="009B2ED7"/>
    <w:rsid w:val="009B31DD"/>
    <w:rsid w:val="009B33D6"/>
    <w:rsid w:val="009B3610"/>
    <w:rsid w:val="009B38E9"/>
    <w:rsid w:val="009B39EB"/>
    <w:rsid w:val="009B3F63"/>
    <w:rsid w:val="009B4158"/>
    <w:rsid w:val="009B4182"/>
    <w:rsid w:val="009B46FC"/>
    <w:rsid w:val="009B473B"/>
    <w:rsid w:val="009B4763"/>
    <w:rsid w:val="009B4B64"/>
    <w:rsid w:val="009B4C98"/>
    <w:rsid w:val="009B4D1F"/>
    <w:rsid w:val="009B5239"/>
    <w:rsid w:val="009B5335"/>
    <w:rsid w:val="009B5461"/>
    <w:rsid w:val="009B547C"/>
    <w:rsid w:val="009B56FC"/>
    <w:rsid w:val="009B5AB4"/>
    <w:rsid w:val="009B5CA0"/>
    <w:rsid w:val="009B5E0E"/>
    <w:rsid w:val="009B632C"/>
    <w:rsid w:val="009B6335"/>
    <w:rsid w:val="009B6734"/>
    <w:rsid w:val="009B6EE6"/>
    <w:rsid w:val="009B7024"/>
    <w:rsid w:val="009B708B"/>
    <w:rsid w:val="009B7308"/>
    <w:rsid w:val="009B73B8"/>
    <w:rsid w:val="009B74D1"/>
    <w:rsid w:val="009B74F0"/>
    <w:rsid w:val="009B7906"/>
    <w:rsid w:val="009C013E"/>
    <w:rsid w:val="009C0266"/>
    <w:rsid w:val="009C03D5"/>
    <w:rsid w:val="009C043A"/>
    <w:rsid w:val="009C0580"/>
    <w:rsid w:val="009C05D2"/>
    <w:rsid w:val="009C0908"/>
    <w:rsid w:val="009C0974"/>
    <w:rsid w:val="009C0E54"/>
    <w:rsid w:val="009C1047"/>
    <w:rsid w:val="009C14F8"/>
    <w:rsid w:val="009C1720"/>
    <w:rsid w:val="009C1B0E"/>
    <w:rsid w:val="009C1B18"/>
    <w:rsid w:val="009C1B24"/>
    <w:rsid w:val="009C1C09"/>
    <w:rsid w:val="009C1C4C"/>
    <w:rsid w:val="009C219C"/>
    <w:rsid w:val="009C23D4"/>
    <w:rsid w:val="009C262D"/>
    <w:rsid w:val="009C266A"/>
    <w:rsid w:val="009C2AA9"/>
    <w:rsid w:val="009C2AE6"/>
    <w:rsid w:val="009C2B31"/>
    <w:rsid w:val="009C2B62"/>
    <w:rsid w:val="009C2E44"/>
    <w:rsid w:val="009C34DB"/>
    <w:rsid w:val="009C35B2"/>
    <w:rsid w:val="009C38FE"/>
    <w:rsid w:val="009C3915"/>
    <w:rsid w:val="009C3BF9"/>
    <w:rsid w:val="009C4529"/>
    <w:rsid w:val="009C4B23"/>
    <w:rsid w:val="009C4DC8"/>
    <w:rsid w:val="009C50F4"/>
    <w:rsid w:val="009C5295"/>
    <w:rsid w:val="009C534F"/>
    <w:rsid w:val="009C5449"/>
    <w:rsid w:val="009C5562"/>
    <w:rsid w:val="009C59DA"/>
    <w:rsid w:val="009C5A50"/>
    <w:rsid w:val="009C5D98"/>
    <w:rsid w:val="009C5F14"/>
    <w:rsid w:val="009C6280"/>
    <w:rsid w:val="009C6410"/>
    <w:rsid w:val="009C678C"/>
    <w:rsid w:val="009C6DC7"/>
    <w:rsid w:val="009C7147"/>
    <w:rsid w:val="009C72B8"/>
    <w:rsid w:val="009C7344"/>
    <w:rsid w:val="009C73E3"/>
    <w:rsid w:val="009C7BFC"/>
    <w:rsid w:val="009C7ED5"/>
    <w:rsid w:val="009D01CE"/>
    <w:rsid w:val="009D0294"/>
    <w:rsid w:val="009D0365"/>
    <w:rsid w:val="009D0639"/>
    <w:rsid w:val="009D08C8"/>
    <w:rsid w:val="009D0A6B"/>
    <w:rsid w:val="009D0D9F"/>
    <w:rsid w:val="009D106C"/>
    <w:rsid w:val="009D11BD"/>
    <w:rsid w:val="009D1365"/>
    <w:rsid w:val="009D1677"/>
    <w:rsid w:val="009D1BE6"/>
    <w:rsid w:val="009D1C00"/>
    <w:rsid w:val="009D1CAF"/>
    <w:rsid w:val="009D1CBA"/>
    <w:rsid w:val="009D1DEF"/>
    <w:rsid w:val="009D20FF"/>
    <w:rsid w:val="009D241A"/>
    <w:rsid w:val="009D260C"/>
    <w:rsid w:val="009D268D"/>
    <w:rsid w:val="009D26BE"/>
    <w:rsid w:val="009D27E2"/>
    <w:rsid w:val="009D2F7D"/>
    <w:rsid w:val="009D2FFC"/>
    <w:rsid w:val="009D3234"/>
    <w:rsid w:val="009D36C2"/>
    <w:rsid w:val="009D3740"/>
    <w:rsid w:val="009D3AE9"/>
    <w:rsid w:val="009D3B2C"/>
    <w:rsid w:val="009D3C97"/>
    <w:rsid w:val="009D411D"/>
    <w:rsid w:val="009D44AC"/>
    <w:rsid w:val="009D4870"/>
    <w:rsid w:val="009D4D21"/>
    <w:rsid w:val="009D51D4"/>
    <w:rsid w:val="009D54EF"/>
    <w:rsid w:val="009D559A"/>
    <w:rsid w:val="009D567B"/>
    <w:rsid w:val="009D5702"/>
    <w:rsid w:val="009D596F"/>
    <w:rsid w:val="009D5BF4"/>
    <w:rsid w:val="009D5D98"/>
    <w:rsid w:val="009D5EAE"/>
    <w:rsid w:val="009D61F9"/>
    <w:rsid w:val="009D6498"/>
    <w:rsid w:val="009D6D2E"/>
    <w:rsid w:val="009D6EC6"/>
    <w:rsid w:val="009D700C"/>
    <w:rsid w:val="009D74F5"/>
    <w:rsid w:val="009D7BC1"/>
    <w:rsid w:val="009D7EFA"/>
    <w:rsid w:val="009E0064"/>
    <w:rsid w:val="009E009A"/>
    <w:rsid w:val="009E00BB"/>
    <w:rsid w:val="009E0136"/>
    <w:rsid w:val="009E017E"/>
    <w:rsid w:val="009E04C0"/>
    <w:rsid w:val="009E0705"/>
    <w:rsid w:val="009E0BCE"/>
    <w:rsid w:val="009E11F9"/>
    <w:rsid w:val="009E1462"/>
    <w:rsid w:val="009E155D"/>
    <w:rsid w:val="009E174D"/>
    <w:rsid w:val="009E1808"/>
    <w:rsid w:val="009E1955"/>
    <w:rsid w:val="009E1B25"/>
    <w:rsid w:val="009E1E80"/>
    <w:rsid w:val="009E1F5B"/>
    <w:rsid w:val="009E1F6B"/>
    <w:rsid w:val="009E1F87"/>
    <w:rsid w:val="009E2074"/>
    <w:rsid w:val="009E2407"/>
    <w:rsid w:val="009E274A"/>
    <w:rsid w:val="009E27BF"/>
    <w:rsid w:val="009E2CF2"/>
    <w:rsid w:val="009E2D8E"/>
    <w:rsid w:val="009E2E2B"/>
    <w:rsid w:val="009E2EC1"/>
    <w:rsid w:val="009E2FC1"/>
    <w:rsid w:val="009E2FE2"/>
    <w:rsid w:val="009E326E"/>
    <w:rsid w:val="009E331D"/>
    <w:rsid w:val="009E3649"/>
    <w:rsid w:val="009E3BD5"/>
    <w:rsid w:val="009E4110"/>
    <w:rsid w:val="009E4133"/>
    <w:rsid w:val="009E47ED"/>
    <w:rsid w:val="009E4814"/>
    <w:rsid w:val="009E4A7B"/>
    <w:rsid w:val="009E4DEF"/>
    <w:rsid w:val="009E52D9"/>
    <w:rsid w:val="009E549D"/>
    <w:rsid w:val="009E55BA"/>
    <w:rsid w:val="009E579C"/>
    <w:rsid w:val="009E5B22"/>
    <w:rsid w:val="009E620C"/>
    <w:rsid w:val="009E6443"/>
    <w:rsid w:val="009E6689"/>
    <w:rsid w:val="009E69EA"/>
    <w:rsid w:val="009E6B85"/>
    <w:rsid w:val="009E6FC0"/>
    <w:rsid w:val="009F02A7"/>
    <w:rsid w:val="009F02E2"/>
    <w:rsid w:val="009F0345"/>
    <w:rsid w:val="009F064D"/>
    <w:rsid w:val="009F0973"/>
    <w:rsid w:val="009F09DC"/>
    <w:rsid w:val="009F0EB9"/>
    <w:rsid w:val="009F1593"/>
    <w:rsid w:val="009F19CD"/>
    <w:rsid w:val="009F1BE1"/>
    <w:rsid w:val="009F1BE2"/>
    <w:rsid w:val="009F1D90"/>
    <w:rsid w:val="009F2047"/>
    <w:rsid w:val="009F21FB"/>
    <w:rsid w:val="009F2246"/>
    <w:rsid w:val="009F276D"/>
    <w:rsid w:val="009F28D5"/>
    <w:rsid w:val="009F2AE2"/>
    <w:rsid w:val="009F2C26"/>
    <w:rsid w:val="009F2E5C"/>
    <w:rsid w:val="009F2FBC"/>
    <w:rsid w:val="009F32C8"/>
    <w:rsid w:val="009F330E"/>
    <w:rsid w:val="009F3918"/>
    <w:rsid w:val="009F423C"/>
    <w:rsid w:val="009F4289"/>
    <w:rsid w:val="009F42D3"/>
    <w:rsid w:val="009F44EC"/>
    <w:rsid w:val="009F457B"/>
    <w:rsid w:val="009F4602"/>
    <w:rsid w:val="009F475E"/>
    <w:rsid w:val="009F4B71"/>
    <w:rsid w:val="009F4F1F"/>
    <w:rsid w:val="009F4FD2"/>
    <w:rsid w:val="009F501F"/>
    <w:rsid w:val="009F5169"/>
    <w:rsid w:val="009F53C3"/>
    <w:rsid w:val="009F55AB"/>
    <w:rsid w:val="009F6039"/>
    <w:rsid w:val="009F62BD"/>
    <w:rsid w:val="009F6372"/>
    <w:rsid w:val="009F66EF"/>
    <w:rsid w:val="009F7879"/>
    <w:rsid w:val="009F7A21"/>
    <w:rsid w:val="009F7C43"/>
    <w:rsid w:val="009F7C9C"/>
    <w:rsid w:val="00A001A3"/>
    <w:rsid w:val="00A001E2"/>
    <w:rsid w:val="00A0052F"/>
    <w:rsid w:val="00A00D80"/>
    <w:rsid w:val="00A00DDA"/>
    <w:rsid w:val="00A00EB5"/>
    <w:rsid w:val="00A012A0"/>
    <w:rsid w:val="00A01333"/>
    <w:rsid w:val="00A0143C"/>
    <w:rsid w:val="00A01751"/>
    <w:rsid w:val="00A01768"/>
    <w:rsid w:val="00A01887"/>
    <w:rsid w:val="00A01A25"/>
    <w:rsid w:val="00A01BF7"/>
    <w:rsid w:val="00A01CE7"/>
    <w:rsid w:val="00A02239"/>
    <w:rsid w:val="00A0228A"/>
    <w:rsid w:val="00A0250A"/>
    <w:rsid w:val="00A02921"/>
    <w:rsid w:val="00A02BFF"/>
    <w:rsid w:val="00A02C77"/>
    <w:rsid w:val="00A03110"/>
    <w:rsid w:val="00A03289"/>
    <w:rsid w:val="00A032ED"/>
    <w:rsid w:val="00A038F8"/>
    <w:rsid w:val="00A03BE9"/>
    <w:rsid w:val="00A03C8A"/>
    <w:rsid w:val="00A03D80"/>
    <w:rsid w:val="00A048CC"/>
    <w:rsid w:val="00A04959"/>
    <w:rsid w:val="00A04D6F"/>
    <w:rsid w:val="00A0528C"/>
    <w:rsid w:val="00A0596A"/>
    <w:rsid w:val="00A05CEA"/>
    <w:rsid w:val="00A05F95"/>
    <w:rsid w:val="00A0606A"/>
    <w:rsid w:val="00A0610A"/>
    <w:rsid w:val="00A0660B"/>
    <w:rsid w:val="00A06674"/>
    <w:rsid w:val="00A06E3B"/>
    <w:rsid w:val="00A06F0F"/>
    <w:rsid w:val="00A06F51"/>
    <w:rsid w:val="00A0713E"/>
    <w:rsid w:val="00A07432"/>
    <w:rsid w:val="00A075C6"/>
    <w:rsid w:val="00A07C1B"/>
    <w:rsid w:val="00A07D7E"/>
    <w:rsid w:val="00A07EC6"/>
    <w:rsid w:val="00A102F7"/>
    <w:rsid w:val="00A1047F"/>
    <w:rsid w:val="00A108DE"/>
    <w:rsid w:val="00A10D26"/>
    <w:rsid w:val="00A10F0C"/>
    <w:rsid w:val="00A1109B"/>
    <w:rsid w:val="00A11117"/>
    <w:rsid w:val="00A11477"/>
    <w:rsid w:val="00A116D9"/>
    <w:rsid w:val="00A11BC0"/>
    <w:rsid w:val="00A11D4C"/>
    <w:rsid w:val="00A11E49"/>
    <w:rsid w:val="00A11F77"/>
    <w:rsid w:val="00A12118"/>
    <w:rsid w:val="00A122B2"/>
    <w:rsid w:val="00A125C4"/>
    <w:rsid w:val="00A129F3"/>
    <w:rsid w:val="00A12A0E"/>
    <w:rsid w:val="00A12EDE"/>
    <w:rsid w:val="00A12F64"/>
    <w:rsid w:val="00A13013"/>
    <w:rsid w:val="00A13548"/>
    <w:rsid w:val="00A139A9"/>
    <w:rsid w:val="00A13BDD"/>
    <w:rsid w:val="00A13F02"/>
    <w:rsid w:val="00A14432"/>
    <w:rsid w:val="00A14533"/>
    <w:rsid w:val="00A14543"/>
    <w:rsid w:val="00A1499A"/>
    <w:rsid w:val="00A149B8"/>
    <w:rsid w:val="00A14C51"/>
    <w:rsid w:val="00A153EF"/>
    <w:rsid w:val="00A15464"/>
    <w:rsid w:val="00A1553C"/>
    <w:rsid w:val="00A15668"/>
    <w:rsid w:val="00A156B0"/>
    <w:rsid w:val="00A156C0"/>
    <w:rsid w:val="00A159F7"/>
    <w:rsid w:val="00A15C6D"/>
    <w:rsid w:val="00A15DEA"/>
    <w:rsid w:val="00A16058"/>
    <w:rsid w:val="00A162A5"/>
    <w:rsid w:val="00A169AF"/>
    <w:rsid w:val="00A16CF2"/>
    <w:rsid w:val="00A1716B"/>
    <w:rsid w:val="00A17322"/>
    <w:rsid w:val="00A17595"/>
    <w:rsid w:val="00A175F5"/>
    <w:rsid w:val="00A20F3C"/>
    <w:rsid w:val="00A21420"/>
    <w:rsid w:val="00A218CE"/>
    <w:rsid w:val="00A21E02"/>
    <w:rsid w:val="00A21E70"/>
    <w:rsid w:val="00A22170"/>
    <w:rsid w:val="00A221C8"/>
    <w:rsid w:val="00A22342"/>
    <w:rsid w:val="00A22396"/>
    <w:rsid w:val="00A2253E"/>
    <w:rsid w:val="00A2278A"/>
    <w:rsid w:val="00A227C8"/>
    <w:rsid w:val="00A22870"/>
    <w:rsid w:val="00A22A25"/>
    <w:rsid w:val="00A22F35"/>
    <w:rsid w:val="00A2352A"/>
    <w:rsid w:val="00A23A09"/>
    <w:rsid w:val="00A23B36"/>
    <w:rsid w:val="00A23D64"/>
    <w:rsid w:val="00A23E5E"/>
    <w:rsid w:val="00A23E7C"/>
    <w:rsid w:val="00A23F8B"/>
    <w:rsid w:val="00A24012"/>
    <w:rsid w:val="00A24933"/>
    <w:rsid w:val="00A24991"/>
    <w:rsid w:val="00A24F69"/>
    <w:rsid w:val="00A24FC0"/>
    <w:rsid w:val="00A252FF"/>
    <w:rsid w:val="00A25471"/>
    <w:rsid w:val="00A25B6D"/>
    <w:rsid w:val="00A25DFE"/>
    <w:rsid w:val="00A25F8A"/>
    <w:rsid w:val="00A262A6"/>
    <w:rsid w:val="00A2648C"/>
    <w:rsid w:val="00A26600"/>
    <w:rsid w:val="00A270E5"/>
    <w:rsid w:val="00A27153"/>
    <w:rsid w:val="00A27808"/>
    <w:rsid w:val="00A278CD"/>
    <w:rsid w:val="00A278E7"/>
    <w:rsid w:val="00A301B5"/>
    <w:rsid w:val="00A30799"/>
    <w:rsid w:val="00A3083E"/>
    <w:rsid w:val="00A3089C"/>
    <w:rsid w:val="00A30CBE"/>
    <w:rsid w:val="00A30E17"/>
    <w:rsid w:val="00A30ECB"/>
    <w:rsid w:val="00A30FED"/>
    <w:rsid w:val="00A31191"/>
    <w:rsid w:val="00A315F4"/>
    <w:rsid w:val="00A3163B"/>
    <w:rsid w:val="00A31711"/>
    <w:rsid w:val="00A3176D"/>
    <w:rsid w:val="00A31840"/>
    <w:rsid w:val="00A31ED3"/>
    <w:rsid w:val="00A325F7"/>
    <w:rsid w:val="00A32605"/>
    <w:rsid w:val="00A32752"/>
    <w:rsid w:val="00A327EC"/>
    <w:rsid w:val="00A32953"/>
    <w:rsid w:val="00A32C79"/>
    <w:rsid w:val="00A32FD9"/>
    <w:rsid w:val="00A3373F"/>
    <w:rsid w:val="00A341A5"/>
    <w:rsid w:val="00A34262"/>
    <w:rsid w:val="00A3441C"/>
    <w:rsid w:val="00A346B6"/>
    <w:rsid w:val="00A348CD"/>
    <w:rsid w:val="00A348DE"/>
    <w:rsid w:val="00A34D36"/>
    <w:rsid w:val="00A35020"/>
    <w:rsid w:val="00A350C3"/>
    <w:rsid w:val="00A355F8"/>
    <w:rsid w:val="00A3566C"/>
    <w:rsid w:val="00A35A24"/>
    <w:rsid w:val="00A35A76"/>
    <w:rsid w:val="00A35B5D"/>
    <w:rsid w:val="00A35DBE"/>
    <w:rsid w:val="00A35DEF"/>
    <w:rsid w:val="00A35EBF"/>
    <w:rsid w:val="00A36557"/>
    <w:rsid w:val="00A367AD"/>
    <w:rsid w:val="00A36B96"/>
    <w:rsid w:val="00A36E31"/>
    <w:rsid w:val="00A374D4"/>
    <w:rsid w:val="00A377CF"/>
    <w:rsid w:val="00A37827"/>
    <w:rsid w:val="00A378B6"/>
    <w:rsid w:val="00A379A1"/>
    <w:rsid w:val="00A37B67"/>
    <w:rsid w:val="00A37BB3"/>
    <w:rsid w:val="00A37C6D"/>
    <w:rsid w:val="00A4005B"/>
    <w:rsid w:val="00A4025C"/>
    <w:rsid w:val="00A402AA"/>
    <w:rsid w:val="00A404E8"/>
    <w:rsid w:val="00A408ED"/>
    <w:rsid w:val="00A409C2"/>
    <w:rsid w:val="00A40A8C"/>
    <w:rsid w:val="00A40AFF"/>
    <w:rsid w:val="00A40CCE"/>
    <w:rsid w:val="00A416EF"/>
    <w:rsid w:val="00A41749"/>
    <w:rsid w:val="00A419AF"/>
    <w:rsid w:val="00A41A65"/>
    <w:rsid w:val="00A41EBF"/>
    <w:rsid w:val="00A41FC2"/>
    <w:rsid w:val="00A4203F"/>
    <w:rsid w:val="00A42176"/>
    <w:rsid w:val="00A4267F"/>
    <w:rsid w:val="00A426D9"/>
    <w:rsid w:val="00A429E8"/>
    <w:rsid w:val="00A42A86"/>
    <w:rsid w:val="00A42C1A"/>
    <w:rsid w:val="00A42C3B"/>
    <w:rsid w:val="00A42D1F"/>
    <w:rsid w:val="00A42F63"/>
    <w:rsid w:val="00A43075"/>
    <w:rsid w:val="00A436A6"/>
    <w:rsid w:val="00A43724"/>
    <w:rsid w:val="00A438EF"/>
    <w:rsid w:val="00A44175"/>
    <w:rsid w:val="00A44636"/>
    <w:rsid w:val="00A4478C"/>
    <w:rsid w:val="00A447FF"/>
    <w:rsid w:val="00A44CD5"/>
    <w:rsid w:val="00A44EA9"/>
    <w:rsid w:val="00A455A8"/>
    <w:rsid w:val="00A456EE"/>
    <w:rsid w:val="00A45A3C"/>
    <w:rsid w:val="00A45BDD"/>
    <w:rsid w:val="00A46390"/>
    <w:rsid w:val="00A4646A"/>
    <w:rsid w:val="00A4664F"/>
    <w:rsid w:val="00A47012"/>
    <w:rsid w:val="00A4705C"/>
    <w:rsid w:val="00A47082"/>
    <w:rsid w:val="00A4711F"/>
    <w:rsid w:val="00A47503"/>
    <w:rsid w:val="00A501DA"/>
    <w:rsid w:val="00A506AE"/>
    <w:rsid w:val="00A50986"/>
    <w:rsid w:val="00A50E44"/>
    <w:rsid w:val="00A50F6C"/>
    <w:rsid w:val="00A51255"/>
    <w:rsid w:val="00A512D9"/>
    <w:rsid w:val="00A51346"/>
    <w:rsid w:val="00A5150D"/>
    <w:rsid w:val="00A517D0"/>
    <w:rsid w:val="00A51D66"/>
    <w:rsid w:val="00A5206B"/>
    <w:rsid w:val="00A521E7"/>
    <w:rsid w:val="00A523FF"/>
    <w:rsid w:val="00A52620"/>
    <w:rsid w:val="00A52648"/>
    <w:rsid w:val="00A52819"/>
    <w:rsid w:val="00A5290B"/>
    <w:rsid w:val="00A529F3"/>
    <w:rsid w:val="00A529F9"/>
    <w:rsid w:val="00A52A40"/>
    <w:rsid w:val="00A52D79"/>
    <w:rsid w:val="00A531AA"/>
    <w:rsid w:val="00A53234"/>
    <w:rsid w:val="00A533B4"/>
    <w:rsid w:val="00A535E4"/>
    <w:rsid w:val="00A53AEC"/>
    <w:rsid w:val="00A53D8E"/>
    <w:rsid w:val="00A53D94"/>
    <w:rsid w:val="00A54100"/>
    <w:rsid w:val="00A54115"/>
    <w:rsid w:val="00A54464"/>
    <w:rsid w:val="00A546CE"/>
    <w:rsid w:val="00A54B38"/>
    <w:rsid w:val="00A54BC7"/>
    <w:rsid w:val="00A54CE5"/>
    <w:rsid w:val="00A54E7E"/>
    <w:rsid w:val="00A55026"/>
    <w:rsid w:val="00A5543D"/>
    <w:rsid w:val="00A55449"/>
    <w:rsid w:val="00A55693"/>
    <w:rsid w:val="00A55756"/>
    <w:rsid w:val="00A558F3"/>
    <w:rsid w:val="00A558FF"/>
    <w:rsid w:val="00A55917"/>
    <w:rsid w:val="00A55B2E"/>
    <w:rsid w:val="00A5637C"/>
    <w:rsid w:val="00A56573"/>
    <w:rsid w:val="00A565EF"/>
    <w:rsid w:val="00A56ED5"/>
    <w:rsid w:val="00A5709C"/>
    <w:rsid w:val="00A5735F"/>
    <w:rsid w:val="00A5764D"/>
    <w:rsid w:val="00A576FB"/>
    <w:rsid w:val="00A578A4"/>
    <w:rsid w:val="00A57C1B"/>
    <w:rsid w:val="00A57F33"/>
    <w:rsid w:val="00A60126"/>
    <w:rsid w:val="00A6068F"/>
    <w:rsid w:val="00A60A83"/>
    <w:rsid w:val="00A60E22"/>
    <w:rsid w:val="00A60F42"/>
    <w:rsid w:val="00A6101F"/>
    <w:rsid w:val="00A61075"/>
    <w:rsid w:val="00A61159"/>
    <w:rsid w:val="00A61190"/>
    <w:rsid w:val="00A61423"/>
    <w:rsid w:val="00A61C97"/>
    <w:rsid w:val="00A61FF9"/>
    <w:rsid w:val="00A627C2"/>
    <w:rsid w:val="00A627EB"/>
    <w:rsid w:val="00A62E32"/>
    <w:rsid w:val="00A62F63"/>
    <w:rsid w:val="00A63236"/>
    <w:rsid w:val="00A63D15"/>
    <w:rsid w:val="00A63EED"/>
    <w:rsid w:val="00A645CF"/>
    <w:rsid w:val="00A64758"/>
    <w:rsid w:val="00A647FB"/>
    <w:rsid w:val="00A64B1A"/>
    <w:rsid w:val="00A64ECD"/>
    <w:rsid w:val="00A65242"/>
    <w:rsid w:val="00A6537B"/>
    <w:rsid w:val="00A65535"/>
    <w:rsid w:val="00A65973"/>
    <w:rsid w:val="00A65FA6"/>
    <w:rsid w:val="00A661AE"/>
    <w:rsid w:val="00A6634A"/>
    <w:rsid w:val="00A6645D"/>
    <w:rsid w:val="00A66814"/>
    <w:rsid w:val="00A6689C"/>
    <w:rsid w:val="00A669FE"/>
    <w:rsid w:val="00A6755C"/>
    <w:rsid w:val="00A6774C"/>
    <w:rsid w:val="00A67856"/>
    <w:rsid w:val="00A679BA"/>
    <w:rsid w:val="00A67B58"/>
    <w:rsid w:val="00A70145"/>
    <w:rsid w:val="00A70414"/>
    <w:rsid w:val="00A71007"/>
    <w:rsid w:val="00A71108"/>
    <w:rsid w:val="00A71368"/>
    <w:rsid w:val="00A71378"/>
    <w:rsid w:val="00A71579"/>
    <w:rsid w:val="00A71601"/>
    <w:rsid w:val="00A71747"/>
    <w:rsid w:val="00A7181B"/>
    <w:rsid w:val="00A71B07"/>
    <w:rsid w:val="00A71DB5"/>
    <w:rsid w:val="00A71DBC"/>
    <w:rsid w:val="00A72321"/>
    <w:rsid w:val="00A7269A"/>
    <w:rsid w:val="00A726D9"/>
    <w:rsid w:val="00A728FD"/>
    <w:rsid w:val="00A72AAC"/>
    <w:rsid w:val="00A72BB3"/>
    <w:rsid w:val="00A72D5C"/>
    <w:rsid w:val="00A72D6D"/>
    <w:rsid w:val="00A72D98"/>
    <w:rsid w:val="00A73152"/>
    <w:rsid w:val="00A73205"/>
    <w:rsid w:val="00A735A5"/>
    <w:rsid w:val="00A737CB"/>
    <w:rsid w:val="00A7399C"/>
    <w:rsid w:val="00A73A38"/>
    <w:rsid w:val="00A73C85"/>
    <w:rsid w:val="00A7424C"/>
    <w:rsid w:val="00A7430E"/>
    <w:rsid w:val="00A743C2"/>
    <w:rsid w:val="00A74D89"/>
    <w:rsid w:val="00A75273"/>
    <w:rsid w:val="00A75D9D"/>
    <w:rsid w:val="00A7615C"/>
    <w:rsid w:val="00A7615E"/>
    <w:rsid w:val="00A76797"/>
    <w:rsid w:val="00A76EA5"/>
    <w:rsid w:val="00A76F42"/>
    <w:rsid w:val="00A77207"/>
    <w:rsid w:val="00A77469"/>
    <w:rsid w:val="00A7752D"/>
    <w:rsid w:val="00A77799"/>
    <w:rsid w:val="00A77862"/>
    <w:rsid w:val="00A779D0"/>
    <w:rsid w:val="00A802AA"/>
    <w:rsid w:val="00A803AE"/>
    <w:rsid w:val="00A805DE"/>
    <w:rsid w:val="00A8069B"/>
    <w:rsid w:val="00A80A0A"/>
    <w:rsid w:val="00A80F25"/>
    <w:rsid w:val="00A8139A"/>
    <w:rsid w:val="00A817C6"/>
    <w:rsid w:val="00A81C69"/>
    <w:rsid w:val="00A81C99"/>
    <w:rsid w:val="00A821E5"/>
    <w:rsid w:val="00A8283D"/>
    <w:rsid w:val="00A828A0"/>
    <w:rsid w:val="00A82AE3"/>
    <w:rsid w:val="00A82E3E"/>
    <w:rsid w:val="00A835F0"/>
    <w:rsid w:val="00A83ACB"/>
    <w:rsid w:val="00A83B9D"/>
    <w:rsid w:val="00A84013"/>
    <w:rsid w:val="00A840D7"/>
    <w:rsid w:val="00A8419E"/>
    <w:rsid w:val="00A842F8"/>
    <w:rsid w:val="00A8457C"/>
    <w:rsid w:val="00A84728"/>
    <w:rsid w:val="00A8484D"/>
    <w:rsid w:val="00A84A33"/>
    <w:rsid w:val="00A84AC1"/>
    <w:rsid w:val="00A84DBC"/>
    <w:rsid w:val="00A858FB"/>
    <w:rsid w:val="00A85931"/>
    <w:rsid w:val="00A85D12"/>
    <w:rsid w:val="00A85FF4"/>
    <w:rsid w:val="00A861A0"/>
    <w:rsid w:val="00A86F8B"/>
    <w:rsid w:val="00A87382"/>
    <w:rsid w:val="00A877CA"/>
    <w:rsid w:val="00A87A17"/>
    <w:rsid w:val="00A87AA9"/>
    <w:rsid w:val="00A87B2C"/>
    <w:rsid w:val="00A9044C"/>
    <w:rsid w:val="00A9065F"/>
    <w:rsid w:val="00A90902"/>
    <w:rsid w:val="00A90E05"/>
    <w:rsid w:val="00A91106"/>
    <w:rsid w:val="00A91505"/>
    <w:rsid w:val="00A91633"/>
    <w:rsid w:val="00A91683"/>
    <w:rsid w:val="00A91761"/>
    <w:rsid w:val="00A91826"/>
    <w:rsid w:val="00A91BF0"/>
    <w:rsid w:val="00A91DC6"/>
    <w:rsid w:val="00A92027"/>
    <w:rsid w:val="00A9259E"/>
    <w:rsid w:val="00A9278F"/>
    <w:rsid w:val="00A929E0"/>
    <w:rsid w:val="00A92BD1"/>
    <w:rsid w:val="00A92DF8"/>
    <w:rsid w:val="00A930D9"/>
    <w:rsid w:val="00A93164"/>
    <w:rsid w:val="00A93285"/>
    <w:rsid w:val="00A934E2"/>
    <w:rsid w:val="00A935AF"/>
    <w:rsid w:val="00A93996"/>
    <w:rsid w:val="00A93AF1"/>
    <w:rsid w:val="00A93D8D"/>
    <w:rsid w:val="00A93F4E"/>
    <w:rsid w:val="00A93FAE"/>
    <w:rsid w:val="00A941B4"/>
    <w:rsid w:val="00A9442C"/>
    <w:rsid w:val="00A944EC"/>
    <w:rsid w:val="00A94D6A"/>
    <w:rsid w:val="00A94E17"/>
    <w:rsid w:val="00A957C7"/>
    <w:rsid w:val="00A95A95"/>
    <w:rsid w:val="00A95AA9"/>
    <w:rsid w:val="00A95FAE"/>
    <w:rsid w:val="00A9608C"/>
    <w:rsid w:val="00A963B5"/>
    <w:rsid w:val="00A9677F"/>
    <w:rsid w:val="00A96804"/>
    <w:rsid w:val="00A96940"/>
    <w:rsid w:val="00A96DC9"/>
    <w:rsid w:val="00A96F22"/>
    <w:rsid w:val="00A96FD0"/>
    <w:rsid w:val="00A97205"/>
    <w:rsid w:val="00A972BB"/>
    <w:rsid w:val="00A976B4"/>
    <w:rsid w:val="00A97768"/>
    <w:rsid w:val="00A977AE"/>
    <w:rsid w:val="00A97A3E"/>
    <w:rsid w:val="00A97B25"/>
    <w:rsid w:val="00A97ECD"/>
    <w:rsid w:val="00AA0012"/>
    <w:rsid w:val="00AA058B"/>
    <w:rsid w:val="00AA06CE"/>
    <w:rsid w:val="00AA0E19"/>
    <w:rsid w:val="00AA1313"/>
    <w:rsid w:val="00AA177E"/>
    <w:rsid w:val="00AA1921"/>
    <w:rsid w:val="00AA1DB7"/>
    <w:rsid w:val="00AA249C"/>
    <w:rsid w:val="00AA25A8"/>
    <w:rsid w:val="00AA2819"/>
    <w:rsid w:val="00AA2CEB"/>
    <w:rsid w:val="00AA2E96"/>
    <w:rsid w:val="00AA3274"/>
    <w:rsid w:val="00AA3310"/>
    <w:rsid w:val="00AA337F"/>
    <w:rsid w:val="00AA3608"/>
    <w:rsid w:val="00AA3AAC"/>
    <w:rsid w:val="00AA3E2A"/>
    <w:rsid w:val="00AA3ED2"/>
    <w:rsid w:val="00AA3F23"/>
    <w:rsid w:val="00AA427C"/>
    <w:rsid w:val="00AA4697"/>
    <w:rsid w:val="00AA4802"/>
    <w:rsid w:val="00AA48F6"/>
    <w:rsid w:val="00AA4962"/>
    <w:rsid w:val="00AA4AA4"/>
    <w:rsid w:val="00AA4D06"/>
    <w:rsid w:val="00AA505E"/>
    <w:rsid w:val="00AA5173"/>
    <w:rsid w:val="00AA53CF"/>
    <w:rsid w:val="00AA599B"/>
    <w:rsid w:val="00AA5BF3"/>
    <w:rsid w:val="00AA6106"/>
    <w:rsid w:val="00AA645D"/>
    <w:rsid w:val="00AA66C6"/>
    <w:rsid w:val="00AA6739"/>
    <w:rsid w:val="00AA673E"/>
    <w:rsid w:val="00AA6A61"/>
    <w:rsid w:val="00AA6E5C"/>
    <w:rsid w:val="00AA7198"/>
    <w:rsid w:val="00AB007A"/>
    <w:rsid w:val="00AB053D"/>
    <w:rsid w:val="00AB0A17"/>
    <w:rsid w:val="00AB0A26"/>
    <w:rsid w:val="00AB0E58"/>
    <w:rsid w:val="00AB0E78"/>
    <w:rsid w:val="00AB1090"/>
    <w:rsid w:val="00AB126E"/>
    <w:rsid w:val="00AB1683"/>
    <w:rsid w:val="00AB1924"/>
    <w:rsid w:val="00AB1A90"/>
    <w:rsid w:val="00AB1ACB"/>
    <w:rsid w:val="00AB1CB1"/>
    <w:rsid w:val="00AB1ED5"/>
    <w:rsid w:val="00AB2073"/>
    <w:rsid w:val="00AB2501"/>
    <w:rsid w:val="00AB25DE"/>
    <w:rsid w:val="00AB29AF"/>
    <w:rsid w:val="00AB2B07"/>
    <w:rsid w:val="00AB2C80"/>
    <w:rsid w:val="00AB3037"/>
    <w:rsid w:val="00AB31A8"/>
    <w:rsid w:val="00AB3355"/>
    <w:rsid w:val="00AB33A6"/>
    <w:rsid w:val="00AB3422"/>
    <w:rsid w:val="00AB356D"/>
    <w:rsid w:val="00AB378F"/>
    <w:rsid w:val="00AB39AC"/>
    <w:rsid w:val="00AB40CF"/>
    <w:rsid w:val="00AB45AB"/>
    <w:rsid w:val="00AB46AF"/>
    <w:rsid w:val="00AB47D1"/>
    <w:rsid w:val="00AB482C"/>
    <w:rsid w:val="00AB4C1E"/>
    <w:rsid w:val="00AB4C60"/>
    <w:rsid w:val="00AB5524"/>
    <w:rsid w:val="00AB56B6"/>
    <w:rsid w:val="00AB5855"/>
    <w:rsid w:val="00AB5875"/>
    <w:rsid w:val="00AB5BEF"/>
    <w:rsid w:val="00AB5E70"/>
    <w:rsid w:val="00AB6028"/>
    <w:rsid w:val="00AB6161"/>
    <w:rsid w:val="00AB6412"/>
    <w:rsid w:val="00AB6944"/>
    <w:rsid w:val="00AB69B7"/>
    <w:rsid w:val="00AB6B54"/>
    <w:rsid w:val="00AB6EED"/>
    <w:rsid w:val="00AB70B2"/>
    <w:rsid w:val="00AB7A77"/>
    <w:rsid w:val="00AB7FE5"/>
    <w:rsid w:val="00AC0604"/>
    <w:rsid w:val="00AC0609"/>
    <w:rsid w:val="00AC0610"/>
    <w:rsid w:val="00AC0941"/>
    <w:rsid w:val="00AC09AF"/>
    <w:rsid w:val="00AC09EF"/>
    <w:rsid w:val="00AC0BDC"/>
    <w:rsid w:val="00AC0FEB"/>
    <w:rsid w:val="00AC169A"/>
    <w:rsid w:val="00AC18ED"/>
    <w:rsid w:val="00AC1A37"/>
    <w:rsid w:val="00AC1F4C"/>
    <w:rsid w:val="00AC1F66"/>
    <w:rsid w:val="00AC1FD5"/>
    <w:rsid w:val="00AC2432"/>
    <w:rsid w:val="00AC2585"/>
    <w:rsid w:val="00AC2878"/>
    <w:rsid w:val="00AC2901"/>
    <w:rsid w:val="00AC2902"/>
    <w:rsid w:val="00AC2940"/>
    <w:rsid w:val="00AC29B7"/>
    <w:rsid w:val="00AC2A08"/>
    <w:rsid w:val="00AC2C3F"/>
    <w:rsid w:val="00AC2C5F"/>
    <w:rsid w:val="00AC31D0"/>
    <w:rsid w:val="00AC347F"/>
    <w:rsid w:val="00AC3817"/>
    <w:rsid w:val="00AC3E0C"/>
    <w:rsid w:val="00AC42AB"/>
    <w:rsid w:val="00AC43F5"/>
    <w:rsid w:val="00AC462C"/>
    <w:rsid w:val="00AC46FB"/>
    <w:rsid w:val="00AC54E4"/>
    <w:rsid w:val="00AC5634"/>
    <w:rsid w:val="00AC592E"/>
    <w:rsid w:val="00AC5C82"/>
    <w:rsid w:val="00AC5D20"/>
    <w:rsid w:val="00AC5D43"/>
    <w:rsid w:val="00AC631D"/>
    <w:rsid w:val="00AC6505"/>
    <w:rsid w:val="00AC65DB"/>
    <w:rsid w:val="00AC69A2"/>
    <w:rsid w:val="00AC6EF9"/>
    <w:rsid w:val="00AC6FDF"/>
    <w:rsid w:val="00AC7677"/>
    <w:rsid w:val="00AC7939"/>
    <w:rsid w:val="00AC79C1"/>
    <w:rsid w:val="00AC7C4C"/>
    <w:rsid w:val="00AD01BF"/>
    <w:rsid w:val="00AD04F3"/>
    <w:rsid w:val="00AD08EF"/>
    <w:rsid w:val="00AD1095"/>
    <w:rsid w:val="00AD1105"/>
    <w:rsid w:val="00AD1197"/>
    <w:rsid w:val="00AD125F"/>
    <w:rsid w:val="00AD12FA"/>
    <w:rsid w:val="00AD1343"/>
    <w:rsid w:val="00AD1406"/>
    <w:rsid w:val="00AD1462"/>
    <w:rsid w:val="00AD1632"/>
    <w:rsid w:val="00AD1748"/>
    <w:rsid w:val="00AD1823"/>
    <w:rsid w:val="00AD19D4"/>
    <w:rsid w:val="00AD1C39"/>
    <w:rsid w:val="00AD1C6D"/>
    <w:rsid w:val="00AD1D07"/>
    <w:rsid w:val="00AD20C6"/>
    <w:rsid w:val="00AD22EB"/>
    <w:rsid w:val="00AD24EF"/>
    <w:rsid w:val="00AD2573"/>
    <w:rsid w:val="00AD29BB"/>
    <w:rsid w:val="00AD29EE"/>
    <w:rsid w:val="00AD2B98"/>
    <w:rsid w:val="00AD2CF4"/>
    <w:rsid w:val="00AD2E9D"/>
    <w:rsid w:val="00AD2F58"/>
    <w:rsid w:val="00AD305A"/>
    <w:rsid w:val="00AD33F8"/>
    <w:rsid w:val="00AD34EC"/>
    <w:rsid w:val="00AD3791"/>
    <w:rsid w:val="00AD39D5"/>
    <w:rsid w:val="00AD3C3F"/>
    <w:rsid w:val="00AD3C4E"/>
    <w:rsid w:val="00AD3CA8"/>
    <w:rsid w:val="00AD3DFD"/>
    <w:rsid w:val="00AD4723"/>
    <w:rsid w:val="00AD4BF3"/>
    <w:rsid w:val="00AD4E80"/>
    <w:rsid w:val="00AD4EC2"/>
    <w:rsid w:val="00AD561D"/>
    <w:rsid w:val="00AD58DF"/>
    <w:rsid w:val="00AD5D6A"/>
    <w:rsid w:val="00AD5DBB"/>
    <w:rsid w:val="00AD612E"/>
    <w:rsid w:val="00AD640E"/>
    <w:rsid w:val="00AD6479"/>
    <w:rsid w:val="00AD666E"/>
    <w:rsid w:val="00AD6801"/>
    <w:rsid w:val="00AD69ED"/>
    <w:rsid w:val="00AD6DC1"/>
    <w:rsid w:val="00AD71BE"/>
    <w:rsid w:val="00AD73EF"/>
    <w:rsid w:val="00AD78D8"/>
    <w:rsid w:val="00AD7AA1"/>
    <w:rsid w:val="00AD7C4F"/>
    <w:rsid w:val="00AD7F5C"/>
    <w:rsid w:val="00AE0072"/>
    <w:rsid w:val="00AE01BB"/>
    <w:rsid w:val="00AE038F"/>
    <w:rsid w:val="00AE0530"/>
    <w:rsid w:val="00AE0887"/>
    <w:rsid w:val="00AE0B87"/>
    <w:rsid w:val="00AE0D4E"/>
    <w:rsid w:val="00AE1059"/>
    <w:rsid w:val="00AE1786"/>
    <w:rsid w:val="00AE197A"/>
    <w:rsid w:val="00AE1C0E"/>
    <w:rsid w:val="00AE1E04"/>
    <w:rsid w:val="00AE1E14"/>
    <w:rsid w:val="00AE2782"/>
    <w:rsid w:val="00AE2B01"/>
    <w:rsid w:val="00AE2F57"/>
    <w:rsid w:val="00AE3191"/>
    <w:rsid w:val="00AE342F"/>
    <w:rsid w:val="00AE34EC"/>
    <w:rsid w:val="00AE388C"/>
    <w:rsid w:val="00AE3E2B"/>
    <w:rsid w:val="00AE3F75"/>
    <w:rsid w:val="00AE4299"/>
    <w:rsid w:val="00AE439D"/>
    <w:rsid w:val="00AE43AC"/>
    <w:rsid w:val="00AE4555"/>
    <w:rsid w:val="00AE459F"/>
    <w:rsid w:val="00AE4976"/>
    <w:rsid w:val="00AE4E53"/>
    <w:rsid w:val="00AE53B4"/>
    <w:rsid w:val="00AE5636"/>
    <w:rsid w:val="00AE5AAD"/>
    <w:rsid w:val="00AE6033"/>
    <w:rsid w:val="00AE60E5"/>
    <w:rsid w:val="00AE623F"/>
    <w:rsid w:val="00AE640D"/>
    <w:rsid w:val="00AE655F"/>
    <w:rsid w:val="00AE6B1C"/>
    <w:rsid w:val="00AE704A"/>
    <w:rsid w:val="00AE726E"/>
    <w:rsid w:val="00AE7401"/>
    <w:rsid w:val="00AE7470"/>
    <w:rsid w:val="00AE74EA"/>
    <w:rsid w:val="00AE7830"/>
    <w:rsid w:val="00AE79FA"/>
    <w:rsid w:val="00AE7CB8"/>
    <w:rsid w:val="00AF0017"/>
    <w:rsid w:val="00AF01FE"/>
    <w:rsid w:val="00AF041F"/>
    <w:rsid w:val="00AF0E4D"/>
    <w:rsid w:val="00AF10F3"/>
    <w:rsid w:val="00AF1210"/>
    <w:rsid w:val="00AF1DE8"/>
    <w:rsid w:val="00AF1DF4"/>
    <w:rsid w:val="00AF251B"/>
    <w:rsid w:val="00AF2970"/>
    <w:rsid w:val="00AF2BD3"/>
    <w:rsid w:val="00AF2C2D"/>
    <w:rsid w:val="00AF32B2"/>
    <w:rsid w:val="00AF347B"/>
    <w:rsid w:val="00AF3557"/>
    <w:rsid w:val="00AF38D5"/>
    <w:rsid w:val="00AF3999"/>
    <w:rsid w:val="00AF3AC5"/>
    <w:rsid w:val="00AF3E9F"/>
    <w:rsid w:val="00AF3EF0"/>
    <w:rsid w:val="00AF4004"/>
    <w:rsid w:val="00AF4061"/>
    <w:rsid w:val="00AF41BB"/>
    <w:rsid w:val="00AF4315"/>
    <w:rsid w:val="00AF43D7"/>
    <w:rsid w:val="00AF449A"/>
    <w:rsid w:val="00AF47F8"/>
    <w:rsid w:val="00AF4F4B"/>
    <w:rsid w:val="00AF51DB"/>
    <w:rsid w:val="00AF5231"/>
    <w:rsid w:val="00AF53C9"/>
    <w:rsid w:val="00AF573D"/>
    <w:rsid w:val="00AF5E2F"/>
    <w:rsid w:val="00AF5F58"/>
    <w:rsid w:val="00AF6193"/>
    <w:rsid w:val="00AF61AE"/>
    <w:rsid w:val="00AF649E"/>
    <w:rsid w:val="00AF66EC"/>
    <w:rsid w:val="00AF672F"/>
    <w:rsid w:val="00AF67D0"/>
    <w:rsid w:val="00AF68C6"/>
    <w:rsid w:val="00AF6D04"/>
    <w:rsid w:val="00AF6D1B"/>
    <w:rsid w:val="00AF7081"/>
    <w:rsid w:val="00AF7125"/>
    <w:rsid w:val="00AF7676"/>
    <w:rsid w:val="00AF7A2B"/>
    <w:rsid w:val="00AF7B5D"/>
    <w:rsid w:val="00AF7E53"/>
    <w:rsid w:val="00AF7FCD"/>
    <w:rsid w:val="00B0023E"/>
    <w:rsid w:val="00B002A1"/>
    <w:rsid w:val="00B00497"/>
    <w:rsid w:val="00B007E1"/>
    <w:rsid w:val="00B00912"/>
    <w:rsid w:val="00B00ABE"/>
    <w:rsid w:val="00B00C7E"/>
    <w:rsid w:val="00B00DF4"/>
    <w:rsid w:val="00B01228"/>
    <w:rsid w:val="00B013C2"/>
    <w:rsid w:val="00B016E5"/>
    <w:rsid w:val="00B01D0C"/>
    <w:rsid w:val="00B01E36"/>
    <w:rsid w:val="00B02024"/>
    <w:rsid w:val="00B02025"/>
    <w:rsid w:val="00B02230"/>
    <w:rsid w:val="00B0231B"/>
    <w:rsid w:val="00B025F7"/>
    <w:rsid w:val="00B02712"/>
    <w:rsid w:val="00B02745"/>
    <w:rsid w:val="00B027E5"/>
    <w:rsid w:val="00B02918"/>
    <w:rsid w:val="00B02D1F"/>
    <w:rsid w:val="00B02D63"/>
    <w:rsid w:val="00B02F14"/>
    <w:rsid w:val="00B03215"/>
    <w:rsid w:val="00B033C4"/>
    <w:rsid w:val="00B034E8"/>
    <w:rsid w:val="00B03B9B"/>
    <w:rsid w:val="00B03BD5"/>
    <w:rsid w:val="00B03D82"/>
    <w:rsid w:val="00B0401D"/>
    <w:rsid w:val="00B04208"/>
    <w:rsid w:val="00B0447B"/>
    <w:rsid w:val="00B04530"/>
    <w:rsid w:val="00B047E3"/>
    <w:rsid w:val="00B0526C"/>
    <w:rsid w:val="00B054E0"/>
    <w:rsid w:val="00B0558A"/>
    <w:rsid w:val="00B05D36"/>
    <w:rsid w:val="00B05FD2"/>
    <w:rsid w:val="00B06333"/>
    <w:rsid w:val="00B06A40"/>
    <w:rsid w:val="00B06BAA"/>
    <w:rsid w:val="00B06D4A"/>
    <w:rsid w:val="00B06DB5"/>
    <w:rsid w:val="00B06E93"/>
    <w:rsid w:val="00B06F7B"/>
    <w:rsid w:val="00B07037"/>
    <w:rsid w:val="00B07050"/>
    <w:rsid w:val="00B07160"/>
    <w:rsid w:val="00B0720C"/>
    <w:rsid w:val="00B07223"/>
    <w:rsid w:val="00B07384"/>
    <w:rsid w:val="00B07B00"/>
    <w:rsid w:val="00B07B0E"/>
    <w:rsid w:val="00B07DB3"/>
    <w:rsid w:val="00B07F51"/>
    <w:rsid w:val="00B10197"/>
    <w:rsid w:val="00B102A3"/>
    <w:rsid w:val="00B10300"/>
    <w:rsid w:val="00B10411"/>
    <w:rsid w:val="00B1043B"/>
    <w:rsid w:val="00B10622"/>
    <w:rsid w:val="00B10AEC"/>
    <w:rsid w:val="00B10EBB"/>
    <w:rsid w:val="00B110C1"/>
    <w:rsid w:val="00B111E8"/>
    <w:rsid w:val="00B11319"/>
    <w:rsid w:val="00B115B0"/>
    <w:rsid w:val="00B11DD9"/>
    <w:rsid w:val="00B11FE8"/>
    <w:rsid w:val="00B1250A"/>
    <w:rsid w:val="00B127FC"/>
    <w:rsid w:val="00B12856"/>
    <w:rsid w:val="00B128CB"/>
    <w:rsid w:val="00B13092"/>
    <w:rsid w:val="00B13476"/>
    <w:rsid w:val="00B149D0"/>
    <w:rsid w:val="00B150E2"/>
    <w:rsid w:val="00B1557D"/>
    <w:rsid w:val="00B1587A"/>
    <w:rsid w:val="00B15967"/>
    <w:rsid w:val="00B15B47"/>
    <w:rsid w:val="00B15CBD"/>
    <w:rsid w:val="00B15DF0"/>
    <w:rsid w:val="00B15EE3"/>
    <w:rsid w:val="00B16433"/>
    <w:rsid w:val="00B1667F"/>
    <w:rsid w:val="00B16839"/>
    <w:rsid w:val="00B16B19"/>
    <w:rsid w:val="00B16CA3"/>
    <w:rsid w:val="00B16CFF"/>
    <w:rsid w:val="00B16D99"/>
    <w:rsid w:val="00B17770"/>
    <w:rsid w:val="00B177B0"/>
    <w:rsid w:val="00B17C2C"/>
    <w:rsid w:val="00B17DB4"/>
    <w:rsid w:val="00B17E92"/>
    <w:rsid w:val="00B2008A"/>
    <w:rsid w:val="00B2019D"/>
    <w:rsid w:val="00B20310"/>
    <w:rsid w:val="00B20D6D"/>
    <w:rsid w:val="00B2121B"/>
    <w:rsid w:val="00B21421"/>
    <w:rsid w:val="00B214D6"/>
    <w:rsid w:val="00B21CFD"/>
    <w:rsid w:val="00B21EDA"/>
    <w:rsid w:val="00B2218B"/>
    <w:rsid w:val="00B22223"/>
    <w:rsid w:val="00B229B8"/>
    <w:rsid w:val="00B22C63"/>
    <w:rsid w:val="00B22DDA"/>
    <w:rsid w:val="00B22F8C"/>
    <w:rsid w:val="00B2320C"/>
    <w:rsid w:val="00B23540"/>
    <w:rsid w:val="00B235B0"/>
    <w:rsid w:val="00B23608"/>
    <w:rsid w:val="00B2376D"/>
    <w:rsid w:val="00B23BBD"/>
    <w:rsid w:val="00B23D11"/>
    <w:rsid w:val="00B23E7B"/>
    <w:rsid w:val="00B24392"/>
    <w:rsid w:val="00B24A3B"/>
    <w:rsid w:val="00B24A80"/>
    <w:rsid w:val="00B24BC3"/>
    <w:rsid w:val="00B24C7A"/>
    <w:rsid w:val="00B24FDA"/>
    <w:rsid w:val="00B2519F"/>
    <w:rsid w:val="00B25BA3"/>
    <w:rsid w:val="00B25C8D"/>
    <w:rsid w:val="00B25D50"/>
    <w:rsid w:val="00B25D7E"/>
    <w:rsid w:val="00B262E9"/>
    <w:rsid w:val="00B263F6"/>
    <w:rsid w:val="00B26603"/>
    <w:rsid w:val="00B26D2D"/>
    <w:rsid w:val="00B26F78"/>
    <w:rsid w:val="00B2795E"/>
    <w:rsid w:val="00B279B2"/>
    <w:rsid w:val="00B279D7"/>
    <w:rsid w:val="00B27C48"/>
    <w:rsid w:val="00B27D57"/>
    <w:rsid w:val="00B27E84"/>
    <w:rsid w:val="00B3010A"/>
    <w:rsid w:val="00B302B5"/>
    <w:rsid w:val="00B30595"/>
    <w:rsid w:val="00B3061F"/>
    <w:rsid w:val="00B30972"/>
    <w:rsid w:val="00B30E58"/>
    <w:rsid w:val="00B310C2"/>
    <w:rsid w:val="00B310DF"/>
    <w:rsid w:val="00B31303"/>
    <w:rsid w:val="00B3130E"/>
    <w:rsid w:val="00B31AE3"/>
    <w:rsid w:val="00B31F17"/>
    <w:rsid w:val="00B31F6B"/>
    <w:rsid w:val="00B3204D"/>
    <w:rsid w:val="00B3236A"/>
    <w:rsid w:val="00B327E1"/>
    <w:rsid w:val="00B3289A"/>
    <w:rsid w:val="00B32DD3"/>
    <w:rsid w:val="00B33507"/>
    <w:rsid w:val="00B337BD"/>
    <w:rsid w:val="00B3382B"/>
    <w:rsid w:val="00B3383B"/>
    <w:rsid w:val="00B34080"/>
    <w:rsid w:val="00B3427A"/>
    <w:rsid w:val="00B345A6"/>
    <w:rsid w:val="00B347CD"/>
    <w:rsid w:val="00B3488E"/>
    <w:rsid w:val="00B348BA"/>
    <w:rsid w:val="00B34993"/>
    <w:rsid w:val="00B34BA0"/>
    <w:rsid w:val="00B34DBA"/>
    <w:rsid w:val="00B34E0D"/>
    <w:rsid w:val="00B35019"/>
    <w:rsid w:val="00B35282"/>
    <w:rsid w:val="00B3533D"/>
    <w:rsid w:val="00B3554E"/>
    <w:rsid w:val="00B35CD0"/>
    <w:rsid w:val="00B3604F"/>
    <w:rsid w:val="00B362AE"/>
    <w:rsid w:val="00B364F3"/>
    <w:rsid w:val="00B36918"/>
    <w:rsid w:val="00B36AE8"/>
    <w:rsid w:val="00B36E52"/>
    <w:rsid w:val="00B36E9B"/>
    <w:rsid w:val="00B36F07"/>
    <w:rsid w:val="00B36F43"/>
    <w:rsid w:val="00B37006"/>
    <w:rsid w:val="00B371D5"/>
    <w:rsid w:val="00B37452"/>
    <w:rsid w:val="00B3749F"/>
    <w:rsid w:val="00B377B9"/>
    <w:rsid w:val="00B37951"/>
    <w:rsid w:val="00B37BF6"/>
    <w:rsid w:val="00B4008A"/>
    <w:rsid w:val="00B40214"/>
    <w:rsid w:val="00B40562"/>
    <w:rsid w:val="00B406A3"/>
    <w:rsid w:val="00B408BB"/>
    <w:rsid w:val="00B409A7"/>
    <w:rsid w:val="00B40BD8"/>
    <w:rsid w:val="00B40D68"/>
    <w:rsid w:val="00B417A6"/>
    <w:rsid w:val="00B41E8A"/>
    <w:rsid w:val="00B42342"/>
    <w:rsid w:val="00B424A4"/>
    <w:rsid w:val="00B425B5"/>
    <w:rsid w:val="00B428B2"/>
    <w:rsid w:val="00B4295A"/>
    <w:rsid w:val="00B42AB4"/>
    <w:rsid w:val="00B4302C"/>
    <w:rsid w:val="00B43666"/>
    <w:rsid w:val="00B437F4"/>
    <w:rsid w:val="00B43AB7"/>
    <w:rsid w:val="00B43B1B"/>
    <w:rsid w:val="00B43D70"/>
    <w:rsid w:val="00B4440E"/>
    <w:rsid w:val="00B4449F"/>
    <w:rsid w:val="00B448D9"/>
    <w:rsid w:val="00B44AA4"/>
    <w:rsid w:val="00B44C8D"/>
    <w:rsid w:val="00B44CBA"/>
    <w:rsid w:val="00B44D1E"/>
    <w:rsid w:val="00B458A5"/>
    <w:rsid w:val="00B45D18"/>
    <w:rsid w:val="00B46062"/>
    <w:rsid w:val="00B461D5"/>
    <w:rsid w:val="00B4628E"/>
    <w:rsid w:val="00B4633E"/>
    <w:rsid w:val="00B46403"/>
    <w:rsid w:val="00B46421"/>
    <w:rsid w:val="00B4657B"/>
    <w:rsid w:val="00B46BA4"/>
    <w:rsid w:val="00B46F55"/>
    <w:rsid w:val="00B47263"/>
    <w:rsid w:val="00B477ED"/>
    <w:rsid w:val="00B479EB"/>
    <w:rsid w:val="00B502BC"/>
    <w:rsid w:val="00B50365"/>
    <w:rsid w:val="00B506D0"/>
    <w:rsid w:val="00B506FD"/>
    <w:rsid w:val="00B507F7"/>
    <w:rsid w:val="00B5099B"/>
    <w:rsid w:val="00B50D16"/>
    <w:rsid w:val="00B50EEC"/>
    <w:rsid w:val="00B50EED"/>
    <w:rsid w:val="00B50F7D"/>
    <w:rsid w:val="00B5108D"/>
    <w:rsid w:val="00B5118C"/>
    <w:rsid w:val="00B51222"/>
    <w:rsid w:val="00B513E6"/>
    <w:rsid w:val="00B514F6"/>
    <w:rsid w:val="00B5161C"/>
    <w:rsid w:val="00B51853"/>
    <w:rsid w:val="00B51A47"/>
    <w:rsid w:val="00B521E1"/>
    <w:rsid w:val="00B5233E"/>
    <w:rsid w:val="00B5242C"/>
    <w:rsid w:val="00B52525"/>
    <w:rsid w:val="00B5255A"/>
    <w:rsid w:val="00B527AA"/>
    <w:rsid w:val="00B52DEB"/>
    <w:rsid w:val="00B52EAC"/>
    <w:rsid w:val="00B534FF"/>
    <w:rsid w:val="00B537C2"/>
    <w:rsid w:val="00B537C9"/>
    <w:rsid w:val="00B538F7"/>
    <w:rsid w:val="00B53BE6"/>
    <w:rsid w:val="00B53C09"/>
    <w:rsid w:val="00B53E5D"/>
    <w:rsid w:val="00B5425A"/>
    <w:rsid w:val="00B54445"/>
    <w:rsid w:val="00B544F3"/>
    <w:rsid w:val="00B54759"/>
    <w:rsid w:val="00B5499F"/>
    <w:rsid w:val="00B54AD5"/>
    <w:rsid w:val="00B54FA3"/>
    <w:rsid w:val="00B54FDA"/>
    <w:rsid w:val="00B5508A"/>
    <w:rsid w:val="00B55130"/>
    <w:rsid w:val="00B55E47"/>
    <w:rsid w:val="00B55FA8"/>
    <w:rsid w:val="00B55FCC"/>
    <w:rsid w:val="00B56060"/>
    <w:rsid w:val="00B56093"/>
    <w:rsid w:val="00B56648"/>
    <w:rsid w:val="00B5687A"/>
    <w:rsid w:val="00B569DA"/>
    <w:rsid w:val="00B56D73"/>
    <w:rsid w:val="00B570A2"/>
    <w:rsid w:val="00B5723B"/>
    <w:rsid w:val="00B578B2"/>
    <w:rsid w:val="00B57B1E"/>
    <w:rsid w:val="00B57B9D"/>
    <w:rsid w:val="00B57D19"/>
    <w:rsid w:val="00B57D7D"/>
    <w:rsid w:val="00B57FBB"/>
    <w:rsid w:val="00B60042"/>
    <w:rsid w:val="00B60053"/>
    <w:rsid w:val="00B60068"/>
    <w:rsid w:val="00B60137"/>
    <w:rsid w:val="00B60145"/>
    <w:rsid w:val="00B602C4"/>
    <w:rsid w:val="00B6067A"/>
    <w:rsid w:val="00B60830"/>
    <w:rsid w:val="00B6096C"/>
    <w:rsid w:val="00B60AC9"/>
    <w:rsid w:val="00B60BA2"/>
    <w:rsid w:val="00B61067"/>
    <w:rsid w:val="00B615FC"/>
    <w:rsid w:val="00B61AC5"/>
    <w:rsid w:val="00B61B8C"/>
    <w:rsid w:val="00B6210B"/>
    <w:rsid w:val="00B6237C"/>
    <w:rsid w:val="00B625AE"/>
    <w:rsid w:val="00B62C3A"/>
    <w:rsid w:val="00B62D2D"/>
    <w:rsid w:val="00B6315D"/>
    <w:rsid w:val="00B631B6"/>
    <w:rsid w:val="00B63266"/>
    <w:rsid w:val="00B634E9"/>
    <w:rsid w:val="00B63715"/>
    <w:rsid w:val="00B638D6"/>
    <w:rsid w:val="00B639FC"/>
    <w:rsid w:val="00B63B7E"/>
    <w:rsid w:val="00B63DA9"/>
    <w:rsid w:val="00B647F8"/>
    <w:rsid w:val="00B6485E"/>
    <w:rsid w:val="00B64931"/>
    <w:rsid w:val="00B64A61"/>
    <w:rsid w:val="00B64F64"/>
    <w:rsid w:val="00B64FAC"/>
    <w:rsid w:val="00B65435"/>
    <w:rsid w:val="00B6553A"/>
    <w:rsid w:val="00B6572B"/>
    <w:rsid w:val="00B658F8"/>
    <w:rsid w:val="00B65AF7"/>
    <w:rsid w:val="00B65BEB"/>
    <w:rsid w:val="00B66192"/>
    <w:rsid w:val="00B663F8"/>
    <w:rsid w:val="00B664E4"/>
    <w:rsid w:val="00B66724"/>
    <w:rsid w:val="00B667F7"/>
    <w:rsid w:val="00B66873"/>
    <w:rsid w:val="00B66AD0"/>
    <w:rsid w:val="00B66BAB"/>
    <w:rsid w:val="00B66D62"/>
    <w:rsid w:val="00B66F34"/>
    <w:rsid w:val="00B678C9"/>
    <w:rsid w:val="00B679A2"/>
    <w:rsid w:val="00B679BE"/>
    <w:rsid w:val="00B67DCB"/>
    <w:rsid w:val="00B67EC5"/>
    <w:rsid w:val="00B7000B"/>
    <w:rsid w:val="00B70D09"/>
    <w:rsid w:val="00B70D10"/>
    <w:rsid w:val="00B70DAE"/>
    <w:rsid w:val="00B71052"/>
    <w:rsid w:val="00B715B5"/>
    <w:rsid w:val="00B7165F"/>
    <w:rsid w:val="00B716A8"/>
    <w:rsid w:val="00B71714"/>
    <w:rsid w:val="00B7179C"/>
    <w:rsid w:val="00B71AE7"/>
    <w:rsid w:val="00B71C17"/>
    <w:rsid w:val="00B71F04"/>
    <w:rsid w:val="00B721C8"/>
    <w:rsid w:val="00B7229C"/>
    <w:rsid w:val="00B7237D"/>
    <w:rsid w:val="00B72731"/>
    <w:rsid w:val="00B728D6"/>
    <w:rsid w:val="00B728DE"/>
    <w:rsid w:val="00B72C11"/>
    <w:rsid w:val="00B732EE"/>
    <w:rsid w:val="00B736EA"/>
    <w:rsid w:val="00B73813"/>
    <w:rsid w:val="00B7389D"/>
    <w:rsid w:val="00B7397D"/>
    <w:rsid w:val="00B73D89"/>
    <w:rsid w:val="00B74420"/>
    <w:rsid w:val="00B75017"/>
    <w:rsid w:val="00B7504F"/>
    <w:rsid w:val="00B75998"/>
    <w:rsid w:val="00B75BEB"/>
    <w:rsid w:val="00B75E60"/>
    <w:rsid w:val="00B75EA5"/>
    <w:rsid w:val="00B75FDD"/>
    <w:rsid w:val="00B76369"/>
    <w:rsid w:val="00B76379"/>
    <w:rsid w:val="00B763F0"/>
    <w:rsid w:val="00B76896"/>
    <w:rsid w:val="00B76C1C"/>
    <w:rsid w:val="00B76D04"/>
    <w:rsid w:val="00B76D84"/>
    <w:rsid w:val="00B76E32"/>
    <w:rsid w:val="00B76EE6"/>
    <w:rsid w:val="00B7732B"/>
    <w:rsid w:val="00B773DA"/>
    <w:rsid w:val="00B77540"/>
    <w:rsid w:val="00B775CA"/>
    <w:rsid w:val="00B77662"/>
    <w:rsid w:val="00B77676"/>
    <w:rsid w:val="00B776C9"/>
    <w:rsid w:val="00B77829"/>
    <w:rsid w:val="00B77B89"/>
    <w:rsid w:val="00B77C0F"/>
    <w:rsid w:val="00B802C8"/>
    <w:rsid w:val="00B803C3"/>
    <w:rsid w:val="00B80A37"/>
    <w:rsid w:val="00B80E2F"/>
    <w:rsid w:val="00B80EE5"/>
    <w:rsid w:val="00B815F1"/>
    <w:rsid w:val="00B8193D"/>
    <w:rsid w:val="00B819B6"/>
    <w:rsid w:val="00B81A9B"/>
    <w:rsid w:val="00B81B5B"/>
    <w:rsid w:val="00B81C2E"/>
    <w:rsid w:val="00B82068"/>
    <w:rsid w:val="00B8226E"/>
    <w:rsid w:val="00B82432"/>
    <w:rsid w:val="00B82644"/>
    <w:rsid w:val="00B82DA2"/>
    <w:rsid w:val="00B82DC0"/>
    <w:rsid w:val="00B82E69"/>
    <w:rsid w:val="00B82FD6"/>
    <w:rsid w:val="00B83250"/>
    <w:rsid w:val="00B8326E"/>
    <w:rsid w:val="00B835DE"/>
    <w:rsid w:val="00B836D4"/>
    <w:rsid w:val="00B836F5"/>
    <w:rsid w:val="00B83836"/>
    <w:rsid w:val="00B8393B"/>
    <w:rsid w:val="00B83B33"/>
    <w:rsid w:val="00B83D5C"/>
    <w:rsid w:val="00B83DEA"/>
    <w:rsid w:val="00B83F4D"/>
    <w:rsid w:val="00B8453F"/>
    <w:rsid w:val="00B8454D"/>
    <w:rsid w:val="00B8498E"/>
    <w:rsid w:val="00B84C7E"/>
    <w:rsid w:val="00B84FF3"/>
    <w:rsid w:val="00B850B8"/>
    <w:rsid w:val="00B85108"/>
    <w:rsid w:val="00B85187"/>
    <w:rsid w:val="00B8518B"/>
    <w:rsid w:val="00B853AA"/>
    <w:rsid w:val="00B85525"/>
    <w:rsid w:val="00B85562"/>
    <w:rsid w:val="00B863B6"/>
    <w:rsid w:val="00B8643B"/>
    <w:rsid w:val="00B867AE"/>
    <w:rsid w:val="00B86C9E"/>
    <w:rsid w:val="00B86ED1"/>
    <w:rsid w:val="00B86ED2"/>
    <w:rsid w:val="00B87462"/>
    <w:rsid w:val="00B874E2"/>
    <w:rsid w:val="00B8771F"/>
    <w:rsid w:val="00B87A4F"/>
    <w:rsid w:val="00B87C6D"/>
    <w:rsid w:val="00B87C97"/>
    <w:rsid w:val="00B90888"/>
    <w:rsid w:val="00B90AFF"/>
    <w:rsid w:val="00B90B5F"/>
    <w:rsid w:val="00B914DA"/>
    <w:rsid w:val="00B916DD"/>
    <w:rsid w:val="00B918CE"/>
    <w:rsid w:val="00B918E5"/>
    <w:rsid w:val="00B91968"/>
    <w:rsid w:val="00B91A3B"/>
    <w:rsid w:val="00B91EEA"/>
    <w:rsid w:val="00B9261E"/>
    <w:rsid w:val="00B92C9E"/>
    <w:rsid w:val="00B92CD6"/>
    <w:rsid w:val="00B92E70"/>
    <w:rsid w:val="00B92FAC"/>
    <w:rsid w:val="00B930FF"/>
    <w:rsid w:val="00B93131"/>
    <w:rsid w:val="00B9314B"/>
    <w:rsid w:val="00B9347D"/>
    <w:rsid w:val="00B934E2"/>
    <w:rsid w:val="00B934F7"/>
    <w:rsid w:val="00B93680"/>
    <w:rsid w:val="00B936B3"/>
    <w:rsid w:val="00B93C1B"/>
    <w:rsid w:val="00B94178"/>
    <w:rsid w:val="00B94462"/>
    <w:rsid w:val="00B94600"/>
    <w:rsid w:val="00B948EF"/>
    <w:rsid w:val="00B94957"/>
    <w:rsid w:val="00B94AAF"/>
    <w:rsid w:val="00B94E09"/>
    <w:rsid w:val="00B953A8"/>
    <w:rsid w:val="00B958AF"/>
    <w:rsid w:val="00B95A11"/>
    <w:rsid w:val="00B95A2F"/>
    <w:rsid w:val="00B9689B"/>
    <w:rsid w:val="00B96A8D"/>
    <w:rsid w:val="00B96CFC"/>
    <w:rsid w:val="00B97329"/>
    <w:rsid w:val="00B978AB"/>
    <w:rsid w:val="00B97BD1"/>
    <w:rsid w:val="00B97F7F"/>
    <w:rsid w:val="00BA074E"/>
    <w:rsid w:val="00BA08DC"/>
    <w:rsid w:val="00BA0BCF"/>
    <w:rsid w:val="00BA0C5E"/>
    <w:rsid w:val="00BA112B"/>
    <w:rsid w:val="00BA11CE"/>
    <w:rsid w:val="00BA1201"/>
    <w:rsid w:val="00BA1225"/>
    <w:rsid w:val="00BA1374"/>
    <w:rsid w:val="00BA13F0"/>
    <w:rsid w:val="00BA1421"/>
    <w:rsid w:val="00BA144F"/>
    <w:rsid w:val="00BA14B5"/>
    <w:rsid w:val="00BA1521"/>
    <w:rsid w:val="00BA1E96"/>
    <w:rsid w:val="00BA21A5"/>
    <w:rsid w:val="00BA2373"/>
    <w:rsid w:val="00BA2413"/>
    <w:rsid w:val="00BA26D6"/>
    <w:rsid w:val="00BA282B"/>
    <w:rsid w:val="00BA2BB3"/>
    <w:rsid w:val="00BA2DE1"/>
    <w:rsid w:val="00BA2DF5"/>
    <w:rsid w:val="00BA335A"/>
    <w:rsid w:val="00BA3528"/>
    <w:rsid w:val="00BA3F28"/>
    <w:rsid w:val="00BA3FF1"/>
    <w:rsid w:val="00BA40CF"/>
    <w:rsid w:val="00BA417E"/>
    <w:rsid w:val="00BA4332"/>
    <w:rsid w:val="00BA442B"/>
    <w:rsid w:val="00BA44C7"/>
    <w:rsid w:val="00BA49AA"/>
    <w:rsid w:val="00BA4C2D"/>
    <w:rsid w:val="00BA4CAC"/>
    <w:rsid w:val="00BA4E4A"/>
    <w:rsid w:val="00BA4EEC"/>
    <w:rsid w:val="00BA4EF6"/>
    <w:rsid w:val="00BA513D"/>
    <w:rsid w:val="00BA5144"/>
    <w:rsid w:val="00BA58E8"/>
    <w:rsid w:val="00BA5961"/>
    <w:rsid w:val="00BA5B40"/>
    <w:rsid w:val="00BA5FE1"/>
    <w:rsid w:val="00BA6104"/>
    <w:rsid w:val="00BA63F6"/>
    <w:rsid w:val="00BA6663"/>
    <w:rsid w:val="00BA6739"/>
    <w:rsid w:val="00BA6912"/>
    <w:rsid w:val="00BA6919"/>
    <w:rsid w:val="00BA69F6"/>
    <w:rsid w:val="00BA7BC0"/>
    <w:rsid w:val="00BA7C47"/>
    <w:rsid w:val="00BA7D0D"/>
    <w:rsid w:val="00BA7EFC"/>
    <w:rsid w:val="00BA7FE0"/>
    <w:rsid w:val="00BB00CE"/>
    <w:rsid w:val="00BB031E"/>
    <w:rsid w:val="00BB09F7"/>
    <w:rsid w:val="00BB0F10"/>
    <w:rsid w:val="00BB1465"/>
    <w:rsid w:val="00BB17A4"/>
    <w:rsid w:val="00BB184A"/>
    <w:rsid w:val="00BB1C94"/>
    <w:rsid w:val="00BB2168"/>
    <w:rsid w:val="00BB24AE"/>
    <w:rsid w:val="00BB2859"/>
    <w:rsid w:val="00BB2E76"/>
    <w:rsid w:val="00BB307D"/>
    <w:rsid w:val="00BB3089"/>
    <w:rsid w:val="00BB3209"/>
    <w:rsid w:val="00BB3AAA"/>
    <w:rsid w:val="00BB3CF6"/>
    <w:rsid w:val="00BB4215"/>
    <w:rsid w:val="00BB447C"/>
    <w:rsid w:val="00BB482A"/>
    <w:rsid w:val="00BB4834"/>
    <w:rsid w:val="00BB4A04"/>
    <w:rsid w:val="00BB4A38"/>
    <w:rsid w:val="00BB52D8"/>
    <w:rsid w:val="00BB5404"/>
    <w:rsid w:val="00BB57D6"/>
    <w:rsid w:val="00BB5CEB"/>
    <w:rsid w:val="00BB5DF3"/>
    <w:rsid w:val="00BB62EF"/>
    <w:rsid w:val="00BB648C"/>
    <w:rsid w:val="00BB66E9"/>
    <w:rsid w:val="00BB6966"/>
    <w:rsid w:val="00BB6E7B"/>
    <w:rsid w:val="00BB7030"/>
    <w:rsid w:val="00BB71F5"/>
    <w:rsid w:val="00BB745B"/>
    <w:rsid w:val="00BB7560"/>
    <w:rsid w:val="00BB766E"/>
    <w:rsid w:val="00BB799D"/>
    <w:rsid w:val="00BB7AAB"/>
    <w:rsid w:val="00BB7C8B"/>
    <w:rsid w:val="00BC0186"/>
    <w:rsid w:val="00BC04AB"/>
    <w:rsid w:val="00BC051D"/>
    <w:rsid w:val="00BC0DE8"/>
    <w:rsid w:val="00BC0E5B"/>
    <w:rsid w:val="00BC0ED4"/>
    <w:rsid w:val="00BC1149"/>
    <w:rsid w:val="00BC1172"/>
    <w:rsid w:val="00BC14E8"/>
    <w:rsid w:val="00BC15AF"/>
    <w:rsid w:val="00BC1894"/>
    <w:rsid w:val="00BC1AF5"/>
    <w:rsid w:val="00BC1BC4"/>
    <w:rsid w:val="00BC1FE2"/>
    <w:rsid w:val="00BC2225"/>
    <w:rsid w:val="00BC24D9"/>
    <w:rsid w:val="00BC2735"/>
    <w:rsid w:val="00BC30B3"/>
    <w:rsid w:val="00BC312A"/>
    <w:rsid w:val="00BC34F6"/>
    <w:rsid w:val="00BC371B"/>
    <w:rsid w:val="00BC3B55"/>
    <w:rsid w:val="00BC3D99"/>
    <w:rsid w:val="00BC455D"/>
    <w:rsid w:val="00BC4843"/>
    <w:rsid w:val="00BC4C61"/>
    <w:rsid w:val="00BC541B"/>
    <w:rsid w:val="00BC5503"/>
    <w:rsid w:val="00BC57BA"/>
    <w:rsid w:val="00BC592E"/>
    <w:rsid w:val="00BC596E"/>
    <w:rsid w:val="00BC5A3E"/>
    <w:rsid w:val="00BC5D8E"/>
    <w:rsid w:val="00BC6208"/>
    <w:rsid w:val="00BC6664"/>
    <w:rsid w:val="00BC68DB"/>
    <w:rsid w:val="00BC69E6"/>
    <w:rsid w:val="00BC6A80"/>
    <w:rsid w:val="00BC6B51"/>
    <w:rsid w:val="00BC6CAA"/>
    <w:rsid w:val="00BC71AC"/>
    <w:rsid w:val="00BC758D"/>
    <w:rsid w:val="00BC78B1"/>
    <w:rsid w:val="00BD00CD"/>
    <w:rsid w:val="00BD01B4"/>
    <w:rsid w:val="00BD0673"/>
    <w:rsid w:val="00BD0865"/>
    <w:rsid w:val="00BD0A00"/>
    <w:rsid w:val="00BD0F28"/>
    <w:rsid w:val="00BD0FC3"/>
    <w:rsid w:val="00BD119A"/>
    <w:rsid w:val="00BD11E3"/>
    <w:rsid w:val="00BD124E"/>
    <w:rsid w:val="00BD12C2"/>
    <w:rsid w:val="00BD134E"/>
    <w:rsid w:val="00BD145C"/>
    <w:rsid w:val="00BD18F5"/>
    <w:rsid w:val="00BD1BD3"/>
    <w:rsid w:val="00BD1CFE"/>
    <w:rsid w:val="00BD2144"/>
    <w:rsid w:val="00BD231A"/>
    <w:rsid w:val="00BD249C"/>
    <w:rsid w:val="00BD24A1"/>
    <w:rsid w:val="00BD256F"/>
    <w:rsid w:val="00BD25D9"/>
    <w:rsid w:val="00BD26F8"/>
    <w:rsid w:val="00BD2B15"/>
    <w:rsid w:val="00BD2BC6"/>
    <w:rsid w:val="00BD2CDB"/>
    <w:rsid w:val="00BD2D0D"/>
    <w:rsid w:val="00BD2F41"/>
    <w:rsid w:val="00BD30AA"/>
    <w:rsid w:val="00BD32C3"/>
    <w:rsid w:val="00BD3829"/>
    <w:rsid w:val="00BD3CF8"/>
    <w:rsid w:val="00BD3DF7"/>
    <w:rsid w:val="00BD3E77"/>
    <w:rsid w:val="00BD4001"/>
    <w:rsid w:val="00BD4DCD"/>
    <w:rsid w:val="00BD4F8C"/>
    <w:rsid w:val="00BD5151"/>
    <w:rsid w:val="00BD52FC"/>
    <w:rsid w:val="00BD56E9"/>
    <w:rsid w:val="00BD5878"/>
    <w:rsid w:val="00BD5C6A"/>
    <w:rsid w:val="00BD5FDB"/>
    <w:rsid w:val="00BD5FEE"/>
    <w:rsid w:val="00BD6163"/>
    <w:rsid w:val="00BD6355"/>
    <w:rsid w:val="00BD69FB"/>
    <w:rsid w:val="00BD6AFA"/>
    <w:rsid w:val="00BD6BF2"/>
    <w:rsid w:val="00BD6EB2"/>
    <w:rsid w:val="00BD72E5"/>
    <w:rsid w:val="00BD743C"/>
    <w:rsid w:val="00BD754E"/>
    <w:rsid w:val="00BD7602"/>
    <w:rsid w:val="00BD7A00"/>
    <w:rsid w:val="00BD7B5A"/>
    <w:rsid w:val="00BD7CFA"/>
    <w:rsid w:val="00BE030A"/>
    <w:rsid w:val="00BE07E8"/>
    <w:rsid w:val="00BE0821"/>
    <w:rsid w:val="00BE0979"/>
    <w:rsid w:val="00BE0A13"/>
    <w:rsid w:val="00BE0AD4"/>
    <w:rsid w:val="00BE0E05"/>
    <w:rsid w:val="00BE0E1C"/>
    <w:rsid w:val="00BE11BC"/>
    <w:rsid w:val="00BE1620"/>
    <w:rsid w:val="00BE16BD"/>
    <w:rsid w:val="00BE1817"/>
    <w:rsid w:val="00BE1BE7"/>
    <w:rsid w:val="00BE20F7"/>
    <w:rsid w:val="00BE214E"/>
    <w:rsid w:val="00BE2209"/>
    <w:rsid w:val="00BE2271"/>
    <w:rsid w:val="00BE267C"/>
    <w:rsid w:val="00BE2ABE"/>
    <w:rsid w:val="00BE2E2B"/>
    <w:rsid w:val="00BE2F5A"/>
    <w:rsid w:val="00BE2F61"/>
    <w:rsid w:val="00BE2FB4"/>
    <w:rsid w:val="00BE3073"/>
    <w:rsid w:val="00BE3DE5"/>
    <w:rsid w:val="00BE3ED5"/>
    <w:rsid w:val="00BE410C"/>
    <w:rsid w:val="00BE462A"/>
    <w:rsid w:val="00BE463C"/>
    <w:rsid w:val="00BE49A7"/>
    <w:rsid w:val="00BE4A82"/>
    <w:rsid w:val="00BE5065"/>
    <w:rsid w:val="00BE524E"/>
    <w:rsid w:val="00BE5C34"/>
    <w:rsid w:val="00BE5E32"/>
    <w:rsid w:val="00BE6177"/>
    <w:rsid w:val="00BE67B5"/>
    <w:rsid w:val="00BE68C2"/>
    <w:rsid w:val="00BE6AC5"/>
    <w:rsid w:val="00BE6ADE"/>
    <w:rsid w:val="00BE6CD9"/>
    <w:rsid w:val="00BE716F"/>
    <w:rsid w:val="00BE779B"/>
    <w:rsid w:val="00BE77A6"/>
    <w:rsid w:val="00BE79AE"/>
    <w:rsid w:val="00BE7ECA"/>
    <w:rsid w:val="00BF033B"/>
    <w:rsid w:val="00BF0D5B"/>
    <w:rsid w:val="00BF0DBA"/>
    <w:rsid w:val="00BF11C0"/>
    <w:rsid w:val="00BF137E"/>
    <w:rsid w:val="00BF13D6"/>
    <w:rsid w:val="00BF19C0"/>
    <w:rsid w:val="00BF1B7D"/>
    <w:rsid w:val="00BF1C5E"/>
    <w:rsid w:val="00BF1DDA"/>
    <w:rsid w:val="00BF20DE"/>
    <w:rsid w:val="00BF29D4"/>
    <w:rsid w:val="00BF2A0E"/>
    <w:rsid w:val="00BF3168"/>
    <w:rsid w:val="00BF34EE"/>
    <w:rsid w:val="00BF361E"/>
    <w:rsid w:val="00BF391D"/>
    <w:rsid w:val="00BF3A72"/>
    <w:rsid w:val="00BF3C3B"/>
    <w:rsid w:val="00BF3D29"/>
    <w:rsid w:val="00BF3EDB"/>
    <w:rsid w:val="00BF3FBF"/>
    <w:rsid w:val="00BF49FC"/>
    <w:rsid w:val="00BF4E7E"/>
    <w:rsid w:val="00BF509C"/>
    <w:rsid w:val="00BF556D"/>
    <w:rsid w:val="00BF55BF"/>
    <w:rsid w:val="00BF5879"/>
    <w:rsid w:val="00BF58C7"/>
    <w:rsid w:val="00BF5A4A"/>
    <w:rsid w:val="00BF5E0B"/>
    <w:rsid w:val="00BF5EE7"/>
    <w:rsid w:val="00BF6899"/>
    <w:rsid w:val="00BF6DF2"/>
    <w:rsid w:val="00BF6E72"/>
    <w:rsid w:val="00BF6EA4"/>
    <w:rsid w:val="00BF725B"/>
    <w:rsid w:val="00BF75F8"/>
    <w:rsid w:val="00BF77B9"/>
    <w:rsid w:val="00BF7AA5"/>
    <w:rsid w:val="00C0071E"/>
    <w:rsid w:val="00C0079E"/>
    <w:rsid w:val="00C00DFE"/>
    <w:rsid w:val="00C00E89"/>
    <w:rsid w:val="00C01040"/>
    <w:rsid w:val="00C0107A"/>
    <w:rsid w:val="00C01306"/>
    <w:rsid w:val="00C01310"/>
    <w:rsid w:val="00C0131E"/>
    <w:rsid w:val="00C01706"/>
    <w:rsid w:val="00C01708"/>
    <w:rsid w:val="00C01ADE"/>
    <w:rsid w:val="00C01B95"/>
    <w:rsid w:val="00C01EE5"/>
    <w:rsid w:val="00C02009"/>
    <w:rsid w:val="00C02563"/>
    <w:rsid w:val="00C02731"/>
    <w:rsid w:val="00C02D6F"/>
    <w:rsid w:val="00C02F32"/>
    <w:rsid w:val="00C03327"/>
    <w:rsid w:val="00C03527"/>
    <w:rsid w:val="00C036F8"/>
    <w:rsid w:val="00C03C10"/>
    <w:rsid w:val="00C04189"/>
    <w:rsid w:val="00C04256"/>
    <w:rsid w:val="00C0439C"/>
    <w:rsid w:val="00C0458D"/>
    <w:rsid w:val="00C0468A"/>
    <w:rsid w:val="00C046E8"/>
    <w:rsid w:val="00C046F7"/>
    <w:rsid w:val="00C04857"/>
    <w:rsid w:val="00C04C3E"/>
    <w:rsid w:val="00C05973"/>
    <w:rsid w:val="00C059A7"/>
    <w:rsid w:val="00C05AB6"/>
    <w:rsid w:val="00C05CAE"/>
    <w:rsid w:val="00C05F8B"/>
    <w:rsid w:val="00C05FA1"/>
    <w:rsid w:val="00C06013"/>
    <w:rsid w:val="00C06346"/>
    <w:rsid w:val="00C06808"/>
    <w:rsid w:val="00C06C4D"/>
    <w:rsid w:val="00C06D4D"/>
    <w:rsid w:val="00C06FC3"/>
    <w:rsid w:val="00C0756E"/>
    <w:rsid w:val="00C078C9"/>
    <w:rsid w:val="00C07929"/>
    <w:rsid w:val="00C07D27"/>
    <w:rsid w:val="00C1008A"/>
    <w:rsid w:val="00C100E2"/>
    <w:rsid w:val="00C10741"/>
    <w:rsid w:val="00C10A33"/>
    <w:rsid w:val="00C10E55"/>
    <w:rsid w:val="00C10F30"/>
    <w:rsid w:val="00C10F8B"/>
    <w:rsid w:val="00C11064"/>
    <w:rsid w:val="00C11606"/>
    <w:rsid w:val="00C118AC"/>
    <w:rsid w:val="00C11CF4"/>
    <w:rsid w:val="00C11F1B"/>
    <w:rsid w:val="00C12114"/>
    <w:rsid w:val="00C12480"/>
    <w:rsid w:val="00C127B8"/>
    <w:rsid w:val="00C1290F"/>
    <w:rsid w:val="00C1291B"/>
    <w:rsid w:val="00C12A7C"/>
    <w:rsid w:val="00C12F13"/>
    <w:rsid w:val="00C1337E"/>
    <w:rsid w:val="00C135B8"/>
    <w:rsid w:val="00C1368C"/>
    <w:rsid w:val="00C138C4"/>
    <w:rsid w:val="00C13EE1"/>
    <w:rsid w:val="00C13F23"/>
    <w:rsid w:val="00C14847"/>
    <w:rsid w:val="00C14876"/>
    <w:rsid w:val="00C15132"/>
    <w:rsid w:val="00C151A4"/>
    <w:rsid w:val="00C15745"/>
    <w:rsid w:val="00C15FDC"/>
    <w:rsid w:val="00C15FE9"/>
    <w:rsid w:val="00C1604F"/>
    <w:rsid w:val="00C16164"/>
    <w:rsid w:val="00C1661A"/>
    <w:rsid w:val="00C166D8"/>
    <w:rsid w:val="00C167DC"/>
    <w:rsid w:val="00C17360"/>
    <w:rsid w:val="00C17598"/>
    <w:rsid w:val="00C176BC"/>
    <w:rsid w:val="00C179CC"/>
    <w:rsid w:val="00C204CC"/>
    <w:rsid w:val="00C206C5"/>
    <w:rsid w:val="00C207F0"/>
    <w:rsid w:val="00C2081B"/>
    <w:rsid w:val="00C209FA"/>
    <w:rsid w:val="00C20D13"/>
    <w:rsid w:val="00C21459"/>
    <w:rsid w:val="00C216D3"/>
    <w:rsid w:val="00C21B24"/>
    <w:rsid w:val="00C22533"/>
    <w:rsid w:val="00C225E2"/>
    <w:rsid w:val="00C22A2A"/>
    <w:rsid w:val="00C22A4B"/>
    <w:rsid w:val="00C22EB0"/>
    <w:rsid w:val="00C22FC5"/>
    <w:rsid w:val="00C230FE"/>
    <w:rsid w:val="00C233CC"/>
    <w:rsid w:val="00C23593"/>
    <w:rsid w:val="00C23680"/>
    <w:rsid w:val="00C23C17"/>
    <w:rsid w:val="00C23FF6"/>
    <w:rsid w:val="00C2410E"/>
    <w:rsid w:val="00C2418A"/>
    <w:rsid w:val="00C24BF5"/>
    <w:rsid w:val="00C24C0D"/>
    <w:rsid w:val="00C24E03"/>
    <w:rsid w:val="00C24E2F"/>
    <w:rsid w:val="00C24E32"/>
    <w:rsid w:val="00C24EB7"/>
    <w:rsid w:val="00C2502E"/>
    <w:rsid w:val="00C25038"/>
    <w:rsid w:val="00C25392"/>
    <w:rsid w:val="00C2568F"/>
    <w:rsid w:val="00C257CB"/>
    <w:rsid w:val="00C25C29"/>
    <w:rsid w:val="00C25FDD"/>
    <w:rsid w:val="00C263B3"/>
    <w:rsid w:val="00C265BB"/>
    <w:rsid w:val="00C267F8"/>
    <w:rsid w:val="00C26825"/>
    <w:rsid w:val="00C26AE7"/>
    <w:rsid w:val="00C26E22"/>
    <w:rsid w:val="00C270FC"/>
    <w:rsid w:val="00C27C7D"/>
    <w:rsid w:val="00C27D4D"/>
    <w:rsid w:val="00C27D61"/>
    <w:rsid w:val="00C300DA"/>
    <w:rsid w:val="00C305B1"/>
    <w:rsid w:val="00C306B2"/>
    <w:rsid w:val="00C308E5"/>
    <w:rsid w:val="00C30B74"/>
    <w:rsid w:val="00C30C59"/>
    <w:rsid w:val="00C30D76"/>
    <w:rsid w:val="00C30F53"/>
    <w:rsid w:val="00C31362"/>
    <w:rsid w:val="00C31506"/>
    <w:rsid w:val="00C318EA"/>
    <w:rsid w:val="00C318F3"/>
    <w:rsid w:val="00C31A4F"/>
    <w:rsid w:val="00C3201F"/>
    <w:rsid w:val="00C323B5"/>
    <w:rsid w:val="00C32740"/>
    <w:rsid w:val="00C32FB3"/>
    <w:rsid w:val="00C330D8"/>
    <w:rsid w:val="00C3329E"/>
    <w:rsid w:val="00C33403"/>
    <w:rsid w:val="00C335E7"/>
    <w:rsid w:val="00C336DC"/>
    <w:rsid w:val="00C3370F"/>
    <w:rsid w:val="00C33B9A"/>
    <w:rsid w:val="00C33C9A"/>
    <w:rsid w:val="00C33D57"/>
    <w:rsid w:val="00C33D71"/>
    <w:rsid w:val="00C33F13"/>
    <w:rsid w:val="00C33F53"/>
    <w:rsid w:val="00C342CD"/>
    <w:rsid w:val="00C3435D"/>
    <w:rsid w:val="00C34691"/>
    <w:rsid w:val="00C34E1D"/>
    <w:rsid w:val="00C35084"/>
    <w:rsid w:val="00C3519D"/>
    <w:rsid w:val="00C3525C"/>
    <w:rsid w:val="00C352CD"/>
    <w:rsid w:val="00C35420"/>
    <w:rsid w:val="00C355BB"/>
    <w:rsid w:val="00C3569D"/>
    <w:rsid w:val="00C35984"/>
    <w:rsid w:val="00C35C34"/>
    <w:rsid w:val="00C35E3E"/>
    <w:rsid w:val="00C35F2A"/>
    <w:rsid w:val="00C361E0"/>
    <w:rsid w:val="00C362E0"/>
    <w:rsid w:val="00C368D6"/>
    <w:rsid w:val="00C36A6B"/>
    <w:rsid w:val="00C36C4E"/>
    <w:rsid w:val="00C3710D"/>
    <w:rsid w:val="00C37615"/>
    <w:rsid w:val="00C37838"/>
    <w:rsid w:val="00C378CC"/>
    <w:rsid w:val="00C37E60"/>
    <w:rsid w:val="00C37F44"/>
    <w:rsid w:val="00C400C3"/>
    <w:rsid w:val="00C4014E"/>
    <w:rsid w:val="00C401A1"/>
    <w:rsid w:val="00C4047A"/>
    <w:rsid w:val="00C408B3"/>
    <w:rsid w:val="00C4098B"/>
    <w:rsid w:val="00C40BBF"/>
    <w:rsid w:val="00C4120C"/>
    <w:rsid w:val="00C4166D"/>
    <w:rsid w:val="00C41DFE"/>
    <w:rsid w:val="00C42109"/>
    <w:rsid w:val="00C42774"/>
    <w:rsid w:val="00C427B0"/>
    <w:rsid w:val="00C42985"/>
    <w:rsid w:val="00C42B28"/>
    <w:rsid w:val="00C4348E"/>
    <w:rsid w:val="00C43515"/>
    <w:rsid w:val="00C4355A"/>
    <w:rsid w:val="00C43823"/>
    <w:rsid w:val="00C43848"/>
    <w:rsid w:val="00C43944"/>
    <w:rsid w:val="00C43A35"/>
    <w:rsid w:val="00C43C7E"/>
    <w:rsid w:val="00C440FB"/>
    <w:rsid w:val="00C444CE"/>
    <w:rsid w:val="00C4456E"/>
    <w:rsid w:val="00C445C5"/>
    <w:rsid w:val="00C44765"/>
    <w:rsid w:val="00C447EB"/>
    <w:rsid w:val="00C44AE4"/>
    <w:rsid w:val="00C44C6A"/>
    <w:rsid w:val="00C44D95"/>
    <w:rsid w:val="00C45640"/>
    <w:rsid w:val="00C45B47"/>
    <w:rsid w:val="00C45DC8"/>
    <w:rsid w:val="00C4634C"/>
    <w:rsid w:val="00C4646C"/>
    <w:rsid w:val="00C464D1"/>
    <w:rsid w:val="00C4652C"/>
    <w:rsid w:val="00C465FD"/>
    <w:rsid w:val="00C468A8"/>
    <w:rsid w:val="00C46DDC"/>
    <w:rsid w:val="00C470D8"/>
    <w:rsid w:val="00C4716E"/>
    <w:rsid w:val="00C47822"/>
    <w:rsid w:val="00C47940"/>
    <w:rsid w:val="00C50200"/>
    <w:rsid w:val="00C50448"/>
    <w:rsid w:val="00C504E6"/>
    <w:rsid w:val="00C50B50"/>
    <w:rsid w:val="00C50C59"/>
    <w:rsid w:val="00C50CAD"/>
    <w:rsid w:val="00C50D03"/>
    <w:rsid w:val="00C510BC"/>
    <w:rsid w:val="00C510F5"/>
    <w:rsid w:val="00C51227"/>
    <w:rsid w:val="00C513EB"/>
    <w:rsid w:val="00C5158C"/>
    <w:rsid w:val="00C51C72"/>
    <w:rsid w:val="00C52260"/>
    <w:rsid w:val="00C5286C"/>
    <w:rsid w:val="00C52897"/>
    <w:rsid w:val="00C528A9"/>
    <w:rsid w:val="00C52B7E"/>
    <w:rsid w:val="00C52D1F"/>
    <w:rsid w:val="00C52D3B"/>
    <w:rsid w:val="00C52E73"/>
    <w:rsid w:val="00C52E77"/>
    <w:rsid w:val="00C52ED0"/>
    <w:rsid w:val="00C52FFD"/>
    <w:rsid w:val="00C53053"/>
    <w:rsid w:val="00C532EA"/>
    <w:rsid w:val="00C53445"/>
    <w:rsid w:val="00C53A45"/>
    <w:rsid w:val="00C54238"/>
    <w:rsid w:val="00C542CD"/>
    <w:rsid w:val="00C5466E"/>
    <w:rsid w:val="00C549A1"/>
    <w:rsid w:val="00C549DE"/>
    <w:rsid w:val="00C54A38"/>
    <w:rsid w:val="00C54B65"/>
    <w:rsid w:val="00C54E3A"/>
    <w:rsid w:val="00C54E80"/>
    <w:rsid w:val="00C55115"/>
    <w:rsid w:val="00C551E2"/>
    <w:rsid w:val="00C551E8"/>
    <w:rsid w:val="00C55273"/>
    <w:rsid w:val="00C552E8"/>
    <w:rsid w:val="00C557D4"/>
    <w:rsid w:val="00C55BA5"/>
    <w:rsid w:val="00C55F28"/>
    <w:rsid w:val="00C563B6"/>
    <w:rsid w:val="00C56541"/>
    <w:rsid w:val="00C5662E"/>
    <w:rsid w:val="00C5666D"/>
    <w:rsid w:val="00C5668A"/>
    <w:rsid w:val="00C56692"/>
    <w:rsid w:val="00C56828"/>
    <w:rsid w:val="00C56C62"/>
    <w:rsid w:val="00C571E5"/>
    <w:rsid w:val="00C57279"/>
    <w:rsid w:val="00C57523"/>
    <w:rsid w:val="00C5756D"/>
    <w:rsid w:val="00C57A7E"/>
    <w:rsid w:val="00C57AFC"/>
    <w:rsid w:val="00C57D94"/>
    <w:rsid w:val="00C601CD"/>
    <w:rsid w:val="00C60358"/>
    <w:rsid w:val="00C6054A"/>
    <w:rsid w:val="00C6096E"/>
    <w:rsid w:val="00C60ACB"/>
    <w:rsid w:val="00C60E66"/>
    <w:rsid w:val="00C60F51"/>
    <w:rsid w:val="00C6145F"/>
    <w:rsid w:val="00C61755"/>
    <w:rsid w:val="00C6183F"/>
    <w:rsid w:val="00C619A0"/>
    <w:rsid w:val="00C6219C"/>
    <w:rsid w:val="00C62370"/>
    <w:rsid w:val="00C62442"/>
    <w:rsid w:val="00C62A0B"/>
    <w:rsid w:val="00C62B96"/>
    <w:rsid w:val="00C62BA0"/>
    <w:rsid w:val="00C62F30"/>
    <w:rsid w:val="00C62F84"/>
    <w:rsid w:val="00C63003"/>
    <w:rsid w:val="00C63329"/>
    <w:rsid w:val="00C63371"/>
    <w:rsid w:val="00C63590"/>
    <w:rsid w:val="00C63636"/>
    <w:rsid w:val="00C636DC"/>
    <w:rsid w:val="00C6398B"/>
    <w:rsid w:val="00C63B07"/>
    <w:rsid w:val="00C63CE1"/>
    <w:rsid w:val="00C63D56"/>
    <w:rsid w:val="00C63F7F"/>
    <w:rsid w:val="00C64019"/>
    <w:rsid w:val="00C641BA"/>
    <w:rsid w:val="00C6423E"/>
    <w:rsid w:val="00C649A8"/>
    <w:rsid w:val="00C64B51"/>
    <w:rsid w:val="00C64FAB"/>
    <w:rsid w:val="00C64FB7"/>
    <w:rsid w:val="00C656A8"/>
    <w:rsid w:val="00C65976"/>
    <w:rsid w:val="00C659F6"/>
    <w:rsid w:val="00C662D7"/>
    <w:rsid w:val="00C66608"/>
    <w:rsid w:val="00C666CC"/>
    <w:rsid w:val="00C66886"/>
    <w:rsid w:val="00C668D2"/>
    <w:rsid w:val="00C66CBF"/>
    <w:rsid w:val="00C66EA0"/>
    <w:rsid w:val="00C67014"/>
    <w:rsid w:val="00C673D4"/>
    <w:rsid w:val="00C6764B"/>
    <w:rsid w:val="00C678AE"/>
    <w:rsid w:val="00C67A6F"/>
    <w:rsid w:val="00C67FB8"/>
    <w:rsid w:val="00C70165"/>
    <w:rsid w:val="00C70167"/>
    <w:rsid w:val="00C7026F"/>
    <w:rsid w:val="00C70291"/>
    <w:rsid w:val="00C70802"/>
    <w:rsid w:val="00C70849"/>
    <w:rsid w:val="00C70C8B"/>
    <w:rsid w:val="00C71CC7"/>
    <w:rsid w:val="00C71E68"/>
    <w:rsid w:val="00C721FE"/>
    <w:rsid w:val="00C727FD"/>
    <w:rsid w:val="00C72C71"/>
    <w:rsid w:val="00C72CE9"/>
    <w:rsid w:val="00C72EE1"/>
    <w:rsid w:val="00C72F50"/>
    <w:rsid w:val="00C7320E"/>
    <w:rsid w:val="00C7338C"/>
    <w:rsid w:val="00C734D6"/>
    <w:rsid w:val="00C737A1"/>
    <w:rsid w:val="00C739D4"/>
    <w:rsid w:val="00C73D33"/>
    <w:rsid w:val="00C73E47"/>
    <w:rsid w:val="00C73F22"/>
    <w:rsid w:val="00C73F3D"/>
    <w:rsid w:val="00C74382"/>
    <w:rsid w:val="00C74665"/>
    <w:rsid w:val="00C747E4"/>
    <w:rsid w:val="00C74C9F"/>
    <w:rsid w:val="00C74D3C"/>
    <w:rsid w:val="00C74D5D"/>
    <w:rsid w:val="00C74E6D"/>
    <w:rsid w:val="00C756D7"/>
    <w:rsid w:val="00C759D5"/>
    <w:rsid w:val="00C75AED"/>
    <w:rsid w:val="00C75D2A"/>
    <w:rsid w:val="00C75D97"/>
    <w:rsid w:val="00C75F91"/>
    <w:rsid w:val="00C75FC9"/>
    <w:rsid w:val="00C760C0"/>
    <w:rsid w:val="00C76630"/>
    <w:rsid w:val="00C76652"/>
    <w:rsid w:val="00C76F2F"/>
    <w:rsid w:val="00C77252"/>
    <w:rsid w:val="00C7725A"/>
    <w:rsid w:val="00C7740D"/>
    <w:rsid w:val="00C775CF"/>
    <w:rsid w:val="00C77879"/>
    <w:rsid w:val="00C77F81"/>
    <w:rsid w:val="00C77FBA"/>
    <w:rsid w:val="00C800DA"/>
    <w:rsid w:val="00C801D2"/>
    <w:rsid w:val="00C80803"/>
    <w:rsid w:val="00C80A4D"/>
    <w:rsid w:val="00C80D6D"/>
    <w:rsid w:val="00C815F9"/>
    <w:rsid w:val="00C81798"/>
    <w:rsid w:val="00C8179B"/>
    <w:rsid w:val="00C8197E"/>
    <w:rsid w:val="00C81B66"/>
    <w:rsid w:val="00C81C13"/>
    <w:rsid w:val="00C81C2D"/>
    <w:rsid w:val="00C81E7F"/>
    <w:rsid w:val="00C82173"/>
    <w:rsid w:val="00C8232A"/>
    <w:rsid w:val="00C82657"/>
    <w:rsid w:val="00C82AEF"/>
    <w:rsid w:val="00C82B89"/>
    <w:rsid w:val="00C82E6F"/>
    <w:rsid w:val="00C82E9E"/>
    <w:rsid w:val="00C830F8"/>
    <w:rsid w:val="00C83358"/>
    <w:rsid w:val="00C83574"/>
    <w:rsid w:val="00C836F7"/>
    <w:rsid w:val="00C83BC0"/>
    <w:rsid w:val="00C844AF"/>
    <w:rsid w:val="00C846BE"/>
    <w:rsid w:val="00C84C21"/>
    <w:rsid w:val="00C84D14"/>
    <w:rsid w:val="00C85222"/>
    <w:rsid w:val="00C85477"/>
    <w:rsid w:val="00C859A3"/>
    <w:rsid w:val="00C85A96"/>
    <w:rsid w:val="00C85BC8"/>
    <w:rsid w:val="00C86573"/>
    <w:rsid w:val="00C86ED6"/>
    <w:rsid w:val="00C86F7E"/>
    <w:rsid w:val="00C873C2"/>
    <w:rsid w:val="00C874E1"/>
    <w:rsid w:val="00C8756E"/>
    <w:rsid w:val="00C878D1"/>
    <w:rsid w:val="00C87BD1"/>
    <w:rsid w:val="00C87C95"/>
    <w:rsid w:val="00C87FB8"/>
    <w:rsid w:val="00C90020"/>
    <w:rsid w:val="00C90055"/>
    <w:rsid w:val="00C9011E"/>
    <w:rsid w:val="00C90129"/>
    <w:rsid w:val="00C9032A"/>
    <w:rsid w:val="00C90413"/>
    <w:rsid w:val="00C904B7"/>
    <w:rsid w:val="00C90550"/>
    <w:rsid w:val="00C907A3"/>
    <w:rsid w:val="00C908EB"/>
    <w:rsid w:val="00C90E0F"/>
    <w:rsid w:val="00C90E31"/>
    <w:rsid w:val="00C91077"/>
    <w:rsid w:val="00C911F5"/>
    <w:rsid w:val="00C913B6"/>
    <w:rsid w:val="00C913FF"/>
    <w:rsid w:val="00C914B1"/>
    <w:rsid w:val="00C91675"/>
    <w:rsid w:val="00C918FA"/>
    <w:rsid w:val="00C91F89"/>
    <w:rsid w:val="00C92365"/>
    <w:rsid w:val="00C9296D"/>
    <w:rsid w:val="00C93319"/>
    <w:rsid w:val="00C935B2"/>
    <w:rsid w:val="00C936E7"/>
    <w:rsid w:val="00C93AB3"/>
    <w:rsid w:val="00C93B9B"/>
    <w:rsid w:val="00C94240"/>
    <w:rsid w:val="00C94410"/>
    <w:rsid w:val="00C94569"/>
    <w:rsid w:val="00C94974"/>
    <w:rsid w:val="00C95009"/>
    <w:rsid w:val="00C950E4"/>
    <w:rsid w:val="00C9521A"/>
    <w:rsid w:val="00C9564C"/>
    <w:rsid w:val="00C956B1"/>
    <w:rsid w:val="00C95768"/>
    <w:rsid w:val="00C9596E"/>
    <w:rsid w:val="00C95990"/>
    <w:rsid w:val="00C959C3"/>
    <w:rsid w:val="00C95A95"/>
    <w:rsid w:val="00C95C2C"/>
    <w:rsid w:val="00C95D4E"/>
    <w:rsid w:val="00C9628E"/>
    <w:rsid w:val="00C965FD"/>
    <w:rsid w:val="00C96683"/>
    <w:rsid w:val="00C968BA"/>
    <w:rsid w:val="00C9692A"/>
    <w:rsid w:val="00C96C96"/>
    <w:rsid w:val="00C96E76"/>
    <w:rsid w:val="00C971FA"/>
    <w:rsid w:val="00C9749A"/>
    <w:rsid w:val="00C975A3"/>
    <w:rsid w:val="00C976C6"/>
    <w:rsid w:val="00C9781E"/>
    <w:rsid w:val="00C97883"/>
    <w:rsid w:val="00C97E98"/>
    <w:rsid w:val="00CA00D3"/>
    <w:rsid w:val="00CA04B6"/>
    <w:rsid w:val="00CA0717"/>
    <w:rsid w:val="00CA0757"/>
    <w:rsid w:val="00CA09B2"/>
    <w:rsid w:val="00CA0AB9"/>
    <w:rsid w:val="00CA0C60"/>
    <w:rsid w:val="00CA0CCE"/>
    <w:rsid w:val="00CA0D99"/>
    <w:rsid w:val="00CA0F89"/>
    <w:rsid w:val="00CA1155"/>
    <w:rsid w:val="00CA11F7"/>
    <w:rsid w:val="00CA1612"/>
    <w:rsid w:val="00CA18D6"/>
    <w:rsid w:val="00CA18EB"/>
    <w:rsid w:val="00CA20C6"/>
    <w:rsid w:val="00CA288C"/>
    <w:rsid w:val="00CA2BF0"/>
    <w:rsid w:val="00CA2F11"/>
    <w:rsid w:val="00CA2F5F"/>
    <w:rsid w:val="00CA332E"/>
    <w:rsid w:val="00CA38E0"/>
    <w:rsid w:val="00CA3C42"/>
    <w:rsid w:val="00CA3FA0"/>
    <w:rsid w:val="00CA4049"/>
    <w:rsid w:val="00CA4706"/>
    <w:rsid w:val="00CA4807"/>
    <w:rsid w:val="00CA49D0"/>
    <w:rsid w:val="00CA4B2B"/>
    <w:rsid w:val="00CA4C7E"/>
    <w:rsid w:val="00CA51F3"/>
    <w:rsid w:val="00CA52E0"/>
    <w:rsid w:val="00CA56A4"/>
    <w:rsid w:val="00CA57F0"/>
    <w:rsid w:val="00CA5A85"/>
    <w:rsid w:val="00CA5C7A"/>
    <w:rsid w:val="00CA6124"/>
    <w:rsid w:val="00CA613A"/>
    <w:rsid w:val="00CA6904"/>
    <w:rsid w:val="00CA6A38"/>
    <w:rsid w:val="00CA6B8F"/>
    <w:rsid w:val="00CA7092"/>
    <w:rsid w:val="00CA7B06"/>
    <w:rsid w:val="00CA7C8E"/>
    <w:rsid w:val="00CA7EE3"/>
    <w:rsid w:val="00CB0188"/>
    <w:rsid w:val="00CB0534"/>
    <w:rsid w:val="00CB0A2C"/>
    <w:rsid w:val="00CB0C25"/>
    <w:rsid w:val="00CB0C7C"/>
    <w:rsid w:val="00CB0DC3"/>
    <w:rsid w:val="00CB0F88"/>
    <w:rsid w:val="00CB1139"/>
    <w:rsid w:val="00CB1FE8"/>
    <w:rsid w:val="00CB217D"/>
    <w:rsid w:val="00CB228F"/>
    <w:rsid w:val="00CB236C"/>
    <w:rsid w:val="00CB2988"/>
    <w:rsid w:val="00CB29B8"/>
    <w:rsid w:val="00CB3364"/>
    <w:rsid w:val="00CB33E2"/>
    <w:rsid w:val="00CB360D"/>
    <w:rsid w:val="00CB3F45"/>
    <w:rsid w:val="00CB4255"/>
    <w:rsid w:val="00CB440F"/>
    <w:rsid w:val="00CB46C7"/>
    <w:rsid w:val="00CB48C3"/>
    <w:rsid w:val="00CB4A1D"/>
    <w:rsid w:val="00CB4B32"/>
    <w:rsid w:val="00CB4B34"/>
    <w:rsid w:val="00CB4EC5"/>
    <w:rsid w:val="00CB4F21"/>
    <w:rsid w:val="00CB5283"/>
    <w:rsid w:val="00CB528B"/>
    <w:rsid w:val="00CB565C"/>
    <w:rsid w:val="00CB5B25"/>
    <w:rsid w:val="00CB5C5B"/>
    <w:rsid w:val="00CB5C97"/>
    <w:rsid w:val="00CB5CCF"/>
    <w:rsid w:val="00CB5F72"/>
    <w:rsid w:val="00CB6478"/>
    <w:rsid w:val="00CB66EA"/>
    <w:rsid w:val="00CB67F4"/>
    <w:rsid w:val="00CB6850"/>
    <w:rsid w:val="00CB6879"/>
    <w:rsid w:val="00CB6965"/>
    <w:rsid w:val="00CB702B"/>
    <w:rsid w:val="00CB73D8"/>
    <w:rsid w:val="00CB73F5"/>
    <w:rsid w:val="00CB7450"/>
    <w:rsid w:val="00CB75AC"/>
    <w:rsid w:val="00CB7859"/>
    <w:rsid w:val="00CB7BD1"/>
    <w:rsid w:val="00CB7CB3"/>
    <w:rsid w:val="00CB7DBB"/>
    <w:rsid w:val="00CB7EC9"/>
    <w:rsid w:val="00CC0BC7"/>
    <w:rsid w:val="00CC0C57"/>
    <w:rsid w:val="00CC0F12"/>
    <w:rsid w:val="00CC1356"/>
    <w:rsid w:val="00CC1742"/>
    <w:rsid w:val="00CC1A2B"/>
    <w:rsid w:val="00CC1DAA"/>
    <w:rsid w:val="00CC2269"/>
    <w:rsid w:val="00CC231B"/>
    <w:rsid w:val="00CC28D8"/>
    <w:rsid w:val="00CC2903"/>
    <w:rsid w:val="00CC2CFF"/>
    <w:rsid w:val="00CC2FBD"/>
    <w:rsid w:val="00CC2FC2"/>
    <w:rsid w:val="00CC3194"/>
    <w:rsid w:val="00CC34D3"/>
    <w:rsid w:val="00CC351F"/>
    <w:rsid w:val="00CC3674"/>
    <w:rsid w:val="00CC3926"/>
    <w:rsid w:val="00CC3965"/>
    <w:rsid w:val="00CC3C8E"/>
    <w:rsid w:val="00CC3D37"/>
    <w:rsid w:val="00CC3F18"/>
    <w:rsid w:val="00CC4217"/>
    <w:rsid w:val="00CC44B8"/>
    <w:rsid w:val="00CC4516"/>
    <w:rsid w:val="00CC451E"/>
    <w:rsid w:val="00CC46F2"/>
    <w:rsid w:val="00CC48DA"/>
    <w:rsid w:val="00CC4CD5"/>
    <w:rsid w:val="00CC5193"/>
    <w:rsid w:val="00CC5379"/>
    <w:rsid w:val="00CC560A"/>
    <w:rsid w:val="00CC5B78"/>
    <w:rsid w:val="00CC5CDA"/>
    <w:rsid w:val="00CC653B"/>
    <w:rsid w:val="00CC6B7F"/>
    <w:rsid w:val="00CC6B90"/>
    <w:rsid w:val="00CC6C66"/>
    <w:rsid w:val="00CC6C98"/>
    <w:rsid w:val="00CC6E26"/>
    <w:rsid w:val="00CC6E70"/>
    <w:rsid w:val="00CC7210"/>
    <w:rsid w:val="00CC72CD"/>
    <w:rsid w:val="00CC744F"/>
    <w:rsid w:val="00CC7AE3"/>
    <w:rsid w:val="00CC7B96"/>
    <w:rsid w:val="00CC7C4C"/>
    <w:rsid w:val="00CC7CB5"/>
    <w:rsid w:val="00CC7E91"/>
    <w:rsid w:val="00CD0131"/>
    <w:rsid w:val="00CD01E3"/>
    <w:rsid w:val="00CD023E"/>
    <w:rsid w:val="00CD0B57"/>
    <w:rsid w:val="00CD0C8E"/>
    <w:rsid w:val="00CD0D48"/>
    <w:rsid w:val="00CD0E39"/>
    <w:rsid w:val="00CD11C4"/>
    <w:rsid w:val="00CD15CE"/>
    <w:rsid w:val="00CD1AD7"/>
    <w:rsid w:val="00CD1C36"/>
    <w:rsid w:val="00CD1DCD"/>
    <w:rsid w:val="00CD1E05"/>
    <w:rsid w:val="00CD1E5F"/>
    <w:rsid w:val="00CD1F7C"/>
    <w:rsid w:val="00CD22FC"/>
    <w:rsid w:val="00CD2542"/>
    <w:rsid w:val="00CD2AE9"/>
    <w:rsid w:val="00CD2D0B"/>
    <w:rsid w:val="00CD2E38"/>
    <w:rsid w:val="00CD32E1"/>
    <w:rsid w:val="00CD36F0"/>
    <w:rsid w:val="00CD3800"/>
    <w:rsid w:val="00CD3A8C"/>
    <w:rsid w:val="00CD3AB9"/>
    <w:rsid w:val="00CD3D87"/>
    <w:rsid w:val="00CD4246"/>
    <w:rsid w:val="00CD42EF"/>
    <w:rsid w:val="00CD43C2"/>
    <w:rsid w:val="00CD4D58"/>
    <w:rsid w:val="00CD4EC8"/>
    <w:rsid w:val="00CD5066"/>
    <w:rsid w:val="00CD50D4"/>
    <w:rsid w:val="00CD53A1"/>
    <w:rsid w:val="00CD5629"/>
    <w:rsid w:val="00CD56B0"/>
    <w:rsid w:val="00CD5840"/>
    <w:rsid w:val="00CD5975"/>
    <w:rsid w:val="00CD59DD"/>
    <w:rsid w:val="00CD5BA9"/>
    <w:rsid w:val="00CD6210"/>
    <w:rsid w:val="00CD659D"/>
    <w:rsid w:val="00CD66D5"/>
    <w:rsid w:val="00CD6D36"/>
    <w:rsid w:val="00CD7106"/>
    <w:rsid w:val="00CD7310"/>
    <w:rsid w:val="00CD77AD"/>
    <w:rsid w:val="00CD7A71"/>
    <w:rsid w:val="00CD7BA9"/>
    <w:rsid w:val="00CD7BDD"/>
    <w:rsid w:val="00CD7DB3"/>
    <w:rsid w:val="00CE0F06"/>
    <w:rsid w:val="00CE10D3"/>
    <w:rsid w:val="00CE1231"/>
    <w:rsid w:val="00CE1456"/>
    <w:rsid w:val="00CE14D2"/>
    <w:rsid w:val="00CE1953"/>
    <w:rsid w:val="00CE199A"/>
    <w:rsid w:val="00CE1E18"/>
    <w:rsid w:val="00CE1F38"/>
    <w:rsid w:val="00CE222F"/>
    <w:rsid w:val="00CE2337"/>
    <w:rsid w:val="00CE24D7"/>
    <w:rsid w:val="00CE2B07"/>
    <w:rsid w:val="00CE2B48"/>
    <w:rsid w:val="00CE2D4E"/>
    <w:rsid w:val="00CE368B"/>
    <w:rsid w:val="00CE37B4"/>
    <w:rsid w:val="00CE3A8E"/>
    <w:rsid w:val="00CE3AFE"/>
    <w:rsid w:val="00CE3B3D"/>
    <w:rsid w:val="00CE3C35"/>
    <w:rsid w:val="00CE3EFC"/>
    <w:rsid w:val="00CE481D"/>
    <w:rsid w:val="00CE4A1A"/>
    <w:rsid w:val="00CE4D30"/>
    <w:rsid w:val="00CE4DF4"/>
    <w:rsid w:val="00CE4FD2"/>
    <w:rsid w:val="00CE5B70"/>
    <w:rsid w:val="00CE5C39"/>
    <w:rsid w:val="00CE64BB"/>
    <w:rsid w:val="00CE65A5"/>
    <w:rsid w:val="00CE660E"/>
    <w:rsid w:val="00CE691A"/>
    <w:rsid w:val="00CE70B0"/>
    <w:rsid w:val="00CE71BF"/>
    <w:rsid w:val="00CE79A3"/>
    <w:rsid w:val="00CE79A6"/>
    <w:rsid w:val="00CE7AC0"/>
    <w:rsid w:val="00CE7CC3"/>
    <w:rsid w:val="00CF01B3"/>
    <w:rsid w:val="00CF031C"/>
    <w:rsid w:val="00CF0453"/>
    <w:rsid w:val="00CF07E9"/>
    <w:rsid w:val="00CF0889"/>
    <w:rsid w:val="00CF0BF9"/>
    <w:rsid w:val="00CF0C13"/>
    <w:rsid w:val="00CF0CD1"/>
    <w:rsid w:val="00CF0D96"/>
    <w:rsid w:val="00CF0E91"/>
    <w:rsid w:val="00CF114F"/>
    <w:rsid w:val="00CF1AB7"/>
    <w:rsid w:val="00CF1D88"/>
    <w:rsid w:val="00CF1EFC"/>
    <w:rsid w:val="00CF1F47"/>
    <w:rsid w:val="00CF1FE0"/>
    <w:rsid w:val="00CF244C"/>
    <w:rsid w:val="00CF27C9"/>
    <w:rsid w:val="00CF2B8D"/>
    <w:rsid w:val="00CF2CAE"/>
    <w:rsid w:val="00CF2F75"/>
    <w:rsid w:val="00CF3215"/>
    <w:rsid w:val="00CF3601"/>
    <w:rsid w:val="00CF391A"/>
    <w:rsid w:val="00CF3935"/>
    <w:rsid w:val="00CF39BE"/>
    <w:rsid w:val="00CF4596"/>
    <w:rsid w:val="00CF4657"/>
    <w:rsid w:val="00CF48AA"/>
    <w:rsid w:val="00CF48C9"/>
    <w:rsid w:val="00CF495E"/>
    <w:rsid w:val="00CF4AE6"/>
    <w:rsid w:val="00CF4C18"/>
    <w:rsid w:val="00CF5259"/>
    <w:rsid w:val="00CF5612"/>
    <w:rsid w:val="00CF6055"/>
    <w:rsid w:val="00CF60C4"/>
    <w:rsid w:val="00CF612D"/>
    <w:rsid w:val="00CF632C"/>
    <w:rsid w:val="00CF6421"/>
    <w:rsid w:val="00CF6707"/>
    <w:rsid w:val="00CF69F6"/>
    <w:rsid w:val="00CF6A9C"/>
    <w:rsid w:val="00CF6AAC"/>
    <w:rsid w:val="00CF6C94"/>
    <w:rsid w:val="00CF6FA3"/>
    <w:rsid w:val="00CF7339"/>
    <w:rsid w:val="00CF760C"/>
    <w:rsid w:val="00CF7798"/>
    <w:rsid w:val="00CF7B39"/>
    <w:rsid w:val="00CF7BD9"/>
    <w:rsid w:val="00CF7D8A"/>
    <w:rsid w:val="00CF7F59"/>
    <w:rsid w:val="00D001A7"/>
    <w:rsid w:val="00D001D0"/>
    <w:rsid w:val="00D004D9"/>
    <w:rsid w:val="00D00566"/>
    <w:rsid w:val="00D0060C"/>
    <w:rsid w:val="00D009C5"/>
    <w:rsid w:val="00D00A35"/>
    <w:rsid w:val="00D00A63"/>
    <w:rsid w:val="00D00EDA"/>
    <w:rsid w:val="00D012F1"/>
    <w:rsid w:val="00D014EB"/>
    <w:rsid w:val="00D017E4"/>
    <w:rsid w:val="00D01819"/>
    <w:rsid w:val="00D01B94"/>
    <w:rsid w:val="00D01E95"/>
    <w:rsid w:val="00D0227F"/>
    <w:rsid w:val="00D0242A"/>
    <w:rsid w:val="00D024B8"/>
    <w:rsid w:val="00D028C9"/>
    <w:rsid w:val="00D02F3F"/>
    <w:rsid w:val="00D03196"/>
    <w:rsid w:val="00D0325E"/>
    <w:rsid w:val="00D033F9"/>
    <w:rsid w:val="00D0370B"/>
    <w:rsid w:val="00D0377A"/>
    <w:rsid w:val="00D03842"/>
    <w:rsid w:val="00D03898"/>
    <w:rsid w:val="00D03E96"/>
    <w:rsid w:val="00D0416D"/>
    <w:rsid w:val="00D04290"/>
    <w:rsid w:val="00D04A51"/>
    <w:rsid w:val="00D04ECE"/>
    <w:rsid w:val="00D05028"/>
    <w:rsid w:val="00D05223"/>
    <w:rsid w:val="00D0529A"/>
    <w:rsid w:val="00D05D87"/>
    <w:rsid w:val="00D05EC2"/>
    <w:rsid w:val="00D05F40"/>
    <w:rsid w:val="00D0606C"/>
    <w:rsid w:val="00D06207"/>
    <w:rsid w:val="00D062C7"/>
    <w:rsid w:val="00D062C8"/>
    <w:rsid w:val="00D06431"/>
    <w:rsid w:val="00D068B1"/>
    <w:rsid w:val="00D06950"/>
    <w:rsid w:val="00D06D01"/>
    <w:rsid w:val="00D06D2D"/>
    <w:rsid w:val="00D06FFB"/>
    <w:rsid w:val="00D0722A"/>
    <w:rsid w:val="00D07C56"/>
    <w:rsid w:val="00D07F02"/>
    <w:rsid w:val="00D100DE"/>
    <w:rsid w:val="00D102A2"/>
    <w:rsid w:val="00D106A3"/>
    <w:rsid w:val="00D10732"/>
    <w:rsid w:val="00D10D49"/>
    <w:rsid w:val="00D10F5C"/>
    <w:rsid w:val="00D114ED"/>
    <w:rsid w:val="00D1170E"/>
    <w:rsid w:val="00D11A5C"/>
    <w:rsid w:val="00D11B19"/>
    <w:rsid w:val="00D11EE2"/>
    <w:rsid w:val="00D12484"/>
    <w:rsid w:val="00D1253A"/>
    <w:rsid w:val="00D125CC"/>
    <w:rsid w:val="00D126FF"/>
    <w:rsid w:val="00D1314C"/>
    <w:rsid w:val="00D13354"/>
    <w:rsid w:val="00D1350B"/>
    <w:rsid w:val="00D138A9"/>
    <w:rsid w:val="00D139CA"/>
    <w:rsid w:val="00D13AAA"/>
    <w:rsid w:val="00D13B25"/>
    <w:rsid w:val="00D13CAF"/>
    <w:rsid w:val="00D13DF3"/>
    <w:rsid w:val="00D13F61"/>
    <w:rsid w:val="00D14114"/>
    <w:rsid w:val="00D141DF"/>
    <w:rsid w:val="00D14324"/>
    <w:rsid w:val="00D146BB"/>
    <w:rsid w:val="00D14784"/>
    <w:rsid w:val="00D147E3"/>
    <w:rsid w:val="00D14E55"/>
    <w:rsid w:val="00D1555C"/>
    <w:rsid w:val="00D158D6"/>
    <w:rsid w:val="00D1594F"/>
    <w:rsid w:val="00D15B6B"/>
    <w:rsid w:val="00D15C03"/>
    <w:rsid w:val="00D15CE7"/>
    <w:rsid w:val="00D15D2B"/>
    <w:rsid w:val="00D15E1D"/>
    <w:rsid w:val="00D1635F"/>
    <w:rsid w:val="00D16458"/>
    <w:rsid w:val="00D16E9C"/>
    <w:rsid w:val="00D16F38"/>
    <w:rsid w:val="00D171D0"/>
    <w:rsid w:val="00D17A93"/>
    <w:rsid w:val="00D17C37"/>
    <w:rsid w:val="00D17C7D"/>
    <w:rsid w:val="00D17E46"/>
    <w:rsid w:val="00D2078F"/>
    <w:rsid w:val="00D20B7E"/>
    <w:rsid w:val="00D20D5C"/>
    <w:rsid w:val="00D20E1B"/>
    <w:rsid w:val="00D212F1"/>
    <w:rsid w:val="00D21423"/>
    <w:rsid w:val="00D214D4"/>
    <w:rsid w:val="00D21E0D"/>
    <w:rsid w:val="00D2223F"/>
    <w:rsid w:val="00D22417"/>
    <w:rsid w:val="00D22D1E"/>
    <w:rsid w:val="00D22DE4"/>
    <w:rsid w:val="00D23376"/>
    <w:rsid w:val="00D237FC"/>
    <w:rsid w:val="00D23B8C"/>
    <w:rsid w:val="00D23D48"/>
    <w:rsid w:val="00D24256"/>
    <w:rsid w:val="00D242B3"/>
    <w:rsid w:val="00D246D3"/>
    <w:rsid w:val="00D2475D"/>
    <w:rsid w:val="00D24A53"/>
    <w:rsid w:val="00D24B14"/>
    <w:rsid w:val="00D24BF3"/>
    <w:rsid w:val="00D24F44"/>
    <w:rsid w:val="00D250ED"/>
    <w:rsid w:val="00D25AB4"/>
    <w:rsid w:val="00D25C4F"/>
    <w:rsid w:val="00D25CDB"/>
    <w:rsid w:val="00D264FB"/>
    <w:rsid w:val="00D265CB"/>
    <w:rsid w:val="00D267D0"/>
    <w:rsid w:val="00D26E67"/>
    <w:rsid w:val="00D276B8"/>
    <w:rsid w:val="00D27760"/>
    <w:rsid w:val="00D27A35"/>
    <w:rsid w:val="00D27A57"/>
    <w:rsid w:val="00D304B4"/>
    <w:rsid w:val="00D304F3"/>
    <w:rsid w:val="00D30909"/>
    <w:rsid w:val="00D30B62"/>
    <w:rsid w:val="00D30BE0"/>
    <w:rsid w:val="00D30F6F"/>
    <w:rsid w:val="00D31314"/>
    <w:rsid w:val="00D3161D"/>
    <w:rsid w:val="00D31A8D"/>
    <w:rsid w:val="00D31B28"/>
    <w:rsid w:val="00D31C14"/>
    <w:rsid w:val="00D31E05"/>
    <w:rsid w:val="00D325E6"/>
    <w:rsid w:val="00D32668"/>
    <w:rsid w:val="00D33197"/>
    <w:rsid w:val="00D33240"/>
    <w:rsid w:val="00D33735"/>
    <w:rsid w:val="00D33751"/>
    <w:rsid w:val="00D338A1"/>
    <w:rsid w:val="00D3397A"/>
    <w:rsid w:val="00D3398A"/>
    <w:rsid w:val="00D33D03"/>
    <w:rsid w:val="00D33E21"/>
    <w:rsid w:val="00D34446"/>
    <w:rsid w:val="00D348AB"/>
    <w:rsid w:val="00D34A5C"/>
    <w:rsid w:val="00D34B7F"/>
    <w:rsid w:val="00D34C32"/>
    <w:rsid w:val="00D34C3E"/>
    <w:rsid w:val="00D34E5E"/>
    <w:rsid w:val="00D350D7"/>
    <w:rsid w:val="00D35279"/>
    <w:rsid w:val="00D353E8"/>
    <w:rsid w:val="00D355D5"/>
    <w:rsid w:val="00D3568A"/>
    <w:rsid w:val="00D358F1"/>
    <w:rsid w:val="00D35B68"/>
    <w:rsid w:val="00D35E57"/>
    <w:rsid w:val="00D35EA8"/>
    <w:rsid w:val="00D3626E"/>
    <w:rsid w:val="00D36583"/>
    <w:rsid w:val="00D37253"/>
    <w:rsid w:val="00D37611"/>
    <w:rsid w:val="00D37752"/>
    <w:rsid w:val="00D37C08"/>
    <w:rsid w:val="00D37D21"/>
    <w:rsid w:val="00D37FAC"/>
    <w:rsid w:val="00D4005C"/>
    <w:rsid w:val="00D40415"/>
    <w:rsid w:val="00D4056B"/>
    <w:rsid w:val="00D405AD"/>
    <w:rsid w:val="00D40858"/>
    <w:rsid w:val="00D4099D"/>
    <w:rsid w:val="00D40CF9"/>
    <w:rsid w:val="00D40D33"/>
    <w:rsid w:val="00D40ED0"/>
    <w:rsid w:val="00D40FD1"/>
    <w:rsid w:val="00D411BC"/>
    <w:rsid w:val="00D4121F"/>
    <w:rsid w:val="00D412ED"/>
    <w:rsid w:val="00D417E3"/>
    <w:rsid w:val="00D41A3D"/>
    <w:rsid w:val="00D41ADE"/>
    <w:rsid w:val="00D41D5F"/>
    <w:rsid w:val="00D41E91"/>
    <w:rsid w:val="00D42262"/>
    <w:rsid w:val="00D42AA9"/>
    <w:rsid w:val="00D42B8F"/>
    <w:rsid w:val="00D43538"/>
    <w:rsid w:val="00D4358F"/>
    <w:rsid w:val="00D43B07"/>
    <w:rsid w:val="00D43B53"/>
    <w:rsid w:val="00D43D09"/>
    <w:rsid w:val="00D44128"/>
    <w:rsid w:val="00D442CB"/>
    <w:rsid w:val="00D44472"/>
    <w:rsid w:val="00D44736"/>
    <w:rsid w:val="00D449B8"/>
    <w:rsid w:val="00D44C15"/>
    <w:rsid w:val="00D44E55"/>
    <w:rsid w:val="00D44F24"/>
    <w:rsid w:val="00D451C8"/>
    <w:rsid w:val="00D451E4"/>
    <w:rsid w:val="00D45662"/>
    <w:rsid w:val="00D458E6"/>
    <w:rsid w:val="00D45915"/>
    <w:rsid w:val="00D45D0D"/>
    <w:rsid w:val="00D46017"/>
    <w:rsid w:val="00D46067"/>
    <w:rsid w:val="00D4619B"/>
    <w:rsid w:val="00D46341"/>
    <w:rsid w:val="00D467D1"/>
    <w:rsid w:val="00D46878"/>
    <w:rsid w:val="00D468B4"/>
    <w:rsid w:val="00D46A24"/>
    <w:rsid w:val="00D46DC8"/>
    <w:rsid w:val="00D470BC"/>
    <w:rsid w:val="00D470E6"/>
    <w:rsid w:val="00D47308"/>
    <w:rsid w:val="00D4791C"/>
    <w:rsid w:val="00D47C07"/>
    <w:rsid w:val="00D47C6D"/>
    <w:rsid w:val="00D47CC3"/>
    <w:rsid w:val="00D47CFB"/>
    <w:rsid w:val="00D50A6D"/>
    <w:rsid w:val="00D50D20"/>
    <w:rsid w:val="00D50D2E"/>
    <w:rsid w:val="00D510EB"/>
    <w:rsid w:val="00D5114C"/>
    <w:rsid w:val="00D514BB"/>
    <w:rsid w:val="00D514C0"/>
    <w:rsid w:val="00D516B3"/>
    <w:rsid w:val="00D51CEB"/>
    <w:rsid w:val="00D51DA8"/>
    <w:rsid w:val="00D51EBD"/>
    <w:rsid w:val="00D525E8"/>
    <w:rsid w:val="00D52BF9"/>
    <w:rsid w:val="00D52C45"/>
    <w:rsid w:val="00D52C5B"/>
    <w:rsid w:val="00D52DB2"/>
    <w:rsid w:val="00D52EFE"/>
    <w:rsid w:val="00D53105"/>
    <w:rsid w:val="00D53982"/>
    <w:rsid w:val="00D53DE4"/>
    <w:rsid w:val="00D542AF"/>
    <w:rsid w:val="00D54378"/>
    <w:rsid w:val="00D54424"/>
    <w:rsid w:val="00D5448E"/>
    <w:rsid w:val="00D54A13"/>
    <w:rsid w:val="00D54B21"/>
    <w:rsid w:val="00D54B78"/>
    <w:rsid w:val="00D54C99"/>
    <w:rsid w:val="00D54D60"/>
    <w:rsid w:val="00D5540C"/>
    <w:rsid w:val="00D55615"/>
    <w:rsid w:val="00D55620"/>
    <w:rsid w:val="00D55992"/>
    <w:rsid w:val="00D55F0A"/>
    <w:rsid w:val="00D56479"/>
    <w:rsid w:val="00D565F9"/>
    <w:rsid w:val="00D567F7"/>
    <w:rsid w:val="00D568EB"/>
    <w:rsid w:val="00D56A2B"/>
    <w:rsid w:val="00D56B99"/>
    <w:rsid w:val="00D56E15"/>
    <w:rsid w:val="00D5711E"/>
    <w:rsid w:val="00D57214"/>
    <w:rsid w:val="00D57357"/>
    <w:rsid w:val="00D57A3C"/>
    <w:rsid w:val="00D57A59"/>
    <w:rsid w:val="00D57B1E"/>
    <w:rsid w:val="00D57DF3"/>
    <w:rsid w:val="00D603AD"/>
    <w:rsid w:val="00D6050B"/>
    <w:rsid w:val="00D61225"/>
    <w:rsid w:val="00D613FA"/>
    <w:rsid w:val="00D61685"/>
    <w:rsid w:val="00D618ED"/>
    <w:rsid w:val="00D61C66"/>
    <w:rsid w:val="00D622CF"/>
    <w:rsid w:val="00D623D5"/>
    <w:rsid w:val="00D623FD"/>
    <w:rsid w:val="00D62893"/>
    <w:rsid w:val="00D633E2"/>
    <w:rsid w:val="00D6358F"/>
    <w:rsid w:val="00D63A0A"/>
    <w:rsid w:val="00D63AB9"/>
    <w:rsid w:val="00D63D22"/>
    <w:rsid w:val="00D6448F"/>
    <w:rsid w:val="00D645F1"/>
    <w:rsid w:val="00D64844"/>
    <w:rsid w:val="00D64ACD"/>
    <w:rsid w:val="00D64FC4"/>
    <w:rsid w:val="00D652A8"/>
    <w:rsid w:val="00D65537"/>
    <w:rsid w:val="00D65642"/>
    <w:rsid w:val="00D658BE"/>
    <w:rsid w:val="00D65937"/>
    <w:rsid w:val="00D65950"/>
    <w:rsid w:val="00D65A59"/>
    <w:rsid w:val="00D65B2E"/>
    <w:rsid w:val="00D65F28"/>
    <w:rsid w:val="00D66363"/>
    <w:rsid w:val="00D6681C"/>
    <w:rsid w:val="00D6681F"/>
    <w:rsid w:val="00D66E64"/>
    <w:rsid w:val="00D66EF3"/>
    <w:rsid w:val="00D6702D"/>
    <w:rsid w:val="00D671B0"/>
    <w:rsid w:val="00D673A9"/>
    <w:rsid w:val="00D673AC"/>
    <w:rsid w:val="00D675FB"/>
    <w:rsid w:val="00D67696"/>
    <w:rsid w:val="00D67B2A"/>
    <w:rsid w:val="00D7048D"/>
    <w:rsid w:val="00D70544"/>
    <w:rsid w:val="00D70782"/>
    <w:rsid w:val="00D70BF3"/>
    <w:rsid w:val="00D70F1D"/>
    <w:rsid w:val="00D710AB"/>
    <w:rsid w:val="00D710DF"/>
    <w:rsid w:val="00D71473"/>
    <w:rsid w:val="00D71549"/>
    <w:rsid w:val="00D71D2F"/>
    <w:rsid w:val="00D71D4B"/>
    <w:rsid w:val="00D71D95"/>
    <w:rsid w:val="00D71ED2"/>
    <w:rsid w:val="00D71EF7"/>
    <w:rsid w:val="00D726CD"/>
    <w:rsid w:val="00D727C0"/>
    <w:rsid w:val="00D7287C"/>
    <w:rsid w:val="00D728AF"/>
    <w:rsid w:val="00D729F2"/>
    <w:rsid w:val="00D72C2F"/>
    <w:rsid w:val="00D72C94"/>
    <w:rsid w:val="00D73BB2"/>
    <w:rsid w:val="00D73F40"/>
    <w:rsid w:val="00D7449B"/>
    <w:rsid w:val="00D7456B"/>
    <w:rsid w:val="00D745DF"/>
    <w:rsid w:val="00D7485B"/>
    <w:rsid w:val="00D74967"/>
    <w:rsid w:val="00D749D8"/>
    <w:rsid w:val="00D74A26"/>
    <w:rsid w:val="00D74FF9"/>
    <w:rsid w:val="00D752BB"/>
    <w:rsid w:val="00D754BE"/>
    <w:rsid w:val="00D75C80"/>
    <w:rsid w:val="00D75E3A"/>
    <w:rsid w:val="00D761BF"/>
    <w:rsid w:val="00D762BF"/>
    <w:rsid w:val="00D763AF"/>
    <w:rsid w:val="00D76B1C"/>
    <w:rsid w:val="00D76EC5"/>
    <w:rsid w:val="00D76F37"/>
    <w:rsid w:val="00D76F73"/>
    <w:rsid w:val="00D77033"/>
    <w:rsid w:val="00D770BA"/>
    <w:rsid w:val="00D770C1"/>
    <w:rsid w:val="00D77261"/>
    <w:rsid w:val="00D772BE"/>
    <w:rsid w:val="00D773C2"/>
    <w:rsid w:val="00D778C5"/>
    <w:rsid w:val="00D77C10"/>
    <w:rsid w:val="00D77C23"/>
    <w:rsid w:val="00D80437"/>
    <w:rsid w:val="00D8047E"/>
    <w:rsid w:val="00D80A4E"/>
    <w:rsid w:val="00D80F88"/>
    <w:rsid w:val="00D8112C"/>
    <w:rsid w:val="00D8124F"/>
    <w:rsid w:val="00D813CE"/>
    <w:rsid w:val="00D817A7"/>
    <w:rsid w:val="00D81813"/>
    <w:rsid w:val="00D81ACC"/>
    <w:rsid w:val="00D81C98"/>
    <w:rsid w:val="00D82008"/>
    <w:rsid w:val="00D82408"/>
    <w:rsid w:val="00D82419"/>
    <w:rsid w:val="00D8250E"/>
    <w:rsid w:val="00D8269E"/>
    <w:rsid w:val="00D826B2"/>
    <w:rsid w:val="00D8277E"/>
    <w:rsid w:val="00D827D6"/>
    <w:rsid w:val="00D82803"/>
    <w:rsid w:val="00D82B4B"/>
    <w:rsid w:val="00D82E5F"/>
    <w:rsid w:val="00D82F98"/>
    <w:rsid w:val="00D83400"/>
    <w:rsid w:val="00D83522"/>
    <w:rsid w:val="00D83949"/>
    <w:rsid w:val="00D84CEC"/>
    <w:rsid w:val="00D8504C"/>
    <w:rsid w:val="00D85204"/>
    <w:rsid w:val="00D8586F"/>
    <w:rsid w:val="00D8588E"/>
    <w:rsid w:val="00D85B3C"/>
    <w:rsid w:val="00D85CB3"/>
    <w:rsid w:val="00D85CFB"/>
    <w:rsid w:val="00D85E27"/>
    <w:rsid w:val="00D86096"/>
    <w:rsid w:val="00D86120"/>
    <w:rsid w:val="00D8669B"/>
    <w:rsid w:val="00D86CEC"/>
    <w:rsid w:val="00D8734D"/>
    <w:rsid w:val="00D87616"/>
    <w:rsid w:val="00D87690"/>
    <w:rsid w:val="00D876AE"/>
    <w:rsid w:val="00D87B01"/>
    <w:rsid w:val="00D87C2F"/>
    <w:rsid w:val="00D90170"/>
    <w:rsid w:val="00D901D5"/>
    <w:rsid w:val="00D908B3"/>
    <w:rsid w:val="00D908E4"/>
    <w:rsid w:val="00D90C92"/>
    <w:rsid w:val="00D9135E"/>
    <w:rsid w:val="00D916CF"/>
    <w:rsid w:val="00D91BAA"/>
    <w:rsid w:val="00D91CAA"/>
    <w:rsid w:val="00D92303"/>
    <w:rsid w:val="00D92602"/>
    <w:rsid w:val="00D92946"/>
    <w:rsid w:val="00D9295A"/>
    <w:rsid w:val="00D92B7E"/>
    <w:rsid w:val="00D92ECE"/>
    <w:rsid w:val="00D92F8E"/>
    <w:rsid w:val="00D934FF"/>
    <w:rsid w:val="00D9395D"/>
    <w:rsid w:val="00D93CCE"/>
    <w:rsid w:val="00D93DD5"/>
    <w:rsid w:val="00D93DEB"/>
    <w:rsid w:val="00D9416A"/>
    <w:rsid w:val="00D9425D"/>
    <w:rsid w:val="00D94517"/>
    <w:rsid w:val="00D94613"/>
    <w:rsid w:val="00D95524"/>
    <w:rsid w:val="00D95A41"/>
    <w:rsid w:val="00D95A85"/>
    <w:rsid w:val="00D96016"/>
    <w:rsid w:val="00D9612D"/>
    <w:rsid w:val="00D961C7"/>
    <w:rsid w:val="00D96A4A"/>
    <w:rsid w:val="00D96DDD"/>
    <w:rsid w:val="00D96E61"/>
    <w:rsid w:val="00D9717A"/>
    <w:rsid w:val="00D97504"/>
    <w:rsid w:val="00D97C94"/>
    <w:rsid w:val="00D97FE7"/>
    <w:rsid w:val="00DA0333"/>
    <w:rsid w:val="00DA0373"/>
    <w:rsid w:val="00DA040E"/>
    <w:rsid w:val="00DA0705"/>
    <w:rsid w:val="00DA074C"/>
    <w:rsid w:val="00DA0AD0"/>
    <w:rsid w:val="00DA0E39"/>
    <w:rsid w:val="00DA0EF1"/>
    <w:rsid w:val="00DA0F11"/>
    <w:rsid w:val="00DA13F5"/>
    <w:rsid w:val="00DA170F"/>
    <w:rsid w:val="00DA2083"/>
    <w:rsid w:val="00DA22F8"/>
    <w:rsid w:val="00DA2605"/>
    <w:rsid w:val="00DA27BC"/>
    <w:rsid w:val="00DA2A42"/>
    <w:rsid w:val="00DA3327"/>
    <w:rsid w:val="00DA3609"/>
    <w:rsid w:val="00DA36FA"/>
    <w:rsid w:val="00DA3795"/>
    <w:rsid w:val="00DA37B9"/>
    <w:rsid w:val="00DA3ED7"/>
    <w:rsid w:val="00DA413D"/>
    <w:rsid w:val="00DA4C05"/>
    <w:rsid w:val="00DA4C40"/>
    <w:rsid w:val="00DA50DB"/>
    <w:rsid w:val="00DA5444"/>
    <w:rsid w:val="00DA567B"/>
    <w:rsid w:val="00DA618A"/>
    <w:rsid w:val="00DA6235"/>
    <w:rsid w:val="00DA62B1"/>
    <w:rsid w:val="00DA643C"/>
    <w:rsid w:val="00DA687F"/>
    <w:rsid w:val="00DA6BF3"/>
    <w:rsid w:val="00DA6CD0"/>
    <w:rsid w:val="00DA6DD3"/>
    <w:rsid w:val="00DA6DEF"/>
    <w:rsid w:val="00DA6DFA"/>
    <w:rsid w:val="00DA6F67"/>
    <w:rsid w:val="00DA72AF"/>
    <w:rsid w:val="00DA78C5"/>
    <w:rsid w:val="00DA7B44"/>
    <w:rsid w:val="00DA7C01"/>
    <w:rsid w:val="00DA7CE2"/>
    <w:rsid w:val="00DA7F07"/>
    <w:rsid w:val="00DB01C4"/>
    <w:rsid w:val="00DB0259"/>
    <w:rsid w:val="00DB029B"/>
    <w:rsid w:val="00DB034D"/>
    <w:rsid w:val="00DB047A"/>
    <w:rsid w:val="00DB0578"/>
    <w:rsid w:val="00DB06E6"/>
    <w:rsid w:val="00DB07FF"/>
    <w:rsid w:val="00DB0867"/>
    <w:rsid w:val="00DB0C16"/>
    <w:rsid w:val="00DB0F2E"/>
    <w:rsid w:val="00DB0F5F"/>
    <w:rsid w:val="00DB16C7"/>
    <w:rsid w:val="00DB1E2C"/>
    <w:rsid w:val="00DB224B"/>
    <w:rsid w:val="00DB2934"/>
    <w:rsid w:val="00DB2BC8"/>
    <w:rsid w:val="00DB2CD4"/>
    <w:rsid w:val="00DB2D2C"/>
    <w:rsid w:val="00DB2FA0"/>
    <w:rsid w:val="00DB30B0"/>
    <w:rsid w:val="00DB3176"/>
    <w:rsid w:val="00DB320E"/>
    <w:rsid w:val="00DB3496"/>
    <w:rsid w:val="00DB354F"/>
    <w:rsid w:val="00DB3BA4"/>
    <w:rsid w:val="00DB3D89"/>
    <w:rsid w:val="00DB412B"/>
    <w:rsid w:val="00DB4B59"/>
    <w:rsid w:val="00DB4B77"/>
    <w:rsid w:val="00DB4B89"/>
    <w:rsid w:val="00DB4C3D"/>
    <w:rsid w:val="00DB4E7D"/>
    <w:rsid w:val="00DB5456"/>
    <w:rsid w:val="00DB59CB"/>
    <w:rsid w:val="00DB59F4"/>
    <w:rsid w:val="00DB622C"/>
    <w:rsid w:val="00DB66DF"/>
    <w:rsid w:val="00DB6DEA"/>
    <w:rsid w:val="00DB72D4"/>
    <w:rsid w:val="00DB74EE"/>
    <w:rsid w:val="00DB7A7D"/>
    <w:rsid w:val="00DB7ADE"/>
    <w:rsid w:val="00DC0475"/>
    <w:rsid w:val="00DC06E1"/>
    <w:rsid w:val="00DC084E"/>
    <w:rsid w:val="00DC0A09"/>
    <w:rsid w:val="00DC0A55"/>
    <w:rsid w:val="00DC0C0A"/>
    <w:rsid w:val="00DC0E5F"/>
    <w:rsid w:val="00DC0F46"/>
    <w:rsid w:val="00DC1470"/>
    <w:rsid w:val="00DC1617"/>
    <w:rsid w:val="00DC1945"/>
    <w:rsid w:val="00DC203F"/>
    <w:rsid w:val="00DC22EE"/>
    <w:rsid w:val="00DC249A"/>
    <w:rsid w:val="00DC2584"/>
    <w:rsid w:val="00DC2991"/>
    <w:rsid w:val="00DC299A"/>
    <w:rsid w:val="00DC2DB6"/>
    <w:rsid w:val="00DC33B9"/>
    <w:rsid w:val="00DC33E3"/>
    <w:rsid w:val="00DC34C6"/>
    <w:rsid w:val="00DC3665"/>
    <w:rsid w:val="00DC388A"/>
    <w:rsid w:val="00DC3A0E"/>
    <w:rsid w:val="00DC3CDF"/>
    <w:rsid w:val="00DC3D02"/>
    <w:rsid w:val="00DC4038"/>
    <w:rsid w:val="00DC4052"/>
    <w:rsid w:val="00DC4224"/>
    <w:rsid w:val="00DC4226"/>
    <w:rsid w:val="00DC4780"/>
    <w:rsid w:val="00DC48AE"/>
    <w:rsid w:val="00DC4A60"/>
    <w:rsid w:val="00DC57CE"/>
    <w:rsid w:val="00DC5830"/>
    <w:rsid w:val="00DC5A7B"/>
    <w:rsid w:val="00DC5AA2"/>
    <w:rsid w:val="00DC5FFA"/>
    <w:rsid w:val="00DC6017"/>
    <w:rsid w:val="00DC6341"/>
    <w:rsid w:val="00DC6502"/>
    <w:rsid w:val="00DC650B"/>
    <w:rsid w:val="00DC670A"/>
    <w:rsid w:val="00DC6853"/>
    <w:rsid w:val="00DC68F9"/>
    <w:rsid w:val="00DC6B58"/>
    <w:rsid w:val="00DC6D40"/>
    <w:rsid w:val="00DC6DFF"/>
    <w:rsid w:val="00DC6E03"/>
    <w:rsid w:val="00DC73FA"/>
    <w:rsid w:val="00DC76FD"/>
    <w:rsid w:val="00DC79DC"/>
    <w:rsid w:val="00DC7FA5"/>
    <w:rsid w:val="00DD033F"/>
    <w:rsid w:val="00DD05F6"/>
    <w:rsid w:val="00DD06A6"/>
    <w:rsid w:val="00DD0AB9"/>
    <w:rsid w:val="00DD0B1E"/>
    <w:rsid w:val="00DD0BBA"/>
    <w:rsid w:val="00DD1347"/>
    <w:rsid w:val="00DD1754"/>
    <w:rsid w:val="00DD1851"/>
    <w:rsid w:val="00DD1859"/>
    <w:rsid w:val="00DD1BCC"/>
    <w:rsid w:val="00DD226C"/>
    <w:rsid w:val="00DD2D6F"/>
    <w:rsid w:val="00DD3052"/>
    <w:rsid w:val="00DD31FD"/>
    <w:rsid w:val="00DD330C"/>
    <w:rsid w:val="00DD37D1"/>
    <w:rsid w:val="00DD40E1"/>
    <w:rsid w:val="00DD4144"/>
    <w:rsid w:val="00DD46D7"/>
    <w:rsid w:val="00DD4BB2"/>
    <w:rsid w:val="00DD5369"/>
    <w:rsid w:val="00DD54E1"/>
    <w:rsid w:val="00DD5931"/>
    <w:rsid w:val="00DD5BCF"/>
    <w:rsid w:val="00DD5CEC"/>
    <w:rsid w:val="00DD5DFB"/>
    <w:rsid w:val="00DD6022"/>
    <w:rsid w:val="00DD6041"/>
    <w:rsid w:val="00DD64D5"/>
    <w:rsid w:val="00DD6A11"/>
    <w:rsid w:val="00DD7E42"/>
    <w:rsid w:val="00DD7E9E"/>
    <w:rsid w:val="00DE083F"/>
    <w:rsid w:val="00DE0A3B"/>
    <w:rsid w:val="00DE0A6B"/>
    <w:rsid w:val="00DE0C74"/>
    <w:rsid w:val="00DE0D68"/>
    <w:rsid w:val="00DE1367"/>
    <w:rsid w:val="00DE14EF"/>
    <w:rsid w:val="00DE1682"/>
    <w:rsid w:val="00DE18A7"/>
    <w:rsid w:val="00DE1C09"/>
    <w:rsid w:val="00DE1CA5"/>
    <w:rsid w:val="00DE1D20"/>
    <w:rsid w:val="00DE21E1"/>
    <w:rsid w:val="00DE25C5"/>
    <w:rsid w:val="00DE25F7"/>
    <w:rsid w:val="00DE2868"/>
    <w:rsid w:val="00DE2907"/>
    <w:rsid w:val="00DE2A19"/>
    <w:rsid w:val="00DE2AF5"/>
    <w:rsid w:val="00DE2B01"/>
    <w:rsid w:val="00DE2B7D"/>
    <w:rsid w:val="00DE2C3F"/>
    <w:rsid w:val="00DE2DC0"/>
    <w:rsid w:val="00DE2F2B"/>
    <w:rsid w:val="00DE2FA4"/>
    <w:rsid w:val="00DE3211"/>
    <w:rsid w:val="00DE35A9"/>
    <w:rsid w:val="00DE3716"/>
    <w:rsid w:val="00DE39D3"/>
    <w:rsid w:val="00DE420E"/>
    <w:rsid w:val="00DE4229"/>
    <w:rsid w:val="00DE49E6"/>
    <w:rsid w:val="00DE4D07"/>
    <w:rsid w:val="00DE4F6C"/>
    <w:rsid w:val="00DE5083"/>
    <w:rsid w:val="00DE52D0"/>
    <w:rsid w:val="00DE5C23"/>
    <w:rsid w:val="00DE63B5"/>
    <w:rsid w:val="00DE67AB"/>
    <w:rsid w:val="00DE67B5"/>
    <w:rsid w:val="00DE6896"/>
    <w:rsid w:val="00DE69D3"/>
    <w:rsid w:val="00DE6C6F"/>
    <w:rsid w:val="00DE6D57"/>
    <w:rsid w:val="00DE7500"/>
    <w:rsid w:val="00DE75C1"/>
    <w:rsid w:val="00DE76A1"/>
    <w:rsid w:val="00DE7888"/>
    <w:rsid w:val="00DE792B"/>
    <w:rsid w:val="00DE7A09"/>
    <w:rsid w:val="00DE7B08"/>
    <w:rsid w:val="00DE7DBB"/>
    <w:rsid w:val="00DF0219"/>
    <w:rsid w:val="00DF024C"/>
    <w:rsid w:val="00DF0274"/>
    <w:rsid w:val="00DF0A22"/>
    <w:rsid w:val="00DF0B1D"/>
    <w:rsid w:val="00DF0C6B"/>
    <w:rsid w:val="00DF0F9F"/>
    <w:rsid w:val="00DF0FDD"/>
    <w:rsid w:val="00DF1019"/>
    <w:rsid w:val="00DF1258"/>
    <w:rsid w:val="00DF1438"/>
    <w:rsid w:val="00DF159B"/>
    <w:rsid w:val="00DF165B"/>
    <w:rsid w:val="00DF1896"/>
    <w:rsid w:val="00DF1EE1"/>
    <w:rsid w:val="00DF2576"/>
    <w:rsid w:val="00DF2718"/>
    <w:rsid w:val="00DF2E8E"/>
    <w:rsid w:val="00DF3113"/>
    <w:rsid w:val="00DF3706"/>
    <w:rsid w:val="00DF3726"/>
    <w:rsid w:val="00DF37BB"/>
    <w:rsid w:val="00DF381D"/>
    <w:rsid w:val="00DF3A77"/>
    <w:rsid w:val="00DF3C44"/>
    <w:rsid w:val="00DF3E36"/>
    <w:rsid w:val="00DF40E3"/>
    <w:rsid w:val="00DF430C"/>
    <w:rsid w:val="00DF4517"/>
    <w:rsid w:val="00DF4727"/>
    <w:rsid w:val="00DF4D0B"/>
    <w:rsid w:val="00DF4D78"/>
    <w:rsid w:val="00DF50D8"/>
    <w:rsid w:val="00DF53D6"/>
    <w:rsid w:val="00DF558C"/>
    <w:rsid w:val="00DF569E"/>
    <w:rsid w:val="00DF5B98"/>
    <w:rsid w:val="00DF5BF0"/>
    <w:rsid w:val="00DF5DAB"/>
    <w:rsid w:val="00DF6303"/>
    <w:rsid w:val="00DF630B"/>
    <w:rsid w:val="00DF63E3"/>
    <w:rsid w:val="00DF64BB"/>
    <w:rsid w:val="00DF6704"/>
    <w:rsid w:val="00DF68D3"/>
    <w:rsid w:val="00DF6B7E"/>
    <w:rsid w:val="00DF719B"/>
    <w:rsid w:val="00DF7502"/>
    <w:rsid w:val="00DF7855"/>
    <w:rsid w:val="00DF791C"/>
    <w:rsid w:val="00DF7D62"/>
    <w:rsid w:val="00DF7D78"/>
    <w:rsid w:val="00E00208"/>
    <w:rsid w:val="00E0062B"/>
    <w:rsid w:val="00E00968"/>
    <w:rsid w:val="00E00AC6"/>
    <w:rsid w:val="00E01325"/>
    <w:rsid w:val="00E013FF"/>
    <w:rsid w:val="00E01A37"/>
    <w:rsid w:val="00E01F21"/>
    <w:rsid w:val="00E01F53"/>
    <w:rsid w:val="00E01FA9"/>
    <w:rsid w:val="00E029F6"/>
    <w:rsid w:val="00E02A0F"/>
    <w:rsid w:val="00E02B36"/>
    <w:rsid w:val="00E02C9A"/>
    <w:rsid w:val="00E030B6"/>
    <w:rsid w:val="00E030FF"/>
    <w:rsid w:val="00E034AD"/>
    <w:rsid w:val="00E03596"/>
    <w:rsid w:val="00E035A5"/>
    <w:rsid w:val="00E03F4C"/>
    <w:rsid w:val="00E04ACE"/>
    <w:rsid w:val="00E04BA3"/>
    <w:rsid w:val="00E04C2F"/>
    <w:rsid w:val="00E04D90"/>
    <w:rsid w:val="00E04F23"/>
    <w:rsid w:val="00E0551E"/>
    <w:rsid w:val="00E05B91"/>
    <w:rsid w:val="00E05DBD"/>
    <w:rsid w:val="00E060CA"/>
    <w:rsid w:val="00E06338"/>
    <w:rsid w:val="00E0654E"/>
    <w:rsid w:val="00E06772"/>
    <w:rsid w:val="00E073ED"/>
    <w:rsid w:val="00E07575"/>
    <w:rsid w:val="00E07914"/>
    <w:rsid w:val="00E07920"/>
    <w:rsid w:val="00E07B0F"/>
    <w:rsid w:val="00E07CA4"/>
    <w:rsid w:val="00E10522"/>
    <w:rsid w:val="00E10621"/>
    <w:rsid w:val="00E106C1"/>
    <w:rsid w:val="00E10803"/>
    <w:rsid w:val="00E10A0F"/>
    <w:rsid w:val="00E10E53"/>
    <w:rsid w:val="00E1132E"/>
    <w:rsid w:val="00E1138B"/>
    <w:rsid w:val="00E1152B"/>
    <w:rsid w:val="00E11610"/>
    <w:rsid w:val="00E11AA9"/>
    <w:rsid w:val="00E11D97"/>
    <w:rsid w:val="00E11FC2"/>
    <w:rsid w:val="00E12184"/>
    <w:rsid w:val="00E1222C"/>
    <w:rsid w:val="00E12285"/>
    <w:rsid w:val="00E123BD"/>
    <w:rsid w:val="00E1256C"/>
    <w:rsid w:val="00E1268E"/>
    <w:rsid w:val="00E129A7"/>
    <w:rsid w:val="00E12B5E"/>
    <w:rsid w:val="00E13227"/>
    <w:rsid w:val="00E1328F"/>
    <w:rsid w:val="00E134CB"/>
    <w:rsid w:val="00E13696"/>
    <w:rsid w:val="00E138A0"/>
    <w:rsid w:val="00E13A70"/>
    <w:rsid w:val="00E13A9D"/>
    <w:rsid w:val="00E13C58"/>
    <w:rsid w:val="00E14100"/>
    <w:rsid w:val="00E1412E"/>
    <w:rsid w:val="00E141EE"/>
    <w:rsid w:val="00E14422"/>
    <w:rsid w:val="00E144C5"/>
    <w:rsid w:val="00E144D5"/>
    <w:rsid w:val="00E147E6"/>
    <w:rsid w:val="00E14873"/>
    <w:rsid w:val="00E14BFD"/>
    <w:rsid w:val="00E14C79"/>
    <w:rsid w:val="00E15016"/>
    <w:rsid w:val="00E150D2"/>
    <w:rsid w:val="00E1564E"/>
    <w:rsid w:val="00E15767"/>
    <w:rsid w:val="00E158F1"/>
    <w:rsid w:val="00E15AF3"/>
    <w:rsid w:val="00E15D67"/>
    <w:rsid w:val="00E15F1C"/>
    <w:rsid w:val="00E15F27"/>
    <w:rsid w:val="00E16438"/>
    <w:rsid w:val="00E16523"/>
    <w:rsid w:val="00E16940"/>
    <w:rsid w:val="00E16CA4"/>
    <w:rsid w:val="00E1732A"/>
    <w:rsid w:val="00E1738D"/>
    <w:rsid w:val="00E1750F"/>
    <w:rsid w:val="00E17769"/>
    <w:rsid w:val="00E17929"/>
    <w:rsid w:val="00E17ACB"/>
    <w:rsid w:val="00E17B66"/>
    <w:rsid w:val="00E17E45"/>
    <w:rsid w:val="00E202C2"/>
    <w:rsid w:val="00E203C1"/>
    <w:rsid w:val="00E204D2"/>
    <w:rsid w:val="00E2066F"/>
    <w:rsid w:val="00E208F4"/>
    <w:rsid w:val="00E209A7"/>
    <w:rsid w:val="00E20A46"/>
    <w:rsid w:val="00E20B70"/>
    <w:rsid w:val="00E20D0E"/>
    <w:rsid w:val="00E20E1E"/>
    <w:rsid w:val="00E20F7F"/>
    <w:rsid w:val="00E214D1"/>
    <w:rsid w:val="00E21733"/>
    <w:rsid w:val="00E21800"/>
    <w:rsid w:val="00E21ACD"/>
    <w:rsid w:val="00E21D15"/>
    <w:rsid w:val="00E21EB4"/>
    <w:rsid w:val="00E21F3D"/>
    <w:rsid w:val="00E222F0"/>
    <w:rsid w:val="00E222FF"/>
    <w:rsid w:val="00E22491"/>
    <w:rsid w:val="00E2270A"/>
    <w:rsid w:val="00E228F1"/>
    <w:rsid w:val="00E22C00"/>
    <w:rsid w:val="00E22E20"/>
    <w:rsid w:val="00E231A1"/>
    <w:rsid w:val="00E23538"/>
    <w:rsid w:val="00E23680"/>
    <w:rsid w:val="00E23767"/>
    <w:rsid w:val="00E23A4E"/>
    <w:rsid w:val="00E23A9D"/>
    <w:rsid w:val="00E23BB0"/>
    <w:rsid w:val="00E23E6C"/>
    <w:rsid w:val="00E23F26"/>
    <w:rsid w:val="00E23FFE"/>
    <w:rsid w:val="00E240E9"/>
    <w:rsid w:val="00E241E2"/>
    <w:rsid w:val="00E2454E"/>
    <w:rsid w:val="00E24A57"/>
    <w:rsid w:val="00E24D43"/>
    <w:rsid w:val="00E24E81"/>
    <w:rsid w:val="00E25060"/>
    <w:rsid w:val="00E25368"/>
    <w:rsid w:val="00E2540D"/>
    <w:rsid w:val="00E2561E"/>
    <w:rsid w:val="00E2572F"/>
    <w:rsid w:val="00E2579C"/>
    <w:rsid w:val="00E257BC"/>
    <w:rsid w:val="00E2596C"/>
    <w:rsid w:val="00E25AEA"/>
    <w:rsid w:val="00E25BAA"/>
    <w:rsid w:val="00E25D14"/>
    <w:rsid w:val="00E25E7B"/>
    <w:rsid w:val="00E26437"/>
    <w:rsid w:val="00E26557"/>
    <w:rsid w:val="00E265FC"/>
    <w:rsid w:val="00E269E7"/>
    <w:rsid w:val="00E26AD6"/>
    <w:rsid w:val="00E26DF9"/>
    <w:rsid w:val="00E26E84"/>
    <w:rsid w:val="00E27151"/>
    <w:rsid w:val="00E27440"/>
    <w:rsid w:val="00E2747C"/>
    <w:rsid w:val="00E27693"/>
    <w:rsid w:val="00E27801"/>
    <w:rsid w:val="00E27CE6"/>
    <w:rsid w:val="00E27EBF"/>
    <w:rsid w:val="00E302B5"/>
    <w:rsid w:val="00E30752"/>
    <w:rsid w:val="00E3087F"/>
    <w:rsid w:val="00E30CBA"/>
    <w:rsid w:val="00E30CE9"/>
    <w:rsid w:val="00E31397"/>
    <w:rsid w:val="00E316A5"/>
    <w:rsid w:val="00E318AF"/>
    <w:rsid w:val="00E319EE"/>
    <w:rsid w:val="00E31D80"/>
    <w:rsid w:val="00E31E0F"/>
    <w:rsid w:val="00E31E32"/>
    <w:rsid w:val="00E31E8B"/>
    <w:rsid w:val="00E321B9"/>
    <w:rsid w:val="00E32777"/>
    <w:rsid w:val="00E328AB"/>
    <w:rsid w:val="00E32CC8"/>
    <w:rsid w:val="00E32E2D"/>
    <w:rsid w:val="00E32FC1"/>
    <w:rsid w:val="00E3304A"/>
    <w:rsid w:val="00E3361F"/>
    <w:rsid w:val="00E339DE"/>
    <w:rsid w:val="00E33FB2"/>
    <w:rsid w:val="00E340CF"/>
    <w:rsid w:val="00E34284"/>
    <w:rsid w:val="00E3433A"/>
    <w:rsid w:val="00E3451F"/>
    <w:rsid w:val="00E346A7"/>
    <w:rsid w:val="00E3487D"/>
    <w:rsid w:val="00E34BC3"/>
    <w:rsid w:val="00E3549E"/>
    <w:rsid w:val="00E354D3"/>
    <w:rsid w:val="00E35595"/>
    <w:rsid w:val="00E355CA"/>
    <w:rsid w:val="00E356AC"/>
    <w:rsid w:val="00E35800"/>
    <w:rsid w:val="00E35F67"/>
    <w:rsid w:val="00E35FAB"/>
    <w:rsid w:val="00E360F2"/>
    <w:rsid w:val="00E365C1"/>
    <w:rsid w:val="00E36B65"/>
    <w:rsid w:val="00E36E69"/>
    <w:rsid w:val="00E36F07"/>
    <w:rsid w:val="00E36F7E"/>
    <w:rsid w:val="00E401C5"/>
    <w:rsid w:val="00E403BA"/>
    <w:rsid w:val="00E40506"/>
    <w:rsid w:val="00E405A2"/>
    <w:rsid w:val="00E407C3"/>
    <w:rsid w:val="00E40980"/>
    <w:rsid w:val="00E40DB0"/>
    <w:rsid w:val="00E40FDB"/>
    <w:rsid w:val="00E4101D"/>
    <w:rsid w:val="00E41752"/>
    <w:rsid w:val="00E418F4"/>
    <w:rsid w:val="00E41975"/>
    <w:rsid w:val="00E419B0"/>
    <w:rsid w:val="00E41EB8"/>
    <w:rsid w:val="00E42103"/>
    <w:rsid w:val="00E42306"/>
    <w:rsid w:val="00E42405"/>
    <w:rsid w:val="00E425D1"/>
    <w:rsid w:val="00E427C3"/>
    <w:rsid w:val="00E4282C"/>
    <w:rsid w:val="00E42A9D"/>
    <w:rsid w:val="00E42BD0"/>
    <w:rsid w:val="00E43289"/>
    <w:rsid w:val="00E4340F"/>
    <w:rsid w:val="00E436AC"/>
    <w:rsid w:val="00E437CA"/>
    <w:rsid w:val="00E4381A"/>
    <w:rsid w:val="00E4387E"/>
    <w:rsid w:val="00E43B65"/>
    <w:rsid w:val="00E43C67"/>
    <w:rsid w:val="00E43CC4"/>
    <w:rsid w:val="00E4476E"/>
    <w:rsid w:val="00E44792"/>
    <w:rsid w:val="00E44954"/>
    <w:rsid w:val="00E44AE2"/>
    <w:rsid w:val="00E44DBE"/>
    <w:rsid w:val="00E44E5F"/>
    <w:rsid w:val="00E45290"/>
    <w:rsid w:val="00E45947"/>
    <w:rsid w:val="00E459FA"/>
    <w:rsid w:val="00E460E5"/>
    <w:rsid w:val="00E46628"/>
    <w:rsid w:val="00E46DFA"/>
    <w:rsid w:val="00E46E39"/>
    <w:rsid w:val="00E46FB2"/>
    <w:rsid w:val="00E5002A"/>
    <w:rsid w:val="00E50373"/>
    <w:rsid w:val="00E50418"/>
    <w:rsid w:val="00E5042D"/>
    <w:rsid w:val="00E50757"/>
    <w:rsid w:val="00E509C6"/>
    <w:rsid w:val="00E50A61"/>
    <w:rsid w:val="00E50EAD"/>
    <w:rsid w:val="00E51437"/>
    <w:rsid w:val="00E51790"/>
    <w:rsid w:val="00E51E37"/>
    <w:rsid w:val="00E51FE9"/>
    <w:rsid w:val="00E520E0"/>
    <w:rsid w:val="00E523A5"/>
    <w:rsid w:val="00E52623"/>
    <w:rsid w:val="00E5263D"/>
    <w:rsid w:val="00E5304A"/>
    <w:rsid w:val="00E5319B"/>
    <w:rsid w:val="00E53323"/>
    <w:rsid w:val="00E53721"/>
    <w:rsid w:val="00E5385F"/>
    <w:rsid w:val="00E538C1"/>
    <w:rsid w:val="00E53A15"/>
    <w:rsid w:val="00E53B2B"/>
    <w:rsid w:val="00E53CCF"/>
    <w:rsid w:val="00E54176"/>
    <w:rsid w:val="00E5424E"/>
    <w:rsid w:val="00E5470F"/>
    <w:rsid w:val="00E549F1"/>
    <w:rsid w:val="00E54AA3"/>
    <w:rsid w:val="00E551CE"/>
    <w:rsid w:val="00E55500"/>
    <w:rsid w:val="00E555F9"/>
    <w:rsid w:val="00E55695"/>
    <w:rsid w:val="00E55945"/>
    <w:rsid w:val="00E55BF1"/>
    <w:rsid w:val="00E55D29"/>
    <w:rsid w:val="00E55DA2"/>
    <w:rsid w:val="00E55F40"/>
    <w:rsid w:val="00E5643F"/>
    <w:rsid w:val="00E564BD"/>
    <w:rsid w:val="00E567CB"/>
    <w:rsid w:val="00E56A4C"/>
    <w:rsid w:val="00E60013"/>
    <w:rsid w:val="00E60088"/>
    <w:rsid w:val="00E606AE"/>
    <w:rsid w:val="00E60822"/>
    <w:rsid w:val="00E60BA2"/>
    <w:rsid w:val="00E60F44"/>
    <w:rsid w:val="00E60FB6"/>
    <w:rsid w:val="00E6107A"/>
    <w:rsid w:val="00E610E3"/>
    <w:rsid w:val="00E611C8"/>
    <w:rsid w:val="00E611DB"/>
    <w:rsid w:val="00E61419"/>
    <w:rsid w:val="00E615F6"/>
    <w:rsid w:val="00E6185C"/>
    <w:rsid w:val="00E61E39"/>
    <w:rsid w:val="00E61F14"/>
    <w:rsid w:val="00E61F6C"/>
    <w:rsid w:val="00E61F89"/>
    <w:rsid w:val="00E62063"/>
    <w:rsid w:val="00E6214A"/>
    <w:rsid w:val="00E621A6"/>
    <w:rsid w:val="00E627C3"/>
    <w:rsid w:val="00E628C5"/>
    <w:rsid w:val="00E62B09"/>
    <w:rsid w:val="00E62CEF"/>
    <w:rsid w:val="00E62EAD"/>
    <w:rsid w:val="00E632C8"/>
    <w:rsid w:val="00E633DE"/>
    <w:rsid w:val="00E6355B"/>
    <w:rsid w:val="00E63A6C"/>
    <w:rsid w:val="00E63ADF"/>
    <w:rsid w:val="00E63BF2"/>
    <w:rsid w:val="00E63F9D"/>
    <w:rsid w:val="00E64314"/>
    <w:rsid w:val="00E64956"/>
    <w:rsid w:val="00E64B73"/>
    <w:rsid w:val="00E64E7D"/>
    <w:rsid w:val="00E64EF5"/>
    <w:rsid w:val="00E654D2"/>
    <w:rsid w:val="00E65638"/>
    <w:rsid w:val="00E659C7"/>
    <w:rsid w:val="00E65C96"/>
    <w:rsid w:val="00E65DC4"/>
    <w:rsid w:val="00E65E86"/>
    <w:rsid w:val="00E660DA"/>
    <w:rsid w:val="00E66BBD"/>
    <w:rsid w:val="00E66CCA"/>
    <w:rsid w:val="00E67090"/>
    <w:rsid w:val="00E677FC"/>
    <w:rsid w:val="00E6786D"/>
    <w:rsid w:val="00E67A95"/>
    <w:rsid w:val="00E67D0C"/>
    <w:rsid w:val="00E7010E"/>
    <w:rsid w:val="00E702DB"/>
    <w:rsid w:val="00E704ED"/>
    <w:rsid w:val="00E707D0"/>
    <w:rsid w:val="00E70841"/>
    <w:rsid w:val="00E70B5B"/>
    <w:rsid w:val="00E70B87"/>
    <w:rsid w:val="00E70D06"/>
    <w:rsid w:val="00E70E94"/>
    <w:rsid w:val="00E70F56"/>
    <w:rsid w:val="00E71692"/>
    <w:rsid w:val="00E716B3"/>
    <w:rsid w:val="00E717A2"/>
    <w:rsid w:val="00E717C6"/>
    <w:rsid w:val="00E7183E"/>
    <w:rsid w:val="00E7187B"/>
    <w:rsid w:val="00E718A2"/>
    <w:rsid w:val="00E719AC"/>
    <w:rsid w:val="00E71B93"/>
    <w:rsid w:val="00E71BE1"/>
    <w:rsid w:val="00E71DF5"/>
    <w:rsid w:val="00E71E61"/>
    <w:rsid w:val="00E71FA4"/>
    <w:rsid w:val="00E71FAD"/>
    <w:rsid w:val="00E71FB2"/>
    <w:rsid w:val="00E7230F"/>
    <w:rsid w:val="00E72372"/>
    <w:rsid w:val="00E7274C"/>
    <w:rsid w:val="00E7292A"/>
    <w:rsid w:val="00E72C54"/>
    <w:rsid w:val="00E72C7B"/>
    <w:rsid w:val="00E72E3B"/>
    <w:rsid w:val="00E72F5E"/>
    <w:rsid w:val="00E72FA5"/>
    <w:rsid w:val="00E730B7"/>
    <w:rsid w:val="00E73449"/>
    <w:rsid w:val="00E734DF"/>
    <w:rsid w:val="00E73B08"/>
    <w:rsid w:val="00E73DD5"/>
    <w:rsid w:val="00E740EA"/>
    <w:rsid w:val="00E74640"/>
    <w:rsid w:val="00E746CC"/>
    <w:rsid w:val="00E748C5"/>
    <w:rsid w:val="00E74D62"/>
    <w:rsid w:val="00E75122"/>
    <w:rsid w:val="00E752FE"/>
    <w:rsid w:val="00E75D92"/>
    <w:rsid w:val="00E75FD4"/>
    <w:rsid w:val="00E76250"/>
    <w:rsid w:val="00E76B90"/>
    <w:rsid w:val="00E76C10"/>
    <w:rsid w:val="00E76C2E"/>
    <w:rsid w:val="00E76DF8"/>
    <w:rsid w:val="00E773B0"/>
    <w:rsid w:val="00E77413"/>
    <w:rsid w:val="00E77E7C"/>
    <w:rsid w:val="00E80024"/>
    <w:rsid w:val="00E801E8"/>
    <w:rsid w:val="00E80230"/>
    <w:rsid w:val="00E80474"/>
    <w:rsid w:val="00E80BA9"/>
    <w:rsid w:val="00E80CDA"/>
    <w:rsid w:val="00E81063"/>
    <w:rsid w:val="00E81388"/>
    <w:rsid w:val="00E81486"/>
    <w:rsid w:val="00E81519"/>
    <w:rsid w:val="00E815FE"/>
    <w:rsid w:val="00E81666"/>
    <w:rsid w:val="00E816F5"/>
    <w:rsid w:val="00E817B7"/>
    <w:rsid w:val="00E81984"/>
    <w:rsid w:val="00E81C4F"/>
    <w:rsid w:val="00E820F8"/>
    <w:rsid w:val="00E8215C"/>
    <w:rsid w:val="00E825B4"/>
    <w:rsid w:val="00E82974"/>
    <w:rsid w:val="00E82CDB"/>
    <w:rsid w:val="00E82CE9"/>
    <w:rsid w:val="00E82FAB"/>
    <w:rsid w:val="00E82FF3"/>
    <w:rsid w:val="00E83024"/>
    <w:rsid w:val="00E8335F"/>
    <w:rsid w:val="00E833B8"/>
    <w:rsid w:val="00E8376D"/>
    <w:rsid w:val="00E837E3"/>
    <w:rsid w:val="00E83B0D"/>
    <w:rsid w:val="00E83B91"/>
    <w:rsid w:val="00E847AB"/>
    <w:rsid w:val="00E84C94"/>
    <w:rsid w:val="00E84DBE"/>
    <w:rsid w:val="00E84E74"/>
    <w:rsid w:val="00E8565C"/>
    <w:rsid w:val="00E856C8"/>
    <w:rsid w:val="00E85774"/>
    <w:rsid w:val="00E85950"/>
    <w:rsid w:val="00E8600D"/>
    <w:rsid w:val="00E86386"/>
    <w:rsid w:val="00E8646B"/>
    <w:rsid w:val="00E866E1"/>
    <w:rsid w:val="00E86769"/>
    <w:rsid w:val="00E870E1"/>
    <w:rsid w:val="00E872DB"/>
    <w:rsid w:val="00E87523"/>
    <w:rsid w:val="00E875EE"/>
    <w:rsid w:val="00E87857"/>
    <w:rsid w:val="00E87B4B"/>
    <w:rsid w:val="00E87BDF"/>
    <w:rsid w:val="00E87E54"/>
    <w:rsid w:val="00E90076"/>
    <w:rsid w:val="00E901F2"/>
    <w:rsid w:val="00E903BD"/>
    <w:rsid w:val="00E90C08"/>
    <w:rsid w:val="00E90D46"/>
    <w:rsid w:val="00E90DA2"/>
    <w:rsid w:val="00E90E07"/>
    <w:rsid w:val="00E90E4C"/>
    <w:rsid w:val="00E90E85"/>
    <w:rsid w:val="00E91031"/>
    <w:rsid w:val="00E91163"/>
    <w:rsid w:val="00E9194D"/>
    <w:rsid w:val="00E92495"/>
    <w:rsid w:val="00E926BC"/>
    <w:rsid w:val="00E92F9C"/>
    <w:rsid w:val="00E93011"/>
    <w:rsid w:val="00E93204"/>
    <w:rsid w:val="00E93294"/>
    <w:rsid w:val="00E934DF"/>
    <w:rsid w:val="00E9351E"/>
    <w:rsid w:val="00E9388E"/>
    <w:rsid w:val="00E93C78"/>
    <w:rsid w:val="00E93C79"/>
    <w:rsid w:val="00E945D5"/>
    <w:rsid w:val="00E94BE4"/>
    <w:rsid w:val="00E94DC2"/>
    <w:rsid w:val="00E95184"/>
    <w:rsid w:val="00E9539D"/>
    <w:rsid w:val="00E953D3"/>
    <w:rsid w:val="00E95547"/>
    <w:rsid w:val="00E95849"/>
    <w:rsid w:val="00E959B1"/>
    <w:rsid w:val="00E959CE"/>
    <w:rsid w:val="00E9601F"/>
    <w:rsid w:val="00E961D1"/>
    <w:rsid w:val="00E96B65"/>
    <w:rsid w:val="00E96E46"/>
    <w:rsid w:val="00E97260"/>
    <w:rsid w:val="00E973A5"/>
    <w:rsid w:val="00E97A22"/>
    <w:rsid w:val="00E97C01"/>
    <w:rsid w:val="00E97C90"/>
    <w:rsid w:val="00EA0191"/>
    <w:rsid w:val="00EA02F3"/>
    <w:rsid w:val="00EA04F2"/>
    <w:rsid w:val="00EA06FB"/>
    <w:rsid w:val="00EA0848"/>
    <w:rsid w:val="00EA08F9"/>
    <w:rsid w:val="00EA0990"/>
    <w:rsid w:val="00EA0A7E"/>
    <w:rsid w:val="00EA0E3C"/>
    <w:rsid w:val="00EA1A03"/>
    <w:rsid w:val="00EA1BBB"/>
    <w:rsid w:val="00EA1D99"/>
    <w:rsid w:val="00EA234C"/>
    <w:rsid w:val="00EA2580"/>
    <w:rsid w:val="00EA29BD"/>
    <w:rsid w:val="00EA2A17"/>
    <w:rsid w:val="00EA2F65"/>
    <w:rsid w:val="00EA3922"/>
    <w:rsid w:val="00EA3981"/>
    <w:rsid w:val="00EA3BC3"/>
    <w:rsid w:val="00EA3E8C"/>
    <w:rsid w:val="00EA3EEF"/>
    <w:rsid w:val="00EA4045"/>
    <w:rsid w:val="00EA41B7"/>
    <w:rsid w:val="00EA44DC"/>
    <w:rsid w:val="00EA459A"/>
    <w:rsid w:val="00EA483C"/>
    <w:rsid w:val="00EA485C"/>
    <w:rsid w:val="00EA4ABC"/>
    <w:rsid w:val="00EA4AE5"/>
    <w:rsid w:val="00EA51C0"/>
    <w:rsid w:val="00EA550B"/>
    <w:rsid w:val="00EA56D9"/>
    <w:rsid w:val="00EA5793"/>
    <w:rsid w:val="00EA585F"/>
    <w:rsid w:val="00EA59F5"/>
    <w:rsid w:val="00EA5DAC"/>
    <w:rsid w:val="00EA5ED2"/>
    <w:rsid w:val="00EA6584"/>
    <w:rsid w:val="00EA66D1"/>
    <w:rsid w:val="00EA66FF"/>
    <w:rsid w:val="00EA67CB"/>
    <w:rsid w:val="00EA68B9"/>
    <w:rsid w:val="00EA6A76"/>
    <w:rsid w:val="00EA6CF6"/>
    <w:rsid w:val="00EA741F"/>
    <w:rsid w:val="00EA77D8"/>
    <w:rsid w:val="00EA7F19"/>
    <w:rsid w:val="00EB0236"/>
    <w:rsid w:val="00EB0E5F"/>
    <w:rsid w:val="00EB1029"/>
    <w:rsid w:val="00EB1352"/>
    <w:rsid w:val="00EB138F"/>
    <w:rsid w:val="00EB13F0"/>
    <w:rsid w:val="00EB16AD"/>
    <w:rsid w:val="00EB19BD"/>
    <w:rsid w:val="00EB1DCB"/>
    <w:rsid w:val="00EB1F9C"/>
    <w:rsid w:val="00EB21D7"/>
    <w:rsid w:val="00EB25A1"/>
    <w:rsid w:val="00EB2A4A"/>
    <w:rsid w:val="00EB38D5"/>
    <w:rsid w:val="00EB3AE7"/>
    <w:rsid w:val="00EB3AFB"/>
    <w:rsid w:val="00EB3DA9"/>
    <w:rsid w:val="00EB3DD5"/>
    <w:rsid w:val="00EB45A3"/>
    <w:rsid w:val="00EB493D"/>
    <w:rsid w:val="00EB49ED"/>
    <w:rsid w:val="00EB4D41"/>
    <w:rsid w:val="00EB4E90"/>
    <w:rsid w:val="00EB5300"/>
    <w:rsid w:val="00EB53A5"/>
    <w:rsid w:val="00EB53D3"/>
    <w:rsid w:val="00EB5437"/>
    <w:rsid w:val="00EB5688"/>
    <w:rsid w:val="00EB59D9"/>
    <w:rsid w:val="00EB5ACA"/>
    <w:rsid w:val="00EB5EB1"/>
    <w:rsid w:val="00EB60F4"/>
    <w:rsid w:val="00EB64C6"/>
    <w:rsid w:val="00EB658A"/>
    <w:rsid w:val="00EB666E"/>
    <w:rsid w:val="00EB6A40"/>
    <w:rsid w:val="00EB6BAD"/>
    <w:rsid w:val="00EB6D86"/>
    <w:rsid w:val="00EB6DFD"/>
    <w:rsid w:val="00EB7937"/>
    <w:rsid w:val="00EB7C0D"/>
    <w:rsid w:val="00EB7D43"/>
    <w:rsid w:val="00EB7F9F"/>
    <w:rsid w:val="00EC01AB"/>
    <w:rsid w:val="00EC0285"/>
    <w:rsid w:val="00EC0422"/>
    <w:rsid w:val="00EC0782"/>
    <w:rsid w:val="00EC0786"/>
    <w:rsid w:val="00EC0973"/>
    <w:rsid w:val="00EC112C"/>
    <w:rsid w:val="00EC15CF"/>
    <w:rsid w:val="00EC1865"/>
    <w:rsid w:val="00EC19BD"/>
    <w:rsid w:val="00EC1A24"/>
    <w:rsid w:val="00EC1A74"/>
    <w:rsid w:val="00EC1BDF"/>
    <w:rsid w:val="00EC1EDA"/>
    <w:rsid w:val="00EC1F30"/>
    <w:rsid w:val="00EC21E2"/>
    <w:rsid w:val="00EC2466"/>
    <w:rsid w:val="00EC2489"/>
    <w:rsid w:val="00EC26AB"/>
    <w:rsid w:val="00EC2747"/>
    <w:rsid w:val="00EC2A91"/>
    <w:rsid w:val="00EC2DB2"/>
    <w:rsid w:val="00EC3117"/>
    <w:rsid w:val="00EC37B4"/>
    <w:rsid w:val="00EC3C13"/>
    <w:rsid w:val="00EC3DAD"/>
    <w:rsid w:val="00EC3EE8"/>
    <w:rsid w:val="00EC3FF7"/>
    <w:rsid w:val="00EC47B4"/>
    <w:rsid w:val="00EC4871"/>
    <w:rsid w:val="00EC48C4"/>
    <w:rsid w:val="00EC4F5A"/>
    <w:rsid w:val="00EC5089"/>
    <w:rsid w:val="00EC5147"/>
    <w:rsid w:val="00EC5180"/>
    <w:rsid w:val="00EC529B"/>
    <w:rsid w:val="00EC54AA"/>
    <w:rsid w:val="00EC54BB"/>
    <w:rsid w:val="00EC5722"/>
    <w:rsid w:val="00EC5911"/>
    <w:rsid w:val="00EC5D68"/>
    <w:rsid w:val="00EC60E1"/>
    <w:rsid w:val="00EC691B"/>
    <w:rsid w:val="00EC6AE7"/>
    <w:rsid w:val="00EC6BF7"/>
    <w:rsid w:val="00EC7046"/>
    <w:rsid w:val="00EC7364"/>
    <w:rsid w:val="00EC7421"/>
    <w:rsid w:val="00EC795F"/>
    <w:rsid w:val="00EC79F7"/>
    <w:rsid w:val="00ED00F9"/>
    <w:rsid w:val="00ED04AE"/>
    <w:rsid w:val="00ED058F"/>
    <w:rsid w:val="00ED0C3A"/>
    <w:rsid w:val="00ED0EFA"/>
    <w:rsid w:val="00ED184F"/>
    <w:rsid w:val="00ED1892"/>
    <w:rsid w:val="00ED1B14"/>
    <w:rsid w:val="00ED1E53"/>
    <w:rsid w:val="00ED229D"/>
    <w:rsid w:val="00ED2578"/>
    <w:rsid w:val="00ED25FF"/>
    <w:rsid w:val="00ED2A98"/>
    <w:rsid w:val="00ED2CAA"/>
    <w:rsid w:val="00ED2F7E"/>
    <w:rsid w:val="00ED2FB8"/>
    <w:rsid w:val="00ED31D1"/>
    <w:rsid w:val="00ED3742"/>
    <w:rsid w:val="00ED38CB"/>
    <w:rsid w:val="00ED39D3"/>
    <w:rsid w:val="00ED3E12"/>
    <w:rsid w:val="00ED3EDB"/>
    <w:rsid w:val="00ED3F41"/>
    <w:rsid w:val="00ED48FE"/>
    <w:rsid w:val="00ED4B02"/>
    <w:rsid w:val="00ED4D01"/>
    <w:rsid w:val="00ED5482"/>
    <w:rsid w:val="00ED54D6"/>
    <w:rsid w:val="00ED55A5"/>
    <w:rsid w:val="00ED5E42"/>
    <w:rsid w:val="00ED5F7F"/>
    <w:rsid w:val="00ED6539"/>
    <w:rsid w:val="00ED6571"/>
    <w:rsid w:val="00ED6605"/>
    <w:rsid w:val="00ED6862"/>
    <w:rsid w:val="00ED68B9"/>
    <w:rsid w:val="00ED6AB7"/>
    <w:rsid w:val="00ED6B5F"/>
    <w:rsid w:val="00ED6FCC"/>
    <w:rsid w:val="00ED6FF6"/>
    <w:rsid w:val="00ED7204"/>
    <w:rsid w:val="00ED7327"/>
    <w:rsid w:val="00ED73B5"/>
    <w:rsid w:val="00ED73F7"/>
    <w:rsid w:val="00ED77AB"/>
    <w:rsid w:val="00ED7856"/>
    <w:rsid w:val="00ED79A5"/>
    <w:rsid w:val="00ED7A12"/>
    <w:rsid w:val="00ED7A68"/>
    <w:rsid w:val="00ED7BBA"/>
    <w:rsid w:val="00EE031D"/>
    <w:rsid w:val="00EE05DA"/>
    <w:rsid w:val="00EE0C97"/>
    <w:rsid w:val="00EE1027"/>
    <w:rsid w:val="00EE1181"/>
    <w:rsid w:val="00EE1435"/>
    <w:rsid w:val="00EE16D6"/>
    <w:rsid w:val="00EE1920"/>
    <w:rsid w:val="00EE1CE8"/>
    <w:rsid w:val="00EE20FC"/>
    <w:rsid w:val="00EE2726"/>
    <w:rsid w:val="00EE293B"/>
    <w:rsid w:val="00EE2ACA"/>
    <w:rsid w:val="00EE2D81"/>
    <w:rsid w:val="00EE32BF"/>
    <w:rsid w:val="00EE3496"/>
    <w:rsid w:val="00EE4034"/>
    <w:rsid w:val="00EE4083"/>
    <w:rsid w:val="00EE41A4"/>
    <w:rsid w:val="00EE4240"/>
    <w:rsid w:val="00EE47A7"/>
    <w:rsid w:val="00EE47B8"/>
    <w:rsid w:val="00EE4992"/>
    <w:rsid w:val="00EE49BF"/>
    <w:rsid w:val="00EE49DB"/>
    <w:rsid w:val="00EE4CA7"/>
    <w:rsid w:val="00EE4DD7"/>
    <w:rsid w:val="00EE4F0E"/>
    <w:rsid w:val="00EE4F24"/>
    <w:rsid w:val="00EE55FD"/>
    <w:rsid w:val="00EE5815"/>
    <w:rsid w:val="00EE5D0B"/>
    <w:rsid w:val="00EE625E"/>
    <w:rsid w:val="00EE688C"/>
    <w:rsid w:val="00EE68A4"/>
    <w:rsid w:val="00EE6A0A"/>
    <w:rsid w:val="00EE6C22"/>
    <w:rsid w:val="00EE7346"/>
    <w:rsid w:val="00EE73A2"/>
    <w:rsid w:val="00EE7607"/>
    <w:rsid w:val="00EF07E1"/>
    <w:rsid w:val="00EF0D84"/>
    <w:rsid w:val="00EF0F7B"/>
    <w:rsid w:val="00EF177C"/>
    <w:rsid w:val="00EF17A0"/>
    <w:rsid w:val="00EF1816"/>
    <w:rsid w:val="00EF1FA0"/>
    <w:rsid w:val="00EF24FB"/>
    <w:rsid w:val="00EF2BBD"/>
    <w:rsid w:val="00EF2C3F"/>
    <w:rsid w:val="00EF2D78"/>
    <w:rsid w:val="00EF3267"/>
    <w:rsid w:val="00EF34B3"/>
    <w:rsid w:val="00EF3594"/>
    <w:rsid w:val="00EF39A3"/>
    <w:rsid w:val="00EF3D50"/>
    <w:rsid w:val="00EF3E61"/>
    <w:rsid w:val="00EF44AD"/>
    <w:rsid w:val="00EF47CA"/>
    <w:rsid w:val="00EF49EA"/>
    <w:rsid w:val="00EF4A80"/>
    <w:rsid w:val="00EF4A91"/>
    <w:rsid w:val="00EF4B24"/>
    <w:rsid w:val="00EF4CFB"/>
    <w:rsid w:val="00EF4DA5"/>
    <w:rsid w:val="00EF5929"/>
    <w:rsid w:val="00EF5AF2"/>
    <w:rsid w:val="00EF5C1E"/>
    <w:rsid w:val="00EF5DD3"/>
    <w:rsid w:val="00EF6032"/>
    <w:rsid w:val="00EF6A91"/>
    <w:rsid w:val="00EF6F5F"/>
    <w:rsid w:val="00EF73CC"/>
    <w:rsid w:val="00EF741B"/>
    <w:rsid w:val="00EF76BE"/>
    <w:rsid w:val="00EF7A62"/>
    <w:rsid w:val="00EF7E9B"/>
    <w:rsid w:val="00F006F8"/>
    <w:rsid w:val="00F00943"/>
    <w:rsid w:val="00F00B37"/>
    <w:rsid w:val="00F00C88"/>
    <w:rsid w:val="00F00CA8"/>
    <w:rsid w:val="00F00E01"/>
    <w:rsid w:val="00F010DD"/>
    <w:rsid w:val="00F01354"/>
    <w:rsid w:val="00F0193A"/>
    <w:rsid w:val="00F01B3C"/>
    <w:rsid w:val="00F01E23"/>
    <w:rsid w:val="00F02021"/>
    <w:rsid w:val="00F02158"/>
    <w:rsid w:val="00F024DF"/>
    <w:rsid w:val="00F02500"/>
    <w:rsid w:val="00F02909"/>
    <w:rsid w:val="00F02D44"/>
    <w:rsid w:val="00F02E2F"/>
    <w:rsid w:val="00F03102"/>
    <w:rsid w:val="00F036A3"/>
    <w:rsid w:val="00F03A23"/>
    <w:rsid w:val="00F03D7B"/>
    <w:rsid w:val="00F0467B"/>
    <w:rsid w:val="00F04F31"/>
    <w:rsid w:val="00F056B1"/>
    <w:rsid w:val="00F057F2"/>
    <w:rsid w:val="00F05DA0"/>
    <w:rsid w:val="00F05F20"/>
    <w:rsid w:val="00F05F7E"/>
    <w:rsid w:val="00F06900"/>
    <w:rsid w:val="00F070FD"/>
    <w:rsid w:val="00F07510"/>
    <w:rsid w:val="00F07516"/>
    <w:rsid w:val="00F075BB"/>
    <w:rsid w:val="00F07843"/>
    <w:rsid w:val="00F07978"/>
    <w:rsid w:val="00F079FE"/>
    <w:rsid w:val="00F07AA1"/>
    <w:rsid w:val="00F07D1B"/>
    <w:rsid w:val="00F07E21"/>
    <w:rsid w:val="00F103DA"/>
    <w:rsid w:val="00F1059F"/>
    <w:rsid w:val="00F1071F"/>
    <w:rsid w:val="00F10952"/>
    <w:rsid w:val="00F10D5B"/>
    <w:rsid w:val="00F112C3"/>
    <w:rsid w:val="00F1143D"/>
    <w:rsid w:val="00F11712"/>
    <w:rsid w:val="00F11892"/>
    <w:rsid w:val="00F11A8C"/>
    <w:rsid w:val="00F1264A"/>
    <w:rsid w:val="00F126EA"/>
    <w:rsid w:val="00F12BEA"/>
    <w:rsid w:val="00F12EA0"/>
    <w:rsid w:val="00F1319C"/>
    <w:rsid w:val="00F134DB"/>
    <w:rsid w:val="00F137F2"/>
    <w:rsid w:val="00F139A2"/>
    <w:rsid w:val="00F14022"/>
    <w:rsid w:val="00F1457F"/>
    <w:rsid w:val="00F14595"/>
    <w:rsid w:val="00F1479E"/>
    <w:rsid w:val="00F14E55"/>
    <w:rsid w:val="00F155D5"/>
    <w:rsid w:val="00F15622"/>
    <w:rsid w:val="00F15963"/>
    <w:rsid w:val="00F15B71"/>
    <w:rsid w:val="00F16788"/>
    <w:rsid w:val="00F16955"/>
    <w:rsid w:val="00F16B24"/>
    <w:rsid w:val="00F16B3F"/>
    <w:rsid w:val="00F16F7E"/>
    <w:rsid w:val="00F16FA7"/>
    <w:rsid w:val="00F17262"/>
    <w:rsid w:val="00F17299"/>
    <w:rsid w:val="00F17429"/>
    <w:rsid w:val="00F17440"/>
    <w:rsid w:val="00F17528"/>
    <w:rsid w:val="00F1781D"/>
    <w:rsid w:val="00F1791A"/>
    <w:rsid w:val="00F17A1D"/>
    <w:rsid w:val="00F17B16"/>
    <w:rsid w:val="00F17C02"/>
    <w:rsid w:val="00F17C5A"/>
    <w:rsid w:val="00F17E97"/>
    <w:rsid w:val="00F17FBD"/>
    <w:rsid w:val="00F2014B"/>
    <w:rsid w:val="00F20286"/>
    <w:rsid w:val="00F20288"/>
    <w:rsid w:val="00F20323"/>
    <w:rsid w:val="00F203B7"/>
    <w:rsid w:val="00F205F5"/>
    <w:rsid w:val="00F20890"/>
    <w:rsid w:val="00F20B4E"/>
    <w:rsid w:val="00F20FCA"/>
    <w:rsid w:val="00F2175C"/>
    <w:rsid w:val="00F21835"/>
    <w:rsid w:val="00F21D18"/>
    <w:rsid w:val="00F21D57"/>
    <w:rsid w:val="00F2241D"/>
    <w:rsid w:val="00F22520"/>
    <w:rsid w:val="00F22602"/>
    <w:rsid w:val="00F226B2"/>
    <w:rsid w:val="00F2297A"/>
    <w:rsid w:val="00F22D57"/>
    <w:rsid w:val="00F22DDB"/>
    <w:rsid w:val="00F2316A"/>
    <w:rsid w:val="00F231B1"/>
    <w:rsid w:val="00F2327E"/>
    <w:rsid w:val="00F2329D"/>
    <w:rsid w:val="00F23481"/>
    <w:rsid w:val="00F23634"/>
    <w:rsid w:val="00F23A8E"/>
    <w:rsid w:val="00F23AF2"/>
    <w:rsid w:val="00F23C2D"/>
    <w:rsid w:val="00F23F62"/>
    <w:rsid w:val="00F24049"/>
    <w:rsid w:val="00F240DF"/>
    <w:rsid w:val="00F247A2"/>
    <w:rsid w:val="00F24B07"/>
    <w:rsid w:val="00F24C33"/>
    <w:rsid w:val="00F24E37"/>
    <w:rsid w:val="00F25102"/>
    <w:rsid w:val="00F253A4"/>
    <w:rsid w:val="00F25475"/>
    <w:rsid w:val="00F254EB"/>
    <w:rsid w:val="00F2571F"/>
    <w:rsid w:val="00F257C7"/>
    <w:rsid w:val="00F258A7"/>
    <w:rsid w:val="00F25F7F"/>
    <w:rsid w:val="00F26189"/>
    <w:rsid w:val="00F2643F"/>
    <w:rsid w:val="00F266B1"/>
    <w:rsid w:val="00F26DCE"/>
    <w:rsid w:val="00F26E46"/>
    <w:rsid w:val="00F27572"/>
    <w:rsid w:val="00F276BD"/>
    <w:rsid w:val="00F27791"/>
    <w:rsid w:val="00F27AB8"/>
    <w:rsid w:val="00F27E9C"/>
    <w:rsid w:val="00F27F87"/>
    <w:rsid w:val="00F301AA"/>
    <w:rsid w:val="00F30414"/>
    <w:rsid w:val="00F304B9"/>
    <w:rsid w:val="00F30DA1"/>
    <w:rsid w:val="00F30ECC"/>
    <w:rsid w:val="00F30ED4"/>
    <w:rsid w:val="00F30FB4"/>
    <w:rsid w:val="00F311D2"/>
    <w:rsid w:val="00F3124B"/>
    <w:rsid w:val="00F3176A"/>
    <w:rsid w:val="00F318E4"/>
    <w:rsid w:val="00F319E2"/>
    <w:rsid w:val="00F31C33"/>
    <w:rsid w:val="00F31DA9"/>
    <w:rsid w:val="00F3200F"/>
    <w:rsid w:val="00F3237F"/>
    <w:rsid w:val="00F32585"/>
    <w:rsid w:val="00F32940"/>
    <w:rsid w:val="00F32C31"/>
    <w:rsid w:val="00F32F4D"/>
    <w:rsid w:val="00F33244"/>
    <w:rsid w:val="00F3386C"/>
    <w:rsid w:val="00F33C0B"/>
    <w:rsid w:val="00F33C23"/>
    <w:rsid w:val="00F33D68"/>
    <w:rsid w:val="00F34087"/>
    <w:rsid w:val="00F34165"/>
    <w:rsid w:val="00F347A7"/>
    <w:rsid w:val="00F34A80"/>
    <w:rsid w:val="00F34C8D"/>
    <w:rsid w:val="00F35065"/>
    <w:rsid w:val="00F35320"/>
    <w:rsid w:val="00F35323"/>
    <w:rsid w:val="00F3532A"/>
    <w:rsid w:val="00F354B1"/>
    <w:rsid w:val="00F35656"/>
    <w:rsid w:val="00F35A4F"/>
    <w:rsid w:val="00F35B57"/>
    <w:rsid w:val="00F35C92"/>
    <w:rsid w:val="00F35CA4"/>
    <w:rsid w:val="00F35D29"/>
    <w:rsid w:val="00F366B7"/>
    <w:rsid w:val="00F367E4"/>
    <w:rsid w:val="00F36810"/>
    <w:rsid w:val="00F36B7D"/>
    <w:rsid w:val="00F36C77"/>
    <w:rsid w:val="00F36CAE"/>
    <w:rsid w:val="00F36CD8"/>
    <w:rsid w:val="00F40401"/>
    <w:rsid w:val="00F407E7"/>
    <w:rsid w:val="00F4091F"/>
    <w:rsid w:val="00F4093F"/>
    <w:rsid w:val="00F40A1A"/>
    <w:rsid w:val="00F40A1B"/>
    <w:rsid w:val="00F40BE4"/>
    <w:rsid w:val="00F411ED"/>
    <w:rsid w:val="00F413B6"/>
    <w:rsid w:val="00F4146C"/>
    <w:rsid w:val="00F41870"/>
    <w:rsid w:val="00F419E6"/>
    <w:rsid w:val="00F41AF7"/>
    <w:rsid w:val="00F42834"/>
    <w:rsid w:val="00F42D83"/>
    <w:rsid w:val="00F42F03"/>
    <w:rsid w:val="00F43166"/>
    <w:rsid w:val="00F43302"/>
    <w:rsid w:val="00F434AF"/>
    <w:rsid w:val="00F43720"/>
    <w:rsid w:val="00F43860"/>
    <w:rsid w:val="00F43C35"/>
    <w:rsid w:val="00F43DD2"/>
    <w:rsid w:val="00F43F88"/>
    <w:rsid w:val="00F43FD0"/>
    <w:rsid w:val="00F4404E"/>
    <w:rsid w:val="00F444A9"/>
    <w:rsid w:val="00F444C8"/>
    <w:rsid w:val="00F4452E"/>
    <w:rsid w:val="00F44C87"/>
    <w:rsid w:val="00F45040"/>
    <w:rsid w:val="00F45182"/>
    <w:rsid w:val="00F451B7"/>
    <w:rsid w:val="00F4544D"/>
    <w:rsid w:val="00F45618"/>
    <w:rsid w:val="00F45DE0"/>
    <w:rsid w:val="00F45E30"/>
    <w:rsid w:val="00F45F97"/>
    <w:rsid w:val="00F466EA"/>
    <w:rsid w:val="00F466F5"/>
    <w:rsid w:val="00F46734"/>
    <w:rsid w:val="00F46BF1"/>
    <w:rsid w:val="00F46C2D"/>
    <w:rsid w:val="00F476A6"/>
    <w:rsid w:val="00F47756"/>
    <w:rsid w:val="00F50238"/>
    <w:rsid w:val="00F50590"/>
    <w:rsid w:val="00F50846"/>
    <w:rsid w:val="00F508FC"/>
    <w:rsid w:val="00F50CB8"/>
    <w:rsid w:val="00F50D2D"/>
    <w:rsid w:val="00F50D6D"/>
    <w:rsid w:val="00F50E3D"/>
    <w:rsid w:val="00F50F76"/>
    <w:rsid w:val="00F51389"/>
    <w:rsid w:val="00F51447"/>
    <w:rsid w:val="00F5152E"/>
    <w:rsid w:val="00F51A6A"/>
    <w:rsid w:val="00F5247C"/>
    <w:rsid w:val="00F52883"/>
    <w:rsid w:val="00F52C2E"/>
    <w:rsid w:val="00F52D04"/>
    <w:rsid w:val="00F52F3D"/>
    <w:rsid w:val="00F53017"/>
    <w:rsid w:val="00F530A0"/>
    <w:rsid w:val="00F534DD"/>
    <w:rsid w:val="00F5362D"/>
    <w:rsid w:val="00F5383A"/>
    <w:rsid w:val="00F53BA5"/>
    <w:rsid w:val="00F54315"/>
    <w:rsid w:val="00F5470B"/>
    <w:rsid w:val="00F54927"/>
    <w:rsid w:val="00F54AC0"/>
    <w:rsid w:val="00F54EED"/>
    <w:rsid w:val="00F5500E"/>
    <w:rsid w:val="00F5522D"/>
    <w:rsid w:val="00F55366"/>
    <w:rsid w:val="00F55416"/>
    <w:rsid w:val="00F554CD"/>
    <w:rsid w:val="00F554D2"/>
    <w:rsid w:val="00F55565"/>
    <w:rsid w:val="00F55C51"/>
    <w:rsid w:val="00F55CD2"/>
    <w:rsid w:val="00F55EFE"/>
    <w:rsid w:val="00F55F58"/>
    <w:rsid w:val="00F55F6F"/>
    <w:rsid w:val="00F5608E"/>
    <w:rsid w:val="00F566EB"/>
    <w:rsid w:val="00F5673A"/>
    <w:rsid w:val="00F56954"/>
    <w:rsid w:val="00F56A41"/>
    <w:rsid w:val="00F56A6C"/>
    <w:rsid w:val="00F56BE3"/>
    <w:rsid w:val="00F56DDD"/>
    <w:rsid w:val="00F56E08"/>
    <w:rsid w:val="00F57058"/>
    <w:rsid w:val="00F572CD"/>
    <w:rsid w:val="00F5733C"/>
    <w:rsid w:val="00F574D9"/>
    <w:rsid w:val="00F57775"/>
    <w:rsid w:val="00F5780F"/>
    <w:rsid w:val="00F57881"/>
    <w:rsid w:val="00F578EA"/>
    <w:rsid w:val="00F579D3"/>
    <w:rsid w:val="00F57A21"/>
    <w:rsid w:val="00F57CF4"/>
    <w:rsid w:val="00F57E44"/>
    <w:rsid w:val="00F60761"/>
    <w:rsid w:val="00F6096C"/>
    <w:rsid w:val="00F60BA5"/>
    <w:rsid w:val="00F60C18"/>
    <w:rsid w:val="00F60DB4"/>
    <w:rsid w:val="00F60F2C"/>
    <w:rsid w:val="00F611A8"/>
    <w:rsid w:val="00F61225"/>
    <w:rsid w:val="00F61669"/>
    <w:rsid w:val="00F61FC2"/>
    <w:rsid w:val="00F629FF"/>
    <w:rsid w:val="00F62C07"/>
    <w:rsid w:val="00F63009"/>
    <w:rsid w:val="00F630EC"/>
    <w:rsid w:val="00F6314F"/>
    <w:rsid w:val="00F6322B"/>
    <w:rsid w:val="00F63665"/>
    <w:rsid w:val="00F6396D"/>
    <w:rsid w:val="00F63ADE"/>
    <w:rsid w:val="00F63AE9"/>
    <w:rsid w:val="00F64244"/>
    <w:rsid w:val="00F645E3"/>
    <w:rsid w:val="00F64C8F"/>
    <w:rsid w:val="00F64EDB"/>
    <w:rsid w:val="00F64F64"/>
    <w:rsid w:val="00F6512B"/>
    <w:rsid w:val="00F651AD"/>
    <w:rsid w:val="00F6523A"/>
    <w:rsid w:val="00F6558D"/>
    <w:rsid w:val="00F65981"/>
    <w:rsid w:val="00F65C7D"/>
    <w:rsid w:val="00F65E4C"/>
    <w:rsid w:val="00F661B2"/>
    <w:rsid w:val="00F6652B"/>
    <w:rsid w:val="00F666E4"/>
    <w:rsid w:val="00F668A2"/>
    <w:rsid w:val="00F66A84"/>
    <w:rsid w:val="00F66C93"/>
    <w:rsid w:val="00F66CC9"/>
    <w:rsid w:val="00F66E84"/>
    <w:rsid w:val="00F673A3"/>
    <w:rsid w:val="00F6778D"/>
    <w:rsid w:val="00F678DB"/>
    <w:rsid w:val="00F67918"/>
    <w:rsid w:val="00F701DD"/>
    <w:rsid w:val="00F70355"/>
    <w:rsid w:val="00F708B2"/>
    <w:rsid w:val="00F70AE1"/>
    <w:rsid w:val="00F70B40"/>
    <w:rsid w:val="00F70F1C"/>
    <w:rsid w:val="00F711F1"/>
    <w:rsid w:val="00F7133E"/>
    <w:rsid w:val="00F71563"/>
    <w:rsid w:val="00F715CD"/>
    <w:rsid w:val="00F71649"/>
    <w:rsid w:val="00F7183A"/>
    <w:rsid w:val="00F719C7"/>
    <w:rsid w:val="00F72144"/>
    <w:rsid w:val="00F724D0"/>
    <w:rsid w:val="00F72A2E"/>
    <w:rsid w:val="00F72A5F"/>
    <w:rsid w:val="00F72D0E"/>
    <w:rsid w:val="00F72E26"/>
    <w:rsid w:val="00F72FA4"/>
    <w:rsid w:val="00F72FF7"/>
    <w:rsid w:val="00F73189"/>
    <w:rsid w:val="00F73846"/>
    <w:rsid w:val="00F73DBF"/>
    <w:rsid w:val="00F73E27"/>
    <w:rsid w:val="00F73F3A"/>
    <w:rsid w:val="00F7405E"/>
    <w:rsid w:val="00F74554"/>
    <w:rsid w:val="00F74673"/>
    <w:rsid w:val="00F74696"/>
    <w:rsid w:val="00F74816"/>
    <w:rsid w:val="00F74F6E"/>
    <w:rsid w:val="00F752E6"/>
    <w:rsid w:val="00F75346"/>
    <w:rsid w:val="00F7591A"/>
    <w:rsid w:val="00F75951"/>
    <w:rsid w:val="00F7595E"/>
    <w:rsid w:val="00F75AE9"/>
    <w:rsid w:val="00F75E06"/>
    <w:rsid w:val="00F75F11"/>
    <w:rsid w:val="00F75F7E"/>
    <w:rsid w:val="00F760FC"/>
    <w:rsid w:val="00F76236"/>
    <w:rsid w:val="00F76270"/>
    <w:rsid w:val="00F76531"/>
    <w:rsid w:val="00F766EE"/>
    <w:rsid w:val="00F7677B"/>
    <w:rsid w:val="00F76BAA"/>
    <w:rsid w:val="00F76E36"/>
    <w:rsid w:val="00F76FB8"/>
    <w:rsid w:val="00F77293"/>
    <w:rsid w:val="00F776D3"/>
    <w:rsid w:val="00F777B7"/>
    <w:rsid w:val="00F779CE"/>
    <w:rsid w:val="00F77CB4"/>
    <w:rsid w:val="00F8059A"/>
    <w:rsid w:val="00F808B2"/>
    <w:rsid w:val="00F81199"/>
    <w:rsid w:val="00F8127F"/>
    <w:rsid w:val="00F812D6"/>
    <w:rsid w:val="00F8153A"/>
    <w:rsid w:val="00F8176D"/>
    <w:rsid w:val="00F81A50"/>
    <w:rsid w:val="00F81AEA"/>
    <w:rsid w:val="00F81B12"/>
    <w:rsid w:val="00F81E64"/>
    <w:rsid w:val="00F8230A"/>
    <w:rsid w:val="00F82383"/>
    <w:rsid w:val="00F826B4"/>
    <w:rsid w:val="00F827D4"/>
    <w:rsid w:val="00F82DFE"/>
    <w:rsid w:val="00F83208"/>
    <w:rsid w:val="00F833C5"/>
    <w:rsid w:val="00F835A5"/>
    <w:rsid w:val="00F836B0"/>
    <w:rsid w:val="00F83A79"/>
    <w:rsid w:val="00F8441C"/>
    <w:rsid w:val="00F844C4"/>
    <w:rsid w:val="00F84791"/>
    <w:rsid w:val="00F84A99"/>
    <w:rsid w:val="00F84D75"/>
    <w:rsid w:val="00F84E98"/>
    <w:rsid w:val="00F84F7F"/>
    <w:rsid w:val="00F85141"/>
    <w:rsid w:val="00F851AC"/>
    <w:rsid w:val="00F85562"/>
    <w:rsid w:val="00F85800"/>
    <w:rsid w:val="00F85AF1"/>
    <w:rsid w:val="00F85DEB"/>
    <w:rsid w:val="00F86172"/>
    <w:rsid w:val="00F86589"/>
    <w:rsid w:val="00F865BA"/>
    <w:rsid w:val="00F8682E"/>
    <w:rsid w:val="00F868F5"/>
    <w:rsid w:val="00F869E3"/>
    <w:rsid w:val="00F86EA3"/>
    <w:rsid w:val="00F86EF7"/>
    <w:rsid w:val="00F87DFD"/>
    <w:rsid w:val="00F87E34"/>
    <w:rsid w:val="00F900CC"/>
    <w:rsid w:val="00F90356"/>
    <w:rsid w:val="00F90ADC"/>
    <w:rsid w:val="00F90B04"/>
    <w:rsid w:val="00F90BEA"/>
    <w:rsid w:val="00F90C1C"/>
    <w:rsid w:val="00F90C68"/>
    <w:rsid w:val="00F91110"/>
    <w:rsid w:val="00F9125A"/>
    <w:rsid w:val="00F916DF"/>
    <w:rsid w:val="00F91B9F"/>
    <w:rsid w:val="00F91D15"/>
    <w:rsid w:val="00F921D2"/>
    <w:rsid w:val="00F9223A"/>
    <w:rsid w:val="00F92366"/>
    <w:rsid w:val="00F92454"/>
    <w:rsid w:val="00F92472"/>
    <w:rsid w:val="00F9294E"/>
    <w:rsid w:val="00F92A57"/>
    <w:rsid w:val="00F92E03"/>
    <w:rsid w:val="00F92F39"/>
    <w:rsid w:val="00F9324C"/>
    <w:rsid w:val="00F932D4"/>
    <w:rsid w:val="00F933CC"/>
    <w:rsid w:val="00F934D1"/>
    <w:rsid w:val="00F93A22"/>
    <w:rsid w:val="00F93BB3"/>
    <w:rsid w:val="00F93CEC"/>
    <w:rsid w:val="00F93FE1"/>
    <w:rsid w:val="00F94231"/>
    <w:rsid w:val="00F9427B"/>
    <w:rsid w:val="00F94409"/>
    <w:rsid w:val="00F9489B"/>
    <w:rsid w:val="00F94E27"/>
    <w:rsid w:val="00F95133"/>
    <w:rsid w:val="00F9599B"/>
    <w:rsid w:val="00F9614E"/>
    <w:rsid w:val="00F963F1"/>
    <w:rsid w:val="00F96513"/>
    <w:rsid w:val="00F9651F"/>
    <w:rsid w:val="00F968C3"/>
    <w:rsid w:val="00F97099"/>
    <w:rsid w:val="00F973B4"/>
    <w:rsid w:val="00F97596"/>
    <w:rsid w:val="00F97817"/>
    <w:rsid w:val="00F9792B"/>
    <w:rsid w:val="00F97A73"/>
    <w:rsid w:val="00F97D76"/>
    <w:rsid w:val="00F97F01"/>
    <w:rsid w:val="00FA0078"/>
    <w:rsid w:val="00FA018A"/>
    <w:rsid w:val="00FA02EC"/>
    <w:rsid w:val="00FA030E"/>
    <w:rsid w:val="00FA046B"/>
    <w:rsid w:val="00FA10DF"/>
    <w:rsid w:val="00FA1404"/>
    <w:rsid w:val="00FA18B2"/>
    <w:rsid w:val="00FA19D6"/>
    <w:rsid w:val="00FA1C13"/>
    <w:rsid w:val="00FA218A"/>
    <w:rsid w:val="00FA252B"/>
    <w:rsid w:val="00FA257E"/>
    <w:rsid w:val="00FA2BA3"/>
    <w:rsid w:val="00FA2CCD"/>
    <w:rsid w:val="00FA3528"/>
    <w:rsid w:val="00FA35A1"/>
    <w:rsid w:val="00FA36EB"/>
    <w:rsid w:val="00FA399D"/>
    <w:rsid w:val="00FA3B8F"/>
    <w:rsid w:val="00FA3D9F"/>
    <w:rsid w:val="00FA4300"/>
    <w:rsid w:val="00FA4461"/>
    <w:rsid w:val="00FA55BC"/>
    <w:rsid w:val="00FA5661"/>
    <w:rsid w:val="00FA5AEC"/>
    <w:rsid w:val="00FA5E16"/>
    <w:rsid w:val="00FA6069"/>
    <w:rsid w:val="00FA64CB"/>
    <w:rsid w:val="00FA661E"/>
    <w:rsid w:val="00FA6755"/>
    <w:rsid w:val="00FA6863"/>
    <w:rsid w:val="00FA68C6"/>
    <w:rsid w:val="00FA68D6"/>
    <w:rsid w:val="00FA69BC"/>
    <w:rsid w:val="00FA6BFC"/>
    <w:rsid w:val="00FA6D6D"/>
    <w:rsid w:val="00FA6D9B"/>
    <w:rsid w:val="00FA6DA3"/>
    <w:rsid w:val="00FA6FB2"/>
    <w:rsid w:val="00FA73B2"/>
    <w:rsid w:val="00FA76AD"/>
    <w:rsid w:val="00FA78D8"/>
    <w:rsid w:val="00FA7E0F"/>
    <w:rsid w:val="00FA7E34"/>
    <w:rsid w:val="00FA7E64"/>
    <w:rsid w:val="00FA7EDE"/>
    <w:rsid w:val="00FB03DF"/>
    <w:rsid w:val="00FB0794"/>
    <w:rsid w:val="00FB1298"/>
    <w:rsid w:val="00FB1337"/>
    <w:rsid w:val="00FB13DB"/>
    <w:rsid w:val="00FB152D"/>
    <w:rsid w:val="00FB19C8"/>
    <w:rsid w:val="00FB1A88"/>
    <w:rsid w:val="00FB2049"/>
    <w:rsid w:val="00FB2082"/>
    <w:rsid w:val="00FB2903"/>
    <w:rsid w:val="00FB2D2F"/>
    <w:rsid w:val="00FB2DDE"/>
    <w:rsid w:val="00FB2DF5"/>
    <w:rsid w:val="00FB3001"/>
    <w:rsid w:val="00FB300F"/>
    <w:rsid w:val="00FB3487"/>
    <w:rsid w:val="00FB360D"/>
    <w:rsid w:val="00FB39FA"/>
    <w:rsid w:val="00FB3C1B"/>
    <w:rsid w:val="00FB40FB"/>
    <w:rsid w:val="00FB41F0"/>
    <w:rsid w:val="00FB45C8"/>
    <w:rsid w:val="00FB46D2"/>
    <w:rsid w:val="00FB4ABF"/>
    <w:rsid w:val="00FB4B50"/>
    <w:rsid w:val="00FB4E4F"/>
    <w:rsid w:val="00FB50E8"/>
    <w:rsid w:val="00FB5D1F"/>
    <w:rsid w:val="00FB62E0"/>
    <w:rsid w:val="00FB6380"/>
    <w:rsid w:val="00FB63F3"/>
    <w:rsid w:val="00FB6728"/>
    <w:rsid w:val="00FB69D7"/>
    <w:rsid w:val="00FB6C74"/>
    <w:rsid w:val="00FB71F0"/>
    <w:rsid w:val="00FB73EE"/>
    <w:rsid w:val="00FB7455"/>
    <w:rsid w:val="00FB7A6B"/>
    <w:rsid w:val="00FB7CC4"/>
    <w:rsid w:val="00FB7CE0"/>
    <w:rsid w:val="00FC00C2"/>
    <w:rsid w:val="00FC0144"/>
    <w:rsid w:val="00FC030A"/>
    <w:rsid w:val="00FC04FE"/>
    <w:rsid w:val="00FC078D"/>
    <w:rsid w:val="00FC0B4D"/>
    <w:rsid w:val="00FC1178"/>
    <w:rsid w:val="00FC1645"/>
    <w:rsid w:val="00FC1D5E"/>
    <w:rsid w:val="00FC21D2"/>
    <w:rsid w:val="00FC268F"/>
    <w:rsid w:val="00FC2ABD"/>
    <w:rsid w:val="00FC2DAE"/>
    <w:rsid w:val="00FC2DB0"/>
    <w:rsid w:val="00FC2E10"/>
    <w:rsid w:val="00FC2E78"/>
    <w:rsid w:val="00FC31EE"/>
    <w:rsid w:val="00FC3349"/>
    <w:rsid w:val="00FC3556"/>
    <w:rsid w:val="00FC39F6"/>
    <w:rsid w:val="00FC403A"/>
    <w:rsid w:val="00FC4046"/>
    <w:rsid w:val="00FC41A1"/>
    <w:rsid w:val="00FC423A"/>
    <w:rsid w:val="00FC4563"/>
    <w:rsid w:val="00FC460D"/>
    <w:rsid w:val="00FC467B"/>
    <w:rsid w:val="00FC4793"/>
    <w:rsid w:val="00FC4B83"/>
    <w:rsid w:val="00FC50B9"/>
    <w:rsid w:val="00FC52E0"/>
    <w:rsid w:val="00FC53AB"/>
    <w:rsid w:val="00FC549F"/>
    <w:rsid w:val="00FC55E9"/>
    <w:rsid w:val="00FC5DE1"/>
    <w:rsid w:val="00FC6389"/>
    <w:rsid w:val="00FC69D9"/>
    <w:rsid w:val="00FC6DF8"/>
    <w:rsid w:val="00FC7145"/>
    <w:rsid w:val="00FC7301"/>
    <w:rsid w:val="00FC7FE6"/>
    <w:rsid w:val="00FD0034"/>
    <w:rsid w:val="00FD05EC"/>
    <w:rsid w:val="00FD06F4"/>
    <w:rsid w:val="00FD0BD7"/>
    <w:rsid w:val="00FD0D58"/>
    <w:rsid w:val="00FD0DD9"/>
    <w:rsid w:val="00FD1109"/>
    <w:rsid w:val="00FD1239"/>
    <w:rsid w:val="00FD1F3A"/>
    <w:rsid w:val="00FD20D8"/>
    <w:rsid w:val="00FD2240"/>
    <w:rsid w:val="00FD23B5"/>
    <w:rsid w:val="00FD255A"/>
    <w:rsid w:val="00FD26D3"/>
    <w:rsid w:val="00FD296B"/>
    <w:rsid w:val="00FD2A68"/>
    <w:rsid w:val="00FD2C7F"/>
    <w:rsid w:val="00FD2FE5"/>
    <w:rsid w:val="00FD2FF4"/>
    <w:rsid w:val="00FD3181"/>
    <w:rsid w:val="00FD335D"/>
    <w:rsid w:val="00FD350B"/>
    <w:rsid w:val="00FD371E"/>
    <w:rsid w:val="00FD3835"/>
    <w:rsid w:val="00FD3CF8"/>
    <w:rsid w:val="00FD3DF9"/>
    <w:rsid w:val="00FD3FC6"/>
    <w:rsid w:val="00FD4871"/>
    <w:rsid w:val="00FD4910"/>
    <w:rsid w:val="00FD4A80"/>
    <w:rsid w:val="00FD504F"/>
    <w:rsid w:val="00FD50AF"/>
    <w:rsid w:val="00FD5177"/>
    <w:rsid w:val="00FD557B"/>
    <w:rsid w:val="00FD55A8"/>
    <w:rsid w:val="00FD56C3"/>
    <w:rsid w:val="00FD5755"/>
    <w:rsid w:val="00FD58C9"/>
    <w:rsid w:val="00FD5901"/>
    <w:rsid w:val="00FD5BA6"/>
    <w:rsid w:val="00FD5F2C"/>
    <w:rsid w:val="00FD621C"/>
    <w:rsid w:val="00FD647F"/>
    <w:rsid w:val="00FD66B1"/>
    <w:rsid w:val="00FD68A8"/>
    <w:rsid w:val="00FD69A1"/>
    <w:rsid w:val="00FD6E13"/>
    <w:rsid w:val="00FD6ED7"/>
    <w:rsid w:val="00FD6EE5"/>
    <w:rsid w:val="00FD72D7"/>
    <w:rsid w:val="00FD7692"/>
    <w:rsid w:val="00FD791D"/>
    <w:rsid w:val="00FD79C0"/>
    <w:rsid w:val="00FD7C5F"/>
    <w:rsid w:val="00FE02FB"/>
    <w:rsid w:val="00FE0323"/>
    <w:rsid w:val="00FE0404"/>
    <w:rsid w:val="00FE0871"/>
    <w:rsid w:val="00FE0BA2"/>
    <w:rsid w:val="00FE0CBF"/>
    <w:rsid w:val="00FE0CD9"/>
    <w:rsid w:val="00FE12CC"/>
    <w:rsid w:val="00FE12F9"/>
    <w:rsid w:val="00FE1CFC"/>
    <w:rsid w:val="00FE1F43"/>
    <w:rsid w:val="00FE21FC"/>
    <w:rsid w:val="00FE22DE"/>
    <w:rsid w:val="00FE2414"/>
    <w:rsid w:val="00FE24BB"/>
    <w:rsid w:val="00FE24D4"/>
    <w:rsid w:val="00FE2558"/>
    <w:rsid w:val="00FE2A3C"/>
    <w:rsid w:val="00FE3024"/>
    <w:rsid w:val="00FE3357"/>
    <w:rsid w:val="00FE346B"/>
    <w:rsid w:val="00FE3B38"/>
    <w:rsid w:val="00FE3B50"/>
    <w:rsid w:val="00FE3B85"/>
    <w:rsid w:val="00FE3C54"/>
    <w:rsid w:val="00FE4253"/>
    <w:rsid w:val="00FE439F"/>
    <w:rsid w:val="00FE460F"/>
    <w:rsid w:val="00FE4D52"/>
    <w:rsid w:val="00FE4EC6"/>
    <w:rsid w:val="00FE5000"/>
    <w:rsid w:val="00FE502B"/>
    <w:rsid w:val="00FE5828"/>
    <w:rsid w:val="00FE59E8"/>
    <w:rsid w:val="00FE6194"/>
    <w:rsid w:val="00FE627C"/>
    <w:rsid w:val="00FE66BD"/>
    <w:rsid w:val="00FE678E"/>
    <w:rsid w:val="00FE67C6"/>
    <w:rsid w:val="00FE67F4"/>
    <w:rsid w:val="00FE68A1"/>
    <w:rsid w:val="00FE6919"/>
    <w:rsid w:val="00FE6C29"/>
    <w:rsid w:val="00FE6CBC"/>
    <w:rsid w:val="00FE7C26"/>
    <w:rsid w:val="00FE7C33"/>
    <w:rsid w:val="00FE7E60"/>
    <w:rsid w:val="00FE7ED7"/>
    <w:rsid w:val="00FF0058"/>
    <w:rsid w:val="00FF0AEE"/>
    <w:rsid w:val="00FF0D5D"/>
    <w:rsid w:val="00FF13BA"/>
    <w:rsid w:val="00FF1537"/>
    <w:rsid w:val="00FF16C5"/>
    <w:rsid w:val="00FF17FB"/>
    <w:rsid w:val="00FF19C3"/>
    <w:rsid w:val="00FF1B76"/>
    <w:rsid w:val="00FF1E96"/>
    <w:rsid w:val="00FF20D6"/>
    <w:rsid w:val="00FF22BD"/>
    <w:rsid w:val="00FF2C7E"/>
    <w:rsid w:val="00FF2FA3"/>
    <w:rsid w:val="00FF302F"/>
    <w:rsid w:val="00FF3422"/>
    <w:rsid w:val="00FF353F"/>
    <w:rsid w:val="00FF3708"/>
    <w:rsid w:val="00FF3799"/>
    <w:rsid w:val="00FF3B35"/>
    <w:rsid w:val="00FF3CAD"/>
    <w:rsid w:val="00FF4025"/>
    <w:rsid w:val="00FF4363"/>
    <w:rsid w:val="00FF4D67"/>
    <w:rsid w:val="00FF4DD0"/>
    <w:rsid w:val="00FF4F72"/>
    <w:rsid w:val="00FF51F0"/>
    <w:rsid w:val="00FF56EF"/>
    <w:rsid w:val="00FF5BA7"/>
    <w:rsid w:val="00FF5D5F"/>
    <w:rsid w:val="00FF6281"/>
    <w:rsid w:val="00FF66CD"/>
    <w:rsid w:val="00FF6760"/>
    <w:rsid w:val="00FF67DD"/>
    <w:rsid w:val="00FF6A93"/>
    <w:rsid w:val="00FF6D1E"/>
    <w:rsid w:val="00FF6E8B"/>
    <w:rsid w:val="00FF7022"/>
    <w:rsid w:val="00FF70A6"/>
    <w:rsid w:val="00FF70D6"/>
    <w:rsid w:val="00FF784C"/>
    <w:rsid w:val="00FF797C"/>
    <w:rsid w:val="00FF7BA5"/>
    <w:rsid w:val="00FF7C58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3262E151"/>
  <w15:chartTrackingRefBased/>
  <w15:docId w15:val="{8E841493-2583-4D01-8A9B-F388D31D2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337BE"/>
    <w:rPr>
      <w:rFonts w:eastAsia="Times New Roman"/>
      <w:sz w:val="24"/>
      <w:szCs w:val="24"/>
      <w:lang w:val="en-SE" w:eastAsia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szCs w:val="20"/>
      <w:u w:val="single"/>
      <w:lang w:val="en-GB" w:eastAsia="en-US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szCs w:val="20"/>
      <w:u w:val="single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pPr>
      <w:keepNext/>
      <w:keepLines/>
      <w:spacing w:before="240" w:after="60"/>
      <w:outlineLvl w:val="2"/>
    </w:pPr>
    <w:rPr>
      <w:rFonts w:ascii="Arial" w:hAnsi="Arial"/>
      <w:b/>
      <w:szCs w:val="20"/>
      <w:lang w:val="en-GB" w:eastAsia="en-US"/>
    </w:rPr>
  </w:style>
  <w:style w:type="paragraph" w:styleId="Heading4">
    <w:name w:val="heading 4"/>
    <w:basedOn w:val="Normal"/>
    <w:next w:val="Normal"/>
    <w:link w:val="Heading4Char"/>
    <w:unhideWhenUsed/>
    <w:qFormat/>
    <w:rsid w:val="00561B6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paragraph" w:styleId="Heading5">
    <w:name w:val="heading 5"/>
    <w:basedOn w:val="Normal"/>
    <w:next w:val="Normal"/>
    <w:link w:val="Heading5Char"/>
    <w:unhideWhenUsed/>
    <w:qFormat/>
    <w:rsid w:val="00FF5BA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Cs w:val="20"/>
      <w:lang w:val="en-GB" w:eastAsia="en-US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  <w:szCs w:val="20"/>
      <w:lang w:val="en-GB" w:eastAsia="en-US"/>
    </w:rPr>
  </w:style>
  <w:style w:type="paragraph" w:customStyle="1" w:styleId="T1">
    <w:name w:val="T1"/>
    <w:basedOn w:val="Normal"/>
    <w:pPr>
      <w:jc w:val="center"/>
    </w:pPr>
    <w:rPr>
      <w:b/>
      <w:sz w:val="28"/>
      <w:szCs w:val="20"/>
      <w:lang w:val="en-GB" w:eastAsia="en-US"/>
    </w:rPr>
  </w:style>
  <w:style w:type="paragraph" w:customStyle="1" w:styleId="T2">
    <w:name w:val="T2"/>
    <w:basedOn w:val="T1"/>
    <w:qFormat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  <w:rPr>
      <w:sz w:val="22"/>
      <w:szCs w:val="20"/>
      <w:lang w:val="en-GB" w:eastAsia="en-US"/>
    </w:rPr>
  </w:style>
  <w:style w:type="character" w:styleId="Hyperlink">
    <w:name w:val="Hyperlink"/>
    <w:rPr>
      <w:color w:val="0000FF"/>
      <w:u w:val="single"/>
    </w:rPr>
  </w:style>
  <w:style w:type="character" w:customStyle="1" w:styleId="None">
    <w:name w:val="None"/>
    <w:rsid w:val="005231EF"/>
  </w:style>
  <w:style w:type="paragraph" w:styleId="ListParagraph">
    <w:name w:val="List Paragraph"/>
    <w:basedOn w:val="Normal"/>
    <w:uiPriority w:val="34"/>
    <w:qFormat/>
    <w:rsid w:val="00B5233E"/>
    <w:pPr>
      <w:ind w:left="720"/>
    </w:pPr>
    <w:rPr>
      <w:sz w:val="22"/>
      <w:szCs w:val="20"/>
      <w:lang w:val="en-GB" w:eastAsia="en-US"/>
    </w:rPr>
  </w:style>
  <w:style w:type="table" w:styleId="TableGrid">
    <w:name w:val="Table Grid"/>
    <w:basedOn w:val="TableNormal"/>
    <w:rsid w:val="00D945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F46C2D"/>
    <w:rPr>
      <w:rFonts w:ascii="Segoe UI" w:hAnsi="Segoe UI" w:cs="Segoe UI"/>
      <w:sz w:val="18"/>
      <w:szCs w:val="18"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semiHidden/>
    <w:rsid w:val="00F46C2D"/>
    <w:rPr>
      <w:rFonts w:ascii="Segoe UI" w:hAnsi="Segoe UI" w:cs="Segoe UI"/>
      <w:sz w:val="18"/>
      <w:szCs w:val="18"/>
      <w:lang w:val="en-GB"/>
    </w:rPr>
  </w:style>
  <w:style w:type="paragraph" w:styleId="NormalWeb">
    <w:name w:val="Normal (Web)"/>
    <w:basedOn w:val="Normal"/>
    <w:uiPriority w:val="99"/>
    <w:unhideWhenUsed/>
    <w:rsid w:val="002369E4"/>
    <w:pPr>
      <w:spacing w:before="100" w:beforeAutospacing="1" w:after="100" w:afterAutospacing="1"/>
    </w:pPr>
    <w:rPr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F5BF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sid w:val="00F66E84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rsid w:val="00EE49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EE4992"/>
    <w:rPr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4992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49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4992"/>
    <w:rPr>
      <w:b/>
      <w:bCs/>
      <w:lang w:val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E2ABE"/>
    <w:rPr>
      <w:color w:val="605E5C"/>
      <w:shd w:val="clear" w:color="auto" w:fill="E1DFDD"/>
    </w:rPr>
  </w:style>
  <w:style w:type="character" w:customStyle="1" w:styleId="gmaildefault">
    <w:name w:val="gmail_default"/>
    <w:basedOn w:val="DefaultParagraphFont"/>
    <w:rsid w:val="00595416"/>
  </w:style>
  <w:style w:type="paragraph" w:styleId="BodyText">
    <w:name w:val="Body Text"/>
    <w:basedOn w:val="Normal"/>
    <w:link w:val="BodyTextChar"/>
    <w:rsid w:val="007A5328"/>
    <w:pPr>
      <w:spacing w:after="120"/>
    </w:pPr>
    <w:rPr>
      <w:sz w:val="22"/>
      <w:szCs w:val="20"/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7A5328"/>
    <w:rPr>
      <w:sz w:val="22"/>
      <w:lang w:val="en-GB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2A0C37"/>
    <w:rPr>
      <w:color w:val="605E5C"/>
      <w:shd w:val="clear" w:color="auto" w:fill="E1DFDD"/>
    </w:rPr>
  </w:style>
  <w:style w:type="paragraph" w:customStyle="1" w:styleId="T">
    <w:name w:val="T"/>
    <w:aliases w:val="Text"/>
    <w:uiPriority w:val="99"/>
    <w:rsid w:val="003E44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  <w:jc w:val="both"/>
    </w:pPr>
    <w:rPr>
      <w:rFonts w:eastAsiaTheme="minorEastAsia"/>
      <w:color w:val="000000"/>
      <w:w w:val="0"/>
    </w:rPr>
  </w:style>
  <w:style w:type="character" w:customStyle="1" w:styleId="Heading5Char">
    <w:name w:val="Heading 5 Char"/>
    <w:basedOn w:val="DefaultParagraphFont"/>
    <w:link w:val="Heading5"/>
    <w:rsid w:val="00FF5BA7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en-GB"/>
    </w:rPr>
  </w:style>
  <w:style w:type="character" w:customStyle="1" w:styleId="Heading4Char">
    <w:name w:val="Heading 4 Char"/>
    <w:basedOn w:val="DefaultParagraphFont"/>
    <w:link w:val="Heading4"/>
    <w:rsid w:val="00561B64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en-GB"/>
    </w:rPr>
  </w:style>
  <w:style w:type="character" w:customStyle="1" w:styleId="SC13204878">
    <w:name w:val="SC.13.204878"/>
    <w:uiPriority w:val="99"/>
    <w:rsid w:val="00561B64"/>
    <w:rPr>
      <w:color w:val="000000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CB6850"/>
    <w:rPr>
      <w:color w:val="808080"/>
    </w:rPr>
  </w:style>
  <w:style w:type="character" w:customStyle="1" w:styleId="Heading3Char">
    <w:name w:val="Heading 3 Char"/>
    <w:basedOn w:val="DefaultParagraphFont"/>
    <w:link w:val="Heading3"/>
    <w:rsid w:val="00B110C1"/>
    <w:rPr>
      <w:rFonts w:ascii="Arial" w:hAnsi="Arial"/>
      <w:b/>
      <w:sz w:val="24"/>
      <w:lang w:val="en-GB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E7010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43302"/>
    <w:rPr>
      <w:rFonts w:eastAsia="Times New Roman"/>
      <w:sz w:val="24"/>
      <w:szCs w:val="24"/>
      <w:lang w:eastAsia="en-GB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5E54B8"/>
    <w:rPr>
      <w:color w:val="605E5C"/>
      <w:shd w:val="clear" w:color="auto" w:fill="E1DFDD"/>
    </w:rPr>
  </w:style>
  <w:style w:type="character" w:customStyle="1" w:styleId="UnresolvedMention6">
    <w:name w:val="Unresolved Mention6"/>
    <w:basedOn w:val="DefaultParagraphFont"/>
    <w:uiPriority w:val="99"/>
    <w:semiHidden/>
    <w:unhideWhenUsed/>
    <w:rsid w:val="000F2023"/>
    <w:rPr>
      <w:color w:val="605E5C"/>
      <w:shd w:val="clear" w:color="auto" w:fill="E1DFDD"/>
    </w:rPr>
  </w:style>
  <w:style w:type="character" w:customStyle="1" w:styleId="UnresolvedMention7">
    <w:name w:val="Unresolved Mention7"/>
    <w:basedOn w:val="DefaultParagraphFont"/>
    <w:uiPriority w:val="99"/>
    <w:semiHidden/>
    <w:unhideWhenUsed/>
    <w:rsid w:val="000170E0"/>
    <w:rPr>
      <w:color w:val="605E5C"/>
      <w:shd w:val="clear" w:color="auto" w:fill="E1DFDD"/>
    </w:rPr>
  </w:style>
  <w:style w:type="character" w:customStyle="1" w:styleId="UnresolvedMention8">
    <w:name w:val="Unresolved Mention8"/>
    <w:basedOn w:val="DefaultParagraphFont"/>
    <w:uiPriority w:val="99"/>
    <w:semiHidden/>
    <w:unhideWhenUsed/>
    <w:rsid w:val="000D7C98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51400"/>
    <w:rPr>
      <w:color w:val="605E5C"/>
      <w:shd w:val="clear" w:color="auto" w:fill="E1DFDD"/>
    </w:rPr>
  </w:style>
  <w:style w:type="paragraph" w:customStyle="1" w:styleId="FrameContents">
    <w:name w:val="Frame Contents"/>
    <w:basedOn w:val="Normal"/>
    <w:qFormat/>
    <w:rsid w:val="003F2DBE"/>
    <w:pPr>
      <w:suppressAutoHyphens/>
      <w:overflowPunct w:val="0"/>
    </w:pPr>
    <w:rPr>
      <w:sz w:val="2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26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7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7418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2280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9316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88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55892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7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758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302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6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16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05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9944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3933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495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990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177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9277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138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2112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289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92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269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68336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4785">
          <w:marLeft w:val="2520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5166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00176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38886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3623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26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017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359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05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6658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5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539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84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5006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493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2718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026363">
          <w:marLeft w:val="10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0683">
          <w:marLeft w:val="10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5944">
          <w:marLeft w:val="102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0901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43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599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15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180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488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374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04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09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52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4672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905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366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571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63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64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99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9170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725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7275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60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1205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0772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304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54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184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06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659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001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946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23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307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7533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685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3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97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58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3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88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07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28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595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01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58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792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903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96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346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889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9233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861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201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946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6472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5071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429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38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1939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84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587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3066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78945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848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37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8902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089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52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253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75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591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95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2957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15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00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94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49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517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6119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76385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503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49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197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5401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938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20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914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4614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230736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5423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7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2503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69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306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014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573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4829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666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677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4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52671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8442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59181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8036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8232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4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5205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4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0649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6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9913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88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9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36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92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993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658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7951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4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75974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8039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5245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9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4316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3324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723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205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2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111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7439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5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061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40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01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3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8183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50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49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3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4088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93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477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49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1428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7888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5338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4263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2946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287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602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73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060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722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5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844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851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3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6497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57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677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450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481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74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5108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43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27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7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22229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595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8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6033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22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873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9017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255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160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60860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6229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02225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56688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9626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75597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6692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19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88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1976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070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9210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346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31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0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8720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65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3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52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393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725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700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53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807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352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1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3293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400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836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767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5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990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203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817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84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668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2986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26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9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7284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0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6317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389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71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661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63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056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27653">
          <w:marLeft w:val="30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9847">
          <w:marLeft w:val="30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724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125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0265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59944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243092">
          <w:marLeft w:val="204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1383">
          <w:marLeft w:val="204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5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683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298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1656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24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094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4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0261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10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8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235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55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43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8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01291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3629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8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89945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7028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37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1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041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6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864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705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0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162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25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100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555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0761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806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6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03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629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8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7843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0772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5235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86359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34146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90366">
          <w:marLeft w:val="224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467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4277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7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029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85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865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4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40163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85902">
          <w:marLeft w:val="99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7303">
          <w:marLeft w:val="99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970541">
          <w:marLeft w:val="99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61525">
          <w:marLeft w:val="99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7945">
          <w:marLeft w:val="99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6896">
          <w:marLeft w:val="994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5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0883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86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96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10626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57900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7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879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639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6263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947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53307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2210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5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074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6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89422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862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85613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66601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4113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221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5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1317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5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78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71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960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233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32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061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7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78486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5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780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5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771610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179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2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86535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0913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1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171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457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08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403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482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2965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88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92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597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939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123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92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4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4067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2926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496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69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6648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4187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343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73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1137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61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7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37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03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3295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7174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9627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90108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6238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2704">
          <w:marLeft w:val="9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34417">
          <w:marLeft w:val="9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37734">
          <w:marLeft w:val="9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5358">
          <w:marLeft w:val="9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3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123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6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9622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3734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9837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8381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9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78276">
          <w:marLeft w:val="10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9376">
          <w:marLeft w:val="10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10876">
          <w:marLeft w:val="10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2903">
          <w:marLeft w:val="108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4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8107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259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201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245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4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965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76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73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315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34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6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132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594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91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82934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618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10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7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93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20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3859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331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7120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34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237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393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27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204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27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29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9458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3438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8527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61560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7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76906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331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819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1801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141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23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47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445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52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75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62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35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0152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8831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852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8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96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80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0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12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741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692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246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498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0765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7237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3528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497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98467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77944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4485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59858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93165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29685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42353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72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240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04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62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8336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18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1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49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615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1810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5438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0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2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6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024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21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441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83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011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580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758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3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48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51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054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7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6455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9523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90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6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730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556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1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6086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42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46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923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6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262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497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53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969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19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1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5186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729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090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6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889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86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905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88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164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36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06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90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971046">
          <w:marLeft w:val="99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6793">
          <w:marLeft w:val="99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3297">
          <w:marLeft w:val="99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47787">
          <w:marLeft w:val="99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0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89438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892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9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0804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656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9983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8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8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792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8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28936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8128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6048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4293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06341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7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0579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63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876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236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931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4013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8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6878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5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10088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5502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0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0429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03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86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3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9424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9587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56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172805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93805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6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8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6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16563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998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6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1178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4254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07287">
          <w:marLeft w:val="1714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8931">
          <w:marLeft w:val="1714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793">
          <w:marLeft w:val="1714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18442">
          <w:marLeft w:val="1714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1984">
          <w:marLeft w:val="243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3988">
          <w:marLeft w:val="2434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49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511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478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070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53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11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878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6927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09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7015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0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4825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7895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5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0558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18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165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74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92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796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64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395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2245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020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0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0516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30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485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74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9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36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9358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598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6569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3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341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003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956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40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19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668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525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7316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045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7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10602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485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2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2818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36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96048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7941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9663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6506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8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6467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736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32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94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605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4777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281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6414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3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80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45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1696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6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15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524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76842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33800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2352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316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5393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4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08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6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8271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8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7012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9349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239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0117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178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753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718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68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986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38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49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1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268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898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86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672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223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275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6270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3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650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598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35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6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204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85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8078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225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84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364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893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17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3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74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9775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428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370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3378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4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16531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4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872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11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505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314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42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195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5754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42578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546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8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209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325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42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16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998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4130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218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886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7925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8486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146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3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676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696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05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17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37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7452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9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13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6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21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430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47177">
          <w:marLeft w:val="1138"/>
          <w:marRight w:val="0"/>
          <w:marTop w:val="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12233">
          <w:marLeft w:val="1138"/>
          <w:marRight w:val="0"/>
          <w:marTop w:val="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39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3824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2143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1860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7816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9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0899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8229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738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98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6149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715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445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279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713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521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2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14036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2645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5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8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210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45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71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712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116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79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780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3278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4488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1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831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874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651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45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2444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646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1551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151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413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0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71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4079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828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049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04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9033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30800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509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6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5454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212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6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60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15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841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8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46992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7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3274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5210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1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74607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427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0869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94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2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74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83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052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9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5155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308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6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3745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3747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9386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0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860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29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682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788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8620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127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3920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3933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517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979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649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7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963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107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932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396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0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325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99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41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2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97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817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9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2363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60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219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374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06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7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8941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190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954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7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6011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082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598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2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59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124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051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8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978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14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14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544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40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74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23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56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792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201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75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749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1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90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076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338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79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8065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429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46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1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50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9159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6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654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314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01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65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2643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616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325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837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669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0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9771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6998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8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209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864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5839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8069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32240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0569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96037">
          <w:marLeft w:val="1886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0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2958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097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41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41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73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64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507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2890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546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5028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294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66637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500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013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1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71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26477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7299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9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3258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92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95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9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28307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23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8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0512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51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697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2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656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49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5535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37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04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18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89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394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545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126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3808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426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6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9156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502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380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9794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7955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6117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824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9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936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21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73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55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3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2797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2647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69417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9994">
          <w:marLeft w:val="27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94544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2862">
          <w:marLeft w:val="27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30787">
          <w:marLeft w:val="27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09080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135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5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9461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3951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1126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4291">
          <w:marLeft w:val="1714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00644">
          <w:marLeft w:val="1714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1455">
          <w:marLeft w:val="1714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85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36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840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921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06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9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183737">
          <w:marLeft w:val="28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30849">
          <w:marLeft w:val="28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7473">
          <w:marLeft w:val="28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4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62179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203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44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7146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8717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0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870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80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578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57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41010">
          <w:marLeft w:val="108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50755">
          <w:marLeft w:val="108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2694">
          <w:marLeft w:val="108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7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3506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7854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1458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41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667203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4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2009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1232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41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316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94149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1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14692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4118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3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4407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665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224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6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657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99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992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96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900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40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3731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15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102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7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20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450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99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52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7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6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0947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817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1827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7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746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77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66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48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63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74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102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4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900908">
          <w:marLeft w:val="16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2759">
          <w:marLeft w:val="16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5280">
          <w:marLeft w:val="16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31810">
          <w:marLeft w:val="16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2782">
          <w:marLeft w:val="16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97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5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7523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74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063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2741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849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57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67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09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905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285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572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3384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5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43595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498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56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238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008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435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75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892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437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724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486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3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545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180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784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48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25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6442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740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1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4824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6245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5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798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8413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2598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3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4296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29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6032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3963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27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93322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720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298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4138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723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335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7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030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309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17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93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83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28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7482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3490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7950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47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1179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22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88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7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781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2264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227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6104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1162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51148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226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8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9052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42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99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74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72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4344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223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092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9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01709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175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732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4795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7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2438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36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71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52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3723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13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707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0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747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56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219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32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1918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0375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5199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9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04367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883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8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3523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7758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1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6641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98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973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13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43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7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983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670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4300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2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107453">
          <w:marLeft w:val="576"/>
          <w:marRight w:val="0"/>
          <w:marTop w:val="1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10333">
          <w:marLeft w:val="1339"/>
          <w:marRight w:val="0"/>
          <w:marTop w:val="10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4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61566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45764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206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0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3707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357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03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7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7481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699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0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68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23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64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576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719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4221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4109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05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6642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913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21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0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01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310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72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67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459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9677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3638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6905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9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0026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249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2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21559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1706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1754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238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20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1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82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799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7785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7984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9348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6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55734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293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3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539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888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378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787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50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445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5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71836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7384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883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5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082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425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78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217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40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5449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745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9204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307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422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50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2310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319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5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1532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466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1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4918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5723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3194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468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886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34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03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5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091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0491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8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9510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93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580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71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1912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30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019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60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8360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72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997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45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52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44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8702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39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827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76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598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8533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9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40271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6115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0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416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97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23946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70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1439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75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79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37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467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89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3098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7379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972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968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56387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00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62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06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78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1066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25803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872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3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07594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2605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4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9446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638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8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4198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994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1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0385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217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934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00267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9197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14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328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377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8000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4029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8490">
          <w:marLeft w:val="99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1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6100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261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53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63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892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846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1438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0920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26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2954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93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15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00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7930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9880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8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276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8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66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4043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31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925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6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7173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17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52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17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4214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0686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4255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1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6798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5976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4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1125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054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1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097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5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292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21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616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63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81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352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3210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3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82600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67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2914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7383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8637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77467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6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9468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66500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261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3996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76344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156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2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720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7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8825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96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7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10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4394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31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7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4551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38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334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8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9031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0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8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2676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415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6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444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425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498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0356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925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4503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6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94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9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3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797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87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03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73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19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0400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388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216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4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256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74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4481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107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2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0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959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59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74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682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77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6951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61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6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8935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909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48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7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0086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699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535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8402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457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7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67347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3985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9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012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197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5176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6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398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263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6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643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01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2954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44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287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076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242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8407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157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200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7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5523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40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229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763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47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099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5504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5197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71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5282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48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4639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10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72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493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4061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564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796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6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760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2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8781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2672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9598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0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5239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415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4421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232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439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1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24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83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035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92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18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504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94506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454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6325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9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1477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67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82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09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25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298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432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3167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35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091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422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414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3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82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69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8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9007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64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01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247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32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480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098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5137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9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49242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474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1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5883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08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26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737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73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834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388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3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6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822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39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95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6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64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889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1319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529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7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0727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486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5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7728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8493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3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1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060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519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8455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7438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880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03929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81006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52851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4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70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4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2278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817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8867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424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6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35273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58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340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705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78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31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978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698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68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075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8817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7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90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8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278403">
          <w:marLeft w:val="44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2104">
          <w:marLeft w:val="44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8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1072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493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6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7067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6469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56604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4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3131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070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33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88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837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58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450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9489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284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0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46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17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96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510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68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305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047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44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9903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7523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9923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45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79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46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31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47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40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48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3967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3370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7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144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21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142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74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45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4470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0929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2231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6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03072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102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0574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297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30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6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030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426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4039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67878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430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8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7454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317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8170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3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8533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1412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601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203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2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969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51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884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421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5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24554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665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38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3210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347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55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4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1832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7078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3870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7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8464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024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1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1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9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65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99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58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772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427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815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1581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556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488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0320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9510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4179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58296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58203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155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1911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40651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085718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824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81861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19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7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266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9152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8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721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638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42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9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4018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13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25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533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131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072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8647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9970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372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6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926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982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75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8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1363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2036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01638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68358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8443">
          <w:marLeft w:val="22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00978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7602">
          <w:marLeft w:val="22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07727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3393">
          <w:marLeft w:val="171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26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868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99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66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68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792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6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59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1872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0656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1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4470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88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33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193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428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447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496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4809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1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3093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4405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2759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0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32048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500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39125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5884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818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447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5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684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510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168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530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43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131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223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2550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331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7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644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17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22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816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07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9761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843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1396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0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8718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821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364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1528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23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227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73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42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70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5001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5490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4548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3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252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134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98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0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787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279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772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3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9358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362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637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9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43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599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6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37318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66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674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98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2069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106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53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56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30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79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7871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642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2374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707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38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9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34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14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939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364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74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56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70235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5552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1828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31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75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56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51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37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457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0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538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2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8228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0687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9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57308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2700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82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8290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74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2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54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20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73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4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57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3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703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92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589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215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3677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558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3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13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156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05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36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0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6981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4860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052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6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53270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7388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8491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75174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703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56939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5535">
          <w:marLeft w:val="171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6488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5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816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438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47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61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82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125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376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759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5474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0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394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225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6880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291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0471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790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52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54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40378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6572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4274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0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69290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8394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6782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0860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0634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8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01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094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844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54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098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177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775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9814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6932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2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794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956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928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967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4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827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2384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8177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0031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37070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8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7214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83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117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077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90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4038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3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6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5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596501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5142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3310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909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3905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807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47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596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08156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8173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48269">
          <w:marLeft w:val="99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entor.ieee.org/802.11/dcn/24/11-24-2091-01-00bf-sa-2nd-recirc-comments.xlsx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entor.ieee.org/802.11/dcn/24/11-24-2121-01-00bf-tgbf-meeting-agenda-2024-12.pptx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leif.r.wilhelmsson@ericsson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rdasilv\Download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A7AC0C743A294CADF60F661720E3E6" ma:contentTypeVersion="13" ma:contentTypeDescription="Create a new document." ma:contentTypeScope="" ma:versionID="e90a56cf7fe199bab0d740399411bc4d">
  <xsd:schema xmlns:xsd="http://www.w3.org/2001/XMLSchema" xmlns:xs="http://www.w3.org/2001/XMLSchema" xmlns:p="http://schemas.microsoft.com/office/2006/metadata/properties" xmlns:ns3="6f846979-0e6f-42ff-8b87-e1893efeda99" xmlns:ns4="db33437f-65a5-48c5-b537-19efd290f967" targetNamespace="http://schemas.microsoft.com/office/2006/metadata/properties" ma:root="true" ma:fieldsID="01ca7715dfcc58503077e4db4d569032" ns3:_="" ns4:_="">
    <xsd:import namespace="6f846979-0e6f-42ff-8b87-e1893efeda99"/>
    <xsd:import namespace="db33437f-65a5-48c5-b537-19efd290f96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846979-0e6f-42ff-8b87-e1893efeda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3437f-65a5-48c5-b537-19efd290f96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BB3EED-94BB-4D55-A13B-1FAFA81198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703473-EC51-4BAC-A034-837594AC09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846979-0e6f-42ff-8b87-e1893efeda99"/>
    <ds:schemaRef ds:uri="db33437f-65a5-48c5-b537-19efd290f9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503CE0-AC16-47A9-BAAB-22F675DF1D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F6952D-127F-4BEE-B4EC-E097D780C0E0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92e84ceb-fbfd-47ab-be52-080c6b87953f}" enabled="0" method="" siteId="{92e84ceb-fbfd-47ab-be52-080c6b87953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C:\Users\crdasilv\Downloads\802-11-Submission-Portrait.dot</Template>
  <TotalTime>733</TotalTime>
  <Pages>4</Pages>
  <Words>659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Some Company</Company>
  <LinksUpToDate>false</LinksUpToDate>
  <CharactersWithSpaces>5247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Submission</dc:subject>
  <dc:creator>Da Silva, Claudio</dc:creator>
  <cp:keywords>September 2020</cp:keywords>
  <dc:description>Claudio da Silva, Intel</dc:description>
  <cp:lastModifiedBy>Leif Wilhelmsson R</cp:lastModifiedBy>
  <cp:revision>52</cp:revision>
  <cp:lastPrinted>2019-10-09T16:05:00Z</cp:lastPrinted>
  <dcterms:created xsi:type="dcterms:W3CDTF">2024-12-19T14:50:00Z</dcterms:created>
  <dcterms:modified xsi:type="dcterms:W3CDTF">2024-12-20T09:30:00Z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60a8de1a-838f-4c9c-9191-ba8077fba612</vt:lpwstr>
  </property>
  <property fmtid="{D5CDD505-2E9C-101B-9397-08002B2CF9AE}" pid="3" name="CTP_TimeStamp">
    <vt:lpwstr>2020-08-18 21:23:19Z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  <property fmtid="{D5CDD505-2E9C-101B-9397-08002B2CF9AE}" pid="8" name="ContentTypeId">
    <vt:lpwstr>0x0101003AA7AC0C743A294CADF60F661720E3E6</vt:lpwstr>
  </property>
</Properties>
</file>