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A8E314"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77EEA60" w14:textId="77777777">
        <w:trPr>
          <w:trHeight w:val="485"/>
          <w:jc w:val="center"/>
        </w:trPr>
        <w:tc>
          <w:tcPr>
            <w:tcW w:w="9576" w:type="dxa"/>
            <w:gridSpan w:val="5"/>
            <w:vAlign w:val="center"/>
          </w:tcPr>
          <w:p w14:paraId="661C51E7" w14:textId="31C776E5" w:rsidR="00CA09B2" w:rsidRDefault="00006A65" w:rsidP="004D584C">
            <w:pPr>
              <w:pStyle w:val="T2"/>
            </w:pPr>
            <w:r>
              <w:t>Resolutions for some comments on 11me/D</w:t>
            </w:r>
            <w:r w:rsidR="00C90A9F">
              <w:t>6</w:t>
            </w:r>
            <w:r>
              <w:t>.0 (SA</w:t>
            </w:r>
            <w:r w:rsidR="00C90A9F">
              <w:t>3</w:t>
            </w:r>
            <w:r>
              <w:t>)</w:t>
            </w:r>
          </w:p>
        </w:tc>
      </w:tr>
      <w:tr w:rsidR="00CA09B2" w14:paraId="0CB868FF" w14:textId="77777777">
        <w:trPr>
          <w:trHeight w:val="359"/>
          <w:jc w:val="center"/>
        </w:trPr>
        <w:tc>
          <w:tcPr>
            <w:tcW w:w="9576" w:type="dxa"/>
            <w:gridSpan w:val="5"/>
            <w:vAlign w:val="center"/>
          </w:tcPr>
          <w:p w14:paraId="0AF24E74" w14:textId="25FA68B4" w:rsidR="00CA09B2" w:rsidRDefault="00CA09B2">
            <w:pPr>
              <w:pStyle w:val="T2"/>
              <w:ind w:left="0"/>
              <w:rPr>
                <w:sz w:val="20"/>
              </w:rPr>
            </w:pPr>
            <w:r>
              <w:rPr>
                <w:sz w:val="20"/>
              </w:rPr>
              <w:t>Date:</w:t>
            </w:r>
            <w:r w:rsidR="006C312B">
              <w:rPr>
                <w:b w:val="0"/>
                <w:sz w:val="20"/>
              </w:rPr>
              <w:t xml:space="preserve">  202</w:t>
            </w:r>
            <w:r w:rsidR="004B3542">
              <w:rPr>
                <w:b w:val="0"/>
                <w:sz w:val="20"/>
              </w:rPr>
              <w:t>4</w:t>
            </w:r>
            <w:r w:rsidR="006C312B">
              <w:rPr>
                <w:b w:val="0"/>
                <w:sz w:val="20"/>
              </w:rPr>
              <w:t>-</w:t>
            </w:r>
            <w:r w:rsidR="00F568B1">
              <w:rPr>
                <w:b w:val="0"/>
                <w:sz w:val="20"/>
              </w:rPr>
              <w:t>0</w:t>
            </w:r>
            <w:r w:rsidR="00C90A9F">
              <w:rPr>
                <w:b w:val="0"/>
                <w:sz w:val="20"/>
              </w:rPr>
              <w:t>7</w:t>
            </w:r>
            <w:r w:rsidR="00F568B1">
              <w:rPr>
                <w:b w:val="0"/>
                <w:sz w:val="20"/>
              </w:rPr>
              <w:t>-</w:t>
            </w:r>
            <w:r w:rsidR="00796777">
              <w:rPr>
                <w:b w:val="0"/>
                <w:sz w:val="20"/>
              </w:rPr>
              <w:t>1</w:t>
            </w:r>
            <w:r w:rsidR="00C90A9F">
              <w:rPr>
                <w:b w:val="0"/>
                <w:sz w:val="20"/>
              </w:rPr>
              <w:t>7</w:t>
            </w:r>
          </w:p>
        </w:tc>
      </w:tr>
      <w:tr w:rsidR="00CA09B2" w14:paraId="475637C1" w14:textId="77777777">
        <w:trPr>
          <w:cantSplit/>
          <w:jc w:val="center"/>
        </w:trPr>
        <w:tc>
          <w:tcPr>
            <w:tcW w:w="9576" w:type="dxa"/>
            <w:gridSpan w:val="5"/>
            <w:vAlign w:val="center"/>
          </w:tcPr>
          <w:p w14:paraId="19A0C299" w14:textId="77777777" w:rsidR="00CA09B2" w:rsidRDefault="00CA09B2">
            <w:pPr>
              <w:pStyle w:val="T2"/>
              <w:spacing w:after="0"/>
              <w:ind w:left="0" w:right="0"/>
              <w:jc w:val="left"/>
              <w:rPr>
                <w:sz w:val="20"/>
              </w:rPr>
            </w:pPr>
            <w:r>
              <w:rPr>
                <w:sz w:val="20"/>
              </w:rPr>
              <w:t>Author(s):</w:t>
            </w:r>
          </w:p>
        </w:tc>
      </w:tr>
      <w:tr w:rsidR="00CA09B2" w14:paraId="4014179C" w14:textId="77777777">
        <w:trPr>
          <w:jc w:val="center"/>
        </w:trPr>
        <w:tc>
          <w:tcPr>
            <w:tcW w:w="1336" w:type="dxa"/>
            <w:vAlign w:val="center"/>
          </w:tcPr>
          <w:p w14:paraId="51A5CE97" w14:textId="77777777" w:rsidR="00CA09B2" w:rsidRDefault="00CA09B2">
            <w:pPr>
              <w:pStyle w:val="T2"/>
              <w:spacing w:after="0"/>
              <w:ind w:left="0" w:right="0"/>
              <w:jc w:val="left"/>
              <w:rPr>
                <w:sz w:val="20"/>
              </w:rPr>
            </w:pPr>
            <w:r>
              <w:rPr>
                <w:sz w:val="20"/>
              </w:rPr>
              <w:t>Name</w:t>
            </w:r>
          </w:p>
        </w:tc>
        <w:tc>
          <w:tcPr>
            <w:tcW w:w="2064" w:type="dxa"/>
            <w:vAlign w:val="center"/>
          </w:tcPr>
          <w:p w14:paraId="60F34AC6" w14:textId="77777777" w:rsidR="00CA09B2" w:rsidRDefault="0062440B">
            <w:pPr>
              <w:pStyle w:val="T2"/>
              <w:spacing w:after="0"/>
              <w:ind w:left="0" w:right="0"/>
              <w:jc w:val="left"/>
              <w:rPr>
                <w:sz w:val="20"/>
              </w:rPr>
            </w:pPr>
            <w:r>
              <w:rPr>
                <w:sz w:val="20"/>
              </w:rPr>
              <w:t>Affiliation</w:t>
            </w:r>
          </w:p>
        </w:tc>
        <w:tc>
          <w:tcPr>
            <w:tcW w:w="2814" w:type="dxa"/>
            <w:vAlign w:val="center"/>
          </w:tcPr>
          <w:p w14:paraId="7088788D" w14:textId="77777777" w:rsidR="00CA09B2" w:rsidRDefault="00CA09B2">
            <w:pPr>
              <w:pStyle w:val="T2"/>
              <w:spacing w:after="0"/>
              <w:ind w:left="0" w:right="0"/>
              <w:jc w:val="left"/>
              <w:rPr>
                <w:sz w:val="20"/>
              </w:rPr>
            </w:pPr>
            <w:r>
              <w:rPr>
                <w:sz w:val="20"/>
              </w:rPr>
              <w:t>Address</w:t>
            </w:r>
          </w:p>
        </w:tc>
        <w:tc>
          <w:tcPr>
            <w:tcW w:w="1715" w:type="dxa"/>
            <w:vAlign w:val="center"/>
          </w:tcPr>
          <w:p w14:paraId="3E85A545" w14:textId="77777777" w:rsidR="00CA09B2" w:rsidRDefault="00CA09B2">
            <w:pPr>
              <w:pStyle w:val="T2"/>
              <w:spacing w:after="0"/>
              <w:ind w:left="0" w:right="0"/>
              <w:jc w:val="left"/>
              <w:rPr>
                <w:sz w:val="20"/>
              </w:rPr>
            </w:pPr>
            <w:r>
              <w:rPr>
                <w:sz w:val="20"/>
              </w:rPr>
              <w:t>Phone</w:t>
            </w:r>
          </w:p>
        </w:tc>
        <w:tc>
          <w:tcPr>
            <w:tcW w:w="1647" w:type="dxa"/>
            <w:vAlign w:val="center"/>
          </w:tcPr>
          <w:p w14:paraId="28221F36" w14:textId="77777777" w:rsidR="00CA09B2" w:rsidRDefault="00CA09B2">
            <w:pPr>
              <w:pStyle w:val="T2"/>
              <w:spacing w:after="0"/>
              <w:ind w:left="0" w:right="0"/>
              <w:jc w:val="left"/>
              <w:rPr>
                <w:sz w:val="20"/>
              </w:rPr>
            </w:pPr>
            <w:r>
              <w:rPr>
                <w:sz w:val="20"/>
              </w:rPr>
              <w:t>email</w:t>
            </w:r>
          </w:p>
        </w:tc>
      </w:tr>
      <w:tr w:rsidR="00006A65" w14:paraId="3AFF3C35" w14:textId="77777777">
        <w:trPr>
          <w:jc w:val="center"/>
        </w:trPr>
        <w:tc>
          <w:tcPr>
            <w:tcW w:w="1336" w:type="dxa"/>
            <w:vAlign w:val="center"/>
          </w:tcPr>
          <w:p w14:paraId="5DDA8FF7" w14:textId="77777777" w:rsidR="00006A65" w:rsidRDefault="00006A65" w:rsidP="00006A65">
            <w:pPr>
              <w:pStyle w:val="T2"/>
              <w:spacing w:after="0"/>
              <w:ind w:left="0" w:right="0"/>
              <w:rPr>
                <w:b w:val="0"/>
                <w:sz w:val="20"/>
              </w:rPr>
            </w:pPr>
            <w:r>
              <w:rPr>
                <w:b w:val="0"/>
                <w:sz w:val="20"/>
              </w:rPr>
              <w:t>Mark RISON</w:t>
            </w:r>
          </w:p>
        </w:tc>
        <w:tc>
          <w:tcPr>
            <w:tcW w:w="2064" w:type="dxa"/>
            <w:vAlign w:val="center"/>
          </w:tcPr>
          <w:p w14:paraId="24D1DDD5" w14:textId="77777777" w:rsidR="00006A65" w:rsidRDefault="00006A65" w:rsidP="00006A65">
            <w:pPr>
              <w:pStyle w:val="T2"/>
              <w:spacing w:after="0"/>
              <w:ind w:left="0" w:right="0"/>
              <w:rPr>
                <w:b w:val="0"/>
                <w:sz w:val="20"/>
              </w:rPr>
            </w:pPr>
            <w:r>
              <w:rPr>
                <w:b w:val="0"/>
                <w:sz w:val="20"/>
              </w:rPr>
              <w:t>Samsung Cambridge Solution Centre</w:t>
            </w:r>
          </w:p>
        </w:tc>
        <w:tc>
          <w:tcPr>
            <w:tcW w:w="2814" w:type="dxa"/>
            <w:vAlign w:val="center"/>
          </w:tcPr>
          <w:p w14:paraId="22380BD3" w14:textId="3FEED666" w:rsidR="00006A65" w:rsidRDefault="00C90A9F" w:rsidP="00006A65">
            <w:pPr>
              <w:pStyle w:val="T2"/>
              <w:spacing w:after="0"/>
              <w:ind w:left="0" w:right="0"/>
              <w:rPr>
                <w:b w:val="0"/>
                <w:sz w:val="20"/>
              </w:rPr>
            </w:pPr>
            <w:r>
              <w:rPr>
                <w:b w:val="0"/>
                <w:sz w:val="20"/>
              </w:rPr>
              <w:t>OCS</w:t>
            </w:r>
            <w:r w:rsidR="00006A65">
              <w:rPr>
                <w:b w:val="0"/>
                <w:sz w:val="20"/>
              </w:rPr>
              <w:t>, CB4 0</w:t>
            </w:r>
            <w:r>
              <w:rPr>
                <w:b w:val="0"/>
                <w:sz w:val="20"/>
              </w:rPr>
              <w:t>AE</w:t>
            </w:r>
            <w:r w:rsidR="00006A65">
              <w:rPr>
                <w:b w:val="0"/>
                <w:sz w:val="20"/>
              </w:rPr>
              <w:t>, U.K.</w:t>
            </w:r>
          </w:p>
        </w:tc>
        <w:tc>
          <w:tcPr>
            <w:tcW w:w="1715" w:type="dxa"/>
            <w:vAlign w:val="center"/>
          </w:tcPr>
          <w:p w14:paraId="5B2A5027" w14:textId="77777777" w:rsidR="00006A65" w:rsidRDefault="00006A65" w:rsidP="00006A65">
            <w:pPr>
              <w:pStyle w:val="T2"/>
              <w:spacing w:after="0"/>
              <w:ind w:left="0" w:right="0"/>
              <w:rPr>
                <w:b w:val="0"/>
                <w:sz w:val="20"/>
              </w:rPr>
            </w:pPr>
            <w:r>
              <w:rPr>
                <w:b w:val="0"/>
                <w:sz w:val="20"/>
              </w:rPr>
              <w:t>+44 1223 434600</w:t>
            </w:r>
          </w:p>
        </w:tc>
        <w:tc>
          <w:tcPr>
            <w:tcW w:w="1647" w:type="dxa"/>
            <w:vAlign w:val="center"/>
          </w:tcPr>
          <w:p w14:paraId="0151D258" w14:textId="77777777" w:rsidR="00006A65" w:rsidRDefault="00006A65" w:rsidP="00006A65">
            <w:pPr>
              <w:pStyle w:val="T2"/>
              <w:spacing w:after="0"/>
              <w:ind w:left="0" w:right="0"/>
              <w:rPr>
                <w:b w:val="0"/>
                <w:sz w:val="16"/>
              </w:rPr>
            </w:pPr>
            <w:r w:rsidRPr="00F80C8C">
              <w:rPr>
                <w:b w:val="0"/>
                <w:sz w:val="16"/>
              </w:rPr>
              <w:t xml:space="preserve">at </w:t>
            </w:r>
            <w:proofErr w:type="spellStart"/>
            <w:r w:rsidRPr="00F80C8C">
              <w:rPr>
                <w:b w:val="0"/>
                <w:sz w:val="16"/>
              </w:rPr>
              <w:t>samsung</w:t>
            </w:r>
            <w:proofErr w:type="spellEnd"/>
            <w:r w:rsidRPr="00F80C8C">
              <w:rPr>
                <w:b w:val="0"/>
                <w:sz w:val="16"/>
              </w:rPr>
              <w:t xml:space="preserve"> (a global commercial entity) I'm </w:t>
            </w:r>
            <w:r>
              <w:rPr>
                <w:b w:val="0"/>
                <w:sz w:val="16"/>
              </w:rPr>
              <w:t xml:space="preserve">the </w:t>
            </w:r>
            <w:r w:rsidRPr="00F80C8C">
              <w:rPr>
                <w:b w:val="0"/>
                <w:sz w:val="16"/>
              </w:rPr>
              <w:t xml:space="preserve">letter </w:t>
            </w:r>
            <w:proofErr w:type="spellStart"/>
            <w:r w:rsidRPr="00F80C8C">
              <w:rPr>
                <w:b w:val="0"/>
                <w:sz w:val="16"/>
              </w:rPr>
              <w:t>emme</w:t>
            </w:r>
            <w:proofErr w:type="spellEnd"/>
            <w:r w:rsidRPr="00F80C8C">
              <w:rPr>
                <w:b w:val="0"/>
                <w:sz w:val="16"/>
              </w:rPr>
              <w:t xml:space="preserve"> then dot </w:t>
            </w:r>
            <w:proofErr w:type="spellStart"/>
            <w:r w:rsidRPr="00F80C8C">
              <w:rPr>
                <w:b w:val="0"/>
                <w:sz w:val="16"/>
              </w:rPr>
              <w:t>rison</w:t>
            </w:r>
            <w:proofErr w:type="spellEnd"/>
          </w:p>
        </w:tc>
      </w:tr>
    </w:tbl>
    <w:p w14:paraId="6CB5869C" w14:textId="77777777" w:rsidR="00CA09B2" w:rsidRDefault="00673CF5">
      <w:pPr>
        <w:pStyle w:val="T1"/>
        <w:spacing w:after="120"/>
        <w:rPr>
          <w:sz w:val="22"/>
        </w:rPr>
      </w:pPr>
      <w:r>
        <w:rPr>
          <w:noProof/>
          <w:lang w:eastAsia="ja-JP"/>
        </w:rPr>
        <mc:AlternateContent>
          <mc:Choice Requires="wps">
            <w:drawing>
              <wp:anchor distT="0" distB="0" distL="114300" distR="114300" simplePos="0" relativeHeight="251657728" behindDoc="0" locked="0" layoutInCell="0" allowOverlap="1" wp14:anchorId="76CB9E40" wp14:editId="66D9F1D0">
                <wp:simplePos x="0" y="0"/>
                <wp:positionH relativeFrom="column">
                  <wp:posOffset>224479</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7C6C148" w14:textId="77777777" w:rsidR="00AD1D88" w:rsidRDefault="00AD1D88">
                            <w:pPr>
                              <w:pStyle w:val="T1"/>
                              <w:spacing w:after="120"/>
                            </w:pPr>
                            <w:r>
                              <w:t>Abstract</w:t>
                            </w:r>
                          </w:p>
                          <w:p w14:paraId="2EF1C258" w14:textId="26BF4096" w:rsidR="00AD1D88" w:rsidRDefault="00AD1D88" w:rsidP="00006A65">
                            <w:pPr>
                              <w:jc w:val="both"/>
                            </w:pPr>
                            <w:r>
                              <w:t>This submission proposes resolutions for various CIDs on 11me/D</w:t>
                            </w:r>
                            <w:r w:rsidR="00C90A9F">
                              <w:t>6</w:t>
                            </w:r>
                            <w:r>
                              <w:t>.0.  Green indicates material agreed to in the group, yellow material to be discussed, red material rejected by the group and cyan material not to be overlooked.  The “Final”/“No Markup” view should be selected in Word (this means Word comments can be disregarded by the Editor).</w:t>
                            </w:r>
                          </w:p>
                          <w:p w14:paraId="0BB985FC" w14:textId="77777777" w:rsidR="00AD1D88" w:rsidRDefault="00AD1D88" w:rsidP="00006A65">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B9E40" id="_x0000_t202" coordsize="21600,21600" o:spt="202" path="m,l,21600r21600,l21600,xe">
                <v:stroke joinstyle="miter"/>
                <v:path gradientshapeok="t" o:connecttype="rect"/>
              </v:shapetype>
              <v:shape id="Text Box 3" o:spid="_x0000_s1026" type="#_x0000_t202" style="position:absolute;left:0;text-align:left;margin-left:17.7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" o:allowincell="f" stroked="f">
                <v:textbox>
                  <w:txbxContent>
                    <w:p w14:paraId="47C6C148" w14:textId="77777777" w:rsidR="00AD1D88" w:rsidRDefault="00AD1D88">
                      <w:pPr>
                        <w:pStyle w:val="T1"/>
                        <w:spacing w:after="120"/>
                      </w:pPr>
                      <w:r>
                        <w:t>Abstract</w:t>
                      </w:r>
                    </w:p>
                    <w:p w14:paraId="2EF1C258" w14:textId="26BF4096" w:rsidR="00AD1D88" w:rsidRDefault="00AD1D88" w:rsidP="00006A65">
                      <w:pPr>
                        <w:jc w:val="both"/>
                      </w:pPr>
                      <w:r>
                        <w:t>This submission proposes resolutions for various CIDs on 11me/D</w:t>
                      </w:r>
                      <w:r w:rsidR="00C90A9F">
                        <w:t>6</w:t>
                      </w:r>
                      <w:r>
                        <w:t>.0.  Green indicates material agreed to in the group, yellow material to be discussed, red material rejected by the group and cyan material not to be overlooked.  The “Final”/“No Markup” view should be selected in Word (this means Word comments can be disregarded by the Editor).</w:t>
                      </w:r>
                    </w:p>
                    <w:p w14:paraId="0BB985FC" w14:textId="77777777" w:rsidR="00AD1D88" w:rsidRDefault="00AD1D88" w:rsidP="00006A65">
                      <w:pPr>
                        <w:jc w:val="both"/>
                      </w:pPr>
                    </w:p>
                  </w:txbxContent>
                </v:textbox>
              </v:shape>
            </w:pict>
          </mc:Fallback>
        </mc:AlternateContent>
      </w:r>
    </w:p>
    <w:p w14:paraId="0AF9ED4F" w14:textId="77777777" w:rsidR="00CA09B2" w:rsidRDefault="00CA09B2" w:rsidP="00FC0B01">
      <w:pPr>
        <w:pStyle w:val="Heading1"/>
      </w:pPr>
      <w:r>
        <w:br w:type="page"/>
      </w:r>
    </w:p>
    <w:tbl>
      <w:tblPr>
        <w:tblStyle w:val="TableGrid"/>
        <w:tblW w:w="0" w:type="auto"/>
        <w:tblLook w:val="04A0" w:firstRow="1" w:lastRow="0" w:firstColumn="1" w:lastColumn="0" w:noHBand="0" w:noVBand="1"/>
      </w:tblPr>
      <w:tblGrid>
        <w:gridCol w:w="1809"/>
        <w:gridCol w:w="4383"/>
        <w:gridCol w:w="3384"/>
      </w:tblGrid>
      <w:tr w:rsidR="00C90A9F" w14:paraId="6ECC0C15" w14:textId="77777777" w:rsidTr="005B6574">
        <w:tc>
          <w:tcPr>
            <w:tcW w:w="1809" w:type="dxa"/>
          </w:tcPr>
          <w:p w14:paraId="439A7E8D" w14:textId="77777777" w:rsidR="00C90A9F" w:rsidRDefault="00C90A9F" w:rsidP="005B6574">
            <w:r>
              <w:lastRenderedPageBreak/>
              <w:br w:type="column"/>
              <w:t>Identifiers</w:t>
            </w:r>
          </w:p>
        </w:tc>
        <w:tc>
          <w:tcPr>
            <w:tcW w:w="4383" w:type="dxa"/>
          </w:tcPr>
          <w:p w14:paraId="18F5B23B" w14:textId="77777777" w:rsidR="00C90A9F" w:rsidRDefault="00C90A9F" w:rsidP="005B6574">
            <w:r>
              <w:t>Comment</w:t>
            </w:r>
          </w:p>
        </w:tc>
        <w:tc>
          <w:tcPr>
            <w:tcW w:w="3384" w:type="dxa"/>
          </w:tcPr>
          <w:p w14:paraId="24C32E18" w14:textId="77777777" w:rsidR="00C90A9F" w:rsidRDefault="00C90A9F" w:rsidP="005B6574">
            <w:r>
              <w:t>Proposed change</w:t>
            </w:r>
          </w:p>
        </w:tc>
      </w:tr>
      <w:tr w:rsidR="00C90A9F" w:rsidRPr="002C1619" w14:paraId="1C03760A" w14:textId="77777777" w:rsidTr="005B6574">
        <w:tc>
          <w:tcPr>
            <w:tcW w:w="1809" w:type="dxa"/>
          </w:tcPr>
          <w:p w14:paraId="24F878C4" w14:textId="24456209" w:rsidR="00C90A9F" w:rsidRDefault="00C90A9F" w:rsidP="005B6574">
            <w:r>
              <w:t xml:space="preserve">CID </w:t>
            </w:r>
            <w:r>
              <w:t>8149</w:t>
            </w:r>
          </w:p>
          <w:p w14:paraId="6B3DC9D9" w14:textId="77777777" w:rsidR="00C90A9F" w:rsidRDefault="00C90A9F" w:rsidP="005B6574">
            <w:r>
              <w:t>Mark RISON</w:t>
            </w:r>
          </w:p>
          <w:p w14:paraId="58511B62" w14:textId="77777777" w:rsidR="00C90A9F" w:rsidRDefault="00C90A9F" w:rsidP="005B6574">
            <w:r w:rsidRPr="00C90A9F">
              <w:t>12.5.2.4.4</w:t>
            </w:r>
          </w:p>
          <w:p w14:paraId="3C757115" w14:textId="50A7CC85" w:rsidR="00C90A9F" w:rsidRDefault="00C90A9F" w:rsidP="005B6574">
            <w:r>
              <w:t>3037.6</w:t>
            </w:r>
          </w:p>
        </w:tc>
        <w:tc>
          <w:tcPr>
            <w:tcW w:w="4383" w:type="dxa"/>
          </w:tcPr>
          <w:p w14:paraId="00801829" w14:textId="7BB39C85" w:rsidR="00C90A9F" w:rsidRPr="002C1619" w:rsidRDefault="00C90A9F" w:rsidP="005B6574">
            <w:r w:rsidRPr="00C90A9F">
              <w:t>"the separate replay counter for individually addressed Protected Fine Timing frames shall be used if the FTM subfield of the CCMP Header" -- what if GCMP is used rather than CCMP?</w:t>
            </w:r>
          </w:p>
        </w:tc>
        <w:tc>
          <w:tcPr>
            <w:tcW w:w="3384" w:type="dxa"/>
          </w:tcPr>
          <w:p w14:paraId="4D2B9517" w14:textId="1A014276" w:rsidR="00C90A9F" w:rsidRPr="002C1619" w:rsidRDefault="00C90A9F" w:rsidP="005B6574">
            <w:r w:rsidRPr="00C90A9F">
              <w:t>As it says in the comment</w:t>
            </w:r>
          </w:p>
        </w:tc>
      </w:tr>
    </w:tbl>
    <w:p w14:paraId="4BD4250A" w14:textId="77777777" w:rsidR="00C90A9F" w:rsidRDefault="00C90A9F" w:rsidP="00C90A9F"/>
    <w:p w14:paraId="249DCE72" w14:textId="77777777" w:rsidR="00C90A9F" w:rsidRPr="00F70C97" w:rsidRDefault="00C90A9F" w:rsidP="00C90A9F">
      <w:pPr>
        <w:rPr>
          <w:u w:val="single"/>
        </w:rPr>
      </w:pPr>
      <w:r w:rsidRPr="00F70C97">
        <w:rPr>
          <w:u w:val="single"/>
        </w:rPr>
        <w:t>Discussion:</w:t>
      </w:r>
    </w:p>
    <w:p w14:paraId="5505AEC6" w14:textId="77777777" w:rsidR="00C90A9F" w:rsidRDefault="00C90A9F" w:rsidP="00C90A9F"/>
    <w:p w14:paraId="560EC715" w14:textId="7F7B781B" w:rsidR="00C90A9F" w:rsidRDefault="00C90A9F" w:rsidP="00C90A9F">
      <w:r>
        <w:t>There is an FTM subfield in the GCMP header too:</w:t>
      </w:r>
    </w:p>
    <w:p w14:paraId="3EBB9C72" w14:textId="3E6D85F9" w:rsidR="00C90A9F" w:rsidRDefault="00C90A9F" w:rsidP="00C90A9F"/>
    <w:p w14:paraId="0AB98304" w14:textId="5A0F2580" w:rsidR="00C90A9F" w:rsidRDefault="00C90A9F" w:rsidP="00C90A9F">
      <w:r w:rsidRPr="00C90A9F">
        <w:drawing>
          <wp:inline distT="0" distB="0" distL="0" distR="0" wp14:anchorId="121E84CE" wp14:editId="7CC344C8">
            <wp:extent cx="2739600" cy="158400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739600" cy="1584000"/>
                    </a:xfrm>
                    <a:prstGeom prst="rect">
                      <a:avLst/>
                    </a:prstGeom>
                  </pic:spPr>
                </pic:pic>
              </a:graphicData>
            </a:graphic>
          </wp:inline>
        </w:drawing>
      </w:r>
    </w:p>
    <w:p w14:paraId="43296D53" w14:textId="77777777" w:rsidR="00C90A9F" w:rsidRDefault="00C90A9F" w:rsidP="00C90A9F"/>
    <w:p w14:paraId="0BE6E640" w14:textId="77777777" w:rsidR="00C90A9F" w:rsidRPr="00FF305B" w:rsidRDefault="00C90A9F" w:rsidP="00C90A9F">
      <w:pPr>
        <w:rPr>
          <w:u w:val="single"/>
        </w:rPr>
      </w:pPr>
      <w:r w:rsidRPr="00004493">
        <w:rPr>
          <w:u w:val="single"/>
        </w:rPr>
        <w:t>P</w:t>
      </w:r>
      <w:r w:rsidRPr="00FF305B">
        <w:rPr>
          <w:u w:val="single"/>
        </w:rPr>
        <w:t>roposed resolution:</w:t>
      </w:r>
    </w:p>
    <w:p w14:paraId="341BED68" w14:textId="77777777" w:rsidR="00C90A9F" w:rsidRDefault="00C90A9F" w:rsidP="00C90A9F">
      <w:pPr>
        <w:rPr>
          <w:b/>
          <w:sz w:val="24"/>
        </w:rPr>
      </w:pPr>
    </w:p>
    <w:p w14:paraId="2E6F858D" w14:textId="77777777" w:rsidR="00C90A9F" w:rsidRDefault="00C90A9F" w:rsidP="00C90A9F">
      <w:r>
        <w:t>REVISED</w:t>
      </w:r>
    </w:p>
    <w:p w14:paraId="076332BD" w14:textId="77777777" w:rsidR="00C90A9F" w:rsidRDefault="00C90A9F" w:rsidP="00C90A9F"/>
    <w:p w14:paraId="039E3F33" w14:textId="2B3A3402" w:rsidR="00C90A9F" w:rsidRDefault="00C90A9F" w:rsidP="00C90A9F">
      <w:r>
        <w:t>Change “</w:t>
      </w:r>
      <w:r w:rsidRPr="00C90A9F">
        <w:t>FTM subfield of the CCMP Header</w:t>
      </w:r>
      <w:r w:rsidR="00DC63CF" w:rsidRPr="00DC63CF">
        <w:t xml:space="preserve"> (Figure 12-15 (Expanded CCMP MPDU(#</w:t>
      </w:r>
      <w:proofErr w:type="gramStart"/>
      <w:r w:rsidR="00DC63CF" w:rsidRPr="00DC63CF">
        <w:t>3525)(</w:t>
      </w:r>
      <w:proofErr w:type="gramEnd"/>
      <w:r w:rsidR="00DC63CF" w:rsidRPr="00DC63CF">
        <w:t>11az)))</w:t>
      </w:r>
      <w:r>
        <w:t>” to “</w:t>
      </w:r>
      <w:r w:rsidRPr="00C90A9F">
        <w:t xml:space="preserve">FTM subfield of the CCMP </w:t>
      </w:r>
      <w:r>
        <w:t xml:space="preserve">or GCMP </w:t>
      </w:r>
      <w:r w:rsidRPr="00C90A9F">
        <w:rPr>
          <w:highlight w:val="cyan"/>
        </w:rPr>
        <w:t>h</w:t>
      </w:r>
      <w:r w:rsidRPr="00C90A9F">
        <w:t>eader</w:t>
      </w:r>
      <w:r w:rsidR="00DC63CF">
        <w:t xml:space="preserve"> </w:t>
      </w:r>
      <w:r w:rsidR="00DC63CF" w:rsidRPr="00DC63CF">
        <w:t>(Figure 12-15 (Expanded CCMP MPDU(#3525)(11az))</w:t>
      </w:r>
      <w:r w:rsidR="00DC63CF">
        <w:t xml:space="preserve"> or </w:t>
      </w:r>
      <w:r w:rsidR="00DC63CF" w:rsidRPr="00DC63CF">
        <w:t>Figure 12-28</w:t>
      </w:r>
      <w:r w:rsidR="00DC63CF">
        <w:t xml:space="preserve"> (</w:t>
      </w:r>
      <w:r w:rsidR="00DC63CF" w:rsidRPr="00DC63CF">
        <w:t>Expanded GCMP MPDU(11az)</w:t>
      </w:r>
      <w:r w:rsidR="00DC63CF">
        <w:t>)</w:t>
      </w:r>
      <w:r w:rsidR="00DC63CF" w:rsidRPr="00DC63CF">
        <w:t>)</w:t>
      </w:r>
      <w:r>
        <w:t>”.</w:t>
      </w:r>
    </w:p>
    <w:p w14:paraId="7D452952" w14:textId="77777777" w:rsidR="00C90A9F" w:rsidRDefault="00C90A9F">
      <w:r>
        <w:br w:type="page"/>
      </w:r>
    </w:p>
    <w:tbl>
      <w:tblPr>
        <w:tblStyle w:val="TableGrid"/>
        <w:tblW w:w="0" w:type="auto"/>
        <w:tblLook w:val="04A0" w:firstRow="1" w:lastRow="0" w:firstColumn="1" w:lastColumn="0" w:noHBand="0" w:noVBand="1"/>
      </w:tblPr>
      <w:tblGrid>
        <w:gridCol w:w="1809"/>
        <w:gridCol w:w="4383"/>
        <w:gridCol w:w="3384"/>
      </w:tblGrid>
      <w:tr w:rsidR="00C90A9F" w14:paraId="484E3DC1" w14:textId="77777777" w:rsidTr="005B6574">
        <w:tc>
          <w:tcPr>
            <w:tcW w:w="1809" w:type="dxa"/>
          </w:tcPr>
          <w:p w14:paraId="614F246D" w14:textId="77777777" w:rsidR="00C90A9F" w:rsidRDefault="00C90A9F" w:rsidP="005B6574">
            <w:r>
              <w:lastRenderedPageBreak/>
              <w:br w:type="column"/>
              <w:t>Identifiers</w:t>
            </w:r>
          </w:p>
        </w:tc>
        <w:tc>
          <w:tcPr>
            <w:tcW w:w="4383" w:type="dxa"/>
          </w:tcPr>
          <w:p w14:paraId="34354A55" w14:textId="77777777" w:rsidR="00C90A9F" w:rsidRDefault="00C90A9F" w:rsidP="005B6574">
            <w:r>
              <w:t>Comment</w:t>
            </w:r>
          </w:p>
        </w:tc>
        <w:tc>
          <w:tcPr>
            <w:tcW w:w="3384" w:type="dxa"/>
          </w:tcPr>
          <w:p w14:paraId="7B716575" w14:textId="77777777" w:rsidR="00C90A9F" w:rsidRDefault="00C90A9F" w:rsidP="005B6574">
            <w:r>
              <w:t>Proposed change</w:t>
            </w:r>
          </w:p>
        </w:tc>
      </w:tr>
      <w:tr w:rsidR="00C90A9F" w:rsidRPr="002C1619" w14:paraId="4029862B" w14:textId="77777777" w:rsidTr="005B6574">
        <w:tc>
          <w:tcPr>
            <w:tcW w:w="1809" w:type="dxa"/>
          </w:tcPr>
          <w:p w14:paraId="7CA3DF84" w14:textId="205FBF24" w:rsidR="00C90A9F" w:rsidRDefault="00C90A9F" w:rsidP="005B6574">
            <w:r>
              <w:t xml:space="preserve">CID </w:t>
            </w:r>
            <w:r>
              <w:t>8214</w:t>
            </w:r>
          </w:p>
          <w:p w14:paraId="35C2B2F4" w14:textId="77777777" w:rsidR="00C90A9F" w:rsidRDefault="00C90A9F" w:rsidP="005B6574">
            <w:r>
              <w:t>Mark RISON</w:t>
            </w:r>
          </w:p>
          <w:p w14:paraId="6E5080CC" w14:textId="77777777" w:rsidR="00C90A9F" w:rsidRDefault="00C90A9F" w:rsidP="005B6574">
            <w:r>
              <w:t>9.3.3.11</w:t>
            </w:r>
          </w:p>
          <w:p w14:paraId="095818FB" w14:textId="4F584A55" w:rsidR="00C90A9F" w:rsidRDefault="00C90A9F" w:rsidP="005B6574">
            <w:r>
              <w:t>772</w:t>
            </w:r>
          </w:p>
        </w:tc>
        <w:tc>
          <w:tcPr>
            <w:tcW w:w="4383" w:type="dxa"/>
          </w:tcPr>
          <w:p w14:paraId="13C2FC99" w14:textId="0CAB6545" w:rsidR="00C90A9F" w:rsidRPr="002C1619" w:rsidRDefault="00C90A9F" w:rsidP="005B6574">
            <w:r w:rsidRPr="00C90A9F">
              <w:t>In Table 9-71—Presence of fields and elements in Authentication frames, RSNXE is only shown in FT message 1 not FT messages 3 and 4, but Table 13-1—FT authentication elements shows it in messages 3 and 4 too</w:t>
            </w:r>
          </w:p>
        </w:tc>
        <w:tc>
          <w:tcPr>
            <w:tcW w:w="3384" w:type="dxa"/>
          </w:tcPr>
          <w:p w14:paraId="3A6141E3" w14:textId="35FBE7E9" w:rsidR="00C90A9F" w:rsidRPr="002C1619" w:rsidRDefault="00C90A9F" w:rsidP="005B6574">
            <w:r w:rsidRPr="00C90A9F">
              <w:t>Add it for messages 3 and 4 here too</w:t>
            </w:r>
          </w:p>
        </w:tc>
      </w:tr>
    </w:tbl>
    <w:p w14:paraId="140CFE42" w14:textId="77777777" w:rsidR="00C90A9F" w:rsidRDefault="00C90A9F" w:rsidP="00C90A9F"/>
    <w:p w14:paraId="5182ED43" w14:textId="77777777" w:rsidR="00C90A9F" w:rsidRPr="00F70C97" w:rsidRDefault="00C90A9F" w:rsidP="00C90A9F">
      <w:pPr>
        <w:rPr>
          <w:u w:val="single"/>
        </w:rPr>
      </w:pPr>
      <w:r w:rsidRPr="00F70C97">
        <w:rPr>
          <w:u w:val="single"/>
        </w:rPr>
        <w:t>Discussion:</w:t>
      </w:r>
    </w:p>
    <w:p w14:paraId="26D50187" w14:textId="77777777" w:rsidR="00C90A9F" w:rsidRDefault="00C90A9F" w:rsidP="00C90A9F"/>
    <w:p w14:paraId="54A857E2" w14:textId="760FC9BE" w:rsidR="00C90A9F" w:rsidRDefault="00C90A9F" w:rsidP="00C90A9F">
      <w:proofErr w:type="spellStart"/>
      <w:r>
        <w:t>Jouni</w:t>
      </w:r>
      <w:proofErr w:type="spellEnd"/>
      <w:r>
        <w:t xml:space="preserve"> MALINEN has clarified that:</w:t>
      </w:r>
    </w:p>
    <w:p w14:paraId="56BB7A07" w14:textId="7145500F" w:rsidR="00C90A9F" w:rsidRDefault="00C90A9F" w:rsidP="00C90A9F"/>
    <w:p w14:paraId="0B1D3069" w14:textId="7E6BF861" w:rsidR="00C90A9F" w:rsidRDefault="00C90A9F" w:rsidP="00C90A9F">
      <w:pPr>
        <w:ind w:left="720"/>
      </w:pPr>
      <w:r w:rsidRPr="00C90A9F">
        <w:t xml:space="preserve">Table 13-1 discussion on the third and fourth message is most likely only for the FT protocol case (i.e., the one without resource allocation) and as such, the RSNXE comments there are for </w:t>
      </w:r>
      <w:proofErr w:type="spellStart"/>
      <w:r w:rsidRPr="00C90A9F">
        <w:t>Reassocation</w:t>
      </w:r>
      <w:proofErr w:type="spellEnd"/>
      <w:r w:rsidRPr="00C90A9F">
        <w:t xml:space="preserve"> Request/Response frames; not Authentication frames.</w:t>
      </w:r>
    </w:p>
    <w:p w14:paraId="7260E8DB" w14:textId="77777777" w:rsidR="00C90A9F" w:rsidRDefault="00C90A9F" w:rsidP="00C90A9F"/>
    <w:p w14:paraId="594049A6" w14:textId="77777777" w:rsidR="00C90A9F" w:rsidRPr="00004493" w:rsidRDefault="00C90A9F" w:rsidP="00C90A9F">
      <w:r>
        <w:rPr>
          <w:u w:val="single"/>
        </w:rPr>
        <w:t>Proposed changes</w:t>
      </w:r>
      <w:r w:rsidRPr="00F70C97">
        <w:rPr>
          <w:u w:val="single"/>
        </w:rPr>
        <w:t>:</w:t>
      </w:r>
    </w:p>
    <w:p w14:paraId="12564943" w14:textId="77777777" w:rsidR="00C90A9F" w:rsidRPr="00004493" w:rsidRDefault="00C90A9F" w:rsidP="00C90A9F"/>
    <w:p w14:paraId="13454EA8" w14:textId="6B1B50AC" w:rsidR="00C90A9F" w:rsidRDefault="00C90A9F" w:rsidP="00C90A9F">
      <w:r>
        <w:t>Make the following changes in Table 13-1:</w:t>
      </w:r>
    </w:p>
    <w:p w14:paraId="11F2BC04" w14:textId="493781E8" w:rsidR="00C90A9F" w:rsidRDefault="00C90A9F" w:rsidP="00C90A9F"/>
    <w:p w14:paraId="7E5BBBE7" w14:textId="77777777" w:rsidR="00C90A9F" w:rsidRDefault="00C90A9F" w:rsidP="00C90A9F">
      <w:pPr>
        <w:ind w:left="720"/>
        <w:rPr>
          <w:sz w:val="20"/>
        </w:rPr>
      </w:pPr>
      <w:r>
        <w:rPr>
          <w:sz w:val="20"/>
        </w:rPr>
        <w:t>(#</w:t>
      </w:r>
      <w:proofErr w:type="gramStart"/>
      <w:r>
        <w:rPr>
          <w:sz w:val="20"/>
        </w:rPr>
        <w:t>6301)(</w:t>
      </w:r>
      <w:proofErr w:type="gramEnd"/>
      <w:r>
        <w:rPr>
          <w:sz w:val="20"/>
        </w:rPr>
        <w:t xml:space="preserve">#4070)The RSNXE is present in the first message if any subfield of the Extended RSN Capabilities field in this element is nonzero, except the Field Length subfield. </w:t>
      </w:r>
    </w:p>
    <w:p w14:paraId="20448AE0" w14:textId="77777777" w:rsidR="00C90A9F" w:rsidRDefault="00C90A9F" w:rsidP="00C90A9F">
      <w:pPr>
        <w:ind w:left="720"/>
        <w:rPr>
          <w:sz w:val="20"/>
        </w:rPr>
      </w:pPr>
    </w:p>
    <w:p w14:paraId="009073E4" w14:textId="77777777" w:rsidR="00C90A9F" w:rsidRDefault="00C90A9F" w:rsidP="00C90A9F">
      <w:pPr>
        <w:ind w:left="720"/>
        <w:rPr>
          <w:sz w:val="20"/>
        </w:rPr>
      </w:pPr>
      <w:r>
        <w:rPr>
          <w:sz w:val="20"/>
        </w:rPr>
        <w:t>(#</w:t>
      </w:r>
      <w:proofErr w:type="gramStart"/>
      <w:r>
        <w:rPr>
          <w:sz w:val="20"/>
        </w:rPr>
        <w:t>6301)</w:t>
      </w:r>
      <w:r>
        <w:rPr>
          <w:sz w:val="20"/>
          <w:u w:val="single"/>
        </w:rPr>
        <w:t>If</w:t>
      </w:r>
      <w:proofErr w:type="gramEnd"/>
      <w:r>
        <w:rPr>
          <w:sz w:val="20"/>
          <w:u w:val="single"/>
        </w:rPr>
        <w:t xml:space="preserve"> the third message is transmitted in a Reassociation Request frame, </w:t>
      </w:r>
      <w:proofErr w:type="spellStart"/>
      <w:r>
        <w:rPr>
          <w:sz w:val="20"/>
          <w:u w:val="single"/>
        </w:rPr>
        <w:t>t</w:t>
      </w:r>
      <w:r>
        <w:rPr>
          <w:strike/>
          <w:sz w:val="20"/>
        </w:rPr>
        <w:t>T</w:t>
      </w:r>
      <w:r>
        <w:rPr>
          <w:sz w:val="20"/>
        </w:rPr>
        <w:t>he</w:t>
      </w:r>
      <w:proofErr w:type="spellEnd"/>
      <w:r>
        <w:rPr>
          <w:sz w:val="20"/>
        </w:rPr>
        <w:t xml:space="preserve"> RSNXE is present in the third message if an RSNXE is present in a Beacon or Probe Response frame that the FTO has received from the target AP and the FTO set to 1 any subfield, except the Field Length subfield, of the Extended RSN Capabilities field in this element.</w:t>
      </w:r>
    </w:p>
    <w:p w14:paraId="40BAB45D" w14:textId="77777777" w:rsidR="00C90A9F" w:rsidRDefault="00C90A9F" w:rsidP="00C90A9F">
      <w:pPr>
        <w:ind w:left="720"/>
        <w:rPr>
          <w:sz w:val="20"/>
        </w:rPr>
      </w:pPr>
    </w:p>
    <w:p w14:paraId="55A63903" w14:textId="77777777" w:rsidR="00C90A9F" w:rsidRDefault="00C90A9F" w:rsidP="00C90A9F">
      <w:pPr>
        <w:ind w:left="720"/>
        <w:rPr>
          <w:sz w:val="20"/>
        </w:rPr>
      </w:pPr>
      <w:r>
        <w:rPr>
          <w:sz w:val="20"/>
        </w:rPr>
        <w:t>(#</w:t>
      </w:r>
      <w:proofErr w:type="gramStart"/>
      <w:r>
        <w:rPr>
          <w:sz w:val="20"/>
        </w:rPr>
        <w:t>6301)</w:t>
      </w:r>
      <w:r>
        <w:rPr>
          <w:sz w:val="20"/>
          <w:u w:val="single"/>
        </w:rPr>
        <w:t>If</w:t>
      </w:r>
      <w:proofErr w:type="gramEnd"/>
      <w:r>
        <w:rPr>
          <w:sz w:val="20"/>
          <w:u w:val="single"/>
        </w:rPr>
        <w:t xml:space="preserve"> the fourth message is transmitted in a Reassociation Response frame, </w:t>
      </w:r>
      <w:proofErr w:type="spellStart"/>
      <w:r>
        <w:rPr>
          <w:sz w:val="20"/>
          <w:u w:val="single"/>
        </w:rPr>
        <w:t>t</w:t>
      </w:r>
      <w:r>
        <w:rPr>
          <w:strike/>
          <w:sz w:val="20"/>
        </w:rPr>
        <w:t>T</w:t>
      </w:r>
      <w:r>
        <w:rPr>
          <w:sz w:val="20"/>
        </w:rPr>
        <w:t>he</w:t>
      </w:r>
      <w:proofErr w:type="spellEnd"/>
      <w:r>
        <w:rPr>
          <w:sz w:val="20"/>
        </w:rPr>
        <w:t xml:space="preserve"> RSNXE is present in the fourth message if an RSNXE was present in the third message and the target AP set to 1 any subfield, except the Field Length subfield, of the Extended RSN Capabilities field in this element.</w:t>
      </w:r>
    </w:p>
    <w:p w14:paraId="64E61C9A" w14:textId="77777777" w:rsidR="00C90A9F" w:rsidRDefault="00C90A9F" w:rsidP="00C90A9F">
      <w:pPr>
        <w:ind w:left="720"/>
        <w:rPr>
          <w:sz w:val="20"/>
        </w:rPr>
      </w:pPr>
    </w:p>
    <w:p w14:paraId="6AE42B17" w14:textId="77777777" w:rsidR="00C90A9F" w:rsidRDefault="00C90A9F" w:rsidP="00C90A9F">
      <w:pPr>
        <w:ind w:left="720"/>
        <w:rPr>
          <w:sz w:val="20"/>
        </w:rPr>
      </w:pPr>
      <w:r>
        <w:rPr>
          <w:sz w:val="20"/>
        </w:rPr>
        <w:t>(#</w:t>
      </w:r>
      <w:proofErr w:type="gramStart"/>
      <w:r>
        <w:rPr>
          <w:sz w:val="20"/>
        </w:rPr>
        <w:t>6301)Otherwise</w:t>
      </w:r>
      <w:proofErr w:type="gramEnd"/>
      <w:r>
        <w:rPr>
          <w:sz w:val="20"/>
        </w:rPr>
        <w:t>, the RSNXE is not (#7041)present.</w:t>
      </w:r>
    </w:p>
    <w:p w14:paraId="7B2157F0" w14:textId="77777777" w:rsidR="00C90A9F" w:rsidRPr="00004493" w:rsidRDefault="00C90A9F" w:rsidP="00C90A9F"/>
    <w:p w14:paraId="64E7492A" w14:textId="77777777" w:rsidR="00C90A9F" w:rsidRPr="00FF305B" w:rsidRDefault="00C90A9F" w:rsidP="00C90A9F">
      <w:pPr>
        <w:rPr>
          <w:u w:val="single"/>
        </w:rPr>
      </w:pPr>
      <w:r w:rsidRPr="00004493">
        <w:rPr>
          <w:u w:val="single"/>
        </w:rPr>
        <w:t>P</w:t>
      </w:r>
      <w:r w:rsidRPr="00FF305B">
        <w:rPr>
          <w:u w:val="single"/>
        </w:rPr>
        <w:t>roposed resolution:</w:t>
      </w:r>
    </w:p>
    <w:p w14:paraId="17EEAAB3" w14:textId="77777777" w:rsidR="00C90A9F" w:rsidRDefault="00C90A9F" w:rsidP="00C90A9F">
      <w:pPr>
        <w:rPr>
          <w:b/>
          <w:sz w:val="24"/>
        </w:rPr>
      </w:pPr>
    </w:p>
    <w:p w14:paraId="3A1751B8" w14:textId="77777777" w:rsidR="00C90A9F" w:rsidRDefault="00C90A9F" w:rsidP="00C90A9F">
      <w:r>
        <w:t>REVISED</w:t>
      </w:r>
    </w:p>
    <w:p w14:paraId="2BA6DEA1" w14:textId="77777777" w:rsidR="00C90A9F" w:rsidRDefault="00C90A9F" w:rsidP="00C90A9F"/>
    <w:p w14:paraId="3BB797B6" w14:textId="6ACA0DA6" w:rsidR="00C90A9F" w:rsidRDefault="00C90A9F" w:rsidP="00C90A9F">
      <w:r>
        <w:t xml:space="preserve">Make the changes shown under “Proposed changes” for CID </w:t>
      </w:r>
      <w:r>
        <w:t>8214</w:t>
      </w:r>
      <w:r>
        <w:t xml:space="preserve"> in &lt;this document URL&gt;, which </w:t>
      </w:r>
      <w:r>
        <w:t>restrict inclusion of the RSNXE in the third and fourth messages to Reassociation Request/Response frames.</w:t>
      </w:r>
    </w:p>
    <w:p w14:paraId="63463E80" w14:textId="77777777" w:rsidR="00C90A9F" w:rsidRDefault="00C90A9F">
      <w:r>
        <w:br w:type="page"/>
      </w:r>
    </w:p>
    <w:tbl>
      <w:tblPr>
        <w:tblStyle w:val="TableGrid"/>
        <w:tblW w:w="0" w:type="auto"/>
        <w:tblLook w:val="04A0" w:firstRow="1" w:lastRow="0" w:firstColumn="1" w:lastColumn="0" w:noHBand="0" w:noVBand="1"/>
      </w:tblPr>
      <w:tblGrid>
        <w:gridCol w:w="1809"/>
        <w:gridCol w:w="4383"/>
        <w:gridCol w:w="3384"/>
      </w:tblGrid>
      <w:tr w:rsidR="00C90A9F" w14:paraId="75977343" w14:textId="77777777" w:rsidTr="005B6574">
        <w:tc>
          <w:tcPr>
            <w:tcW w:w="1809" w:type="dxa"/>
          </w:tcPr>
          <w:p w14:paraId="18D8A306" w14:textId="77777777" w:rsidR="00C90A9F" w:rsidRDefault="00C90A9F" w:rsidP="005B6574">
            <w:r>
              <w:lastRenderedPageBreak/>
              <w:br w:type="column"/>
              <w:t>Identifiers</w:t>
            </w:r>
          </w:p>
        </w:tc>
        <w:tc>
          <w:tcPr>
            <w:tcW w:w="4383" w:type="dxa"/>
          </w:tcPr>
          <w:p w14:paraId="49F2CD95" w14:textId="77777777" w:rsidR="00C90A9F" w:rsidRDefault="00C90A9F" w:rsidP="005B6574">
            <w:r>
              <w:t>Comment</w:t>
            </w:r>
          </w:p>
        </w:tc>
        <w:tc>
          <w:tcPr>
            <w:tcW w:w="3384" w:type="dxa"/>
          </w:tcPr>
          <w:p w14:paraId="02C5B402" w14:textId="77777777" w:rsidR="00C90A9F" w:rsidRDefault="00C90A9F" w:rsidP="005B6574">
            <w:r>
              <w:t>Proposed change</w:t>
            </w:r>
          </w:p>
        </w:tc>
      </w:tr>
      <w:tr w:rsidR="00C90A9F" w:rsidRPr="002C1619" w14:paraId="3E3736CD" w14:textId="77777777" w:rsidTr="005B6574">
        <w:tc>
          <w:tcPr>
            <w:tcW w:w="1809" w:type="dxa"/>
          </w:tcPr>
          <w:p w14:paraId="4E2DB692" w14:textId="01CF9F20" w:rsidR="00C90A9F" w:rsidRDefault="00C90A9F" w:rsidP="005B6574">
            <w:r>
              <w:t xml:space="preserve">CID </w:t>
            </w:r>
            <w:r w:rsidR="00FA014F">
              <w:t>8200</w:t>
            </w:r>
          </w:p>
          <w:p w14:paraId="4AC1D8BA" w14:textId="77777777" w:rsidR="00C90A9F" w:rsidRDefault="00C90A9F" w:rsidP="005B6574">
            <w:r>
              <w:t>Mark RISON</w:t>
            </w:r>
          </w:p>
          <w:p w14:paraId="09A441AC" w14:textId="606D1CF1" w:rsidR="00C90A9F" w:rsidRDefault="00FA014F" w:rsidP="005B6574">
            <w:r>
              <w:t>12</w:t>
            </w:r>
          </w:p>
        </w:tc>
        <w:tc>
          <w:tcPr>
            <w:tcW w:w="4383" w:type="dxa"/>
          </w:tcPr>
          <w:p w14:paraId="7D781EC0" w14:textId="3E04C6C2" w:rsidR="00C90A9F" w:rsidRPr="002C1619" w:rsidRDefault="00FA014F" w:rsidP="005B6574">
            <w:r w:rsidRPr="00FA014F">
              <w:t>There are various references to "an AEAD cipher" but no list of which ciphers are AEAD ciphers.  There's a "NOTE 3—AEAD cipher mode is described in 12.11.2.7 (AEAD cipher mode for FILS)." but that only identifies AEAD ciphers for FILS, not AEAD ciphers generally</w:t>
            </w:r>
          </w:p>
        </w:tc>
        <w:tc>
          <w:tcPr>
            <w:tcW w:w="3384" w:type="dxa"/>
          </w:tcPr>
          <w:p w14:paraId="04409F98" w14:textId="772A3699" w:rsidR="00C90A9F" w:rsidRPr="002C1619" w:rsidRDefault="00FA014F" w:rsidP="005B6574">
            <w:r w:rsidRPr="00FA014F">
              <w:t>As it says in the comment</w:t>
            </w:r>
          </w:p>
        </w:tc>
      </w:tr>
    </w:tbl>
    <w:p w14:paraId="673E333B" w14:textId="77777777" w:rsidR="00C90A9F" w:rsidRDefault="00C90A9F" w:rsidP="00C90A9F"/>
    <w:p w14:paraId="584059B1" w14:textId="77777777" w:rsidR="00C90A9F" w:rsidRPr="00F70C97" w:rsidRDefault="00C90A9F" w:rsidP="00C90A9F">
      <w:pPr>
        <w:rPr>
          <w:u w:val="single"/>
        </w:rPr>
      </w:pPr>
      <w:r w:rsidRPr="00F70C97">
        <w:rPr>
          <w:u w:val="single"/>
        </w:rPr>
        <w:t>Discussion:</w:t>
      </w:r>
    </w:p>
    <w:p w14:paraId="37BDAD6C" w14:textId="77777777" w:rsidR="00C90A9F" w:rsidRDefault="00C90A9F" w:rsidP="00C90A9F"/>
    <w:p w14:paraId="02B2E513" w14:textId="700BBF69" w:rsidR="00C90A9F" w:rsidRDefault="00FA014F" w:rsidP="00C90A9F">
      <w:proofErr w:type="spellStart"/>
      <w:r>
        <w:t>Jouni</w:t>
      </w:r>
      <w:proofErr w:type="spellEnd"/>
      <w:r>
        <w:t xml:space="preserve"> MALINEN has stated:</w:t>
      </w:r>
    </w:p>
    <w:p w14:paraId="7ADB1D33" w14:textId="42FC36B9" w:rsidR="00FA014F" w:rsidRDefault="00FA014F" w:rsidP="00C90A9F"/>
    <w:p w14:paraId="60CC2129" w14:textId="7155C5E1" w:rsidR="00FA014F" w:rsidRPr="00FA014F" w:rsidRDefault="00FA014F" w:rsidP="00FA014F">
      <w:pPr>
        <w:ind w:left="720"/>
        <w:rPr>
          <w:lang w:val="en-US"/>
        </w:rPr>
      </w:pPr>
      <w:r w:rsidRPr="00FA014F">
        <w:rPr>
          <w:lang w:val="en-US"/>
        </w:rPr>
        <w:t xml:space="preserve">I agree that the AEAD cipher things are confusing and should really been done </w:t>
      </w:r>
      <w:proofErr w:type="gramStart"/>
      <w:r w:rsidRPr="00FA014F">
        <w:rPr>
          <w:lang w:val="en-US"/>
        </w:rPr>
        <w:t>differently..</w:t>
      </w:r>
      <w:proofErr w:type="gramEnd"/>
      <w:r w:rsidRPr="00FA014F">
        <w:rPr>
          <w:lang w:val="en-US"/>
        </w:rPr>
        <w:t xml:space="preserve"> For the </w:t>
      </w:r>
      <w:proofErr w:type="spellStart"/>
      <w:r w:rsidRPr="00FA014F">
        <w:rPr>
          <w:lang w:val="en-US"/>
        </w:rPr>
        <w:t>REVme</w:t>
      </w:r>
      <w:proofErr w:type="spellEnd"/>
      <w:r w:rsidRPr="00FA014F">
        <w:rPr>
          <w:lang w:val="en-US"/>
        </w:rPr>
        <w:t xml:space="preserve"> effort, I guess there are practical limits on how much can be done now, so maybe the minimal approach would be </w:t>
      </w:r>
      <w:proofErr w:type="gramStart"/>
      <w:r w:rsidRPr="00FA014F">
        <w:rPr>
          <w:lang w:val="en-US"/>
        </w:rPr>
        <w:t>acceptable..</w:t>
      </w:r>
      <w:proofErr w:type="gramEnd"/>
      <w:r w:rsidRPr="00FA014F">
        <w:rPr>
          <w:lang w:val="en-US"/>
        </w:rPr>
        <w:t xml:space="preserve"> We should not define or list AEAD ciphers in general since that would be even more confusing. For the current need, the key question is on whether the key wrap algorithm (see Table 12-11) used with KEK (i.e., how the Key Data field in EAPOL-Key frames is protected) is an AEAD cipher. We have defined three different variants of key wrap algorithms: ARC4, NIST AES Key Wrap, and AES-</w:t>
      </w:r>
      <w:proofErr w:type="gramStart"/>
      <w:r w:rsidRPr="00FA014F">
        <w:rPr>
          <w:lang w:val="en-US"/>
        </w:rPr>
        <w:t>SIV(</w:t>
      </w:r>
      <w:proofErr w:type="gramEnd"/>
      <w:r w:rsidRPr="00FA014F">
        <w:rPr>
          <w:lang w:val="en-US"/>
        </w:rPr>
        <w:t>-256/512), AES-SIV is an AEAD cipher; the other two are not.</w:t>
      </w:r>
    </w:p>
    <w:p w14:paraId="4FE155C5" w14:textId="77777777" w:rsidR="00FA014F" w:rsidRDefault="00FA014F" w:rsidP="00C90A9F"/>
    <w:p w14:paraId="6DC8A444" w14:textId="77777777" w:rsidR="00C90A9F" w:rsidRPr="00FF305B" w:rsidRDefault="00C90A9F" w:rsidP="00C90A9F">
      <w:pPr>
        <w:rPr>
          <w:u w:val="single"/>
        </w:rPr>
      </w:pPr>
      <w:r w:rsidRPr="00004493">
        <w:rPr>
          <w:u w:val="single"/>
        </w:rPr>
        <w:t>P</w:t>
      </w:r>
      <w:r w:rsidRPr="00FF305B">
        <w:rPr>
          <w:u w:val="single"/>
        </w:rPr>
        <w:t>roposed resolution:</w:t>
      </w:r>
    </w:p>
    <w:p w14:paraId="4552A549" w14:textId="77777777" w:rsidR="00C90A9F" w:rsidRDefault="00C90A9F" w:rsidP="00C90A9F">
      <w:pPr>
        <w:rPr>
          <w:b/>
          <w:sz w:val="24"/>
        </w:rPr>
      </w:pPr>
    </w:p>
    <w:p w14:paraId="0E9BC09B" w14:textId="77777777" w:rsidR="00C90A9F" w:rsidRDefault="00C90A9F" w:rsidP="00C90A9F">
      <w:r>
        <w:t>REVISED</w:t>
      </w:r>
    </w:p>
    <w:p w14:paraId="0838C10B" w14:textId="77777777" w:rsidR="00C90A9F" w:rsidRDefault="00C90A9F" w:rsidP="00C90A9F"/>
    <w:p w14:paraId="2C7FD844" w14:textId="6A0E6A51" w:rsidR="00FA014F" w:rsidRDefault="00FA014F" w:rsidP="00FA014F">
      <w:r>
        <w:t>Add a second note at the end of Table 12-11:</w:t>
      </w:r>
    </w:p>
    <w:p w14:paraId="46119D63" w14:textId="77777777" w:rsidR="000C156D" w:rsidRDefault="000C156D" w:rsidP="00FA014F"/>
    <w:p w14:paraId="1AB784C3" w14:textId="4C92A0AA" w:rsidR="00FA014F" w:rsidRDefault="00FA014F" w:rsidP="000C156D">
      <w:pPr>
        <w:ind w:firstLine="720"/>
      </w:pPr>
      <w:r>
        <w:t>NOTE</w:t>
      </w:r>
      <w:r>
        <w:t xml:space="preserve"> </w:t>
      </w:r>
      <w:r>
        <w:t>2—AES-SIV-256 and AES-SIV-512 are AEAD ciphers.</w:t>
      </w:r>
    </w:p>
    <w:p w14:paraId="302A83C8" w14:textId="77777777" w:rsidR="000C156D" w:rsidRDefault="000C156D" w:rsidP="000C156D">
      <w:pPr>
        <w:ind w:firstLine="720"/>
      </w:pPr>
    </w:p>
    <w:p w14:paraId="2CB6EE0B" w14:textId="256060BE" w:rsidR="00FA014F" w:rsidRDefault="00FA014F" w:rsidP="00FA014F">
      <w:r>
        <w:t>and number the existing NOTE as NOTE 1 (2 locations).</w:t>
      </w:r>
    </w:p>
    <w:p w14:paraId="4FDD455A" w14:textId="77777777" w:rsidR="00BB1326" w:rsidRDefault="00BB1326">
      <w:r>
        <w:br w:type="page"/>
      </w:r>
    </w:p>
    <w:tbl>
      <w:tblPr>
        <w:tblStyle w:val="TableGrid"/>
        <w:tblW w:w="0" w:type="auto"/>
        <w:tblLook w:val="04A0" w:firstRow="1" w:lastRow="0" w:firstColumn="1" w:lastColumn="0" w:noHBand="0" w:noVBand="1"/>
      </w:tblPr>
      <w:tblGrid>
        <w:gridCol w:w="1809"/>
        <w:gridCol w:w="4383"/>
        <w:gridCol w:w="3384"/>
      </w:tblGrid>
      <w:tr w:rsidR="00BB1326" w14:paraId="1E43B193" w14:textId="77777777" w:rsidTr="005B6574">
        <w:tc>
          <w:tcPr>
            <w:tcW w:w="1809" w:type="dxa"/>
          </w:tcPr>
          <w:p w14:paraId="76BA7684" w14:textId="77777777" w:rsidR="00BB1326" w:rsidRDefault="00BB1326" w:rsidP="005B6574">
            <w:r>
              <w:lastRenderedPageBreak/>
              <w:br w:type="column"/>
              <w:t>Identifiers</w:t>
            </w:r>
          </w:p>
        </w:tc>
        <w:tc>
          <w:tcPr>
            <w:tcW w:w="4383" w:type="dxa"/>
          </w:tcPr>
          <w:p w14:paraId="6A61AA93" w14:textId="77777777" w:rsidR="00BB1326" w:rsidRDefault="00BB1326" w:rsidP="005B6574">
            <w:r>
              <w:t>Comment</w:t>
            </w:r>
          </w:p>
        </w:tc>
        <w:tc>
          <w:tcPr>
            <w:tcW w:w="3384" w:type="dxa"/>
          </w:tcPr>
          <w:p w14:paraId="3FD9B6B9" w14:textId="77777777" w:rsidR="00BB1326" w:rsidRDefault="00BB1326" w:rsidP="005B6574">
            <w:r>
              <w:t>Proposed change</w:t>
            </w:r>
          </w:p>
        </w:tc>
      </w:tr>
      <w:tr w:rsidR="00BB1326" w:rsidRPr="002C1619" w14:paraId="09165381" w14:textId="77777777" w:rsidTr="005B6574">
        <w:tc>
          <w:tcPr>
            <w:tcW w:w="1809" w:type="dxa"/>
          </w:tcPr>
          <w:p w14:paraId="26000A21" w14:textId="28A6E68D" w:rsidR="00BB1326" w:rsidRDefault="00BB1326" w:rsidP="005B6574">
            <w:r>
              <w:t xml:space="preserve">CID </w:t>
            </w:r>
            <w:r w:rsidR="00807CE3">
              <w:t>8219</w:t>
            </w:r>
          </w:p>
          <w:p w14:paraId="6A915087" w14:textId="77777777" w:rsidR="00BB1326" w:rsidRDefault="00BB1326" w:rsidP="005B6574">
            <w:r>
              <w:t>Mark RISON</w:t>
            </w:r>
          </w:p>
          <w:p w14:paraId="63CB4241" w14:textId="25E784CB" w:rsidR="00BB1326" w:rsidRDefault="00807CE3" w:rsidP="005B6574">
            <w:r>
              <w:t>9</w:t>
            </w:r>
          </w:p>
        </w:tc>
        <w:tc>
          <w:tcPr>
            <w:tcW w:w="4383" w:type="dxa"/>
          </w:tcPr>
          <w:p w14:paraId="07B99115" w14:textId="1BEC97C9" w:rsidR="00BB1326" w:rsidRPr="002C1619" w:rsidRDefault="00807CE3" w:rsidP="005B6574">
            <w:r w:rsidRPr="00807CE3">
              <w:t xml:space="preserve">In some places the compressed SSID appears to be the same as the short SSID, but in others it's the 16 </w:t>
            </w:r>
            <w:proofErr w:type="spellStart"/>
            <w:r w:rsidRPr="00807CE3">
              <w:t>lsbs</w:t>
            </w:r>
            <w:proofErr w:type="spellEnd"/>
          </w:p>
        </w:tc>
        <w:tc>
          <w:tcPr>
            <w:tcW w:w="3384" w:type="dxa"/>
          </w:tcPr>
          <w:p w14:paraId="74FF8175" w14:textId="05673E0C" w:rsidR="00BB1326" w:rsidRPr="002C1619" w:rsidRDefault="00807CE3" w:rsidP="005B6574">
            <w:r w:rsidRPr="00807CE3">
              <w:t>Call the 32-bit ones short SSIDs, not compressed SSIDs</w:t>
            </w:r>
          </w:p>
        </w:tc>
      </w:tr>
    </w:tbl>
    <w:p w14:paraId="388E21DA" w14:textId="77777777" w:rsidR="00BB1326" w:rsidRDefault="00BB1326" w:rsidP="00BB1326"/>
    <w:p w14:paraId="3FB5858E" w14:textId="77777777" w:rsidR="00BB1326" w:rsidRPr="00F70C97" w:rsidRDefault="00BB1326" w:rsidP="00BB1326">
      <w:pPr>
        <w:rPr>
          <w:u w:val="single"/>
        </w:rPr>
      </w:pPr>
      <w:r w:rsidRPr="00F70C97">
        <w:rPr>
          <w:u w:val="single"/>
        </w:rPr>
        <w:t>Discussion:</w:t>
      </w:r>
    </w:p>
    <w:p w14:paraId="31D17EDD" w14:textId="77777777" w:rsidR="00BB1326" w:rsidRDefault="00BB1326" w:rsidP="00BB1326"/>
    <w:p w14:paraId="4CFCBBCD" w14:textId="039BEA57" w:rsidR="00BB1326" w:rsidRDefault="00807CE3" w:rsidP="00BB1326">
      <w:r>
        <w:t>A short SSID is the CRC of the SSID, and is carried in a Short SSID field.</w:t>
      </w:r>
      <w:r w:rsidR="00D37D08">
        <w:t xml:space="preserve">  (Note this means it is big-endian.)</w:t>
      </w:r>
    </w:p>
    <w:p w14:paraId="20806768" w14:textId="790BC018" w:rsidR="00807CE3" w:rsidRDefault="00807CE3" w:rsidP="00BB1326"/>
    <w:p w14:paraId="52D54537" w14:textId="29243D93" w:rsidR="00807CE3" w:rsidRDefault="00807CE3" w:rsidP="00BB1326">
      <w:r>
        <w:t xml:space="preserve">We also have Compressed SSID fields.  Some of these are 32-bit ones, and are in fact referring to short SSIDs.  Compressed SSIDs are the 16 </w:t>
      </w:r>
      <w:proofErr w:type="spellStart"/>
      <w:r>
        <w:t>lsbs</w:t>
      </w:r>
      <w:proofErr w:type="spellEnd"/>
      <w:r>
        <w:t xml:space="preserve"> of short SSIDs</w:t>
      </w:r>
      <w:r w:rsidR="00B974FE">
        <w:t xml:space="preserve"> (the endianness is not super-clear; see other comment)</w:t>
      </w:r>
      <w:r>
        <w:t>.</w:t>
      </w:r>
    </w:p>
    <w:p w14:paraId="5017E94B" w14:textId="77777777" w:rsidR="00807CE3" w:rsidRDefault="00807CE3" w:rsidP="00BB1326"/>
    <w:p w14:paraId="16BD874F" w14:textId="77777777" w:rsidR="00BB1326" w:rsidRPr="00004493" w:rsidRDefault="00BB1326" w:rsidP="00BB1326">
      <w:r>
        <w:rPr>
          <w:u w:val="single"/>
        </w:rPr>
        <w:t>Proposed changes</w:t>
      </w:r>
      <w:r w:rsidRPr="00F70C97">
        <w:rPr>
          <w:u w:val="single"/>
        </w:rPr>
        <w:t>:</w:t>
      </w:r>
    </w:p>
    <w:p w14:paraId="7FFCA162" w14:textId="77777777" w:rsidR="00BB1326" w:rsidRPr="00004493" w:rsidRDefault="00BB1326" w:rsidP="00BB1326"/>
    <w:p w14:paraId="31EFD332" w14:textId="22587F93" w:rsidR="00807CE3" w:rsidRDefault="00807CE3" w:rsidP="00807CE3">
      <w:r>
        <w:t>C</w:t>
      </w:r>
      <w:r>
        <w:t xml:space="preserve">hange </w:t>
      </w:r>
      <w:r>
        <w:t>“</w:t>
      </w:r>
      <w:r>
        <w:t>Compressed SSID</w:t>
      </w:r>
      <w:r>
        <w:t>”</w:t>
      </w:r>
      <w:r>
        <w:t xml:space="preserve"> to </w:t>
      </w:r>
      <w:r>
        <w:t>“</w:t>
      </w:r>
      <w:r>
        <w:t>Short SSID</w:t>
      </w:r>
      <w:r>
        <w:t>”</w:t>
      </w:r>
      <w:r>
        <w:t xml:space="preserve"> (case-</w:t>
      </w:r>
      <w:proofErr w:type="spellStart"/>
      <w:r>
        <w:t>preservingly</w:t>
      </w:r>
      <w:proofErr w:type="spellEnd"/>
      <w:r>
        <w:t xml:space="preserve"> unless stated otherwise</w:t>
      </w:r>
      <w:r>
        <w:t>) in</w:t>
      </w:r>
      <w:r>
        <w:t xml:space="preserve"> </w:t>
      </w:r>
      <w:r>
        <w:t>all the places where they are 32 bits, i.e.:</w:t>
      </w:r>
    </w:p>
    <w:p w14:paraId="5885FE8D" w14:textId="77777777" w:rsidR="00807CE3" w:rsidRDefault="00807CE3" w:rsidP="00807CE3"/>
    <w:p w14:paraId="27835BD0" w14:textId="77777777" w:rsidR="00807CE3" w:rsidRDefault="00807CE3" w:rsidP="00807CE3">
      <w:r>
        <w:t>421.53</w:t>
      </w:r>
    </w:p>
    <w:p w14:paraId="75660650" w14:textId="77777777" w:rsidR="00807CE3" w:rsidRDefault="00807CE3" w:rsidP="00807CE3"/>
    <w:p w14:paraId="34D86B53" w14:textId="77777777" w:rsidR="00807CE3" w:rsidRDefault="00807CE3" w:rsidP="00807CE3">
      <w:r w:rsidRPr="00807CE3">
        <w:rPr>
          <w:highlight w:val="yellow"/>
        </w:rPr>
        <w:t>Compressed SSID</w:t>
      </w:r>
      <w:r>
        <w:t xml:space="preserve"> Integer N/A</w:t>
      </w:r>
    </w:p>
    <w:p w14:paraId="202DD974" w14:textId="78CB9322" w:rsidR="00807CE3" w:rsidRDefault="00807CE3" w:rsidP="00807CE3">
      <w:r>
        <w:t xml:space="preserve">The </w:t>
      </w:r>
      <w:r w:rsidRPr="00807CE3">
        <w:rPr>
          <w:highlight w:val="yellow"/>
        </w:rPr>
        <w:t>Compressed SSID</w:t>
      </w:r>
      <w:r>
        <w:t xml:space="preserve"> of the received frame (PV1 Probe Response or S1G Beacon) from the found BSS.</w:t>
      </w:r>
    </w:p>
    <w:p w14:paraId="19FBF33C" w14:textId="77777777" w:rsidR="00807CE3" w:rsidRDefault="00807CE3" w:rsidP="00807CE3">
      <w:r>
        <w:t>This parameter is optionally present if dot11S1GOptionImplemented is true; otherwise not present.</w:t>
      </w:r>
    </w:p>
    <w:p w14:paraId="71AF1232" w14:textId="77777777" w:rsidR="00807CE3" w:rsidRDefault="00807CE3" w:rsidP="00807CE3"/>
    <w:p w14:paraId="6459FA5A" w14:textId="77777777" w:rsidR="00807CE3" w:rsidRDefault="00807CE3" w:rsidP="00807CE3">
      <w:r>
        <w:t>608.41</w:t>
      </w:r>
    </w:p>
    <w:p w14:paraId="6AE64800" w14:textId="77777777" w:rsidR="00807CE3" w:rsidRDefault="00807CE3" w:rsidP="00807CE3"/>
    <w:p w14:paraId="1F652B20" w14:textId="77777777" w:rsidR="00807CE3" w:rsidRDefault="00807CE3" w:rsidP="00807CE3">
      <w:r w:rsidRPr="00807CE3">
        <w:rPr>
          <w:highlight w:val="yellow"/>
        </w:rPr>
        <w:t>Compressed SSID</w:t>
      </w:r>
      <w:r>
        <w:t xml:space="preserve"> Present</w:t>
      </w:r>
    </w:p>
    <w:p w14:paraId="07343FAC" w14:textId="77777777" w:rsidR="00807CE3" w:rsidRDefault="00807CE3" w:rsidP="00807CE3"/>
    <w:p w14:paraId="7A7B632D" w14:textId="77777777" w:rsidR="00807CE3" w:rsidRDefault="00807CE3" w:rsidP="00807CE3">
      <w:r>
        <w:t>616.52</w:t>
      </w:r>
    </w:p>
    <w:p w14:paraId="6A98B04D" w14:textId="77777777" w:rsidR="00807CE3" w:rsidRDefault="00807CE3" w:rsidP="00807CE3"/>
    <w:p w14:paraId="7EB07D05" w14:textId="77777777" w:rsidR="00807CE3" w:rsidRDefault="00807CE3" w:rsidP="00807CE3">
      <w:r>
        <w:t xml:space="preserve">9.2.4.1.16 </w:t>
      </w:r>
      <w:r w:rsidRPr="00807CE3">
        <w:rPr>
          <w:highlight w:val="yellow"/>
        </w:rPr>
        <w:t>Compressed SSID</w:t>
      </w:r>
      <w:r>
        <w:t xml:space="preserve"> Present subfield</w:t>
      </w:r>
    </w:p>
    <w:p w14:paraId="53B91D1B" w14:textId="77777777" w:rsidR="00807CE3" w:rsidRDefault="00807CE3" w:rsidP="00807CE3">
      <w:r>
        <w:t xml:space="preserve">The </w:t>
      </w:r>
      <w:r w:rsidRPr="00807CE3">
        <w:rPr>
          <w:highlight w:val="yellow"/>
        </w:rPr>
        <w:t>Compressed SSID</w:t>
      </w:r>
      <w:r>
        <w:t xml:space="preserve"> Present subfield is set to 1 if the </w:t>
      </w:r>
      <w:r w:rsidRPr="00807CE3">
        <w:rPr>
          <w:highlight w:val="yellow"/>
        </w:rPr>
        <w:t>Compressed SSID</w:t>
      </w:r>
      <w:r>
        <w:t xml:space="preserve"> field is present; otherwise, it is set to 0.</w:t>
      </w:r>
    </w:p>
    <w:p w14:paraId="7F9E6B0C" w14:textId="77777777" w:rsidR="00807CE3" w:rsidRDefault="00807CE3" w:rsidP="00807CE3"/>
    <w:p w14:paraId="7B7DAE2E" w14:textId="77777777" w:rsidR="00807CE3" w:rsidRDefault="00807CE3" w:rsidP="00807CE3">
      <w:r>
        <w:t>785.61</w:t>
      </w:r>
    </w:p>
    <w:p w14:paraId="1F90209C" w14:textId="77777777" w:rsidR="00807CE3" w:rsidRDefault="00807CE3" w:rsidP="00807CE3"/>
    <w:p w14:paraId="773FCAEC" w14:textId="77777777" w:rsidR="00807CE3" w:rsidRDefault="00807CE3" w:rsidP="00807CE3">
      <w:r>
        <w:t xml:space="preserve">The </w:t>
      </w:r>
      <w:r w:rsidRPr="00807CE3">
        <w:rPr>
          <w:highlight w:val="yellow"/>
        </w:rPr>
        <w:t>Compressed SSID</w:t>
      </w:r>
      <w:r>
        <w:t xml:space="preserve"> field is present if the </w:t>
      </w:r>
      <w:r w:rsidRPr="00807CE3">
        <w:rPr>
          <w:highlight w:val="yellow"/>
        </w:rPr>
        <w:t>Compressed SSID</w:t>
      </w:r>
      <w:r>
        <w:t xml:space="preserve"> Present field in the Frame Control is 1 and indicates a 32-bit CRC calculated over the SSID contained in the S1G Beacon frame (calculation is performed as defined in 9.2.4.9 (FCS field) where the SSID is the calculation fields). Otherwise, it is not present.</w:t>
      </w:r>
    </w:p>
    <w:p w14:paraId="6558C029" w14:textId="77777777" w:rsidR="00807CE3" w:rsidRDefault="00807CE3" w:rsidP="00807CE3"/>
    <w:p w14:paraId="18D0CBA0" w14:textId="77777777" w:rsidR="00807CE3" w:rsidRDefault="00807CE3" w:rsidP="00807CE3">
      <w:r>
        <w:t>785.31</w:t>
      </w:r>
    </w:p>
    <w:p w14:paraId="1D206DBA" w14:textId="77777777" w:rsidR="00807CE3" w:rsidRDefault="00807CE3" w:rsidP="00807CE3"/>
    <w:p w14:paraId="001E3FAE" w14:textId="77777777" w:rsidR="00807CE3" w:rsidRDefault="00807CE3" w:rsidP="00807CE3">
      <w:r w:rsidRPr="00807CE3">
        <w:rPr>
          <w:highlight w:val="yellow"/>
        </w:rPr>
        <w:t>Compressed SSID</w:t>
      </w:r>
      <w:r>
        <w:t xml:space="preserve"> (optional)</w:t>
      </w:r>
    </w:p>
    <w:p w14:paraId="237DB826" w14:textId="77777777" w:rsidR="00807CE3" w:rsidRDefault="00807CE3" w:rsidP="00807CE3"/>
    <w:p w14:paraId="290E5DA7" w14:textId="77777777" w:rsidR="00807CE3" w:rsidRDefault="00807CE3" w:rsidP="00807CE3">
      <w:r>
        <w:t>1373.51</w:t>
      </w:r>
    </w:p>
    <w:p w14:paraId="272B9B59" w14:textId="77777777" w:rsidR="00807CE3" w:rsidRDefault="00807CE3" w:rsidP="00807CE3"/>
    <w:p w14:paraId="4EF36A57" w14:textId="77777777" w:rsidR="00807CE3" w:rsidRDefault="00807CE3" w:rsidP="00807CE3">
      <w:r w:rsidRPr="00807CE3">
        <w:rPr>
          <w:strike/>
          <w:highlight w:val="cyan"/>
        </w:rPr>
        <w:t>Full</w:t>
      </w:r>
      <w:r w:rsidRPr="00807CE3">
        <w:rPr>
          <w:strike/>
        </w:rPr>
        <w:t xml:space="preserve"> </w:t>
      </w:r>
      <w:r>
        <w:t xml:space="preserve">SSID element if the bit is set to 1, </w:t>
      </w:r>
    </w:p>
    <w:p w14:paraId="6B43709B" w14:textId="77777777" w:rsidR="00807CE3" w:rsidRDefault="00807CE3" w:rsidP="00807CE3">
      <w:r>
        <w:t xml:space="preserve">and </w:t>
      </w:r>
      <w:r w:rsidRPr="00807CE3">
        <w:rPr>
          <w:highlight w:val="yellow"/>
        </w:rPr>
        <w:t>Compressed SSID</w:t>
      </w:r>
      <w:r>
        <w:t xml:space="preserve"> field if the bit is set to 0</w:t>
      </w:r>
    </w:p>
    <w:p w14:paraId="1543E4D2" w14:textId="77777777" w:rsidR="00807CE3" w:rsidRDefault="00807CE3" w:rsidP="00807CE3"/>
    <w:p w14:paraId="68ADFF2A" w14:textId="77777777" w:rsidR="00807CE3" w:rsidRDefault="00807CE3" w:rsidP="00807CE3">
      <w:r>
        <w:t>1862.34</w:t>
      </w:r>
    </w:p>
    <w:p w14:paraId="7622D4E8" w14:textId="77777777" w:rsidR="00807CE3" w:rsidRDefault="00807CE3" w:rsidP="00807CE3"/>
    <w:p w14:paraId="314EC2A4" w14:textId="77777777" w:rsidR="00807CE3" w:rsidRDefault="00807CE3" w:rsidP="00807CE3">
      <w:r w:rsidRPr="00807CE3">
        <w:rPr>
          <w:highlight w:val="yellow"/>
        </w:rPr>
        <w:t>Compressed SSID</w:t>
      </w:r>
      <w:r>
        <w:t xml:space="preserve"> (optional)</w:t>
      </w:r>
    </w:p>
    <w:p w14:paraId="358DD8E2" w14:textId="77777777" w:rsidR="00807CE3" w:rsidRDefault="00807CE3" w:rsidP="00807CE3"/>
    <w:p w14:paraId="1DC61EA2" w14:textId="77777777" w:rsidR="00807CE3" w:rsidRDefault="00807CE3" w:rsidP="00807CE3">
      <w:r>
        <w:t>1862.61</w:t>
      </w:r>
    </w:p>
    <w:p w14:paraId="54920019" w14:textId="77777777" w:rsidR="00807CE3" w:rsidRDefault="00807CE3" w:rsidP="00807CE3"/>
    <w:p w14:paraId="001A915C" w14:textId="77777777" w:rsidR="00807CE3" w:rsidRDefault="00807CE3" w:rsidP="00807CE3">
      <w:r>
        <w:lastRenderedPageBreak/>
        <w:t xml:space="preserve">Either a </w:t>
      </w:r>
      <w:r w:rsidRPr="00807CE3">
        <w:rPr>
          <w:highlight w:val="yellow"/>
        </w:rPr>
        <w:t>Compressed SSID</w:t>
      </w:r>
      <w:r>
        <w:t xml:space="preserve"> field or an SSID element is included in the PV1 Probe Response frame.</w:t>
      </w:r>
    </w:p>
    <w:p w14:paraId="16471479" w14:textId="77777777" w:rsidR="00807CE3" w:rsidRDefault="00807CE3" w:rsidP="00807CE3"/>
    <w:p w14:paraId="3FE91337" w14:textId="77777777" w:rsidR="00807CE3" w:rsidRDefault="00807CE3" w:rsidP="00807CE3">
      <w:r>
        <w:t>1863.1</w:t>
      </w:r>
    </w:p>
    <w:p w14:paraId="6B930218" w14:textId="77777777" w:rsidR="00807CE3" w:rsidRDefault="00807CE3" w:rsidP="00807CE3"/>
    <w:p w14:paraId="01C45253" w14:textId="1E991DBA" w:rsidR="00807CE3" w:rsidRDefault="00835E12" w:rsidP="00807CE3">
      <w:proofErr w:type="spellStart"/>
      <w:r w:rsidRPr="00835E12">
        <w:rPr>
          <w:strike/>
          <w:highlight w:val="cyan"/>
        </w:rPr>
        <w:t>The</w:t>
      </w:r>
      <w:r w:rsidRPr="00835E12">
        <w:rPr>
          <w:highlight w:val="cyan"/>
          <w:u w:val="single"/>
        </w:rPr>
        <w:t>A</w:t>
      </w:r>
      <w:proofErr w:type="spellEnd"/>
      <w:r w:rsidR="00807CE3">
        <w:t xml:space="preserve"> </w:t>
      </w:r>
      <w:r w:rsidR="00807CE3" w:rsidRPr="00807CE3">
        <w:rPr>
          <w:highlight w:val="yellow"/>
        </w:rPr>
        <w:t>Compressed SSID</w:t>
      </w:r>
      <w:r w:rsidR="00807CE3">
        <w:t xml:space="preserve"> field is present if the Full SSID Present subfield in the Frame Control field is 0 and it contains a 32-bit CRC calculated over the SSID contained in the Probe Response or S1G Beacon frame (calculation is performed as defined in 9.2.4.9 (FCS field) where the SSID is the calculation fields). An SSID element is not present if the Full SSID Present subfield in the Frame Control field is 0.</w:t>
      </w:r>
    </w:p>
    <w:p w14:paraId="6396FA84" w14:textId="20E4BD88" w:rsidR="00807CE3" w:rsidRDefault="00807CE3" w:rsidP="00807CE3">
      <w:r>
        <w:t xml:space="preserve">An SSID element as defined in 9.4.2.2 (SSID element) is present in the Optional Elements field of the PV1 Probe Response frame if the Full SSID Present subfield in the Frame Control field is 1. </w:t>
      </w:r>
      <w:proofErr w:type="spellStart"/>
      <w:r w:rsidRPr="00835E12">
        <w:rPr>
          <w:strike/>
          <w:highlight w:val="cyan"/>
        </w:rPr>
        <w:t>The</w:t>
      </w:r>
      <w:r w:rsidR="00835E12" w:rsidRPr="00835E12">
        <w:rPr>
          <w:highlight w:val="cyan"/>
          <w:u w:val="single"/>
        </w:rPr>
        <w:t>A</w:t>
      </w:r>
      <w:proofErr w:type="spellEnd"/>
      <w:r>
        <w:t xml:space="preserve"> </w:t>
      </w:r>
      <w:r w:rsidRPr="00807CE3">
        <w:rPr>
          <w:highlight w:val="yellow"/>
        </w:rPr>
        <w:t>Compressed SSID</w:t>
      </w:r>
      <w:r>
        <w:t xml:space="preserve"> field is not present if the Full SSID Present subfield in the Frame Control field is 1.</w:t>
      </w:r>
    </w:p>
    <w:p w14:paraId="321574EB" w14:textId="77777777" w:rsidR="00807CE3" w:rsidRDefault="00807CE3" w:rsidP="00807CE3"/>
    <w:p w14:paraId="7C33397A" w14:textId="77777777" w:rsidR="00807CE3" w:rsidRDefault="00807CE3" w:rsidP="00807CE3">
      <w:r>
        <w:t>1863.27</w:t>
      </w:r>
    </w:p>
    <w:p w14:paraId="543102EB" w14:textId="77777777" w:rsidR="00807CE3" w:rsidRDefault="00807CE3" w:rsidP="00807CE3"/>
    <w:p w14:paraId="7749C61D" w14:textId="0583C799" w:rsidR="00807CE3" w:rsidRDefault="00807CE3" w:rsidP="00807CE3">
      <w:r>
        <w:t xml:space="preserve">The Full SSID Present field indicates whether a </w:t>
      </w:r>
      <w:r w:rsidRPr="003E1861">
        <w:rPr>
          <w:strike/>
          <w:highlight w:val="cyan"/>
        </w:rPr>
        <w:t>Full</w:t>
      </w:r>
      <w:r w:rsidRPr="003E1861">
        <w:rPr>
          <w:strike/>
        </w:rPr>
        <w:t xml:space="preserve"> </w:t>
      </w:r>
      <w:r>
        <w:t xml:space="preserve">SSID or a </w:t>
      </w:r>
      <w:r w:rsidRPr="00807CE3">
        <w:rPr>
          <w:highlight w:val="yellow"/>
        </w:rPr>
        <w:t>Compressed SSID</w:t>
      </w:r>
      <w:r>
        <w:t xml:space="preserve"> </w:t>
      </w:r>
      <w:r w:rsidRPr="00807CE3">
        <w:rPr>
          <w:b/>
          <w:i/>
        </w:rPr>
        <w:t>[</w:t>
      </w:r>
      <w:r w:rsidR="003E1861">
        <w:rPr>
          <w:b/>
          <w:i/>
        </w:rPr>
        <w:t>also change to</w:t>
      </w:r>
      <w:r w:rsidRPr="00807CE3">
        <w:rPr>
          <w:b/>
          <w:i/>
        </w:rPr>
        <w:t xml:space="preserve"> </w:t>
      </w:r>
      <w:r>
        <w:rPr>
          <w:b/>
          <w:i/>
        </w:rPr>
        <w:t xml:space="preserve">lowercase </w:t>
      </w:r>
      <w:r w:rsidRPr="00807CE3">
        <w:rPr>
          <w:b/>
          <w:i/>
        </w:rPr>
        <w:t>“short”]</w:t>
      </w:r>
      <w:r>
        <w:t xml:space="preserve"> </w:t>
      </w:r>
      <w:r>
        <w:t xml:space="preserve">is included in the PV1 Probe Response frame. Setting the field to 1 indicates that an SSID element is included and </w:t>
      </w:r>
      <w:proofErr w:type="spellStart"/>
      <w:r w:rsidRPr="003E1861">
        <w:rPr>
          <w:strike/>
          <w:highlight w:val="cyan"/>
        </w:rPr>
        <w:t>the</w:t>
      </w:r>
      <w:r w:rsidR="003E1861" w:rsidRPr="003E1861">
        <w:rPr>
          <w:highlight w:val="cyan"/>
          <w:u w:val="single"/>
        </w:rPr>
        <w:t>a</w:t>
      </w:r>
      <w:proofErr w:type="spellEnd"/>
      <w:r>
        <w:t xml:space="preserve"> </w:t>
      </w:r>
      <w:r w:rsidRPr="00807CE3">
        <w:rPr>
          <w:highlight w:val="yellow"/>
        </w:rPr>
        <w:t>Compressed SSID</w:t>
      </w:r>
      <w:r>
        <w:t xml:space="preserve"> field is not included in the PV1 Probe Response frame. Setting the field to 0 indicates that </w:t>
      </w:r>
      <w:proofErr w:type="spellStart"/>
      <w:r w:rsidR="003E1861" w:rsidRPr="003E1861">
        <w:rPr>
          <w:strike/>
          <w:highlight w:val="cyan"/>
        </w:rPr>
        <w:t>the</w:t>
      </w:r>
      <w:r w:rsidR="003E1861" w:rsidRPr="003E1861">
        <w:rPr>
          <w:highlight w:val="cyan"/>
          <w:u w:val="single"/>
        </w:rPr>
        <w:t>a</w:t>
      </w:r>
      <w:proofErr w:type="spellEnd"/>
      <w:r>
        <w:t xml:space="preserve"> </w:t>
      </w:r>
      <w:r w:rsidRPr="00807CE3">
        <w:rPr>
          <w:highlight w:val="yellow"/>
        </w:rPr>
        <w:t>Compressed SSID</w:t>
      </w:r>
      <w:r>
        <w:t xml:space="preserve"> field is included and </w:t>
      </w:r>
      <w:proofErr w:type="spellStart"/>
      <w:r w:rsidR="003E1861" w:rsidRPr="003E1861">
        <w:rPr>
          <w:strike/>
          <w:highlight w:val="cyan"/>
        </w:rPr>
        <w:t>the</w:t>
      </w:r>
      <w:r w:rsidR="003E1861" w:rsidRPr="003E1861">
        <w:rPr>
          <w:highlight w:val="cyan"/>
          <w:u w:val="single"/>
        </w:rPr>
        <w:t>an</w:t>
      </w:r>
      <w:proofErr w:type="spellEnd"/>
      <w:r>
        <w:t xml:space="preserve"> SSID element is not included in the PV1 Probe Response frame.</w:t>
      </w:r>
    </w:p>
    <w:p w14:paraId="64423115" w14:textId="77777777" w:rsidR="00807CE3" w:rsidRDefault="00807CE3" w:rsidP="00807CE3"/>
    <w:p w14:paraId="5A61D7DB" w14:textId="77777777" w:rsidR="00807CE3" w:rsidRDefault="00807CE3" w:rsidP="00807CE3">
      <w:r>
        <w:t>2480.2</w:t>
      </w:r>
    </w:p>
    <w:p w14:paraId="76A2D59B" w14:textId="77777777" w:rsidR="00807CE3" w:rsidRDefault="00807CE3" w:rsidP="00807CE3"/>
    <w:p w14:paraId="5FE98E79" w14:textId="77777777" w:rsidR="00807CE3" w:rsidRDefault="00807CE3" w:rsidP="00807CE3">
      <w:r>
        <w:t xml:space="preserve">that has either a </w:t>
      </w:r>
      <w:r w:rsidRPr="00807CE3">
        <w:rPr>
          <w:highlight w:val="yellow"/>
        </w:rPr>
        <w:t>compressed SSID</w:t>
      </w:r>
      <w:r>
        <w:t xml:space="preserve"> or an access network option. The NDP probing procedure is allowed when an S1G STA knows the operating frequency bands and regulatory domains. A non-S1G STA shall not transmit an NDP Probe Request frame.</w:t>
      </w:r>
    </w:p>
    <w:p w14:paraId="1E0B98D7" w14:textId="77777777" w:rsidR="00807CE3" w:rsidRDefault="00807CE3" w:rsidP="00807CE3">
      <w:r>
        <w:t>APs receiving an NDP Probe Request frame shall transmit a broadcast Probe Response only if</w:t>
      </w:r>
    </w:p>
    <w:p w14:paraId="3DF344A0" w14:textId="77777777" w:rsidR="00807CE3" w:rsidRDefault="00807CE3" w:rsidP="00807CE3">
      <w:r>
        <w:t xml:space="preserve">a) The compressed SSID in the NDP Probe Request frame is the specific </w:t>
      </w:r>
      <w:r w:rsidRPr="00807CE3">
        <w:rPr>
          <w:highlight w:val="yellow"/>
        </w:rPr>
        <w:t>compressed SSID</w:t>
      </w:r>
      <w:r>
        <w:t xml:space="preserve"> of the AP’s BSS.</w:t>
      </w:r>
    </w:p>
    <w:p w14:paraId="389C83C5" w14:textId="77777777" w:rsidR="00807CE3" w:rsidRDefault="00807CE3" w:rsidP="00807CE3"/>
    <w:p w14:paraId="6777E7A4" w14:textId="77777777" w:rsidR="00807CE3" w:rsidRDefault="00807CE3" w:rsidP="00807CE3">
      <w:r>
        <w:t>2481.40</w:t>
      </w:r>
    </w:p>
    <w:p w14:paraId="7DFE7EED" w14:textId="77777777" w:rsidR="00807CE3" w:rsidRDefault="00807CE3" w:rsidP="00807CE3"/>
    <w:p w14:paraId="27585012" w14:textId="568BF999" w:rsidR="00807CE3" w:rsidRDefault="00807CE3" w:rsidP="00807CE3">
      <w:r>
        <w:t xml:space="preserve">— Either the SSID element or the </w:t>
      </w:r>
      <w:r w:rsidRPr="00807CE3">
        <w:rPr>
          <w:highlight w:val="yellow"/>
        </w:rPr>
        <w:t>compressed SSID</w:t>
      </w:r>
      <w:r>
        <w:t xml:space="preserve"> </w:t>
      </w:r>
      <w:r w:rsidRPr="00807CE3">
        <w:rPr>
          <w:b/>
          <w:i/>
        </w:rPr>
        <w:t xml:space="preserve">[also change to </w:t>
      </w:r>
      <w:r>
        <w:rPr>
          <w:b/>
          <w:i/>
        </w:rPr>
        <w:t>uppercase “Short”</w:t>
      </w:r>
      <w:r w:rsidRPr="00807CE3">
        <w:rPr>
          <w:b/>
          <w:i/>
        </w:rPr>
        <w:t>]</w:t>
      </w:r>
      <w:r>
        <w:t xml:space="preserve"> </w:t>
      </w:r>
      <w:r>
        <w:t>field.</w:t>
      </w:r>
    </w:p>
    <w:p w14:paraId="020493B1" w14:textId="02694B89" w:rsidR="00807CE3" w:rsidRDefault="00807CE3" w:rsidP="00807CE3">
      <w:r>
        <w:t xml:space="preserve">— If the Request Full SSID </w:t>
      </w:r>
      <w:r w:rsidRPr="00807CE3">
        <w:rPr>
          <w:strike/>
          <w:highlight w:val="cyan"/>
        </w:rPr>
        <w:t>bit</w:t>
      </w:r>
      <w:r w:rsidRPr="00807CE3">
        <w:rPr>
          <w:highlight w:val="cyan"/>
          <w:u w:val="single"/>
        </w:rPr>
        <w:t>field</w:t>
      </w:r>
      <w:r>
        <w:t xml:space="preserve"> in the PV1 Probe Response Option element is equal to 1, then the</w:t>
      </w:r>
    </w:p>
    <w:p w14:paraId="04A295EA" w14:textId="350B8818" w:rsidR="00807CE3" w:rsidRDefault="00807CE3" w:rsidP="00807CE3">
      <w:r>
        <w:t xml:space="preserve">SSID element shall be present in the PV1 Probe Response frame and the </w:t>
      </w:r>
      <w:r w:rsidRPr="00807CE3">
        <w:rPr>
          <w:highlight w:val="yellow"/>
        </w:rPr>
        <w:t>Compressed SSID</w:t>
      </w:r>
      <w:r>
        <w:t xml:space="preserve"> </w:t>
      </w:r>
      <w:r w:rsidRPr="00807CE3">
        <w:rPr>
          <w:b/>
          <w:i/>
        </w:rPr>
        <w:t xml:space="preserve">[also </w:t>
      </w:r>
      <w:r>
        <w:rPr>
          <w:b/>
          <w:i/>
        </w:rPr>
        <w:t>add “field”</w:t>
      </w:r>
      <w:r w:rsidRPr="00807CE3">
        <w:rPr>
          <w:b/>
          <w:i/>
        </w:rPr>
        <w:t>]</w:t>
      </w:r>
      <w:r>
        <w:rPr>
          <w:b/>
          <w:i/>
        </w:rPr>
        <w:t xml:space="preserve"> </w:t>
      </w:r>
      <w:r>
        <w:t xml:space="preserve">shall not be present. If it is equal to 0 or is not present in the PV1 Probe Response Option element, then the </w:t>
      </w:r>
      <w:r w:rsidRPr="00807CE3">
        <w:rPr>
          <w:highlight w:val="yellow"/>
        </w:rPr>
        <w:t>Compressed SSID</w:t>
      </w:r>
      <w:r>
        <w:t xml:space="preserve"> </w:t>
      </w:r>
      <w:r w:rsidRPr="00807CE3">
        <w:rPr>
          <w:b/>
          <w:i/>
        </w:rPr>
        <w:t xml:space="preserve">[also </w:t>
      </w:r>
      <w:r>
        <w:rPr>
          <w:b/>
          <w:i/>
        </w:rPr>
        <w:t>add “field”</w:t>
      </w:r>
      <w:r w:rsidRPr="00807CE3">
        <w:rPr>
          <w:b/>
          <w:i/>
        </w:rPr>
        <w:t>]</w:t>
      </w:r>
      <w:r>
        <w:t xml:space="preserve"> shall be present and the SSID element shall not be present.</w:t>
      </w:r>
    </w:p>
    <w:p w14:paraId="6C5DF6B8" w14:textId="77777777" w:rsidR="00807CE3" w:rsidRDefault="00807CE3" w:rsidP="00807CE3"/>
    <w:p w14:paraId="6BCED0F7" w14:textId="77777777" w:rsidR="00807CE3" w:rsidRDefault="00807CE3" w:rsidP="00807CE3">
      <w:r>
        <w:t>3039.47</w:t>
      </w:r>
    </w:p>
    <w:p w14:paraId="78338671" w14:textId="77777777" w:rsidR="00807CE3" w:rsidRDefault="00807CE3" w:rsidP="00807CE3"/>
    <w:p w14:paraId="6BB9A0D9" w14:textId="77777777" w:rsidR="00807CE3" w:rsidRDefault="00807CE3" w:rsidP="00807CE3">
      <w:r>
        <w:t xml:space="preserve">e) </w:t>
      </w:r>
      <w:r w:rsidRPr="00807CE3">
        <w:rPr>
          <w:highlight w:val="yellow"/>
        </w:rPr>
        <w:t>Compressed SSID</w:t>
      </w:r>
      <w:r>
        <w:t xml:space="preserve"> (if present).</w:t>
      </w:r>
    </w:p>
    <w:p w14:paraId="4B5C9227" w14:textId="77777777" w:rsidR="00807CE3" w:rsidRDefault="00807CE3" w:rsidP="00807CE3"/>
    <w:p w14:paraId="395FBC9B" w14:textId="77777777" w:rsidR="00807CE3" w:rsidRDefault="00807CE3" w:rsidP="00807CE3">
      <w:r>
        <w:t>3040.1</w:t>
      </w:r>
    </w:p>
    <w:p w14:paraId="28D3695E" w14:textId="77777777" w:rsidR="00807CE3" w:rsidRDefault="00807CE3" w:rsidP="00807CE3"/>
    <w:p w14:paraId="517DF392" w14:textId="77777777" w:rsidR="00807CE3" w:rsidRDefault="00807CE3" w:rsidP="00807CE3">
      <w:r w:rsidRPr="00807CE3">
        <w:rPr>
          <w:highlight w:val="yellow"/>
        </w:rPr>
        <w:t>Compressed SSID</w:t>
      </w:r>
    </w:p>
    <w:p w14:paraId="67F5F942" w14:textId="77777777" w:rsidR="00807CE3" w:rsidRDefault="00807CE3" w:rsidP="00807CE3"/>
    <w:p w14:paraId="62685548" w14:textId="77777777" w:rsidR="00807CE3" w:rsidRDefault="00807CE3" w:rsidP="00807CE3">
      <w:r>
        <w:t>3040.13</w:t>
      </w:r>
    </w:p>
    <w:p w14:paraId="579C921B" w14:textId="77777777" w:rsidR="00807CE3" w:rsidRDefault="00807CE3" w:rsidP="00807CE3"/>
    <w:p w14:paraId="2C9E05AE" w14:textId="77777777" w:rsidR="00807CE3" w:rsidRDefault="00807CE3" w:rsidP="00807CE3">
      <w:r>
        <w:t xml:space="preserve">e) </w:t>
      </w:r>
      <w:r w:rsidRPr="00807CE3">
        <w:rPr>
          <w:highlight w:val="yellow"/>
        </w:rPr>
        <w:t>Compressed SSID</w:t>
      </w:r>
      <w:r>
        <w:t xml:space="preserve"> (if present).</w:t>
      </w:r>
    </w:p>
    <w:p w14:paraId="454C9EF4" w14:textId="77777777" w:rsidR="00807CE3" w:rsidRDefault="00807CE3" w:rsidP="00807CE3"/>
    <w:p w14:paraId="277AE011" w14:textId="77777777" w:rsidR="00807CE3" w:rsidRDefault="00807CE3" w:rsidP="00807CE3">
      <w:r>
        <w:t>3040.23</w:t>
      </w:r>
    </w:p>
    <w:p w14:paraId="2FF2B575" w14:textId="77777777" w:rsidR="00807CE3" w:rsidRDefault="00807CE3" w:rsidP="00807CE3"/>
    <w:p w14:paraId="0D2815B6" w14:textId="77777777" w:rsidR="00807CE3" w:rsidRDefault="00807CE3" w:rsidP="00807CE3">
      <w:r w:rsidRPr="00807CE3">
        <w:rPr>
          <w:highlight w:val="yellow"/>
        </w:rPr>
        <w:t>Compressed SSID</w:t>
      </w:r>
    </w:p>
    <w:p w14:paraId="55D5902D" w14:textId="77777777" w:rsidR="00807CE3" w:rsidRDefault="00807CE3" w:rsidP="00807CE3"/>
    <w:p w14:paraId="7D08FCDD" w14:textId="5584236E" w:rsidR="00807CE3" w:rsidRDefault="00807CE3" w:rsidP="00807CE3">
      <w:r>
        <w:t xml:space="preserve">DO </w:t>
      </w:r>
      <w:r>
        <w:t>NOT</w:t>
      </w:r>
      <w:r>
        <w:t xml:space="preserve"> CHANGE</w:t>
      </w:r>
      <w:r w:rsidR="005C7E48">
        <w:t xml:space="preserve"> “Compressed SSID”</w:t>
      </w:r>
      <w:r>
        <w:t xml:space="preserve"> 3895.52</w:t>
      </w:r>
    </w:p>
    <w:p w14:paraId="5CD9A76A" w14:textId="77777777" w:rsidR="00807CE3" w:rsidRDefault="00807CE3" w:rsidP="00807CE3"/>
    <w:p w14:paraId="24F87489" w14:textId="2FF4E154" w:rsidR="00807CE3" w:rsidRDefault="00807CE3" w:rsidP="00807CE3">
      <w:r>
        <w:lastRenderedPageBreak/>
        <w:t>Compressed SSID/Access Network Option</w:t>
      </w:r>
    </w:p>
    <w:p w14:paraId="6A9B7C3E" w14:textId="77777777" w:rsidR="00807CE3" w:rsidRDefault="00807CE3" w:rsidP="00807CE3"/>
    <w:p w14:paraId="69FA3382" w14:textId="517947CB" w:rsidR="00807CE3" w:rsidRDefault="00807CE3" w:rsidP="00807CE3">
      <w:r>
        <w:t>DO NOT CHANGE</w:t>
      </w:r>
      <w:r w:rsidR="005C7E48">
        <w:t xml:space="preserve"> “Compressed SSID” at </w:t>
      </w:r>
      <w:r>
        <w:t>3895.63</w:t>
      </w:r>
    </w:p>
    <w:p w14:paraId="3E96EC07" w14:textId="77777777" w:rsidR="00807CE3" w:rsidRDefault="00807CE3" w:rsidP="00807CE3"/>
    <w:p w14:paraId="3EE98E4D" w14:textId="77777777" w:rsidR="00807CE3" w:rsidRDefault="00807CE3" w:rsidP="00807CE3">
      <w:r>
        <w:t>The CSSID/ANO Present field indicates if the NDP Probe Request frame contains a Compressed SSID field or an Access Network Option field:</w:t>
      </w:r>
    </w:p>
    <w:p w14:paraId="2104FDEF" w14:textId="77777777" w:rsidR="00807CE3" w:rsidRDefault="00807CE3" w:rsidP="00807CE3">
      <w:r>
        <w:t xml:space="preserve">— Set to 0 if the NDP Probe Request frame contains the Compressed SSID field. </w:t>
      </w:r>
    </w:p>
    <w:p w14:paraId="578E8B1F" w14:textId="77777777" w:rsidR="00807CE3" w:rsidRDefault="00807CE3" w:rsidP="00807CE3">
      <w:r>
        <w:t>— Set to 1 if the NDP Probe Request frame contains the Access Network Option field.</w:t>
      </w:r>
    </w:p>
    <w:p w14:paraId="127C012D" w14:textId="2665561B" w:rsidR="00807CE3" w:rsidRDefault="00807CE3" w:rsidP="00807CE3">
      <w:r>
        <w:t xml:space="preserve">When the CSSID/ANO Present field is 0, the Compressed SSID/Access Network Option field bits [0:15] are set to </w:t>
      </w:r>
      <w:bookmarkStart w:id="0" w:name="_Hlk172131251"/>
      <w:r w:rsidR="000757BE" w:rsidRPr="000757BE">
        <w:rPr>
          <w:highlight w:val="cyan"/>
          <w:u w:val="single"/>
        </w:rPr>
        <w:t>the</w:t>
      </w:r>
      <w:r w:rsidR="00501A87">
        <w:rPr>
          <w:highlight w:val="cyan"/>
          <w:u w:val="single"/>
        </w:rPr>
        <w:t xml:space="preserve"> </w:t>
      </w:r>
      <w:proofErr w:type="spellStart"/>
      <w:r w:rsidR="00501A87">
        <w:rPr>
          <w:highlight w:val="cyan"/>
          <w:u w:val="single"/>
        </w:rPr>
        <w:t>c</w:t>
      </w:r>
      <w:r w:rsidRPr="00501A87">
        <w:rPr>
          <w:strike/>
          <w:highlight w:val="cyan"/>
        </w:rPr>
        <w:t>C</w:t>
      </w:r>
      <w:bookmarkEnd w:id="0"/>
      <w:r>
        <w:t>ompressed</w:t>
      </w:r>
      <w:proofErr w:type="spellEnd"/>
      <w:r>
        <w:t xml:space="preserve"> SSID, which is the 2 least significant octets of a 32-bit CRC calculated as defined 9.2.4.9 (FCS field), wherein the calculated fields </w:t>
      </w:r>
      <w:proofErr w:type="gramStart"/>
      <w:r>
        <w:t>is</w:t>
      </w:r>
      <w:proofErr w:type="gramEnd"/>
      <w:r>
        <w:t xml:space="preserve"> the </w:t>
      </w:r>
      <w:r w:rsidRPr="00807CE3">
        <w:rPr>
          <w:strike/>
          <w:highlight w:val="cyan"/>
        </w:rPr>
        <w:t>Full</w:t>
      </w:r>
      <w:r w:rsidRPr="00807CE3">
        <w:rPr>
          <w:strike/>
        </w:rPr>
        <w:t xml:space="preserve"> </w:t>
      </w:r>
      <w:r>
        <w:t>SSID.</w:t>
      </w:r>
    </w:p>
    <w:p w14:paraId="3A45D7D1" w14:textId="77777777" w:rsidR="00807CE3" w:rsidRDefault="00807CE3" w:rsidP="00807CE3">
      <w:r>
        <w:t>When the CSSID/ANO Present field is 1, the Compressed SSID/Access Network Option field bits [0:7] are set to Access Network Option, which is defined in 9.4.2.90 (Interworking element) (see Figure 9-564 (Interworking element format)). The Compressed SSID/Access Network Option field bits [8:15] are reserved (#</w:t>
      </w:r>
      <w:proofErr w:type="gramStart"/>
      <w:r>
        <w:t>455)and</w:t>
      </w:r>
      <w:proofErr w:type="gramEnd"/>
      <w:r>
        <w:t xml:space="preserve"> shall be set to all 0s on transmit and ignored on receive.</w:t>
      </w:r>
    </w:p>
    <w:p w14:paraId="247536CF" w14:textId="77777777" w:rsidR="00807CE3" w:rsidRDefault="00807CE3" w:rsidP="00807CE3"/>
    <w:p w14:paraId="3FC45A6C" w14:textId="77777777" w:rsidR="00807CE3" w:rsidRDefault="00807CE3" w:rsidP="00807CE3">
      <w:r>
        <w:t>3896.31</w:t>
      </w:r>
    </w:p>
    <w:p w14:paraId="6ACDB60D" w14:textId="77777777" w:rsidR="00807CE3" w:rsidRDefault="00807CE3" w:rsidP="00807CE3"/>
    <w:p w14:paraId="70CE023D" w14:textId="77777777" w:rsidR="00807CE3" w:rsidRDefault="00807CE3" w:rsidP="00807CE3">
      <w:r w:rsidRPr="00807CE3">
        <w:rPr>
          <w:highlight w:val="yellow"/>
        </w:rPr>
        <w:t>Compressed SSID</w:t>
      </w:r>
      <w:r>
        <w:t>/Access Network Option</w:t>
      </w:r>
    </w:p>
    <w:p w14:paraId="2A38BF32" w14:textId="77777777" w:rsidR="00807CE3" w:rsidRDefault="00807CE3" w:rsidP="00807CE3"/>
    <w:p w14:paraId="5E0B9D54" w14:textId="77777777" w:rsidR="00807CE3" w:rsidRDefault="00807CE3" w:rsidP="00807CE3">
      <w:r>
        <w:t>3896.41</w:t>
      </w:r>
    </w:p>
    <w:p w14:paraId="7E9F9A3F" w14:textId="77777777" w:rsidR="00807CE3" w:rsidRDefault="00807CE3" w:rsidP="00807CE3"/>
    <w:p w14:paraId="4BED50F5" w14:textId="77777777" w:rsidR="00807CE3" w:rsidRDefault="00807CE3" w:rsidP="00807CE3">
      <w:r>
        <w:t xml:space="preserve">The CSSID/ANO Present field indicates if the NDP Probe Request frame contains a </w:t>
      </w:r>
      <w:r w:rsidRPr="00807CE3">
        <w:rPr>
          <w:highlight w:val="yellow"/>
        </w:rPr>
        <w:t>Compressed SSID</w:t>
      </w:r>
      <w:r>
        <w:t xml:space="preserve"> field or an Access Network Option field:</w:t>
      </w:r>
    </w:p>
    <w:p w14:paraId="6A479A66" w14:textId="77777777" w:rsidR="00807CE3" w:rsidRDefault="00807CE3" w:rsidP="00807CE3">
      <w:r>
        <w:t xml:space="preserve">— Set to 0 if the NDP Probe Request contains the </w:t>
      </w:r>
      <w:r w:rsidRPr="00807CE3">
        <w:rPr>
          <w:highlight w:val="yellow"/>
        </w:rPr>
        <w:t>Compressed SSID</w:t>
      </w:r>
      <w:r>
        <w:t xml:space="preserve"> field. </w:t>
      </w:r>
    </w:p>
    <w:p w14:paraId="57FB1B43" w14:textId="77777777" w:rsidR="00807CE3" w:rsidRDefault="00807CE3" w:rsidP="00807CE3">
      <w:r>
        <w:t>— Set to 1 if the NDP Probe Request contains the Access Network Option field.</w:t>
      </w:r>
    </w:p>
    <w:p w14:paraId="5751BBDF" w14:textId="6AB291C2" w:rsidR="00807CE3" w:rsidRDefault="00807CE3" w:rsidP="00807CE3">
      <w:r>
        <w:t xml:space="preserve">When the CSSID/ANO Present field is 0, the </w:t>
      </w:r>
      <w:r w:rsidRPr="00807CE3">
        <w:rPr>
          <w:highlight w:val="yellow"/>
        </w:rPr>
        <w:t>Compressed SSID</w:t>
      </w:r>
      <w:r>
        <w:t xml:space="preserve">/Access Network Option field bits [0:31] are set to </w:t>
      </w:r>
      <w:r w:rsidR="00EE1532" w:rsidRPr="000757BE">
        <w:rPr>
          <w:highlight w:val="cyan"/>
          <w:u w:val="single"/>
        </w:rPr>
        <w:t>the</w:t>
      </w:r>
      <w:r w:rsidR="00EE1532">
        <w:rPr>
          <w:highlight w:val="cyan"/>
          <w:u w:val="single"/>
        </w:rPr>
        <w:t xml:space="preserve"> </w:t>
      </w:r>
      <w:r w:rsidRPr="00807CE3">
        <w:rPr>
          <w:highlight w:val="yellow"/>
        </w:rPr>
        <w:t>Compressed SSID</w:t>
      </w:r>
      <w:r>
        <w:rPr>
          <w:highlight w:val="yellow"/>
        </w:rPr>
        <w:t xml:space="preserve"> </w:t>
      </w:r>
      <w:r w:rsidRPr="00807CE3">
        <w:rPr>
          <w:b/>
          <w:i/>
        </w:rPr>
        <w:t xml:space="preserve">[also change to </w:t>
      </w:r>
      <w:r>
        <w:rPr>
          <w:b/>
          <w:i/>
        </w:rPr>
        <w:t xml:space="preserve">lowercase </w:t>
      </w:r>
      <w:r>
        <w:rPr>
          <w:b/>
          <w:i/>
        </w:rPr>
        <w:t>“</w:t>
      </w:r>
      <w:r>
        <w:rPr>
          <w:b/>
          <w:i/>
        </w:rPr>
        <w:t>s</w:t>
      </w:r>
      <w:r>
        <w:rPr>
          <w:b/>
          <w:i/>
        </w:rPr>
        <w:t>hort”</w:t>
      </w:r>
      <w:r w:rsidRPr="00807CE3">
        <w:rPr>
          <w:b/>
          <w:i/>
        </w:rPr>
        <w:t>]</w:t>
      </w:r>
      <w:r>
        <w:t xml:space="preserve">, which is a 32-bit CRC calculated as defined in 9.2.4.9 (FCS field), wherein the calculated fields </w:t>
      </w:r>
      <w:proofErr w:type="gramStart"/>
      <w:r>
        <w:t>is</w:t>
      </w:r>
      <w:proofErr w:type="gramEnd"/>
      <w:r>
        <w:t xml:space="preserve"> the </w:t>
      </w:r>
      <w:r w:rsidRPr="00807CE3">
        <w:rPr>
          <w:strike/>
          <w:highlight w:val="cyan"/>
        </w:rPr>
        <w:t>Full</w:t>
      </w:r>
      <w:r w:rsidRPr="00807CE3">
        <w:rPr>
          <w:strike/>
        </w:rPr>
        <w:t xml:space="preserve"> </w:t>
      </w:r>
      <w:r>
        <w:t>SSID.</w:t>
      </w:r>
    </w:p>
    <w:p w14:paraId="19C83BF1" w14:textId="52F34DCE" w:rsidR="00BB1326" w:rsidRDefault="00807CE3" w:rsidP="00807CE3">
      <w:r>
        <w:t xml:space="preserve">When the CSSID/ANO Present field is 1, the </w:t>
      </w:r>
      <w:r w:rsidRPr="00807CE3">
        <w:rPr>
          <w:highlight w:val="yellow"/>
        </w:rPr>
        <w:t>Compressed SSID</w:t>
      </w:r>
      <w:r>
        <w:t xml:space="preserve">/Access Network Option field bits [0:7] are set to Access Network Option, which is defined in 9.4.2.90 (Interworking element) (see Figure 9-564 (Interworking element format)). The </w:t>
      </w:r>
      <w:r w:rsidRPr="00807CE3">
        <w:rPr>
          <w:highlight w:val="yellow"/>
        </w:rPr>
        <w:t>Compressed SSID</w:t>
      </w:r>
      <w:r>
        <w:t>/Access Network Option field bits [8:31] are reserved (#</w:t>
      </w:r>
      <w:proofErr w:type="gramStart"/>
      <w:r>
        <w:t>455)and</w:t>
      </w:r>
      <w:proofErr w:type="gramEnd"/>
      <w:r>
        <w:t xml:space="preserve"> shall be set to all 0s on transmit and ignored on receive.</w:t>
      </w:r>
    </w:p>
    <w:p w14:paraId="5AFCAEE7" w14:textId="77777777" w:rsidR="00807CE3" w:rsidRPr="00004493" w:rsidRDefault="00807CE3" w:rsidP="00807CE3"/>
    <w:p w14:paraId="31B05276" w14:textId="77777777" w:rsidR="00BB1326" w:rsidRPr="00FF305B" w:rsidRDefault="00BB1326" w:rsidP="00BB1326">
      <w:pPr>
        <w:rPr>
          <w:u w:val="single"/>
        </w:rPr>
      </w:pPr>
      <w:r w:rsidRPr="00004493">
        <w:rPr>
          <w:u w:val="single"/>
        </w:rPr>
        <w:t>P</w:t>
      </w:r>
      <w:r w:rsidRPr="00FF305B">
        <w:rPr>
          <w:u w:val="single"/>
        </w:rPr>
        <w:t>roposed resolution:</w:t>
      </w:r>
    </w:p>
    <w:p w14:paraId="54583E66" w14:textId="77777777" w:rsidR="00BB1326" w:rsidRDefault="00BB1326" w:rsidP="00BB1326">
      <w:pPr>
        <w:rPr>
          <w:b/>
          <w:sz w:val="24"/>
        </w:rPr>
      </w:pPr>
    </w:p>
    <w:p w14:paraId="585EBE79" w14:textId="77777777" w:rsidR="00BB1326" w:rsidRDefault="00BB1326" w:rsidP="00BB1326">
      <w:r>
        <w:t>REVISED</w:t>
      </w:r>
    </w:p>
    <w:p w14:paraId="45BE059E" w14:textId="77777777" w:rsidR="00BB1326" w:rsidRDefault="00BB1326" w:rsidP="00BB1326"/>
    <w:p w14:paraId="25EA5A30" w14:textId="6CF2C4B7" w:rsidR="00BB1326" w:rsidRDefault="00BB1326" w:rsidP="00BB1326">
      <w:r>
        <w:t xml:space="preserve">Make the changes shown under “Proposed changes” for CID </w:t>
      </w:r>
      <w:r w:rsidR="00835E12">
        <w:t>8219</w:t>
      </w:r>
      <w:r>
        <w:t xml:space="preserve"> in &lt;this document URL&gt;, which </w:t>
      </w:r>
      <w:r w:rsidR="00835E12">
        <w:t>refer to things as short SSIDs when they are the 32-bit CRC of the SSID.</w:t>
      </w:r>
    </w:p>
    <w:p w14:paraId="0394EE82" w14:textId="77777777" w:rsidR="00BB1326" w:rsidRDefault="00BB1326">
      <w:r>
        <w:br w:type="page"/>
      </w:r>
    </w:p>
    <w:tbl>
      <w:tblPr>
        <w:tblStyle w:val="TableGrid"/>
        <w:tblW w:w="0" w:type="auto"/>
        <w:tblLook w:val="04A0" w:firstRow="1" w:lastRow="0" w:firstColumn="1" w:lastColumn="0" w:noHBand="0" w:noVBand="1"/>
      </w:tblPr>
      <w:tblGrid>
        <w:gridCol w:w="1809"/>
        <w:gridCol w:w="4383"/>
        <w:gridCol w:w="3384"/>
      </w:tblGrid>
      <w:tr w:rsidR="00BB1326" w14:paraId="55F26D04" w14:textId="77777777" w:rsidTr="005B6574">
        <w:tc>
          <w:tcPr>
            <w:tcW w:w="1809" w:type="dxa"/>
          </w:tcPr>
          <w:p w14:paraId="4A7BCD69" w14:textId="77777777" w:rsidR="00BB1326" w:rsidRDefault="00BB1326" w:rsidP="005B6574">
            <w:r>
              <w:lastRenderedPageBreak/>
              <w:br w:type="column"/>
              <w:t>Identifiers</w:t>
            </w:r>
          </w:p>
        </w:tc>
        <w:tc>
          <w:tcPr>
            <w:tcW w:w="4383" w:type="dxa"/>
          </w:tcPr>
          <w:p w14:paraId="0A841189" w14:textId="77777777" w:rsidR="00BB1326" w:rsidRDefault="00BB1326" w:rsidP="005B6574">
            <w:r>
              <w:t>Comment</w:t>
            </w:r>
          </w:p>
        </w:tc>
        <w:tc>
          <w:tcPr>
            <w:tcW w:w="3384" w:type="dxa"/>
          </w:tcPr>
          <w:p w14:paraId="07A166D3" w14:textId="77777777" w:rsidR="00BB1326" w:rsidRDefault="00BB1326" w:rsidP="005B6574">
            <w:r>
              <w:t>Proposed change</w:t>
            </w:r>
          </w:p>
        </w:tc>
      </w:tr>
      <w:tr w:rsidR="00BB1326" w:rsidRPr="002C1619" w14:paraId="6DAF562F" w14:textId="77777777" w:rsidTr="005B6574">
        <w:tc>
          <w:tcPr>
            <w:tcW w:w="1809" w:type="dxa"/>
          </w:tcPr>
          <w:p w14:paraId="504D0D6A" w14:textId="5A593A93" w:rsidR="00BB1326" w:rsidRDefault="00BB1326" w:rsidP="005B6574">
            <w:r>
              <w:t xml:space="preserve">CID </w:t>
            </w:r>
            <w:r w:rsidR="006E64C7">
              <w:t>8218</w:t>
            </w:r>
          </w:p>
          <w:p w14:paraId="370888FB" w14:textId="77777777" w:rsidR="00BB1326" w:rsidRDefault="00BB1326" w:rsidP="005B6574">
            <w:r>
              <w:t>Mark RISON</w:t>
            </w:r>
          </w:p>
          <w:p w14:paraId="5D7BC71E" w14:textId="2C290D05" w:rsidR="00BB1326" w:rsidRDefault="006E64C7" w:rsidP="005B6574">
            <w:r>
              <w:t>9</w:t>
            </w:r>
          </w:p>
        </w:tc>
        <w:tc>
          <w:tcPr>
            <w:tcW w:w="4383" w:type="dxa"/>
          </w:tcPr>
          <w:p w14:paraId="7092C41B" w14:textId="7B16FA86" w:rsidR="00BB1326" w:rsidRPr="002C1619" w:rsidRDefault="006E64C7" w:rsidP="005B6574">
            <w:r w:rsidRPr="006E64C7">
              <w:t xml:space="preserve">There is nothing about the endianness of the compressed SSID, so presumably it is little-endian, but this is confusingly different from the short SSID, which is big-endian.  Actually, it's worse than that, since in some places it's referred to as a CRC, which would make it big-endian per 9.2.2, but in other places it's not referred to as a CRC, just as the </w:t>
            </w:r>
            <w:proofErr w:type="spellStart"/>
            <w:r w:rsidRPr="006E64C7">
              <w:t>lsbs</w:t>
            </w:r>
            <w:proofErr w:type="spellEnd"/>
            <w:r w:rsidRPr="006E64C7">
              <w:t xml:space="preserve"> of the short SSID</w:t>
            </w:r>
          </w:p>
        </w:tc>
        <w:tc>
          <w:tcPr>
            <w:tcW w:w="3384" w:type="dxa"/>
          </w:tcPr>
          <w:p w14:paraId="497A2377" w14:textId="5784D041" w:rsidR="00BB1326" w:rsidRPr="002C1619" w:rsidRDefault="006E64C7" w:rsidP="005B6574">
            <w:r w:rsidRPr="006E64C7">
              <w:t xml:space="preserve">Clarify the endianness of the compressed SSID wherever it appears (S1G beacon, PV1 </w:t>
            </w:r>
            <w:proofErr w:type="spellStart"/>
            <w:r w:rsidRPr="006E64C7">
              <w:t>probersp</w:t>
            </w:r>
            <w:proofErr w:type="spellEnd"/>
            <w:r w:rsidRPr="006E64C7">
              <w:t xml:space="preserve">, WUR discovery, BIP for S1G beacons, NDP_1M/2M </w:t>
            </w:r>
            <w:proofErr w:type="spellStart"/>
            <w:r w:rsidRPr="006E64C7">
              <w:t>probereq</w:t>
            </w:r>
            <w:proofErr w:type="spellEnd"/>
            <w:r w:rsidRPr="006E64C7">
              <w:t>)</w:t>
            </w:r>
          </w:p>
        </w:tc>
      </w:tr>
      <w:tr w:rsidR="006E64C7" w:rsidRPr="002C1619" w14:paraId="2B8AE0E1" w14:textId="77777777" w:rsidTr="005B6574">
        <w:tc>
          <w:tcPr>
            <w:tcW w:w="1809" w:type="dxa"/>
          </w:tcPr>
          <w:p w14:paraId="45A0E26B" w14:textId="77777777" w:rsidR="006E64C7" w:rsidRDefault="006E64C7" w:rsidP="005B6574">
            <w:r>
              <w:t>CID 8220</w:t>
            </w:r>
          </w:p>
          <w:p w14:paraId="78D6B65D" w14:textId="77777777" w:rsidR="006E64C7" w:rsidRDefault="006E64C7" w:rsidP="005B6574">
            <w:r>
              <w:t>Mark RISON</w:t>
            </w:r>
          </w:p>
          <w:p w14:paraId="43B08F52" w14:textId="77777777" w:rsidR="006E64C7" w:rsidRDefault="006E64C7" w:rsidP="005B6574">
            <w:r>
              <w:t>9.9.3.3</w:t>
            </w:r>
          </w:p>
          <w:p w14:paraId="07632EA4" w14:textId="0A3F3C43" w:rsidR="006E64C7" w:rsidRDefault="006E64C7" w:rsidP="005B6574">
            <w:r>
              <w:t>1873.45</w:t>
            </w:r>
          </w:p>
        </w:tc>
        <w:tc>
          <w:tcPr>
            <w:tcW w:w="4383" w:type="dxa"/>
          </w:tcPr>
          <w:p w14:paraId="0300EF59" w14:textId="2FD0DE81" w:rsidR="006E64C7" w:rsidRPr="006E64C7" w:rsidRDefault="006E64C7" w:rsidP="005B6574">
            <w:r w:rsidRPr="006E64C7">
              <w:t xml:space="preserve">Where the compressed SSID is 16 bits, it's said to be the 16 </w:t>
            </w:r>
            <w:proofErr w:type="spellStart"/>
            <w:r w:rsidRPr="006E64C7">
              <w:t>lsbs</w:t>
            </w:r>
            <w:proofErr w:type="spellEnd"/>
            <w:r w:rsidRPr="006E64C7">
              <w:t xml:space="preserve">.  </w:t>
            </w:r>
            <w:proofErr w:type="gramStart"/>
            <w:r w:rsidRPr="006E64C7">
              <w:t>However</w:t>
            </w:r>
            <w:proofErr w:type="gramEnd"/>
            <w:r w:rsidRPr="006E64C7">
              <w:t xml:space="preserve"> what this means is not clear since the Short SSID field is big-endian, and the compressed SSID is derived from a short SSID</w:t>
            </w:r>
          </w:p>
        </w:tc>
        <w:tc>
          <w:tcPr>
            <w:tcW w:w="3384" w:type="dxa"/>
          </w:tcPr>
          <w:p w14:paraId="55EACB6C" w14:textId="476D83C9" w:rsidR="006E64C7" w:rsidRPr="006E64C7" w:rsidRDefault="006E64C7" w:rsidP="005B6574">
            <w:r w:rsidRPr="006E64C7">
              <w:t>Clarify exactly which 2 octets are to be used, and in what order</w:t>
            </w:r>
          </w:p>
        </w:tc>
      </w:tr>
    </w:tbl>
    <w:p w14:paraId="7A8A2DA0" w14:textId="77777777" w:rsidR="00BB1326" w:rsidRDefault="00BB1326" w:rsidP="00BB1326"/>
    <w:p w14:paraId="22054A57" w14:textId="77777777" w:rsidR="00BB1326" w:rsidRPr="00F70C97" w:rsidRDefault="00BB1326" w:rsidP="00BB1326">
      <w:pPr>
        <w:rPr>
          <w:u w:val="single"/>
        </w:rPr>
      </w:pPr>
      <w:r w:rsidRPr="00F70C97">
        <w:rPr>
          <w:u w:val="single"/>
        </w:rPr>
        <w:t>Discussion:</w:t>
      </w:r>
    </w:p>
    <w:p w14:paraId="40019EC8" w14:textId="77777777" w:rsidR="00BB1326" w:rsidRDefault="00BB1326" w:rsidP="00BB1326"/>
    <w:p w14:paraId="19353AD2" w14:textId="42A24B2C" w:rsidR="00BB1326" w:rsidRDefault="006E64C7" w:rsidP="00BB1326">
      <w:r>
        <w:t>This is all a grotesque mess, because the short SSID is defined as some kind of CRC, which then makes it big-endian, but the (16-bit) compressed SSID is not defined as a CRC.  If you then try to combine “</w:t>
      </w:r>
      <w:r w:rsidRPr="006E64C7">
        <w:t>the short SSID is transmitted commencing with the coefficient of the highest order term of the short SSID</w:t>
      </w:r>
      <w:r>
        <w:t>” with talk of the “</w:t>
      </w:r>
      <w:proofErr w:type="spellStart"/>
      <w:r>
        <w:t>lsbs</w:t>
      </w:r>
      <w:proofErr w:type="spellEnd"/>
      <w:r>
        <w:t>” you have about 4 different possible interpretations.</w:t>
      </w:r>
    </w:p>
    <w:p w14:paraId="086EE407" w14:textId="77777777" w:rsidR="006E64C7" w:rsidRDefault="006E64C7" w:rsidP="00BB1326"/>
    <w:p w14:paraId="2A1E4DCD" w14:textId="77777777" w:rsidR="00BB1326" w:rsidRPr="00004493" w:rsidRDefault="00BB1326" w:rsidP="00BB1326">
      <w:r>
        <w:rPr>
          <w:u w:val="single"/>
        </w:rPr>
        <w:t>Proposed changes</w:t>
      </w:r>
      <w:r w:rsidRPr="00F70C97">
        <w:rPr>
          <w:u w:val="single"/>
        </w:rPr>
        <w:t>:</w:t>
      </w:r>
    </w:p>
    <w:p w14:paraId="679B7E32" w14:textId="77777777" w:rsidR="00BB1326" w:rsidRPr="006E64C7" w:rsidRDefault="00BB1326" w:rsidP="00BB1326">
      <w:pPr>
        <w:rPr>
          <w:sz w:val="28"/>
        </w:rPr>
      </w:pPr>
    </w:p>
    <w:p w14:paraId="58069FD9" w14:textId="7E00520B" w:rsidR="006E64C7" w:rsidRPr="006E64C7" w:rsidRDefault="006E64C7" w:rsidP="006E64C7">
      <w:r>
        <w:t xml:space="preserve">At </w:t>
      </w:r>
      <w:r w:rsidRPr="006E64C7">
        <w:t>1873.45:</w:t>
      </w:r>
    </w:p>
    <w:p w14:paraId="112F1F47" w14:textId="77777777" w:rsidR="006E64C7" w:rsidRPr="006E64C7" w:rsidRDefault="006E64C7" w:rsidP="006E64C7"/>
    <w:p w14:paraId="57CF994B" w14:textId="103B606D" w:rsidR="006E64C7" w:rsidRPr="006E64C7" w:rsidRDefault="006E64C7" w:rsidP="006E64C7">
      <w:r w:rsidRPr="006E64C7">
        <w:t>The Compressed SSID field contains</w:t>
      </w:r>
      <w:r w:rsidR="003A2A7E">
        <w:rPr>
          <w:u w:val="single"/>
        </w:rPr>
        <w:t xml:space="preserve"> the</w:t>
      </w:r>
      <w:r w:rsidRPr="006E64C7">
        <w:t xml:space="preserve"> 16 LSBs of the short SSID as defined in 9.4.2.169.3 (Calculating the short SSID).</w:t>
      </w:r>
    </w:p>
    <w:p w14:paraId="5238BC6B" w14:textId="77777777" w:rsidR="006E64C7" w:rsidRPr="006E64C7" w:rsidRDefault="006E64C7" w:rsidP="006E64C7"/>
    <w:p w14:paraId="508D0D40" w14:textId="1827455F" w:rsidR="006E64C7" w:rsidRPr="006E64C7" w:rsidRDefault="006E64C7" w:rsidP="006E64C7">
      <w:pPr>
        <w:rPr>
          <w:u w:val="single"/>
        </w:rPr>
      </w:pPr>
      <w:r w:rsidRPr="006E64C7">
        <w:rPr>
          <w:u w:val="single"/>
        </w:rPr>
        <w:t>NOTE</w:t>
      </w:r>
      <w:r>
        <w:rPr>
          <w:u w:val="single"/>
        </w:rPr>
        <w:t>—</w:t>
      </w:r>
      <w:r w:rsidRPr="006E64C7">
        <w:rPr>
          <w:u w:val="single"/>
        </w:rPr>
        <w:t>This is encoded per 9.2.2</w:t>
      </w:r>
      <w:r w:rsidR="00677DCA">
        <w:rPr>
          <w:u w:val="single"/>
        </w:rPr>
        <w:t xml:space="preserve"> (Conventions)</w:t>
      </w:r>
      <w:r w:rsidRPr="006E64C7">
        <w:rPr>
          <w:u w:val="single"/>
        </w:rPr>
        <w:t>.  For example, if the short SSID has the</w:t>
      </w:r>
      <w:r>
        <w:rPr>
          <w:u w:val="single"/>
        </w:rPr>
        <w:t xml:space="preserve"> </w:t>
      </w:r>
      <w:r w:rsidRPr="006E64C7">
        <w:rPr>
          <w:u w:val="single"/>
        </w:rPr>
        <w:t>coefficient of the highest order term set, and the coefficient of the</w:t>
      </w:r>
      <w:r>
        <w:rPr>
          <w:u w:val="single"/>
        </w:rPr>
        <w:t xml:space="preserve"> </w:t>
      </w:r>
      <w:r w:rsidRPr="006E64C7">
        <w:rPr>
          <w:u w:val="single"/>
        </w:rPr>
        <w:t>next-to-lowest order term set, and all other coefficients clear, then</w:t>
      </w:r>
      <w:r>
        <w:rPr>
          <w:u w:val="single"/>
        </w:rPr>
        <w:t xml:space="preserve"> </w:t>
      </w:r>
      <w:r w:rsidRPr="006E64C7">
        <w:rPr>
          <w:u w:val="single"/>
        </w:rPr>
        <w:t>the Compressed SSID field contains 0x02 followed by 0x00.</w:t>
      </w:r>
    </w:p>
    <w:p w14:paraId="4E4226B7" w14:textId="77777777" w:rsidR="006E64C7" w:rsidRPr="006E64C7" w:rsidRDefault="006E64C7" w:rsidP="006E64C7"/>
    <w:p w14:paraId="5AD42BD8" w14:textId="77777777" w:rsidR="006E64C7" w:rsidRPr="006E64C7" w:rsidRDefault="006E64C7" w:rsidP="006E64C7">
      <w:r w:rsidRPr="006E64C7">
        <w:t>3896.5</w:t>
      </w:r>
    </w:p>
    <w:p w14:paraId="18A2F6DB" w14:textId="77777777" w:rsidR="006E64C7" w:rsidRPr="006E64C7" w:rsidRDefault="006E64C7" w:rsidP="006E64C7"/>
    <w:p w14:paraId="3EE4ECED" w14:textId="77777777" w:rsidR="006E64C7" w:rsidRPr="006E64C7" w:rsidRDefault="006E64C7" w:rsidP="006E64C7">
      <w:r w:rsidRPr="006E64C7">
        <w:t xml:space="preserve">When the CSSID/ANO Present field is 0, the Compressed SSID/Access Network Option field </w:t>
      </w:r>
      <w:r w:rsidRPr="006E64C7">
        <w:rPr>
          <w:strike/>
        </w:rPr>
        <w:t>bits [0:15] are</w:t>
      </w:r>
      <w:r w:rsidRPr="006E64C7">
        <w:t xml:space="preserve"> </w:t>
      </w:r>
      <w:r w:rsidRPr="006E64C7">
        <w:rPr>
          <w:u w:val="single"/>
        </w:rPr>
        <w:t>is</w:t>
      </w:r>
      <w:r w:rsidRPr="006E64C7">
        <w:t xml:space="preserve"> set to Compressed SSID, which is the 2 least significant octets of a 32-bit CRC calculated as defined 9.2.4.9 (FCS field), wherein the calculated fields </w:t>
      </w:r>
      <w:proofErr w:type="gramStart"/>
      <w:r w:rsidRPr="006E64C7">
        <w:t>is</w:t>
      </w:r>
      <w:proofErr w:type="gramEnd"/>
      <w:r w:rsidRPr="006E64C7">
        <w:t xml:space="preserve"> the Full SSID.</w:t>
      </w:r>
    </w:p>
    <w:p w14:paraId="6F6210DE" w14:textId="77777777" w:rsidR="006E64C7" w:rsidRPr="006E64C7" w:rsidRDefault="006E64C7" w:rsidP="006E64C7"/>
    <w:p w14:paraId="567CA628" w14:textId="152ED589" w:rsidR="006E64C7" w:rsidRDefault="006E64C7" w:rsidP="00BB1326">
      <w:pPr>
        <w:rPr>
          <w:u w:val="single"/>
        </w:rPr>
      </w:pPr>
      <w:r w:rsidRPr="006E64C7">
        <w:rPr>
          <w:u w:val="single"/>
        </w:rPr>
        <w:t>NOTE</w:t>
      </w:r>
      <w:r>
        <w:rPr>
          <w:u w:val="single"/>
        </w:rPr>
        <w:t>—</w:t>
      </w:r>
      <w:r w:rsidRPr="006E64C7">
        <w:rPr>
          <w:u w:val="single"/>
        </w:rPr>
        <w:t>This is encoded per 9.2.2</w:t>
      </w:r>
      <w:r w:rsidR="00677DCA">
        <w:rPr>
          <w:u w:val="single"/>
        </w:rPr>
        <w:t xml:space="preserve"> (Conventions)</w:t>
      </w:r>
      <w:r w:rsidRPr="006E64C7">
        <w:rPr>
          <w:u w:val="single"/>
        </w:rPr>
        <w:t>.  For example, if the short SSID has the</w:t>
      </w:r>
      <w:r>
        <w:rPr>
          <w:u w:val="single"/>
        </w:rPr>
        <w:t xml:space="preserve"> </w:t>
      </w:r>
      <w:r w:rsidRPr="006E64C7">
        <w:rPr>
          <w:u w:val="single"/>
        </w:rPr>
        <w:t>coefficient of the highest order term set, and the coefficient of the</w:t>
      </w:r>
      <w:r>
        <w:rPr>
          <w:u w:val="single"/>
        </w:rPr>
        <w:t xml:space="preserve"> </w:t>
      </w:r>
      <w:r w:rsidRPr="006E64C7">
        <w:rPr>
          <w:u w:val="single"/>
        </w:rPr>
        <w:t>next-to-lowest order term set, and all other coefficients clear, then</w:t>
      </w:r>
      <w:r>
        <w:rPr>
          <w:u w:val="single"/>
        </w:rPr>
        <w:t xml:space="preserve"> </w:t>
      </w:r>
      <w:r w:rsidRPr="006E64C7">
        <w:rPr>
          <w:u w:val="single"/>
        </w:rPr>
        <w:t>the Compressed SSID/Access Network Option field contains 0x02 followed by 0x00.</w:t>
      </w:r>
    </w:p>
    <w:p w14:paraId="7180B808" w14:textId="2E6A2FCC" w:rsidR="006E64C7" w:rsidRDefault="006E64C7" w:rsidP="00BB1326">
      <w:pPr>
        <w:rPr>
          <w:u w:val="single"/>
        </w:rPr>
      </w:pPr>
    </w:p>
    <w:p w14:paraId="3AB870DD" w14:textId="3271E142" w:rsidR="00EE1532" w:rsidRDefault="00EE1532" w:rsidP="00BB1326">
      <w:r w:rsidRPr="00EE1532">
        <w:t>3896.48</w:t>
      </w:r>
    </w:p>
    <w:p w14:paraId="55DB6FF3" w14:textId="5E62A859" w:rsidR="00EE1532" w:rsidRDefault="00EE1532" w:rsidP="00BB1326"/>
    <w:p w14:paraId="09E14DD4" w14:textId="0AAB3124" w:rsidR="00EE1532" w:rsidRPr="00EE1532" w:rsidRDefault="00EE1532" w:rsidP="00BB1326">
      <w:r w:rsidRPr="00EE1532">
        <w:t>When the CSSID/ANO Present field is 0, the Compressed SSID/Access Network Option field</w:t>
      </w:r>
      <w:r w:rsidRPr="00EE1532">
        <w:rPr>
          <w:strike/>
        </w:rPr>
        <w:t xml:space="preserve"> bits [0:31] are</w:t>
      </w:r>
      <w:r w:rsidRPr="006E64C7">
        <w:t xml:space="preserve"> </w:t>
      </w:r>
      <w:r w:rsidRPr="006E64C7">
        <w:rPr>
          <w:u w:val="single"/>
        </w:rPr>
        <w:t>is</w:t>
      </w:r>
      <w:r w:rsidRPr="00EE1532">
        <w:t xml:space="preserve"> set to Compressed SSID, which is a 32-bit CRC calculated as defined in 9.2.4.9 (FCS field), wherein the calculated fields </w:t>
      </w:r>
      <w:proofErr w:type="gramStart"/>
      <w:r w:rsidRPr="00EE1532">
        <w:t>is</w:t>
      </w:r>
      <w:proofErr w:type="gramEnd"/>
      <w:r w:rsidRPr="00EE1532">
        <w:t xml:space="preserve"> the Full SSID.</w:t>
      </w:r>
    </w:p>
    <w:p w14:paraId="3CEB6ABA" w14:textId="77777777" w:rsidR="00EE1532" w:rsidRDefault="00EE1532" w:rsidP="00BB1326">
      <w:pPr>
        <w:rPr>
          <w:u w:val="single"/>
        </w:rPr>
      </w:pPr>
    </w:p>
    <w:p w14:paraId="235C9BD3" w14:textId="2C0E554E" w:rsidR="00BB1326" w:rsidRPr="00FF305B" w:rsidRDefault="00BB1326" w:rsidP="00BB1326">
      <w:pPr>
        <w:rPr>
          <w:u w:val="single"/>
        </w:rPr>
      </w:pPr>
      <w:r w:rsidRPr="00004493">
        <w:rPr>
          <w:u w:val="single"/>
        </w:rPr>
        <w:t>P</w:t>
      </w:r>
      <w:r w:rsidRPr="00FF305B">
        <w:rPr>
          <w:u w:val="single"/>
        </w:rPr>
        <w:t>roposed resolution:</w:t>
      </w:r>
    </w:p>
    <w:p w14:paraId="32D2A0AE" w14:textId="77777777" w:rsidR="00BB1326" w:rsidRDefault="00BB1326" w:rsidP="00BB1326">
      <w:pPr>
        <w:rPr>
          <w:b/>
          <w:sz w:val="24"/>
        </w:rPr>
      </w:pPr>
    </w:p>
    <w:p w14:paraId="556B016F" w14:textId="77777777" w:rsidR="00BB1326" w:rsidRDefault="00BB1326" w:rsidP="00BB1326">
      <w:r>
        <w:t>REVISED</w:t>
      </w:r>
    </w:p>
    <w:p w14:paraId="0522F172" w14:textId="77777777" w:rsidR="00BB1326" w:rsidRDefault="00BB1326" w:rsidP="00BB1326"/>
    <w:p w14:paraId="7E9C8B61" w14:textId="77777777" w:rsidR="006E64C7" w:rsidRDefault="006E64C7" w:rsidP="006E64C7">
      <w:r>
        <w:t xml:space="preserve">Make the changes shown under “Proposed changes” for CID 8218 and 8220 in &lt;this document URL&gt;, which clarify the composition of the 2 octets for a Compressed SSID field. </w:t>
      </w:r>
    </w:p>
    <w:p w14:paraId="4DE1DC3D" w14:textId="77777777" w:rsidR="00A925FA" w:rsidRDefault="00A925FA">
      <w:r>
        <w:br w:type="page"/>
      </w:r>
    </w:p>
    <w:tbl>
      <w:tblPr>
        <w:tblStyle w:val="TableGrid"/>
        <w:tblW w:w="0" w:type="auto"/>
        <w:tblLook w:val="04A0" w:firstRow="1" w:lastRow="0" w:firstColumn="1" w:lastColumn="0" w:noHBand="0" w:noVBand="1"/>
      </w:tblPr>
      <w:tblGrid>
        <w:gridCol w:w="1809"/>
        <w:gridCol w:w="4383"/>
        <w:gridCol w:w="3384"/>
      </w:tblGrid>
      <w:tr w:rsidR="00A925FA" w14:paraId="2101D26F" w14:textId="77777777" w:rsidTr="005B6574">
        <w:tc>
          <w:tcPr>
            <w:tcW w:w="1809" w:type="dxa"/>
          </w:tcPr>
          <w:p w14:paraId="6CCADFF5" w14:textId="77777777" w:rsidR="00A925FA" w:rsidRDefault="00A925FA" w:rsidP="005B6574">
            <w:r>
              <w:lastRenderedPageBreak/>
              <w:br w:type="column"/>
              <w:t>Identifiers</w:t>
            </w:r>
          </w:p>
        </w:tc>
        <w:tc>
          <w:tcPr>
            <w:tcW w:w="4383" w:type="dxa"/>
          </w:tcPr>
          <w:p w14:paraId="3DFEA501" w14:textId="77777777" w:rsidR="00A925FA" w:rsidRDefault="00A925FA" w:rsidP="005B6574">
            <w:r>
              <w:t>Comment</w:t>
            </w:r>
          </w:p>
        </w:tc>
        <w:tc>
          <w:tcPr>
            <w:tcW w:w="3384" w:type="dxa"/>
          </w:tcPr>
          <w:p w14:paraId="6D0CD986" w14:textId="77777777" w:rsidR="00A925FA" w:rsidRDefault="00A925FA" w:rsidP="005B6574">
            <w:r>
              <w:t>Proposed change</w:t>
            </w:r>
          </w:p>
        </w:tc>
      </w:tr>
      <w:tr w:rsidR="00A925FA" w:rsidRPr="002C1619" w14:paraId="21E214C9" w14:textId="77777777" w:rsidTr="005B6574">
        <w:tc>
          <w:tcPr>
            <w:tcW w:w="1809" w:type="dxa"/>
          </w:tcPr>
          <w:p w14:paraId="5DF29D67" w14:textId="1AF757B6" w:rsidR="00A925FA" w:rsidRDefault="00A925FA" w:rsidP="005B6574">
            <w:r>
              <w:t xml:space="preserve">CID </w:t>
            </w:r>
            <w:r>
              <w:t>8174</w:t>
            </w:r>
          </w:p>
          <w:p w14:paraId="3F8D5149" w14:textId="77777777" w:rsidR="00A925FA" w:rsidRDefault="00A925FA" w:rsidP="005B6574">
            <w:r>
              <w:t>Mark RISON</w:t>
            </w:r>
          </w:p>
          <w:p w14:paraId="381AC6C0" w14:textId="77777777" w:rsidR="00A925FA" w:rsidRDefault="00A925FA" w:rsidP="005B6574">
            <w:r w:rsidRPr="00A925FA">
              <w:t>12.7.8.4.3</w:t>
            </w:r>
          </w:p>
          <w:p w14:paraId="2B742155" w14:textId="35E51C5D" w:rsidR="00A925FA" w:rsidRDefault="00A925FA" w:rsidP="005B6574">
            <w:r>
              <w:t>3128.59</w:t>
            </w:r>
          </w:p>
        </w:tc>
        <w:tc>
          <w:tcPr>
            <w:tcW w:w="4383" w:type="dxa"/>
          </w:tcPr>
          <w:p w14:paraId="212F7C1E" w14:textId="163DA24A" w:rsidR="00A925FA" w:rsidRPr="002C1619" w:rsidRDefault="00A925FA" w:rsidP="005B6574">
            <w:r w:rsidRPr="00A925FA">
              <w:t>(#</w:t>
            </w:r>
            <w:proofErr w:type="gramStart"/>
            <w:r w:rsidRPr="00A925FA">
              <w:t>6149)If</w:t>
            </w:r>
            <w:proofErr w:type="gramEnd"/>
            <w:r w:rsidRPr="00A925FA">
              <w:t xml:space="preserve"> the (#3488)Information field of the RSNE, with the exception of the pairwise cipher suite count and pairwise cipher suite list, is not the same as that sent by the TDLS initiator STA in </w:t>
            </w:r>
            <w:proofErr w:type="spellStart"/>
            <w:r w:rsidRPr="00A925FA">
              <w:t>mes</w:t>
            </w:r>
            <w:proofErr w:type="spellEnd"/>
            <w:r w:rsidRPr="00A925FA">
              <w:t>-sage 1 of this sequence, then the TDLS initiator STA shall reject the response with status code INVALID_RSNE. -- also need to ignore the version as it could in theory differ (see above "(#</w:t>
            </w:r>
            <w:proofErr w:type="gramStart"/>
            <w:r w:rsidRPr="00A925FA">
              <w:t>3241)The</w:t>
            </w:r>
            <w:proofErr w:type="gramEnd"/>
            <w:r w:rsidRPr="00A925FA">
              <w:t xml:space="preserve"> Version field shall be set to the minimum of the maximum version supported by the TDLS responder STA and the version number received in the RSNE of message 1(#6163).")</w:t>
            </w:r>
          </w:p>
        </w:tc>
        <w:tc>
          <w:tcPr>
            <w:tcW w:w="3384" w:type="dxa"/>
          </w:tcPr>
          <w:p w14:paraId="35B95441" w14:textId="4EEC6AC8" w:rsidR="00A925FA" w:rsidRPr="002C1619" w:rsidRDefault="00A925FA" w:rsidP="005B6574">
            <w:r w:rsidRPr="00A925FA">
              <w:t>Change to "… with the exception of the version, pairwise cipher suite count …"</w:t>
            </w:r>
          </w:p>
        </w:tc>
      </w:tr>
      <w:tr w:rsidR="00A925FA" w:rsidRPr="002C1619" w14:paraId="39A80B53" w14:textId="77777777" w:rsidTr="005B6574">
        <w:tc>
          <w:tcPr>
            <w:tcW w:w="1809" w:type="dxa"/>
          </w:tcPr>
          <w:p w14:paraId="3AB48527" w14:textId="0DD48079" w:rsidR="00A925FA" w:rsidRDefault="00A925FA" w:rsidP="00A925FA">
            <w:r>
              <w:t>CID 817</w:t>
            </w:r>
            <w:r>
              <w:t>5</w:t>
            </w:r>
          </w:p>
          <w:p w14:paraId="3A65099A" w14:textId="77777777" w:rsidR="00A925FA" w:rsidRDefault="00A925FA" w:rsidP="00A925FA">
            <w:r>
              <w:t>Mark RISON</w:t>
            </w:r>
          </w:p>
          <w:p w14:paraId="512E2A04" w14:textId="77777777" w:rsidR="00A925FA" w:rsidRDefault="00A925FA" w:rsidP="00A925FA">
            <w:r w:rsidRPr="00A925FA">
              <w:t>12.7.8.4.3</w:t>
            </w:r>
          </w:p>
          <w:p w14:paraId="25111CD3" w14:textId="730EC9D2" w:rsidR="00A925FA" w:rsidRDefault="00A925FA" w:rsidP="00A925FA">
            <w:r>
              <w:t>3128.59</w:t>
            </w:r>
          </w:p>
        </w:tc>
        <w:tc>
          <w:tcPr>
            <w:tcW w:w="4383" w:type="dxa"/>
          </w:tcPr>
          <w:p w14:paraId="1C8B9043" w14:textId="674E7432" w:rsidR="00A925FA" w:rsidRPr="002C1619" w:rsidRDefault="00A925FA" w:rsidP="005B6574">
            <w:r w:rsidRPr="00A925FA">
              <w:t>(#</w:t>
            </w:r>
            <w:proofErr w:type="gramStart"/>
            <w:r w:rsidRPr="00A925FA">
              <w:t>6149)If</w:t>
            </w:r>
            <w:proofErr w:type="gramEnd"/>
            <w:r w:rsidRPr="00A925FA">
              <w:t xml:space="preserve"> the (#3488)Information field of the RSNE, with the exception of the pairwise cipher suite count and pairwise cipher suite list, is not the same as that sent by the TDLS initiator STA in </w:t>
            </w:r>
            <w:proofErr w:type="spellStart"/>
            <w:r w:rsidRPr="00A925FA">
              <w:t>mes</w:t>
            </w:r>
            <w:proofErr w:type="spellEnd"/>
            <w:r w:rsidRPr="00A925FA">
              <w:t>-sage 1 of this sequence, then the TDLS initiator STA shall reject the response with status code INVALID_RSNE. -- count has to be 1 anyway so can delete the "with the exception" bit</w:t>
            </w:r>
          </w:p>
        </w:tc>
        <w:tc>
          <w:tcPr>
            <w:tcW w:w="3384" w:type="dxa"/>
          </w:tcPr>
          <w:p w14:paraId="312A2A5D" w14:textId="1A007F34" w:rsidR="00A925FA" w:rsidRPr="002C1619" w:rsidRDefault="00A925FA" w:rsidP="005B6574">
            <w:r w:rsidRPr="00A925FA">
              <w:t xml:space="preserve">Delete </w:t>
            </w:r>
            <w:proofErr w:type="gramStart"/>
            <w:r w:rsidRPr="00A925FA">
              <w:t>",  with</w:t>
            </w:r>
            <w:proofErr w:type="gramEnd"/>
            <w:r w:rsidRPr="00A925FA">
              <w:t xml:space="preserve"> the exception of the pairwise cipher suite count and pairwise cipher suite list,"</w:t>
            </w:r>
          </w:p>
        </w:tc>
      </w:tr>
    </w:tbl>
    <w:p w14:paraId="79442E52" w14:textId="77777777" w:rsidR="00A925FA" w:rsidRDefault="00A925FA" w:rsidP="00A925FA"/>
    <w:p w14:paraId="47B1EEAF" w14:textId="77777777" w:rsidR="00A925FA" w:rsidRPr="00F70C97" w:rsidRDefault="00A925FA" w:rsidP="00A925FA">
      <w:pPr>
        <w:rPr>
          <w:u w:val="single"/>
        </w:rPr>
      </w:pPr>
      <w:r w:rsidRPr="00F70C97">
        <w:rPr>
          <w:u w:val="single"/>
        </w:rPr>
        <w:t>Discussion:</w:t>
      </w:r>
    </w:p>
    <w:p w14:paraId="101E82D3" w14:textId="201CBA3F" w:rsidR="00A925FA" w:rsidRDefault="00A925FA" w:rsidP="00A925FA"/>
    <w:p w14:paraId="0921B9E3" w14:textId="3B2AA658" w:rsidR="00A925FA" w:rsidRDefault="00A925FA" w:rsidP="00A925FA">
      <w:r>
        <w:t>As CID 8174 says, the Version field could (in theory) differ between T1 and T2</w:t>
      </w:r>
      <w:r w:rsidR="00CC1960">
        <w:t>, though presumably version 0 is not valid</w:t>
      </w:r>
      <w:r>
        <w:t>.</w:t>
      </w:r>
    </w:p>
    <w:p w14:paraId="0418DA8D" w14:textId="4884F6E3" w:rsidR="00A925FA" w:rsidRDefault="00A925FA" w:rsidP="00A925FA"/>
    <w:p w14:paraId="30004DFD" w14:textId="40E1B87F" w:rsidR="00A925FA" w:rsidRDefault="00A925FA" w:rsidP="00A925FA">
      <w:r>
        <w:t>As CID 8175 says, the pairwise cipher list in T1 now only contains a single selector.</w:t>
      </w:r>
    </w:p>
    <w:p w14:paraId="7D8D848F" w14:textId="77777777" w:rsidR="00A925FA" w:rsidRDefault="00A925FA" w:rsidP="00A925FA"/>
    <w:p w14:paraId="11B66E44" w14:textId="77777777" w:rsidR="00A925FA" w:rsidRPr="00FF305B" w:rsidRDefault="00A925FA" w:rsidP="00A925FA">
      <w:pPr>
        <w:rPr>
          <w:u w:val="single"/>
        </w:rPr>
      </w:pPr>
      <w:r w:rsidRPr="00004493">
        <w:rPr>
          <w:u w:val="single"/>
        </w:rPr>
        <w:t>P</w:t>
      </w:r>
      <w:r w:rsidRPr="00FF305B">
        <w:rPr>
          <w:u w:val="single"/>
        </w:rPr>
        <w:t>roposed resolution:</w:t>
      </w:r>
    </w:p>
    <w:p w14:paraId="1EB0D636" w14:textId="77777777" w:rsidR="00A925FA" w:rsidRDefault="00A925FA" w:rsidP="00A925FA">
      <w:pPr>
        <w:rPr>
          <w:b/>
          <w:sz w:val="24"/>
        </w:rPr>
      </w:pPr>
    </w:p>
    <w:p w14:paraId="01168F3E" w14:textId="77777777" w:rsidR="00A925FA" w:rsidRDefault="00A925FA" w:rsidP="00A925FA">
      <w:r>
        <w:t>REVISED</w:t>
      </w:r>
    </w:p>
    <w:p w14:paraId="5981E4C9" w14:textId="77777777" w:rsidR="00A925FA" w:rsidRDefault="00A925FA" w:rsidP="00A925FA"/>
    <w:p w14:paraId="6732D3C0" w14:textId="7F7B12D9" w:rsidR="00A925FA" w:rsidRDefault="00A925FA" w:rsidP="00A925FA">
      <w:r>
        <w:t>Change</w:t>
      </w:r>
    </w:p>
    <w:p w14:paraId="2F8F1122" w14:textId="77777777" w:rsidR="00A925FA" w:rsidRDefault="00A925FA" w:rsidP="00A925FA"/>
    <w:p w14:paraId="3C0F5A60" w14:textId="0E8C4584" w:rsidR="00A925FA" w:rsidRDefault="00A925FA" w:rsidP="00A925FA">
      <w:r w:rsidRPr="00A925FA">
        <w:t>(#</w:t>
      </w:r>
      <w:proofErr w:type="gramStart"/>
      <w:r w:rsidRPr="00A925FA">
        <w:t>6149)If</w:t>
      </w:r>
      <w:proofErr w:type="gramEnd"/>
      <w:r w:rsidRPr="00A925FA">
        <w:t xml:space="preserve"> the (#3488)Information field of the RSNE, with the exception of the pairwise cipher suite count and pairwise cipher suite list, is not the same as that sent by the TDLS initiator STA in message 1 of this sequence, then the TDLS initiator STA shall reject the response with status code INVALID_RSNE.</w:t>
      </w:r>
    </w:p>
    <w:p w14:paraId="65764679" w14:textId="057A8E11" w:rsidR="00A925FA" w:rsidRDefault="00A925FA" w:rsidP="00A925FA"/>
    <w:p w14:paraId="49A8CA30" w14:textId="216CF0D7" w:rsidR="00A925FA" w:rsidRDefault="00A925FA" w:rsidP="00A925FA">
      <w:r>
        <w:t>to</w:t>
      </w:r>
    </w:p>
    <w:p w14:paraId="6B603594" w14:textId="64F467EC" w:rsidR="00A925FA" w:rsidRDefault="00A925FA" w:rsidP="00A925FA"/>
    <w:p w14:paraId="0F43BE00" w14:textId="23B2990B" w:rsidR="00A925FA" w:rsidRDefault="00A925FA" w:rsidP="00A925FA">
      <w:r w:rsidRPr="00A925FA">
        <w:t>(#</w:t>
      </w:r>
      <w:proofErr w:type="gramStart"/>
      <w:r w:rsidRPr="00A925FA">
        <w:t>6149)If</w:t>
      </w:r>
      <w:proofErr w:type="gramEnd"/>
      <w:r w:rsidRPr="00A925FA">
        <w:t xml:space="preserve"> the (#3488)Information field of the RSNE is not the same as that sent by the TDLS initiator STA in message 1 of this sequence, </w:t>
      </w:r>
      <w:r>
        <w:t xml:space="preserve">except that the version may be lower as long as it is nonzero, </w:t>
      </w:r>
      <w:r w:rsidRPr="00A925FA">
        <w:t>then the TDLS initiator STA shall reject the response with status code INVALID_RSNE.</w:t>
      </w:r>
    </w:p>
    <w:p w14:paraId="487D7CC8" w14:textId="77777777" w:rsidR="00B56779" w:rsidRDefault="00B56779">
      <w:r>
        <w:br w:type="page"/>
      </w:r>
    </w:p>
    <w:tbl>
      <w:tblPr>
        <w:tblStyle w:val="TableGrid"/>
        <w:tblW w:w="0" w:type="auto"/>
        <w:tblLook w:val="04A0" w:firstRow="1" w:lastRow="0" w:firstColumn="1" w:lastColumn="0" w:noHBand="0" w:noVBand="1"/>
      </w:tblPr>
      <w:tblGrid>
        <w:gridCol w:w="1809"/>
        <w:gridCol w:w="4383"/>
        <w:gridCol w:w="3384"/>
      </w:tblGrid>
      <w:tr w:rsidR="00B56779" w14:paraId="4B66E947" w14:textId="77777777" w:rsidTr="005B6574">
        <w:tc>
          <w:tcPr>
            <w:tcW w:w="1809" w:type="dxa"/>
          </w:tcPr>
          <w:p w14:paraId="1128E94A" w14:textId="77777777" w:rsidR="00B56779" w:rsidRDefault="00B56779" w:rsidP="005B6574">
            <w:r>
              <w:lastRenderedPageBreak/>
              <w:br w:type="column"/>
              <w:t>Identifiers</w:t>
            </w:r>
          </w:p>
        </w:tc>
        <w:tc>
          <w:tcPr>
            <w:tcW w:w="4383" w:type="dxa"/>
          </w:tcPr>
          <w:p w14:paraId="698A6D2F" w14:textId="77777777" w:rsidR="00B56779" w:rsidRDefault="00B56779" w:rsidP="005B6574">
            <w:r>
              <w:t>Comment</w:t>
            </w:r>
          </w:p>
        </w:tc>
        <w:tc>
          <w:tcPr>
            <w:tcW w:w="3384" w:type="dxa"/>
          </w:tcPr>
          <w:p w14:paraId="7E8B91D7" w14:textId="77777777" w:rsidR="00B56779" w:rsidRDefault="00B56779" w:rsidP="005B6574">
            <w:r>
              <w:t>Proposed change</w:t>
            </w:r>
          </w:p>
        </w:tc>
      </w:tr>
      <w:tr w:rsidR="00B56779" w:rsidRPr="002C1619" w14:paraId="22CCCF0A" w14:textId="77777777" w:rsidTr="005B6574">
        <w:tc>
          <w:tcPr>
            <w:tcW w:w="1809" w:type="dxa"/>
          </w:tcPr>
          <w:p w14:paraId="46103284" w14:textId="4BE1DB81" w:rsidR="00B56779" w:rsidRDefault="00B56779" w:rsidP="005B6574">
            <w:r>
              <w:t xml:space="preserve">CID </w:t>
            </w:r>
            <w:r>
              <w:t>8132</w:t>
            </w:r>
          </w:p>
          <w:p w14:paraId="766ED71A" w14:textId="77777777" w:rsidR="00B56779" w:rsidRDefault="00B56779" w:rsidP="005B6574">
            <w:r>
              <w:t>Mark RISON</w:t>
            </w:r>
          </w:p>
          <w:p w14:paraId="153F08E5" w14:textId="77777777" w:rsidR="00B56779" w:rsidRDefault="00B56779" w:rsidP="005B6574"/>
        </w:tc>
        <w:tc>
          <w:tcPr>
            <w:tcW w:w="4383" w:type="dxa"/>
          </w:tcPr>
          <w:p w14:paraId="2E44E3D4" w14:textId="00C5B61B" w:rsidR="00B56779" w:rsidRPr="002C1619" w:rsidRDefault="00B56779" w:rsidP="005B6574">
            <w:r w:rsidRPr="00B56779">
              <w:t>As far as I can tell, a BSSID index and a "</w:t>
            </w:r>
            <w:proofErr w:type="spellStart"/>
            <w:r w:rsidRPr="00B56779">
              <w:t>NonTXBSS</w:t>
            </w:r>
            <w:proofErr w:type="spellEnd"/>
            <w:r w:rsidRPr="00B56779">
              <w:t xml:space="preserve"> ID" are the same thing</w:t>
            </w:r>
          </w:p>
        </w:tc>
        <w:tc>
          <w:tcPr>
            <w:tcW w:w="3384" w:type="dxa"/>
          </w:tcPr>
          <w:p w14:paraId="23E4FD0E" w14:textId="4CB928D7" w:rsidR="00B56779" w:rsidRPr="002C1619" w:rsidRDefault="00B56779" w:rsidP="005B6574">
            <w:r w:rsidRPr="00B56779">
              <w:t>Change "</w:t>
            </w:r>
            <w:proofErr w:type="spellStart"/>
            <w:r w:rsidRPr="00B56779">
              <w:t>NonTXBSS</w:t>
            </w:r>
            <w:proofErr w:type="spellEnd"/>
            <w:r w:rsidRPr="00B56779">
              <w:t xml:space="preserve"> ID" (with a space) to "BSSID index" throughout</w:t>
            </w:r>
          </w:p>
        </w:tc>
      </w:tr>
    </w:tbl>
    <w:p w14:paraId="262F7B04" w14:textId="77777777" w:rsidR="00B56779" w:rsidRDefault="00B56779" w:rsidP="00B56779"/>
    <w:p w14:paraId="068F0DC4" w14:textId="77777777" w:rsidR="00B56779" w:rsidRPr="00F70C97" w:rsidRDefault="00B56779" w:rsidP="00B56779">
      <w:pPr>
        <w:rPr>
          <w:u w:val="single"/>
        </w:rPr>
      </w:pPr>
      <w:r w:rsidRPr="00F70C97">
        <w:rPr>
          <w:u w:val="single"/>
        </w:rPr>
        <w:t>Discussion:</w:t>
      </w:r>
    </w:p>
    <w:p w14:paraId="390FCC5B" w14:textId="77777777" w:rsidR="00B56779" w:rsidRDefault="00B56779" w:rsidP="00B56779"/>
    <w:p w14:paraId="2E1F82B8" w14:textId="78C530E7" w:rsidR="00B56779" w:rsidRDefault="00B56779" w:rsidP="00B56779">
      <w:r>
        <w:t>Th</w:t>
      </w:r>
      <w:r w:rsidR="00121F97">
        <w:t xml:space="preserve">e current </w:t>
      </w:r>
      <w:r w:rsidR="00DC3DE4">
        <w:t>twinning</w:t>
      </w:r>
      <w:bookmarkStart w:id="1" w:name="_GoBack"/>
      <w:bookmarkEnd w:id="1"/>
      <w:r>
        <w:t xml:space="preserve"> makes it hard to work out what’s going on, and additionally “</w:t>
      </w:r>
      <w:proofErr w:type="spellStart"/>
      <w:r>
        <w:t>NonTXBSS</w:t>
      </w:r>
      <w:proofErr w:type="spellEnd"/>
      <w:r>
        <w:t xml:space="preserve"> ID” is inconsistent/confusing with “</w:t>
      </w:r>
      <w:proofErr w:type="spellStart"/>
      <w:r>
        <w:t>NonTXBSSID</w:t>
      </w:r>
      <w:proofErr w:type="spellEnd"/>
      <w:r>
        <w:t xml:space="preserve"> Profile”</w:t>
      </w:r>
      <w:r w:rsidR="001C26D8">
        <w:t xml:space="preserve"> (and with “AID”)</w:t>
      </w:r>
      <w:r>
        <w:t>.  There is no need to invent “</w:t>
      </w:r>
      <w:proofErr w:type="spellStart"/>
      <w:r>
        <w:t>NonTXBSS</w:t>
      </w:r>
      <w:proofErr w:type="spellEnd"/>
      <w:r>
        <w:t xml:space="preserve"> </w:t>
      </w:r>
      <w:proofErr w:type="gramStart"/>
      <w:r>
        <w:t>ID”s</w:t>
      </w:r>
      <w:proofErr w:type="gramEnd"/>
      <w:r>
        <w:t xml:space="preserve"> since these are just BSSID indices.</w:t>
      </w:r>
    </w:p>
    <w:p w14:paraId="737D24E5" w14:textId="77777777" w:rsidR="00B56779" w:rsidRDefault="00B56779" w:rsidP="00B56779"/>
    <w:p w14:paraId="09E6A783" w14:textId="77777777" w:rsidR="00B56779" w:rsidRPr="00004493" w:rsidRDefault="00B56779" w:rsidP="00B56779">
      <w:r>
        <w:rPr>
          <w:u w:val="single"/>
        </w:rPr>
        <w:t>Proposed changes</w:t>
      </w:r>
      <w:r w:rsidRPr="00F70C97">
        <w:rPr>
          <w:u w:val="single"/>
        </w:rPr>
        <w:t>:</w:t>
      </w:r>
    </w:p>
    <w:p w14:paraId="70B4F7D2" w14:textId="77777777" w:rsidR="00B56779" w:rsidRPr="00004493" w:rsidRDefault="00B56779" w:rsidP="00B56779"/>
    <w:p w14:paraId="69942C12" w14:textId="282C0953" w:rsidR="00B56779" w:rsidRDefault="00B56779" w:rsidP="00B56779">
      <w:r>
        <w:t>Change as follows:</w:t>
      </w:r>
    </w:p>
    <w:p w14:paraId="3C6E8374" w14:textId="77777777" w:rsidR="00B56779" w:rsidRDefault="00B56779" w:rsidP="00B56779"/>
    <w:p w14:paraId="017D813A" w14:textId="77777777" w:rsidR="00B56779" w:rsidRDefault="00B56779" w:rsidP="00B56779">
      <w:r>
        <w:t>906.58</w:t>
      </w:r>
    </w:p>
    <w:p w14:paraId="375AA524" w14:textId="77777777" w:rsidR="00B56779" w:rsidRDefault="00B56779" w:rsidP="00B56779"/>
    <w:p w14:paraId="46D35135" w14:textId="76B5CBDC" w:rsidR="00B56779" w:rsidRDefault="00B56779" w:rsidP="00B56779">
      <w:r>
        <w:t>When dot11MultiBSSIDImplemented is true, the Partial Virtual Bitmap field of the TIM element is constructed as follows, where the maximum possible number of BSSIDs is an integer power of 2, n = log2 (maximum possible number of BSSIDs).</w:t>
      </w:r>
    </w:p>
    <w:p w14:paraId="46B8ECBC" w14:textId="77777777" w:rsidR="00B56779" w:rsidRDefault="00B56779" w:rsidP="00B56779"/>
    <w:p w14:paraId="33DF2E81" w14:textId="2F46B5CB" w:rsidR="00B56779" w:rsidRDefault="00B56779" w:rsidP="00B56779">
      <w:r>
        <w:t>— The bits 1 to (2</w:t>
      </w:r>
      <w:r>
        <w:rPr>
          <w:vertAlign w:val="superscript"/>
        </w:rPr>
        <w:t>n</w:t>
      </w:r>
      <w:r>
        <w:t xml:space="preserve"> – 1) of the bitmap are used to indicate that one or more group addressed frames are buffered for each AP corresponding to a </w:t>
      </w:r>
      <w:proofErr w:type="spellStart"/>
      <w:r>
        <w:t>nontransmitted</w:t>
      </w:r>
      <w:proofErr w:type="spellEnd"/>
      <w:r>
        <w:t xml:space="preserve"> BSSID</w:t>
      </w:r>
      <w:r>
        <w:rPr>
          <w:strike/>
        </w:rPr>
        <w:t xml:space="preserve"> and are called </w:t>
      </w:r>
      <w:proofErr w:type="spellStart"/>
      <w:r>
        <w:rPr>
          <w:strike/>
        </w:rPr>
        <w:t>NonTxBSS</w:t>
      </w:r>
      <w:proofErr w:type="spellEnd"/>
      <w:r>
        <w:rPr>
          <w:strike/>
        </w:rPr>
        <w:t xml:space="preserve"> identifiers (</w:t>
      </w:r>
      <w:proofErr w:type="spellStart"/>
      <w:r>
        <w:rPr>
          <w:strike/>
        </w:rPr>
        <w:t>NonTxBSS</w:t>
      </w:r>
      <w:proofErr w:type="spellEnd"/>
      <w:r>
        <w:rPr>
          <w:strike/>
        </w:rPr>
        <w:t xml:space="preserve"> IDs)</w:t>
      </w:r>
      <w:r>
        <w:t>. The</w:t>
      </w:r>
      <w:r>
        <w:rPr>
          <w:strike/>
        </w:rPr>
        <w:t xml:space="preserve"> </w:t>
      </w:r>
      <w:proofErr w:type="spellStart"/>
      <w:r>
        <w:rPr>
          <w:strike/>
        </w:rPr>
        <w:t>NonTxBSS</w:t>
      </w:r>
      <w:proofErr w:type="spellEnd"/>
      <w:r>
        <w:rPr>
          <w:strike/>
        </w:rPr>
        <w:t xml:space="preserve"> ID</w:t>
      </w:r>
      <w:r>
        <w:rPr>
          <w:u w:val="single"/>
        </w:rPr>
        <w:t xml:space="preserve"> bit position</w:t>
      </w:r>
      <w:r>
        <w:t xml:space="preserve"> equals the value carried in the BSSID Index field of the Multiple BSSID-Index element carried in its </w:t>
      </w:r>
      <w:proofErr w:type="spellStart"/>
      <w:r>
        <w:t>nontransmitted</w:t>
      </w:r>
      <w:proofErr w:type="spellEnd"/>
      <w:r>
        <w:t xml:space="preserve"> BSSID profile (see 9.4.2.44 (Multiple BSSID element)). The AIDs from 1 to (2</w:t>
      </w:r>
      <w:r>
        <w:rPr>
          <w:vertAlign w:val="superscript"/>
        </w:rPr>
        <w:t>n</w:t>
      </w:r>
      <w:r>
        <w:t xml:space="preserve"> – 1) are not allocated to a STA (in each page for an S1G STA). A bit position corresponding to an inactive </w:t>
      </w:r>
      <w:proofErr w:type="spellStart"/>
      <w:r>
        <w:t>nontransmitted</w:t>
      </w:r>
      <w:proofErr w:type="spellEnd"/>
      <w:r>
        <w:t xml:space="preserve"> BSSID is reserved and set to 0 (in each page for an S1G STA). The remaining AIDs are shared by the BSSs corresponding to the transmitted BSSID and all </w:t>
      </w:r>
      <w:proofErr w:type="spellStart"/>
      <w:r>
        <w:t>nontransmitted</w:t>
      </w:r>
      <w:proofErr w:type="spellEnd"/>
      <w:r>
        <w:t xml:space="preserve"> BSSIDs.</w:t>
      </w:r>
    </w:p>
    <w:p w14:paraId="31FCC25F" w14:textId="77777777" w:rsidR="00B56779" w:rsidRDefault="00B56779" w:rsidP="00B56779"/>
    <w:p w14:paraId="1407DE69" w14:textId="3F5EC6C8" w:rsidR="00B56779" w:rsidRDefault="00B56779" w:rsidP="00B56779">
      <w:r>
        <w:t xml:space="preserve">— When the DTIM Count field carried in a Multiple BSSID-Index element is 0 for a BSS that has a </w:t>
      </w:r>
      <w:proofErr w:type="spellStart"/>
      <w:r>
        <w:t>nontransmitted</w:t>
      </w:r>
      <w:proofErr w:type="spellEnd"/>
      <w:r>
        <w:t xml:space="preserve"> BSSID, and one or more group addressed frames are buffered at the AP for this BSS, the corresponding</w:t>
      </w:r>
      <w:r>
        <w:rPr>
          <w:strike/>
        </w:rPr>
        <w:t xml:space="preserve"> </w:t>
      </w:r>
      <w:proofErr w:type="spellStart"/>
      <w:r>
        <w:rPr>
          <w:strike/>
        </w:rPr>
        <w:t>NonTxBSS</w:t>
      </w:r>
      <w:proofErr w:type="spellEnd"/>
      <w:r>
        <w:rPr>
          <w:strike/>
        </w:rPr>
        <w:t xml:space="preserve"> ID</w:t>
      </w:r>
      <w:r>
        <w:t xml:space="preserve"> bit is set to 1.</w:t>
      </w:r>
    </w:p>
    <w:p w14:paraId="0CEC29EE" w14:textId="77777777" w:rsidR="00B56779" w:rsidRDefault="00B56779" w:rsidP="00B56779"/>
    <w:p w14:paraId="5B114363" w14:textId="77777777" w:rsidR="00B56779" w:rsidRDefault="00B56779" w:rsidP="00B56779">
      <w:r>
        <w:t>907.48</w:t>
      </w:r>
    </w:p>
    <w:p w14:paraId="24208F1D" w14:textId="77777777" w:rsidR="00B56779" w:rsidRDefault="00B56779" w:rsidP="00B56779"/>
    <w:p w14:paraId="40530215" w14:textId="2B7E3769" w:rsidR="00B56779" w:rsidRDefault="00B56779" w:rsidP="00B56779">
      <w:r>
        <w:t>c) Method C: The Partial Virtual Bitmap field of the TIM that is carried in an S1G PPDU consists of a concatenation of Encoded Block subfields that contain</w:t>
      </w:r>
      <w:r>
        <w:rPr>
          <w:strike/>
        </w:rPr>
        <w:t xml:space="preserve"> </w:t>
      </w:r>
      <w:proofErr w:type="spellStart"/>
      <w:r>
        <w:rPr>
          <w:strike/>
        </w:rPr>
        <w:t>NonTxBSS</w:t>
      </w:r>
      <w:proofErr w:type="spellEnd"/>
      <w:r>
        <w:rPr>
          <w:strike/>
        </w:rPr>
        <w:t xml:space="preserve"> IDs</w:t>
      </w:r>
      <w:r>
        <w:rPr>
          <w:u w:val="single"/>
        </w:rPr>
        <w:t xml:space="preserve"> BSSID indices</w:t>
      </w:r>
      <w:r>
        <w:t xml:space="preserve"> and Encoded Block subfields that contain AIDs. When using this method, the Page Slice Number subfield is equal to 31, and the Page Index subfield is equal to the page index of the TIM to which the AIDs belong.</w:t>
      </w:r>
    </w:p>
    <w:p w14:paraId="4B83C6A8" w14:textId="77777777" w:rsidR="00B56779" w:rsidRDefault="00B56779" w:rsidP="00B56779"/>
    <w:p w14:paraId="1968EB82" w14:textId="77777777" w:rsidR="00B56779" w:rsidRDefault="00B56779" w:rsidP="00B56779">
      <w:r>
        <w:t>908.1</w:t>
      </w:r>
    </w:p>
    <w:p w14:paraId="11941778" w14:textId="77777777" w:rsidR="00B56779" w:rsidRDefault="00B56779" w:rsidP="00B56779"/>
    <w:p w14:paraId="691F90D9" w14:textId="101F0875" w:rsidR="00B56779" w:rsidRDefault="00B56779" w:rsidP="00B56779">
      <w:r>
        <w:t>the Partial Virtual Bitmap field consists of the octets number 0 to N0 – 1 where N0 is the largest positive integer such that (N0 × 8 – 2</w:t>
      </w:r>
      <w:r>
        <w:rPr>
          <w:vertAlign w:val="superscript"/>
        </w:rPr>
        <w:t>n</w:t>
      </w:r>
      <w:r>
        <w:t xml:space="preserve"> &lt; 8). For Method C, the Partial Virtual Bitmap field consists of Encoded Block subfields that contain the</w:t>
      </w:r>
      <w:r>
        <w:rPr>
          <w:strike/>
        </w:rPr>
        <w:t xml:space="preserve"> </w:t>
      </w:r>
      <w:proofErr w:type="spellStart"/>
      <w:r>
        <w:rPr>
          <w:strike/>
        </w:rPr>
        <w:t>NonTxBSS</w:t>
      </w:r>
      <w:proofErr w:type="spellEnd"/>
      <w:r>
        <w:rPr>
          <w:strike/>
        </w:rPr>
        <w:t xml:space="preserve"> IDs</w:t>
      </w:r>
      <w:r>
        <w:rPr>
          <w:u w:val="single"/>
        </w:rPr>
        <w:t xml:space="preserve"> BSSID indices</w:t>
      </w:r>
      <w:r>
        <w:t xml:space="preserve"> of the BSSs for which there are buffered group addressed frames. In this case for Method A and Method B, the Bitmap Offset subfield value contains the number 0, and the Length field is N0+3, while for Method C, the Length field is equal to 3 plus the size of the encoded blocks that carry the</w:t>
      </w:r>
      <w:r>
        <w:rPr>
          <w:strike/>
        </w:rPr>
        <w:t xml:space="preserve"> </w:t>
      </w:r>
      <w:proofErr w:type="spellStart"/>
      <w:r>
        <w:rPr>
          <w:strike/>
        </w:rPr>
        <w:t>NonTxBSS</w:t>
      </w:r>
      <w:proofErr w:type="spellEnd"/>
      <w:r>
        <w:rPr>
          <w:strike/>
        </w:rPr>
        <w:t xml:space="preserve"> IDs</w:t>
      </w:r>
      <w:r>
        <w:rPr>
          <w:u w:val="single"/>
        </w:rPr>
        <w:t xml:space="preserve"> BSSID indices</w:t>
      </w:r>
      <w:r>
        <w:t>, which are present in the TIM element.</w:t>
      </w:r>
    </w:p>
    <w:p w14:paraId="510B0835" w14:textId="77777777" w:rsidR="00B56779" w:rsidRDefault="00B56779" w:rsidP="00B56779"/>
    <w:p w14:paraId="7B04BEA1" w14:textId="79551B73" w:rsidR="00B56779" w:rsidRDefault="00B56779" w:rsidP="00B56779">
      <w:r>
        <w:t xml:space="preserve">When the TIM with a nonzero Partial Virtual Bitmap field is carried in an S1G PPDU, the Partial Virtual Bitmap field is constructed with one or more Encoded Block subfields as shown in Figure 9-216 (Partial Virtual Bitmap field format). The Encoded Block subfield consists of the Block Control subfield, the Block Offset subfield, and the Encoded Block Information subfield as shown in Figure 9-217 (Encoded Block subfield format). When </w:t>
      </w:r>
      <w:r>
        <w:lastRenderedPageBreak/>
        <w:t>dot11MultiBSSIDImplemented is true, the Partial Virtual Bitmap field contains zero or more Encoded Block subfields that contain</w:t>
      </w:r>
      <w:r>
        <w:rPr>
          <w:strike/>
        </w:rPr>
        <w:t xml:space="preserve"> </w:t>
      </w:r>
      <w:proofErr w:type="spellStart"/>
      <w:r>
        <w:rPr>
          <w:strike/>
        </w:rPr>
        <w:t>NonTxBSS</w:t>
      </w:r>
      <w:proofErr w:type="spellEnd"/>
      <w:r>
        <w:rPr>
          <w:strike/>
        </w:rPr>
        <w:t xml:space="preserve"> IDs</w:t>
      </w:r>
      <w:r>
        <w:rPr>
          <w:u w:val="single"/>
        </w:rPr>
        <w:t xml:space="preserve"> BSSID indices</w:t>
      </w:r>
      <w:r>
        <w:t>.</w:t>
      </w:r>
    </w:p>
    <w:p w14:paraId="0012129D" w14:textId="77777777" w:rsidR="00B56779" w:rsidRDefault="00B56779" w:rsidP="00B56779"/>
    <w:p w14:paraId="5060C8B5" w14:textId="77777777" w:rsidR="00B56779" w:rsidRDefault="00B56779" w:rsidP="00B56779">
      <w:r>
        <w:t>2465.25</w:t>
      </w:r>
    </w:p>
    <w:p w14:paraId="0E06CADC" w14:textId="77777777" w:rsidR="00B56779" w:rsidRDefault="00B56779" w:rsidP="00B56779"/>
    <w:p w14:paraId="2C00A006" w14:textId="48B97693" w:rsidR="00B56779" w:rsidRDefault="00B56779" w:rsidP="00B56779">
      <w:r>
        <w:t>The Partial Virtual Bitmap field of the TIM element carried in the Beacon, S1G Beacon, or TIM frame shall indicate the presence or absence of traffic to be delivered to all stations associated (11</w:t>
      </w:r>
      <w:proofErr w:type="gramStart"/>
      <w:r>
        <w:t>ax)with</w:t>
      </w:r>
      <w:proofErr w:type="gramEnd"/>
      <w:r>
        <w:t xml:space="preserve"> an AP corresponding to a transmitted or </w:t>
      </w:r>
      <w:proofErr w:type="spellStart"/>
      <w:r>
        <w:t>nontransmitted</w:t>
      </w:r>
      <w:proofErr w:type="spellEnd"/>
      <w:r>
        <w:t xml:space="preserve"> BSSID. The first 2</w:t>
      </w:r>
      <w:r>
        <w:rPr>
          <w:vertAlign w:val="superscript"/>
        </w:rPr>
        <w:t>n</w:t>
      </w:r>
      <w:r>
        <w:t xml:space="preserve"> bits of the bitmap are reserved for the indication of group addressed frame for the transmitted and all </w:t>
      </w:r>
      <w:proofErr w:type="spellStart"/>
      <w:r>
        <w:t>nontransmitted</w:t>
      </w:r>
      <w:proofErr w:type="spellEnd"/>
      <w:r>
        <w:t xml:space="preserve"> BSSIDs (see 9.4.2.5.1 (General)). (M</w:t>
      </w:r>
      <w:proofErr w:type="gramStart"/>
      <w:r>
        <w:t>165)The</w:t>
      </w:r>
      <w:proofErr w:type="gramEnd"/>
      <w:r>
        <w:t xml:space="preserve"> Traffic Indicator field of the Bitmap Control field shall be set to 1 to indicate that one or more non-GCR-SP non-SYNRA group addressed frames, that are not to be delivered using group AID, are buffered at the AP corresponding to the transmitted BSSID. The field corresponding to a</w:t>
      </w:r>
      <w:r>
        <w:rPr>
          <w:strike/>
        </w:rPr>
        <w:t xml:space="preserve"> </w:t>
      </w:r>
      <w:proofErr w:type="spellStart"/>
      <w:r>
        <w:rPr>
          <w:strike/>
        </w:rPr>
        <w:t>NonTxBSS</w:t>
      </w:r>
      <w:proofErr w:type="spellEnd"/>
      <w:r>
        <w:rPr>
          <w:strike/>
        </w:rPr>
        <w:t xml:space="preserve"> ID</w:t>
      </w:r>
      <w:r>
        <w:rPr>
          <w:u w:val="single"/>
        </w:rPr>
        <w:t xml:space="preserve"> BSSID index</w:t>
      </w:r>
      <w:r>
        <w:t xml:space="preserve"> (i.e., a bit position between 1 and 2</w:t>
      </w:r>
      <w:r>
        <w:rPr>
          <w:vertAlign w:val="superscript"/>
        </w:rPr>
        <w:t>n</w:t>
      </w:r>
      <w:r>
        <w:t xml:space="preserve"> – 1 of the Partial Virtual Bitmap field matching the BSSID index of a </w:t>
      </w:r>
      <w:proofErr w:type="spellStart"/>
      <w:r>
        <w:t>nontransmitted</w:t>
      </w:r>
      <w:proofErr w:type="spellEnd"/>
      <w:r>
        <w:t xml:space="preserve"> BSSID) shall be set to 1 to indicate that one or more non-GCR-SP non-SYNRA group addressed frames, that are not to be delivered using group AID, are buffered at the AP corresponding to that </w:t>
      </w:r>
      <w:proofErr w:type="spellStart"/>
      <w:r>
        <w:t>nontransmitted</w:t>
      </w:r>
      <w:proofErr w:type="spellEnd"/>
      <w:r>
        <w:t xml:space="preserve"> BSSID.</w:t>
      </w:r>
    </w:p>
    <w:p w14:paraId="2F07C63F" w14:textId="77777777" w:rsidR="00B56779" w:rsidRDefault="00B56779" w:rsidP="00B56779"/>
    <w:p w14:paraId="584D1DFA" w14:textId="77777777" w:rsidR="00B56779" w:rsidRDefault="00B56779" w:rsidP="00B56779">
      <w:r>
        <w:t>2508.26</w:t>
      </w:r>
    </w:p>
    <w:p w14:paraId="7E35979A" w14:textId="77777777" w:rsidR="00B56779" w:rsidRDefault="00B56779" w:rsidP="00B56779"/>
    <w:p w14:paraId="2183D76A" w14:textId="35A10B27" w:rsidR="00B56779" w:rsidRDefault="00B56779" w:rsidP="00B56779">
      <w:r>
        <w:t xml:space="preserve">e) When dot11FMSActivated is false and </w:t>
      </w:r>
      <w:proofErr w:type="spellStart"/>
      <w:proofErr w:type="gramStart"/>
      <w:r>
        <w:t>ReceiveDTIMBeacons</w:t>
      </w:r>
      <w:proofErr w:type="spellEnd"/>
      <w:r>
        <w:t>(</w:t>
      </w:r>
      <w:proofErr w:type="gramEnd"/>
      <w:r>
        <w:t>#4221) is true, the STA shall</w:t>
      </w:r>
    </w:p>
    <w:p w14:paraId="59EBBDF2" w14:textId="77777777" w:rsidR="00B56779" w:rsidRDefault="00B56779" w:rsidP="00B56779">
      <w:r>
        <w:t xml:space="preserve">transition to awake </w:t>
      </w:r>
      <w:proofErr w:type="gramStart"/>
      <w:r>
        <w:t>state(</w:t>
      </w:r>
      <w:proofErr w:type="gramEnd"/>
      <w:r>
        <w:t>#6038) early enough to be able to receive either every non-STBC DTIM beacon(#7217) or every STBC DTIM beacon(#7217) sent by the AP of the BSS. (M</w:t>
      </w:r>
      <w:proofErr w:type="gramStart"/>
      <w:r>
        <w:t>165)The</w:t>
      </w:r>
      <w:proofErr w:type="gramEnd"/>
      <w:r>
        <w:t xml:space="preserve"> STA shall remain in the awake state to receive the group addressed MPDUs transmitted by the AP as described in 11.2.3.1 (General) and 11.2.3.4 (TIM types) when:</w:t>
      </w:r>
    </w:p>
    <w:p w14:paraId="24EAC896" w14:textId="77777777" w:rsidR="00B56779" w:rsidRDefault="00B56779" w:rsidP="00B56779"/>
    <w:p w14:paraId="43E2CED8" w14:textId="6905F73D" w:rsidR="00B56779" w:rsidRDefault="00B56779" w:rsidP="00B56779">
      <w:r>
        <w:t>— the STA is associated with either an AP that has not set to 1 the Multiple BSSID field of the Extended Capabilities element it transmits or corresponds to the transmitted BSSID in a multiple BSSID set, and the Traffic Indicator field in the TIM element in the DTIM beacon is equal to 1, or (M165)</w:t>
      </w:r>
    </w:p>
    <w:p w14:paraId="3CEAD722" w14:textId="77777777" w:rsidR="00B56779" w:rsidRDefault="00B56779" w:rsidP="00B56779"/>
    <w:p w14:paraId="6F261DD1" w14:textId="5E1DEBC5" w:rsidR="00B56779" w:rsidRDefault="00B56779" w:rsidP="00B56779">
      <w:r>
        <w:t xml:space="preserve">— the STA is associated with an AP that corresponds to a </w:t>
      </w:r>
      <w:proofErr w:type="spellStart"/>
      <w:r>
        <w:t>nontransmitted</w:t>
      </w:r>
      <w:proofErr w:type="spellEnd"/>
      <w:r>
        <w:t xml:space="preserve"> BSSID in a multiple BSSID set, and the field corresponding to the</w:t>
      </w:r>
      <w:r>
        <w:rPr>
          <w:strike/>
        </w:rPr>
        <w:t xml:space="preserve"> </w:t>
      </w:r>
      <w:proofErr w:type="spellStart"/>
      <w:r>
        <w:rPr>
          <w:strike/>
        </w:rPr>
        <w:t>NonTxBSS</w:t>
      </w:r>
      <w:proofErr w:type="spellEnd"/>
      <w:r>
        <w:rPr>
          <w:strike/>
        </w:rPr>
        <w:t xml:space="preserve"> ID</w:t>
      </w:r>
      <w:r>
        <w:rPr>
          <w:u w:val="single"/>
        </w:rPr>
        <w:t xml:space="preserve"> BSSID index</w:t>
      </w:r>
      <w:r>
        <w:t xml:space="preserve"> (i.e., a bit position between 1 and 2</w:t>
      </w:r>
      <w:r>
        <w:rPr>
          <w:vertAlign w:val="superscript"/>
        </w:rPr>
        <w:t>n</w:t>
      </w:r>
      <w:r>
        <w:t xml:space="preserve"> – 1 of the Partial Virtual Bitmap field matching the BSSID index of a </w:t>
      </w:r>
      <w:proofErr w:type="spellStart"/>
      <w:r>
        <w:t>nontransmitted</w:t>
      </w:r>
      <w:proofErr w:type="spellEnd"/>
      <w:r>
        <w:t xml:space="preserve"> BSSID) in the TIM element is equal to 1 in the DTIM beacon of that </w:t>
      </w:r>
      <w:proofErr w:type="spellStart"/>
      <w:r>
        <w:t>nontransmitted</w:t>
      </w:r>
      <w:proofErr w:type="spellEnd"/>
      <w:r>
        <w:t xml:space="preserve"> </w:t>
      </w:r>
      <w:proofErr w:type="gramStart"/>
      <w:r>
        <w:t>BSSID.(</w:t>
      </w:r>
      <w:proofErr w:type="gramEnd"/>
      <w:r>
        <w:t>M165)</w:t>
      </w:r>
    </w:p>
    <w:p w14:paraId="2452C39A" w14:textId="77777777" w:rsidR="00B56779" w:rsidRDefault="00B56779" w:rsidP="00B56779"/>
    <w:p w14:paraId="1626BB59" w14:textId="73C96A93" w:rsidR="00B56779" w:rsidRDefault="00B56779" w:rsidP="00B56779">
      <w:pPr>
        <w:rPr>
          <w:b/>
          <w:bCs/>
          <w:i/>
          <w:iCs/>
        </w:rPr>
      </w:pPr>
      <w:r>
        <w:t xml:space="preserve">Figures L-5 and L-6 and L-7 </w:t>
      </w:r>
      <w:r>
        <w:rPr>
          <w:b/>
          <w:bCs/>
          <w:i/>
          <w:iCs/>
        </w:rPr>
        <w:t>(hm, last one not found in text search?)</w:t>
      </w:r>
    </w:p>
    <w:p w14:paraId="110A7D8B" w14:textId="77777777" w:rsidR="00BC0E01" w:rsidRDefault="00BC0E01" w:rsidP="00B56779"/>
    <w:p w14:paraId="66EDF4FC" w14:textId="77777777" w:rsidR="00B56779" w:rsidRDefault="00B56779" w:rsidP="00B56779">
      <w:proofErr w:type="spellStart"/>
      <w:r>
        <w:rPr>
          <w:strike/>
        </w:rPr>
        <w:t>NonTxBSS</w:t>
      </w:r>
      <w:proofErr w:type="spellEnd"/>
      <w:r>
        <w:rPr>
          <w:strike/>
        </w:rPr>
        <w:t xml:space="preserve"> </w:t>
      </w:r>
      <w:proofErr w:type="spellStart"/>
      <w:r>
        <w:rPr>
          <w:strike/>
        </w:rPr>
        <w:t>IDs</w:t>
      </w:r>
      <w:r>
        <w:rPr>
          <w:u w:val="single"/>
        </w:rPr>
        <w:t>BSSID</w:t>
      </w:r>
      <w:proofErr w:type="spellEnd"/>
      <w:r>
        <w:rPr>
          <w:u w:val="single"/>
        </w:rPr>
        <w:t xml:space="preserve"> indices</w:t>
      </w:r>
      <w:r>
        <w:t xml:space="preserve"> (for group addressed frame buffering for </w:t>
      </w:r>
      <w:proofErr w:type="spellStart"/>
      <w:r>
        <w:t>nontransmitted</w:t>
      </w:r>
      <w:proofErr w:type="spellEnd"/>
      <w:r>
        <w:t xml:space="preserve"> BSSIDs)</w:t>
      </w:r>
    </w:p>
    <w:p w14:paraId="4D639B82" w14:textId="77777777" w:rsidR="00B56779" w:rsidRPr="00004493" w:rsidRDefault="00B56779" w:rsidP="00B56779"/>
    <w:p w14:paraId="746BA73F" w14:textId="77777777" w:rsidR="00B56779" w:rsidRPr="00FF305B" w:rsidRDefault="00B56779" w:rsidP="00B56779">
      <w:pPr>
        <w:rPr>
          <w:u w:val="single"/>
        </w:rPr>
      </w:pPr>
      <w:r w:rsidRPr="00004493">
        <w:rPr>
          <w:u w:val="single"/>
        </w:rPr>
        <w:t>P</w:t>
      </w:r>
      <w:r w:rsidRPr="00FF305B">
        <w:rPr>
          <w:u w:val="single"/>
        </w:rPr>
        <w:t>roposed resolution:</w:t>
      </w:r>
    </w:p>
    <w:p w14:paraId="60FC0DA0" w14:textId="77777777" w:rsidR="00B56779" w:rsidRDefault="00B56779" w:rsidP="00B56779">
      <w:pPr>
        <w:rPr>
          <w:b/>
          <w:sz w:val="24"/>
        </w:rPr>
      </w:pPr>
    </w:p>
    <w:p w14:paraId="40A3A923" w14:textId="77777777" w:rsidR="00B56779" w:rsidRDefault="00B56779" w:rsidP="00B56779">
      <w:r>
        <w:t>REVISED</w:t>
      </w:r>
    </w:p>
    <w:p w14:paraId="619C80C6" w14:textId="77777777" w:rsidR="00B56779" w:rsidRDefault="00B56779" w:rsidP="00B56779"/>
    <w:p w14:paraId="4C051CB2" w14:textId="324C02EE" w:rsidR="00B56779" w:rsidRDefault="00B56779" w:rsidP="00B56779">
      <w:r>
        <w:t xml:space="preserve">Make the changes shown under “Proposed changes” for CID </w:t>
      </w:r>
      <w:r w:rsidR="0098253D">
        <w:t>8132</w:t>
      </w:r>
      <w:r>
        <w:t xml:space="preserve"> in &lt;this document URL&gt;, which </w:t>
      </w:r>
      <w:r w:rsidR="0098253D">
        <w:t>refer to BSSID indices rather than “</w:t>
      </w:r>
      <w:proofErr w:type="spellStart"/>
      <w:r w:rsidR="0098253D">
        <w:t>NonTXBSS</w:t>
      </w:r>
      <w:proofErr w:type="spellEnd"/>
      <w:r w:rsidR="0098253D">
        <w:t xml:space="preserve"> </w:t>
      </w:r>
      <w:proofErr w:type="gramStart"/>
      <w:r w:rsidR="0098253D">
        <w:t>ID”s.</w:t>
      </w:r>
      <w:proofErr w:type="gramEnd"/>
    </w:p>
    <w:p w14:paraId="044D6A37" w14:textId="77777777" w:rsidR="00AD74B7" w:rsidRDefault="00AD74B7">
      <w:r>
        <w:br w:type="page"/>
      </w:r>
    </w:p>
    <w:tbl>
      <w:tblPr>
        <w:tblStyle w:val="TableGrid"/>
        <w:tblW w:w="0" w:type="auto"/>
        <w:tblLook w:val="04A0" w:firstRow="1" w:lastRow="0" w:firstColumn="1" w:lastColumn="0" w:noHBand="0" w:noVBand="1"/>
      </w:tblPr>
      <w:tblGrid>
        <w:gridCol w:w="1809"/>
        <w:gridCol w:w="4383"/>
        <w:gridCol w:w="3384"/>
      </w:tblGrid>
      <w:tr w:rsidR="00AD74B7" w14:paraId="6C7C71D3" w14:textId="77777777" w:rsidTr="005B6574">
        <w:tc>
          <w:tcPr>
            <w:tcW w:w="1809" w:type="dxa"/>
          </w:tcPr>
          <w:p w14:paraId="28F06C6A" w14:textId="77777777" w:rsidR="00AD74B7" w:rsidRDefault="00AD74B7" w:rsidP="005B6574">
            <w:r>
              <w:lastRenderedPageBreak/>
              <w:br w:type="column"/>
              <w:t>Identifiers</w:t>
            </w:r>
          </w:p>
        </w:tc>
        <w:tc>
          <w:tcPr>
            <w:tcW w:w="4383" w:type="dxa"/>
          </w:tcPr>
          <w:p w14:paraId="2A7BED56" w14:textId="77777777" w:rsidR="00AD74B7" w:rsidRDefault="00AD74B7" w:rsidP="005B6574">
            <w:r>
              <w:t>Comment</w:t>
            </w:r>
          </w:p>
        </w:tc>
        <w:tc>
          <w:tcPr>
            <w:tcW w:w="3384" w:type="dxa"/>
          </w:tcPr>
          <w:p w14:paraId="6F4CB303" w14:textId="77777777" w:rsidR="00AD74B7" w:rsidRDefault="00AD74B7" w:rsidP="005B6574">
            <w:r>
              <w:t>Proposed change</w:t>
            </w:r>
          </w:p>
        </w:tc>
      </w:tr>
      <w:tr w:rsidR="00AD74B7" w:rsidRPr="002C1619" w14:paraId="69290F43" w14:textId="77777777" w:rsidTr="005B6574">
        <w:tc>
          <w:tcPr>
            <w:tcW w:w="1809" w:type="dxa"/>
          </w:tcPr>
          <w:p w14:paraId="7D278FAE" w14:textId="4410D484" w:rsidR="00AD74B7" w:rsidRDefault="00AD74B7" w:rsidP="005B6574">
            <w:r>
              <w:t xml:space="preserve">CID </w:t>
            </w:r>
            <w:r>
              <w:t>8179</w:t>
            </w:r>
          </w:p>
          <w:p w14:paraId="71BFF2EE" w14:textId="77777777" w:rsidR="00AD74B7" w:rsidRDefault="00AD74B7" w:rsidP="005B6574">
            <w:r>
              <w:t>Mark RISON</w:t>
            </w:r>
          </w:p>
          <w:p w14:paraId="6BD783E1" w14:textId="1081ABEA" w:rsidR="00AD74B7" w:rsidRDefault="00AD74B7" w:rsidP="005B6574">
            <w:r>
              <w:t>10.46.6</w:t>
            </w:r>
          </w:p>
        </w:tc>
        <w:tc>
          <w:tcPr>
            <w:tcW w:w="4383" w:type="dxa"/>
          </w:tcPr>
          <w:p w14:paraId="45EB2C79" w14:textId="5F8ECE33" w:rsidR="00AD74B7" w:rsidRPr="002C1619" w:rsidRDefault="00AD74B7" w:rsidP="005B6574">
            <w:r w:rsidRPr="00AD74B7">
              <w:t>NDP Paging frame does not appear to be defined</w:t>
            </w:r>
          </w:p>
        </w:tc>
        <w:tc>
          <w:tcPr>
            <w:tcW w:w="3384" w:type="dxa"/>
          </w:tcPr>
          <w:p w14:paraId="6A1600C9" w14:textId="23111219" w:rsidR="00AD74B7" w:rsidRPr="002C1619" w:rsidRDefault="00AD74B7" w:rsidP="005B6574">
            <w:r w:rsidRPr="00AD74B7">
              <w:t>As it says in the comment</w:t>
            </w:r>
          </w:p>
        </w:tc>
      </w:tr>
    </w:tbl>
    <w:p w14:paraId="673B5AEC" w14:textId="77777777" w:rsidR="00AD74B7" w:rsidRDefault="00AD74B7" w:rsidP="00AD74B7"/>
    <w:p w14:paraId="6B1C0AEA" w14:textId="77777777" w:rsidR="00AD74B7" w:rsidRPr="00F70C97" w:rsidRDefault="00AD74B7" w:rsidP="00AD74B7">
      <w:pPr>
        <w:rPr>
          <w:u w:val="single"/>
        </w:rPr>
      </w:pPr>
      <w:r w:rsidRPr="00F70C97">
        <w:rPr>
          <w:u w:val="single"/>
        </w:rPr>
        <w:t>Discussion:</w:t>
      </w:r>
    </w:p>
    <w:p w14:paraId="2DDBA487" w14:textId="77777777" w:rsidR="00AD74B7" w:rsidRDefault="00AD74B7" w:rsidP="00AD74B7"/>
    <w:p w14:paraId="5E4389B6" w14:textId="27D3841C" w:rsidR="00AD74B7" w:rsidRDefault="00AD74B7" w:rsidP="00AD74B7">
      <w:r>
        <w:t>I see no definition.</w:t>
      </w:r>
    </w:p>
    <w:p w14:paraId="757320AF" w14:textId="77777777" w:rsidR="00AD74B7" w:rsidRDefault="00AD74B7" w:rsidP="00AD74B7"/>
    <w:p w14:paraId="466623B4" w14:textId="77777777" w:rsidR="00AD74B7" w:rsidRPr="00FF305B" w:rsidRDefault="00AD74B7" w:rsidP="00AD74B7">
      <w:pPr>
        <w:rPr>
          <w:u w:val="single"/>
        </w:rPr>
      </w:pPr>
      <w:r w:rsidRPr="00004493">
        <w:rPr>
          <w:u w:val="single"/>
        </w:rPr>
        <w:t>P</w:t>
      </w:r>
      <w:r w:rsidRPr="00FF305B">
        <w:rPr>
          <w:u w:val="single"/>
        </w:rPr>
        <w:t>roposed resolution:</w:t>
      </w:r>
    </w:p>
    <w:p w14:paraId="57748D3A" w14:textId="77777777" w:rsidR="00AD74B7" w:rsidRDefault="00AD74B7" w:rsidP="00AD74B7">
      <w:pPr>
        <w:rPr>
          <w:b/>
          <w:sz w:val="24"/>
        </w:rPr>
      </w:pPr>
    </w:p>
    <w:p w14:paraId="2D5AC5EF" w14:textId="77777777" w:rsidR="00AD74B7" w:rsidRDefault="00AD74B7" w:rsidP="00AD74B7">
      <w:r>
        <w:t>REVISED</w:t>
      </w:r>
    </w:p>
    <w:p w14:paraId="0E682FD4" w14:textId="77777777" w:rsidR="00AD74B7" w:rsidRDefault="00AD74B7" w:rsidP="00AD74B7"/>
    <w:p w14:paraId="4DFF8EDD" w14:textId="49C6E373" w:rsidR="00AD74B7" w:rsidRDefault="00AD74B7" w:rsidP="00AD74B7">
      <w:r>
        <w:t xml:space="preserve">As the body of </w:t>
      </w:r>
      <w:r w:rsidRPr="00AD74B7">
        <w:t>23.3.12.2.8</w:t>
      </w:r>
      <w:r>
        <w:t xml:space="preserve"> insert “An NDP Paging frame is an </w:t>
      </w:r>
      <w:r w:rsidRPr="00AD74B7">
        <w:t>NDP_1M Paging frame</w:t>
      </w:r>
      <w:r>
        <w:t xml:space="preserve"> or a</w:t>
      </w:r>
      <w:r w:rsidR="00633569">
        <w:t>n</w:t>
      </w:r>
      <w:r>
        <w:t xml:space="preserve"> </w:t>
      </w:r>
      <w:r w:rsidRPr="00AD74B7">
        <w:t>NDP_</w:t>
      </w:r>
      <w:r>
        <w:t>2</w:t>
      </w:r>
      <w:r w:rsidRPr="00AD74B7">
        <w:t>M Paging frame</w:t>
      </w:r>
      <w:r>
        <w:t>, as defined in this subclause.”</w:t>
      </w:r>
    </w:p>
    <w:p w14:paraId="72C393EA" w14:textId="77777777" w:rsidR="00D263B2" w:rsidRDefault="00D263B2">
      <w:r>
        <w:br w:type="page"/>
      </w:r>
    </w:p>
    <w:tbl>
      <w:tblPr>
        <w:tblStyle w:val="TableGrid"/>
        <w:tblW w:w="0" w:type="auto"/>
        <w:tblLook w:val="04A0" w:firstRow="1" w:lastRow="0" w:firstColumn="1" w:lastColumn="0" w:noHBand="0" w:noVBand="1"/>
      </w:tblPr>
      <w:tblGrid>
        <w:gridCol w:w="1809"/>
        <w:gridCol w:w="4383"/>
        <w:gridCol w:w="3384"/>
      </w:tblGrid>
      <w:tr w:rsidR="00D263B2" w14:paraId="26677430" w14:textId="77777777" w:rsidTr="005B6574">
        <w:tc>
          <w:tcPr>
            <w:tcW w:w="1809" w:type="dxa"/>
          </w:tcPr>
          <w:p w14:paraId="540E6E78" w14:textId="77777777" w:rsidR="00D263B2" w:rsidRDefault="00D263B2" w:rsidP="005B6574">
            <w:r>
              <w:lastRenderedPageBreak/>
              <w:br w:type="column"/>
              <w:t>Identifiers</w:t>
            </w:r>
          </w:p>
        </w:tc>
        <w:tc>
          <w:tcPr>
            <w:tcW w:w="4383" w:type="dxa"/>
          </w:tcPr>
          <w:p w14:paraId="48B0D22D" w14:textId="77777777" w:rsidR="00D263B2" w:rsidRDefault="00D263B2" w:rsidP="005B6574">
            <w:r>
              <w:t>Comment</w:t>
            </w:r>
          </w:p>
        </w:tc>
        <w:tc>
          <w:tcPr>
            <w:tcW w:w="3384" w:type="dxa"/>
          </w:tcPr>
          <w:p w14:paraId="427BE75B" w14:textId="77777777" w:rsidR="00D263B2" w:rsidRDefault="00D263B2" w:rsidP="005B6574">
            <w:r>
              <w:t>Proposed change</w:t>
            </w:r>
          </w:p>
        </w:tc>
      </w:tr>
      <w:tr w:rsidR="00D263B2" w:rsidRPr="002C1619" w14:paraId="0C20270A" w14:textId="77777777" w:rsidTr="005B6574">
        <w:tc>
          <w:tcPr>
            <w:tcW w:w="1809" w:type="dxa"/>
          </w:tcPr>
          <w:p w14:paraId="69E11F04" w14:textId="0F1DD7E8" w:rsidR="00D263B2" w:rsidRDefault="00D263B2" w:rsidP="005B6574">
            <w:r>
              <w:t xml:space="preserve">CID </w:t>
            </w:r>
            <w:r>
              <w:t>8164</w:t>
            </w:r>
          </w:p>
          <w:p w14:paraId="7C6FC486" w14:textId="77777777" w:rsidR="00D263B2" w:rsidRDefault="00D263B2" w:rsidP="005B6574">
            <w:r>
              <w:t>Mark RISON</w:t>
            </w:r>
          </w:p>
          <w:p w14:paraId="66D35458" w14:textId="77777777" w:rsidR="00D263B2" w:rsidRDefault="00D263B2" w:rsidP="005B6574"/>
        </w:tc>
        <w:tc>
          <w:tcPr>
            <w:tcW w:w="4383" w:type="dxa"/>
          </w:tcPr>
          <w:p w14:paraId="5457A3FC" w14:textId="37FCA6C8" w:rsidR="00D263B2" w:rsidRPr="002C1619" w:rsidRDefault="00D263B2" w:rsidP="005B6574">
            <w:r w:rsidRPr="00D263B2">
              <w:t xml:space="preserve">There are still maybe 60 "DTIM" that are unadorned and should probably be "DTIM beacon" (exclude surrounding beacon period count interval dot11 </w:t>
            </w:r>
            <w:proofErr w:type="spellStart"/>
            <w:r w:rsidRPr="00D263B2">
              <w:t>aroundtime</w:t>
            </w:r>
            <w:proofErr w:type="spellEnd"/>
            <w:r w:rsidRPr="00D263B2">
              <w:t xml:space="preserve"> </w:t>
            </w:r>
            <w:proofErr w:type="spellStart"/>
            <w:r w:rsidRPr="00D263B2">
              <w:t>adtime</w:t>
            </w:r>
            <w:proofErr w:type="spellEnd"/>
            <w:r w:rsidRPr="00D263B2">
              <w:t xml:space="preserve"> </w:t>
            </w:r>
            <w:proofErr w:type="spellStart"/>
            <w:r w:rsidRPr="00D263B2">
              <w:t>midtime</w:t>
            </w:r>
            <w:proofErr w:type="spellEnd"/>
            <w:r w:rsidRPr="00D263B2">
              <w:t>)</w:t>
            </w:r>
          </w:p>
        </w:tc>
        <w:tc>
          <w:tcPr>
            <w:tcW w:w="3384" w:type="dxa"/>
          </w:tcPr>
          <w:p w14:paraId="413AE997" w14:textId="28B9F9E2" w:rsidR="00D263B2" w:rsidRPr="002C1619" w:rsidRDefault="00D263B2" w:rsidP="005B6574">
            <w:r w:rsidRPr="00D263B2">
              <w:t>As it says in the comment</w:t>
            </w:r>
          </w:p>
        </w:tc>
      </w:tr>
    </w:tbl>
    <w:p w14:paraId="488674A9" w14:textId="77777777" w:rsidR="00D263B2" w:rsidRDefault="00D263B2" w:rsidP="00D263B2"/>
    <w:p w14:paraId="693662EA" w14:textId="77777777" w:rsidR="00D263B2" w:rsidRPr="00F70C97" w:rsidRDefault="00D263B2" w:rsidP="00D263B2">
      <w:pPr>
        <w:rPr>
          <w:u w:val="single"/>
        </w:rPr>
      </w:pPr>
      <w:r w:rsidRPr="00F70C97">
        <w:rPr>
          <w:u w:val="single"/>
        </w:rPr>
        <w:t>Discussion:</w:t>
      </w:r>
    </w:p>
    <w:p w14:paraId="667D9DF2" w14:textId="77777777" w:rsidR="00D263B2" w:rsidRDefault="00D263B2" w:rsidP="00D263B2"/>
    <w:p w14:paraId="7C213F2D" w14:textId="1D004037" w:rsidR="00D263B2" w:rsidRDefault="00D263B2" w:rsidP="00D263B2">
      <w:r>
        <w:t>Under CID 3309 (and maybe also CID 4221) we stopped hand-</w:t>
      </w:r>
      <w:proofErr w:type="spellStart"/>
      <w:r>
        <w:t>wavingly</w:t>
      </w:r>
      <w:proofErr w:type="spellEnd"/>
      <w:r>
        <w:t xml:space="preserve"> calling beacons that have </w:t>
      </w:r>
      <w:proofErr w:type="spellStart"/>
      <w:r>
        <w:t>DTIMness</w:t>
      </w:r>
      <w:proofErr w:type="spellEnd"/>
      <w:r>
        <w:t xml:space="preserve"> just DTIMs, and calling them DTIM beacons.</w:t>
      </w:r>
    </w:p>
    <w:p w14:paraId="77697404" w14:textId="77777777" w:rsidR="00D263B2" w:rsidRDefault="00D263B2" w:rsidP="00D263B2"/>
    <w:p w14:paraId="2281A1A1" w14:textId="77777777" w:rsidR="00D263B2" w:rsidRPr="00004493" w:rsidRDefault="00D263B2" w:rsidP="00D263B2">
      <w:r>
        <w:rPr>
          <w:u w:val="single"/>
        </w:rPr>
        <w:t>Proposed changes</w:t>
      </w:r>
      <w:r w:rsidRPr="00F70C97">
        <w:rPr>
          <w:u w:val="single"/>
        </w:rPr>
        <w:t>:</w:t>
      </w:r>
    </w:p>
    <w:p w14:paraId="62224FC3" w14:textId="77777777" w:rsidR="00D263B2" w:rsidRPr="00004493" w:rsidRDefault="00D263B2" w:rsidP="00D263B2"/>
    <w:p w14:paraId="444840BE" w14:textId="77777777" w:rsidR="00D263B2" w:rsidRDefault="00D263B2" w:rsidP="00D263B2">
      <w:r>
        <w:t>246.58</w:t>
      </w:r>
    </w:p>
    <w:p w14:paraId="40C97B5E" w14:textId="77777777" w:rsidR="00D263B2" w:rsidRDefault="00D263B2" w:rsidP="00D263B2"/>
    <w:p w14:paraId="22E89BDB" w14:textId="5D026AD6" w:rsidR="00D263B2" w:rsidRDefault="00D263B2" w:rsidP="00D263B2">
      <w:r>
        <w:t>space-time block coding (STBC) delivery traffic indication map (DTIM)</w:t>
      </w:r>
      <w:r>
        <w:rPr>
          <w:u w:val="single"/>
        </w:rPr>
        <w:t xml:space="preserve"> beacon</w:t>
      </w:r>
      <w:r>
        <w:t>: [STBC DTIM</w:t>
      </w:r>
      <w:r>
        <w:rPr>
          <w:u w:val="single"/>
        </w:rPr>
        <w:t xml:space="preserve"> beacon</w:t>
      </w:r>
      <w:r>
        <w:t xml:space="preserve">] An STBC beacon transmission that is a DTIM </w:t>
      </w:r>
      <w:proofErr w:type="gramStart"/>
      <w:r>
        <w:t>beacon(</w:t>
      </w:r>
      <w:proofErr w:type="gramEnd"/>
      <w:r>
        <w:t>#3309).</w:t>
      </w:r>
    </w:p>
    <w:p w14:paraId="50AFEA70" w14:textId="77777777" w:rsidR="00D263B2" w:rsidRDefault="00D263B2" w:rsidP="00D263B2"/>
    <w:p w14:paraId="07C1A847" w14:textId="77777777" w:rsidR="00D263B2" w:rsidRDefault="00D263B2" w:rsidP="00D263B2">
      <w:r>
        <w:t>298.3</w:t>
      </w:r>
    </w:p>
    <w:p w14:paraId="57A9B3BE" w14:textId="77777777" w:rsidR="00D263B2" w:rsidRDefault="00D263B2" w:rsidP="00D263B2"/>
    <w:p w14:paraId="2B615A40" w14:textId="1E15EABC" w:rsidR="00D263B2" w:rsidRDefault="00D263B2" w:rsidP="00D263B2">
      <w:r>
        <w:t>The flexible multicast service enables a non-AP STA to request an alternate delivery traffic indication map (DTIM)</w:t>
      </w:r>
      <w:r>
        <w:rPr>
          <w:u w:val="single"/>
        </w:rPr>
        <w:t xml:space="preserve"> beacon</w:t>
      </w:r>
      <w:r>
        <w:t xml:space="preserve"> delivery interval for one or more sets of </w:t>
      </w:r>
      <w:proofErr w:type="gramStart"/>
      <w:r>
        <w:t>group</w:t>
      </w:r>
      <w:proofErr w:type="gramEnd"/>
      <w:r>
        <w:t xml:space="preserve"> addressed streams that the non-AP STA receives. This enables the non-AP STA to transition to awake </w:t>
      </w:r>
      <w:proofErr w:type="gramStart"/>
      <w:r>
        <w:t>state(</w:t>
      </w:r>
      <w:proofErr w:type="gramEnd"/>
      <w:r>
        <w:t>#6038) at the alternate DTIM interval rather than every DTIM</w:t>
      </w:r>
      <w:r>
        <w:rPr>
          <w:u w:val="single"/>
        </w:rPr>
        <w:t xml:space="preserve"> beacon</w:t>
      </w:r>
      <w:r>
        <w:t xml:space="preserve"> and enables significant power saving when a non-AP STA receives group addressed traffic.</w:t>
      </w:r>
    </w:p>
    <w:p w14:paraId="50D01467" w14:textId="77777777" w:rsidR="00D263B2" w:rsidRDefault="00D263B2" w:rsidP="00D263B2"/>
    <w:p w14:paraId="59AB9460" w14:textId="77777777" w:rsidR="00D263B2" w:rsidRDefault="00D263B2" w:rsidP="00D263B2">
      <w:r>
        <w:t>905.6</w:t>
      </w:r>
    </w:p>
    <w:p w14:paraId="4898843D" w14:textId="77777777" w:rsidR="00D263B2" w:rsidRDefault="00D263B2" w:rsidP="00D263B2"/>
    <w:p w14:paraId="2668025D" w14:textId="1C848B1E" w:rsidR="00D263B2" w:rsidRDefault="00D263B2" w:rsidP="00D263B2">
      <w:r>
        <w:t>The DTIM Count field indicates how many Beacon frames (including the current frame) appear before the next DTIM</w:t>
      </w:r>
      <w:r>
        <w:rPr>
          <w:u w:val="single"/>
        </w:rPr>
        <w:t xml:space="preserve"> beacon</w:t>
      </w:r>
      <w:r>
        <w:t xml:space="preserve">. A DTIM count of 0 indicates that the current </w:t>
      </w:r>
      <w:proofErr w:type="spellStart"/>
      <w:r w:rsidRPr="00D263B2">
        <w:rPr>
          <w:strike/>
        </w:rPr>
        <w:t>TIM</w:t>
      </w:r>
      <w:r w:rsidRPr="00D263B2">
        <w:rPr>
          <w:u w:val="single"/>
        </w:rPr>
        <w:t>beacon</w:t>
      </w:r>
      <w:proofErr w:type="spellEnd"/>
      <w:r>
        <w:t xml:space="preserve"> is a DTIM</w:t>
      </w:r>
      <w:r>
        <w:rPr>
          <w:u w:val="single"/>
        </w:rPr>
        <w:t xml:space="preserve"> beacon</w:t>
      </w:r>
      <w:r>
        <w:t>.</w:t>
      </w:r>
    </w:p>
    <w:p w14:paraId="7F2F7B4E" w14:textId="77777777" w:rsidR="00D263B2" w:rsidRDefault="00D263B2" w:rsidP="00D263B2"/>
    <w:p w14:paraId="5B9A5127" w14:textId="77777777" w:rsidR="00D263B2" w:rsidRDefault="00D263B2" w:rsidP="00D263B2">
      <w:r>
        <w:t>2388.8</w:t>
      </w:r>
    </w:p>
    <w:p w14:paraId="6E0B6F7A" w14:textId="77777777" w:rsidR="00D263B2" w:rsidRDefault="00D263B2" w:rsidP="00D263B2"/>
    <w:p w14:paraId="4A281BB6" w14:textId="49DAE837" w:rsidR="00D263B2" w:rsidRDefault="00D263B2" w:rsidP="00D263B2">
      <w:r>
        <w:t>— If the Action subfield of the NDP Paging Response is 3, the STA shall be in the awake state at the first DTIM</w:t>
      </w:r>
      <w:r>
        <w:rPr>
          <w:u w:val="single"/>
        </w:rPr>
        <w:t xml:space="preserve"> beacon</w:t>
      </w:r>
      <w:r>
        <w:t xml:space="preserve"> that happens after a time indicated by the Min Sleep Duration field in the NDP Paging Response after the end of reception of the NDP Paging frame to receive the DTIM </w:t>
      </w:r>
      <w:proofErr w:type="gramStart"/>
      <w:r>
        <w:t>beacon(</w:t>
      </w:r>
      <w:proofErr w:type="gramEnd"/>
      <w:r>
        <w:t>#3309).</w:t>
      </w:r>
    </w:p>
    <w:p w14:paraId="7FBBE716" w14:textId="77777777" w:rsidR="00D263B2" w:rsidRDefault="00D263B2" w:rsidP="00D263B2"/>
    <w:p w14:paraId="669D2C41" w14:textId="77777777" w:rsidR="00D263B2" w:rsidRDefault="00D263B2" w:rsidP="00D263B2">
      <w:r>
        <w:t>2399.38</w:t>
      </w:r>
    </w:p>
    <w:p w14:paraId="759B04AE" w14:textId="77777777" w:rsidR="00047E1C" w:rsidRDefault="00047E1C" w:rsidP="00D263B2"/>
    <w:p w14:paraId="36B79DCB" w14:textId="51744C2C" w:rsidR="00D263B2" w:rsidRDefault="00D263B2" w:rsidP="00D263B2">
      <w:r>
        <w:t>The AP shall transmit the first page slice in the N-</w:t>
      </w:r>
      <w:proofErr w:type="spellStart"/>
      <w:r>
        <w:t>th</w:t>
      </w:r>
      <w:proofErr w:type="spellEnd"/>
      <w:r>
        <w:t xml:space="preserve"> Beacon frame after the DTIM</w:t>
      </w:r>
      <w:r>
        <w:rPr>
          <w:u w:val="single"/>
        </w:rPr>
        <w:t xml:space="preserve"> beacon</w:t>
      </w:r>
      <w:r>
        <w:t xml:space="preserve"> in which the Page Slice element appears, where N is equal to the TIM offset subfield. Subsequent page slices indicated in the Page Slice element appear sequentially in the following </w:t>
      </w:r>
      <w:proofErr w:type="spellStart"/>
      <w:r>
        <w:rPr>
          <w:strike/>
          <w:highlight w:val="cyan"/>
        </w:rPr>
        <w:t>B</w:t>
      </w:r>
      <w:r>
        <w:rPr>
          <w:highlight w:val="cyan"/>
          <w:u w:val="single"/>
        </w:rPr>
        <w:t>b</w:t>
      </w:r>
      <w:r>
        <w:t>eacons</w:t>
      </w:r>
      <w:proofErr w:type="spellEnd"/>
      <w:r>
        <w:t>, e.g., the second slice appears in (N+</w:t>
      </w:r>
      <w:proofErr w:type="gramStart"/>
      <w:r>
        <w:t>1)</w:t>
      </w:r>
      <w:proofErr w:type="spellStart"/>
      <w:r>
        <w:t>th</w:t>
      </w:r>
      <w:proofErr w:type="spellEnd"/>
      <w:proofErr w:type="gramEnd"/>
      <w:r>
        <w:t xml:space="preserve"> Beacon frame after the DTIM</w:t>
      </w:r>
      <w:r>
        <w:rPr>
          <w:u w:val="single"/>
        </w:rPr>
        <w:t xml:space="preserve"> beacon</w:t>
      </w:r>
      <w:r>
        <w:t xml:space="preserve"> that contained the Page Slice element.</w:t>
      </w:r>
    </w:p>
    <w:p w14:paraId="3D2D48F7" w14:textId="77777777" w:rsidR="00D263B2" w:rsidRDefault="00D263B2" w:rsidP="00D263B2"/>
    <w:p w14:paraId="0D550BDE" w14:textId="77777777" w:rsidR="00D263B2" w:rsidRDefault="00D263B2" w:rsidP="00D263B2">
      <w:r>
        <w:t>2400.2</w:t>
      </w:r>
    </w:p>
    <w:p w14:paraId="07A5B7E2" w14:textId="77777777" w:rsidR="00047E1C" w:rsidRDefault="00047E1C" w:rsidP="00D263B2"/>
    <w:p w14:paraId="12B4F8DA" w14:textId="7B8C1FFB" w:rsidR="00D263B2" w:rsidRDefault="00D263B2" w:rsidP="00D263B2">
      <w:r>
        <w:t xml:space="preserve">The STAs check the DTIM </w:t>
      </w:r>
      <w:proofErr w:type="gramStart"/>
      <w:r>
        <w:t>beacon(</w:t>
      </w:r>
      <w:proofErr w:type="gramEnd"/>
      <w:r>
        <w:t>#4221) comprising of the Page Bitmap field and the Block Bitmap fields in</w:t>
      </w:r>
      <w:r>
        <w:rPr>
          <w:u w:val="single"/>
        </w:rPr>
        <w:t xml:space="preserve"> </w:t>
      </w:r>
      <w:r w:rsidRPr="00047E1C">
        <w:rPr>
          <w:highlight w:val="cyan"/>
          <w:u w:val="single"/>
        </w:rPr>
        <w:t>the</w:t>
      </w:r>
      <w:r>
        <w:t xml:space="preserve"> Page Slice element and TIM, respectively. The Page Bitmap field in the Page Slice element provides an early indication of buffered data for all blocks in the assigned page slices. If a bit in the Page Bitmap field of the Page Slice element is equal to 0, it indicates that there is no buffered data for STAs with AIDs located in the block corresponding to that bit. These STAs may return to doze state immediately when there is no buffered group addressed data or after receiving buffered broadcast/group data as indicated in the DTIM</w:t>
      </w:r>
      <w:r>
        <w:rPr>
          <w:u w:val="single"/>
        </w:rPr>
        <w:t xml:space="preserve"> beacon</w:t>
      </w:r>
      <w:r>
        <w:t xml:space="preserve">. If the block bit </w:t>
      </w:r>
      <w:r>
        <w:lastRenderedPageBreak/>
        <w:t>in the Page Bitmap field is equal to 1, then it indicates that there is buffered data at the AP for at least one of the STAs with AIDs in that block.</w:t>
      </w:r>
    </w:p>
    <w:p w14:paraId="49B3D9F1" w14:textId="77777777" w:rsidR="00047E1C" w:rsidRDefault="00047E1C" w:rsidP="00D263B2"/>
    <w:p w14:paraId="43BB7553" w14:textId="77777777" w:rsidR="00D263B2" w:rsidRDefault="00D263B2" w:rsidP="00D263B2">
      <w:r>
        <w:t xml:space="preserve">For STAs that have their AIDs that correspond to a block for which the bit in the Page Bitmap field of the Page Slice element is equal to 1, they compute the length of the page slice and the corresponding TIM to transition to awake </w:t>
      </w:r>
      <w:proofErr w:type="gramStart"/>
      <w:r>
        <w:t>state(</w:t>
      </w:r>
      <w:proofErr w:type="gramEnd"/>
      <w:r>
        <w:t>#6038). If they are not assigned in page slice 1 that is allocated to DTIM slice, then these STAs may return to doze state immediately or after receiving buffered broadcast/group data as indicated in the DTIM</w:t>
      </w:r>
      <w:r>
        <w:rPr>
          <w:u w:val="single"/>
        </w:rPr>
        <w:t xml:space="preserve"> beacon</w:t>
      </w:r>
      <w:r>
        <w:t xml:space="preserve"> till their scheduled TIM.</w:t>
      </w:r>
    </w:p>
    <w:p w14:paraId="0990B87D" w14:textId="77777777" w:rsidR="00D263B2" w:rsidRDefault="00D263B2" w:rsidP="00D263B2"/>
    <w:p w14:paraId="100243E4" w14:textId="13BCD2D6" w:rsidR="00D263B2" w:rsidRDefault="00D263B2" w:rsidP="00D263B2">
      <w:r>
        <w:t>2453.35</w:t>
      </w:r>
    </w:p>
    <w:p w14:paraId="4DF11EE1" w14:textId="77777777" w:rsidR="00047E1C" w:rsidRDefault="00047E1C" w:rsidP="00D263B2"/>
    <w:p w14:paraId="41F3494F" w14:textId="77777777" w:rsidR="00D263B2" w:rsidRDefault="00D263B2" w:rsidP="00D263B2">
      <w:r>
        <w:t>NOTE 1—To achieve this requirement, the AP suspends any pending transmissions until the beacon has been transmitted. In the case of a DTIM</w:t>
      </w:r>
      <w:r>
        <w:rPr>
          <w:u w:val="single"/>
        </w:rPr>
        <w:t xml:space="preserve"> beacon</w:t>
      </w:r>
      <w:r>
        <w:t>, the AP also suspends any pending individually addressed transmissions until any pending group addressed transmissions have been performed (see 11.2.3.4 (TIM types)).</w:t>
      </w:r>
    </w:p>
    <w:p w14:paraId="2D50407B" w14:textId="77777777" w:rsidR="00D263B2" w:rsidRDefault="00D263B2" w:rsidP="00D263B2"/>
    <w:p w14:paraId="7AC66DEB" w14:textId="77777777" w:rsidR="00D263B2" w:rsidRDefault="00D263B2" w:rsidP="00D263B2">
      <w:r>
        <w:t>2499.1</w:t>
      </w:r>
    </w:p>
    <w:p w14:paraId="7A9A4AFD" w14:textId="77777777" w:rsidR="00047E1C" w:rsidRDefault="00047E1C" w:rsidP="00D263B2"/>
    <w:p w14:paraId="2973DC44" w14:textId="363A6DFD" w:rsidR="00D263B2" w:rsidRDefault="00D263B2" w:rsidP="00D263B2">
      <w:r>
        <w:t xml:space="preserve">The AP shall transmit a TIM with every Beacon frame except when the frame is scheduled for transmission in a TSBTT that is not a TBTT. Every dot11DTIMPeriod, a TIM of type DTIM </w:t>
      </w:r>
      <w:r>
        <w:rPr>
          <w:b/>
          <w:bCs/>
          <w:i/>
          <w:iCs/>
        </w:rPr>
        <w:t>[should not be italicised]</w:t>
      </w:r>
      <w:r>
        <w:t xml:space="preserve"> is transmitted within a Beacon frame, rather than an ordinary TIM. An S1G AP with dot11ShortBeaconInterval equal to true may include a TIM in a Beacon frame that is scheduled for transmission in a TSBTT that is not a TBTT. An S1G AP with dot11ShortBeaconInterval equal to true may transmit a TIM of type DTIM in an S1G Beacon frame every dot11ShortBeaconDTIMPeriod.</w:t>
      </w:r>
    </w:p>
    <w:p w14:paraId="6B91179C" w14:textId="77777777" w:rsidR="00047E1C" w:rsidRDefault="00047E1C" w:rsidP="00D263B2"/>
    <w:p w14:paraId="5CD5D4F9" w14:textId="0C3BC213" w:rsidR="00D263B2" w:rsidRDefault="00D263B2" w:rsidP="00D263B2">
      <w:r>
        <w:t>Figure 11-16 (Infrastructure power management operation) illustrates the AP and STA activity under the (#</w:t>
      </w:r>
      <w:proofErr w:type="gramStart"/>
      <w:r>
        <w:t>3250)assumption</w:t>
      </w:r>
      <w:proofErr w:type="gramEnd"/>
      <w:r>
        <w:t xml:space="preserve"> that a DTIM</w:t>
      </w:r>
      <w:r>
        <w:rPr>
          <w:u w:val="single"/>
        </w:rPr>
        <w:t xml:space="preserve"> beacon</w:t>
      </w:r>
      <w:r>
        <w:t xml:space="preserve"> is transmitted once every three TIMs.</w:t>
      </w:r>
    </w:p>
    <w:p w14:paraId="12583E1C" w14:textId="77777777" w:rsidR="00D263B2" w:rsidRDefault="00D263B2" w:rsidP="00D263B2"/>
    <w:p w14:paraId="5E536FFE" w14:textId="77777777" w:rsidR="00D263B2" w:rsidRDefault="00D263B2" w:rsidP="00D263B2">
      <w:r>
        <w:t>2504.49</w:t>
      </w:r>
    </w:p>
    <w:p w14:paraId="170A4EE4" w14:textId="77777777" w:rsidR="00047E1C" w:rsidRDefault="00047E1C" w:rsidP="00D263B2"/>
    <w:p w14:paraId="41FC497A" w14:textId="3843AB2A" w:rsidR="00D263B2" w:rsidRDefault="00D263B2" w:rsidP="00D263B2">
      <w:r>
        <w:t>When dot11FMSActivated is false, the AP shall transmit all buffered non-GCR-SP non-SYNRA group addressed BUs immediately after every DTIM</w:t>
      </w:r>
      <w:r>
        <w:rPr>
          <w:u w:val="single"/>
        </w:rPr>
        <w:t xml:space="preserve"> beacon</w:t>
      </w:r>
      <w:r>
        <w:t xml:space="preserve"> or during broadcast TWT SPs within that beacon interval as defined in 26.8.3.2 (Rules for TWT scheduling AP</w:t>
      </w:r>
      <w:proofErr w:type="gramStart"/>
      <w:r>
        <w:t>).(</w:t>
      </w:r>
      <w:proofErr w:type="gramEnd"/>
      <w:r>
        <w:t xml:space="preserve">11ax) </w:t>
      </w:r>
    </w:p>
    <w:p w14:paraId="546D09C2" w14:textId="77777777" w:rsidR="00047E1C" w:rsidRDefault="00047E1C" w:rsidP="00D263B2"/>
    <w:p w14:paraId="069B9DDF" w14:textId="01813223" w:rsidR="00D263B2" w:rsidRDefault="00D263B2" w:rsidP="00D263B2">
      <w:r>
        <w:t>When dot11FMSActivated is true and the AP has established an FMS delivery interval for a multicast stream, the AP shall transmit all non-GCR-SP non-SYNRA group addressed BUs belonging to particular FMS stream immediately after the DTIM</w:t>
      </w:r>
      <w:r>
        <w:rPr>
          <w:u w:val="single"/>
        </w:rPr>
        <w:t xml:space="preserve"> beacon</w:t>
      </w:r>
      <w:r>
        <w:t xml:space="preserve"> that has the Current Count field of the FMS Counter field set to 0 for that particular FMS stream or during broadcast TWT SPs within that beacon interval as defined in 26.8.3.2 (Rules for TWT scheduling AP</w:t>
      </w:r>
      <w:proofErr w:type="gramStart"/>
      <w:r>
        <w:t>).(</w:t>
      </w:r>
      <w:proofErr w:type="gramEnd"/>
      <w:r>
        <w:t xml:space="preserve">11ax) </w:t>
      </w:r>
    </w:p>
    <w:p w14:paraId="333526B5" w14:textId="77777777" w:rsidR="00047E1C" w:rsidRDefault="00047E1C" w:rsidP="00D263B2"/>
    <w:p w14:paraId="1B04319B" w14:textId="761C3549" w:rsidR="00D263B2" w:rsidRDefault="00D263B2" w:rsidP="00D263B2">
      <w:r>
        <w:t>The More Data subfield of each group addressed frame shall be set to indicate the presence of further buffered non-GCR-SP group addressed BUs (M</w:t>
      </w:r>
      <w:proofErr w:type="gramStart"/>
      <w:r>
        <w:t>118)to</w:t>
      </w:r>
      <w:proofErr w:type="gramEnd"/>
      <w:r>
        <w:t xml:space="preserve"> be delivered using MPDUs with an RA other than a SYNRA. If the AP is unable, before the primary or secondary TBTT following the DTIM</w:t>
      </w:r>
      <w:r>
        <w:rPr>
          <w:u w:val="single"/>
        </w:rPr>
        <w:t xml:space="preserve"> beacon</w:t>
      </w:r>
      <w:r>
        <w:t xml:space="preserve">, to transmit all of the buffered non-GCR-SP group addressed BUs (M118)to be delivered using MPDUs with an RA other than a SYNRA, then the AP shall set the Traffic Indicator field(#7217) in the TIM element to 1 for a single BSSID or set the corresponding group address bit to 1 for multiple BSSIDs, as defined in 9.4.2.5 (TIM element), and when dot11FMSActivated is true, shall set the appropriate bits in the FMS Descriptor element as described in 9.4.2.73 (FMS Descriptor element) to indicate for which non-GCR-SP non-SYNRA group addresses there are still buffered BUs, until all buffered non-GCR-SP group addressed BUs (M118)to be delivered using MPDUs with an RA other than a SYNRA have been transmitted. </w:t>
      </w:r>
    </w:p>
    <w:p w14:paraId="33E65E34" w14:textId="77777777" w:rsidR="00047E1C" w:rsidRDefault="00047E1C" w:rsidP="00D263B2"/>
    <w:p w14:paraId="0AEFC6A0" w14:textId="191ACAE4" w:rsidR="00D263B2" w:rsidRDefault="00D263B2" w:rsidP="00D263B2">
      <w:r>
        <w:t xml:space="preserve">When the AP transmits an STBC </w:t>
      </w:r>
      <w:r>
        <w:rPr>
          <w:strike/>
        </w:rPr>
        <w:t xml:space="preserve">DTIM or TIM </w:t>
      </w:r>
      <w:r>
        <w:t>Beacon frame, the AP shall retransmit all non-GCR-SP group addressed BUs (M</w:t>
      </w:r>
      <w:proofErr w:type="gramStart"/>
      <w:r>
        <w:t>118)to</w:t>
      </w:r>
      <w:proofErr w:type="gramEnd"/>
      <w:r>
        <w:t xml:space="preserve"> be delivered using MPDUs with an RA other than a SYNRA and that were transmitted following the non-STBC </w:t>
      </w:r>
      <w:r>
        <w:rPr>
          <w:strike/>
        </w:rPr>
        <w:t xml:space="preserve">DTIM or TIM </w:t>
      </w:r>
      <w:r>
        <w:t xml:space="preserve">Beacon frame except that they are transmitted using the basic STBC MCS. It may be the case that a complete set of buffered non-GCR-SP non-SYNRA group addressed BUs is sent </w:t>
      </w:r>
      <w:r>
        <w:lastRenderedPageBreak/>
        <w:t>over a period of time during which non-STBC and STBC transmissions are interleaved, but the transition from non-STBC group addressed transmissions to STBC group addressed transmissions shall be preceded by the transmission of an STBC Beacon frame and the transition from STBC group addressed transmissions to non-STBC group addressed transmissions shall be preceded by the transmission of a non-STBC Beacon frame.</w:t>
      </w:r>
    </w:p>
    <w:p w14:paraId="2BA3AE42" w14:textId="77777777" w:rsidR="00D263B2" w:rsidRDefault="00D263B2" w:rsidP="00D263B2"/>
    <w:p w14:paraId="4160F46A" w14:textId="27B8AE69" w:rsidR="00D263B2" w:rsidRDefault="00D263B2" w:rsidP="00D263B2">
      <w:r>
        <w:t>2508.44</w:t>
      </w:r>
    </w:p>
    <w:p w14:paraId="7307AA7D" w14:textId="77777777" w:rsidR="00047E1C" w:rsidRDefault="00047E1C" w:rsidP="00D263B2"/>
    <w:p w14:paraId="3F8D6990" w14:textId="22AB64F1" w:rsidR="00D263B2" w:rsidRDefault="00D263B2" w:rsidP="00D263B2">
      <w:r>
        <w:t xml:space="preserve">When dot11FMSActivated is true and </w:t>
      </w:r>
      <w:proofErr w:type="spellStart"/>
      <w:proofErr w:type="gramStart"/>
      <w:r>
        <w:t>ReceiveDTIMBeacons</w:t>
      </w:r>
      <w:proofErr w:type="spellEnd"/>
      <w:r>
        <w:t>(</w:t>
      </w:r>
      <w:proofErr w:type="gramEnd"/>
      <w:r>
        <w:t>#4221) is true and the STA has been granted by the AP an alternate delivery interval for a multicast stream, the STA shall transition to awake state(#6038) before the</w:t>
      </w:r>
      <w:r w:rsidRPr="00047E1C">
        <w:rPr>
          <w:strike/>
        </w:rPr>
        <w:t xml:space="preserve"> non-STBC DTIM or STBC</w:t>
      </w:r>
      <w:r>
        <w:t xml:space="preserve"> DTIM</w:t>
      </w:r>
      <w:r>
        <w:rPr>
          <w:u w:val="single"/>
        </w:rPr>
        <w:t xml:space="preserve"> beacon</w:t>
      </w:r>
      <w:r>
        <w:t xml:space="preserve"> having </w:t>
      </w:r>
      <w:r w:rsidR="004C5E15">
        <w:rPr>
          <w:u w:val="single"/>
        </w:rPr>
        <w:t xml:space="preserve">the </w:t>
      </w:r>
      <w:r>
        <w:t>Current Count</w:t>
      </w:r>
      <w:r w:rsidR="004C5E15">
        <w:rPr>
          <w:u w:val="single"/>
        </w:rPr>
        <w:t xml:space="preserve"> field</w:t>
      </w:r>
      <w:r>
        <w:t xml:space="preserve"> of</w:t>
      </w:r>
      <w:r w:rsidR="004C5E15">
        <w:rPr>
          <w:u w:val="single"/>
        </w:rPr>
        <w:t xml:space="preserve"> the</w:t>
      </w:r>
      <w:r>
        <w:t xml:space="preserve"> FMS Counter field set to 0 for that particular FMS stream.</w:t>
      </w:r>
    </w:p>
    <w:p w14:paraId="2F179819" w14:textId="77777777" w:rsidR="00D263B2" w:rsidRDefault="00D263B2" w:rsidP="00D263B2"/>
    <w:p w14:paraId="3732C84E" w14:textId="244C2CBF" w:rsidR="00D263B2" w:rsidRDefault="00D263B2" w:rsidP="00D263B2">
      <w:r>
        <w:t>2515.48</w:t>
      </w:r>
    </w:p>
    <w:p w14:paraId="195D61E6" w14:textId="77777777" w:rsidR="004C5E15" w:rsidRDefault="004C5E15" w:rsidP="00D263B2"/>
    <w:p w14:paraId="323B2E48" w14:textId="77777777" w:rsidR="00D263B2" w:rsidRDefault="00D263B2" w:rsidP="00D263B2">
      <w:r>
        <w:t>— An AP shall transmit MSDUs belonging to the same FMSID in the same order that they were received at the MAC Data SAP. MSDUs belonging to the different FMSIDs are transmitted by the AP at the appropriate DTIM</w:t>
      </w:r>
      <w:r>
        <w:rPr>
          <w:u w:val="single"/>
        </w:rPr>
        <w:t xml:space="preserve"> beacon</w:t>
      </w:r>
      <w:r>
        <w:t xml:space="preserve"> in the order received at the MAC data SAP based on the interval configured for the FMS stream.</w:t>
      </w:r>
    </w:p>
    <w:p w14:paraId="236B40BF" w14:textId="77777777" w:rsidR="00D263B2" w:rsidRDefault="00D263B2" w:rsidP="00D263B2"/>
    <w:p w14:paraId="649FA8E4" w14:textId="77777777" w:rsidR="00D263B2" w:rsidRDefault="00D263B2" w:rsidP="00D263B2">
      <w:r>
        <w:t>2670.30</w:t>
      </w:r>
    </w:p>
    <w:p w14:paraId="3510B19F" w14:textId="77777777" w:rsidR="004C5E15" w:rsidRDefault="004C5E15" w:rsidP="00D263B2"/>
    <w:p w14:paraId="5C1F13EF" w14:textId="2E81651C" w:rsidR="00D263B2" w:rsidRDefault="00D263B2" w:rsidP="00D263B2">
      <w:r>
        <w:t>A 40MC HT AP 2G4 that detects either BSS channel width trigger event TE-B or TE-C or that determines that the value of the MAC variable 20/40 Operation Permitted has changed from true to false shall set the Secondary Channel Offset field to SCN in transmitted HT Operation elements beginning at the next DTIM</w:t>
      </w:r>
      <w:r>
        <w:rPr>
          <w:u w:val="single"/>
        </w:rPr>
        <w:t xml:space="preserve"> beacon</w:t>
      </w:r>
      <w:r>
        <w:t xml:space="preserve"> or next TBTT if no DTIM beacons(#4221) are transmitted to indicate that no secondary channel is present (i.e., that the BSS operating width is 20 MHz).</w:t>
      </w:r>
    </w:p>
    <w:p w14:paraId="2F4CA140" w14:textId="77777777" w:rsidR="00D263B2" w:rsidRDefault="00D263B2" w:rsidP="00D263B2"/>
    <w:p w14:paraId="29D2DD88" w14:textId="77777777" w:rsidR="00D263B2" w:rsidRDefault="00D263B2" w:rsidP="00D263B2">
      <w:r>
        <w:t>3320.26</w:t>
      </w:r>
    </w:p>
    <w:p w14:paraId="75F24BD8" w14:textId="77777777" w:rsidR="004C5E15" w:rsidRDefault="004C5E15" w:rsidP="00D263B2"/>
    <w:p w14:paraId="1989769C" w14:textId="5C7B016B" w:rsidR="00D263B2" w:rsidRDefault="00D263B2" w:rsidP="00D263B2">
      <w:r>
        <w:t xml:space="preserve">The mesh STA shall define a series of TBTTs exactly dot11BeaconPeriod TUs apart. Time zero is defined to be a TBTT with the Beacon frame </w:t>
      </w:r>
      <w:proofErr w:type="spellStart"/>
      <w:r>
        <w:rPr>
          <w:strike/>
        </w:rPr>
        <w:t>containing</w:t>
      </w:r>
      <w:r>
        <w:rPr>
          <w:u w:val="single"/>
        </w:rPr>
        <w:t>being</w:t>
      </w:r>
      <w:proofErr w:type="spellEnd"/>
      <w:r>
        <w:t xml:space="preserve"> a DTIM</w:t>
      </w:r>
      <w:r>
        <w:rPr>
          <w:u w:val="single"/>
        </w:rPr>
        <w:t xml:space="preserve"> beacon</w:t>
      </w:r>
      <w:r>
        <w:t>. At each TBTT, the mesh STA shall schedule a Beacon frame as the next frame for transmission according to the medium access rules specified in Clause 10 (MAC sublayer functional description). The Address 1 field of the Beacon frame shall be set to the broadcast address.</w:t>
      </w:r>
    </w:p>
    <w:p w14:paraId="296AF310" w14:textId="77777777" w:rsidR="004C5E15" w:rsidRDefault="004C5E15" w:rsidP="00D263B2"/>
    <w:p w14:paraId="49980E18" w14:textId="6B54A5D6" w:rsidR="00D263B2" w:rsidRDefault="00D263B2" w:rsidP="00D263B2">
      <w:r>
        <w:t>NOTE—To achieve this requirement, the mesh STA suspends any pending transmissions until the beacon has been transmitted. In the case of a DTIM</w:t>
      </w:r>
      <w:r>
        <w:rPr>
          <w:u w:val="single"/>
        </w:rPr>
        <w:t xml:space="preserve"> beacon</w:t>
      </w:r>
      <w:r>
        <w:t>, the mesh STA also suspends any pending individually addressed transmissions until any pending group addressed transmissions have been performed (see 14.15.5 (TIM types)).</w:t>
      </w:r>
    </w:p>
    <w:p w14:paraId="69619D3C" w14:textId="77777777" w:rsidR="00D263B2" w:rsidRDefault="00D263B2" w:rsidP="00D263B2"/>
    <w:p w14:paraId="60DA03ED" w14:textId="77777777" w:rsidR="00D263B2" w:rsidRDefault="00D263B2" w:rsidP="00D263B2">
      <w:r>
        <w:t>3327.38</w:t>
      </w:r>
    </w:p>
    <w:p w14:paraId="7647B5EE" w14:textId="77777777" w:rsidR="004C5E15" w:rsidRDefault="004C5E15" w:rsidP="00D263B2"/>
    <w:p w14:paraId="26D581FA" w14:textId="06FB6B15" w:rsidR="00D263B2" w:rsidRDefault="00D263B2" w:rsidP="00D263B2">
      <w:r>
        <w:t>A mesh STA transmits group addressed frames after</w:t>
      </w:r>
      <w:r>
        <w:rPr>
          <w:strike/>
        </w:rPr>
        <w:t xml:space="preserve"> the Beacon frame containing DTIM</w:t>
      </w:r>
      <w:r>
        <w:rPr>
          <w:u w:val="single"/>
        </w:rPr>
        <w:t xml:space="preserve"> a DTIM beacon</w:t>
      </w:r>
      <w:r>
        <w:t xml:space="preserve"> when any of its peer mesh STAs is in light sleep mode or deep sleep mode for the mesh peering with the mesh STA (see 14.15.4 (TIM transmissions in an MBSS) and 14.15.5 (TIM types)).</w:t>
      </w:r>
    </w:p>
    <w:p w14:paraId="67E8165B" w14:textId="77777777" w:rsidR="00D263B2" w:rsidRDefault="00D263B2" w:rsidP="00D263B2"/>
    <w:p w14:paraId="4DAE8649" w14:textId="77777777" w:rsidR="00D263B2" w:rsidRDefault="00D263B2" w:rsidP="00D263B2">
      <w:r>
        <w:t>3330.42</w:t>
      </w:r>
    </w:p>
    <w:p w14:paraId="0C3B0A52" w14:textId="77777777" w:rsidR="004C5E15" w:rsidRDefault="004C5E15" w:rsidP="00D263B2"/>
    <w:p w14:paraId="3B628792" w14:textId="381B593B" w:rsidR="00D263B2" w:rsidRDefault="00D263B2" w:rsidP="00D263B2">
      <w:r>
        <w:t xml:space="preserve">There are two different TIM types: TIM and DTIM. A mesh STA shall transmit a TIM with every Beacon frame. Every </w:t>
      </w:r>
      <w:proofErr w:type="spellStart"/>
      <w:r>
        <w:t>DTIMPeriod</w:t>
      </w:r>
      <w:proofErr w:type="spellEnd"/>
      <w:r>
        <w:t>, a TIM of type DTIM is transmitted with a Beacon frame. After transmitting a</w:t>
      </w:r>
      <w:r>
        <w:rPr>
          <w:strike/>
        </w:rPr>
        <w:t xml:space="preserve"> Beacon frame containing a</w:t>
      </w:r>
      <w:r>
        <w:t xml:space="preserve"> DTIM</w:t>
      </w:r>
      <w:r>
        <w:rPr>
          <w:u w:val="single"/>
        </w:rPr>
        <w:t xml:space="preserve"> beacon</w:t>
      </w:r>
      <w:r>
        <w:t>, the mesh STA shall send the buffered group addressed MSDUs and MMPDUs, before transmitting any individually addressed frames.</w:t>
      </w:r>
    </w:p>
    <w:p w14:paraId="4211C5C1" w14:textId="77777777" w:rsidR="00D263B2" w:rsidRPr="00004493" w:rsidRDefault="00D263B2" w:rsidP="00D263B2"/>
    <w:p w14:paraId="0F6EDB8F" w14:textId="77777777" w:rsidR="00D263B2" w:rsidRPr="00FF305B" w:rsidRDefault="00D263B2" w:rsidP="00D263B2">
      <w:pPr>
        <w:rPr>
          <w:u w:val="single"/>
        </w:rPr>
      </w:pPr>
      <w:r w:rsidRPr="00004493">
        <w:rPr>
          <w:u w:val="single"/>
        </w:rPr>
        <w:t>P</w:t>
      </w:r>
      <w:r w:rsidRPr="00FF305B">
        <w:rPr>
          <w:u w:val="single"/>
        </w:rPr>
        <w:t>roposed resolution:</w:t>
      </w:r>
    </w:p>
    <w:p w14:paraId="2AE9C52F" w14:textId="77777777" w:rsidR="00D263B2" w:rsidRDefault="00D263B2" w:rsidP="00D263B2">
      <w:pPr>
        <w:rPr>
          <w:b/>
          <w:sz w:val="24"/>
        </w:rPr>
      </w:pPr>
    </w:p>
    <w:p w14:paraId="653E5372" w14:textId="77777777" w:rsidR="00D263B2" w:rsidRDefault="00D263B2" w:rsidP="00D263B2">
      <w:r>
        <w:lastRenderedPageBreak/>
        <w:t>REVISED</w:t>
      </w:r>
    </w:p>
    <w:p w14:paraId="23141F2C" w14:textId="77777777" w:rsidR="00D263B2" w:rsidRDefault="00D263B2" w:rsidP="00D263B2"/>
    <w:p w14:paraId="55FC9DE5" w14:textId="7A4FA88F" w:rsidR="00D263B2" w:rsidRDefault="00D263B2" w:rsidP="00D263B2">
      <w:r>
        <w:t xml:space="preserve">Make the changes shown under “Proposed changes” for CID </w:t>
      </w:r>
      <w:r>
        <w:t>8164</w:t>
      </w:r>
      <w:r>
        <w:t xml:space="preserve"> in &lt;this document URL&gt;, which </w:t>
      </w:r>
      <w:r>
        <w:t>address the vague “</w:t>
      </w:r>
      <w:proofErr w:type="gramStart"/>
      <w:r>
        <w:t>DTIM”s.</w:t>
      </w:r>
      <w:proofErr w:type="gramEnd"/>
    </w:p>
    <w:p w14:paraId="3048F188" w14:textId="77777777" w:rsidR="00C47FF7" w:rsidRDefault="00C47FF7">
      <w:r>
        <w:br w:type="page"/>
      </w:r>
    </w:p>
    <w:tbl>
      <w:tblPr>
        <w:tblStyle w:val="TableGrid"/>
        <w:tblW w:w="0" w:type="auto"/>
        <w:tblLook w:val="04A0" w:firstRow="1" w:lastRow="0" w:firstColumn="1" w:lastColumn="0" w:noHBand="0" w:noVBand="1"/>
      </w:tblPr>
      <w:tblGrid>
        <w:gridCol w:w="1809"/>
        <w:gridCol w:w="4383"/>
        <w:gridCol w:w="3384"/>
      </w:tblGrid>
      <w:tr w:rsidR="00C47FF7" w14:paraId="748754C1" w14:textId="77777777" w:rsidTr="005B6574">
        <w:tc>
          <w:tcPr>
            <w:tcW w:w="1809" w:type="dxa"/>
          </w:tcPr>
          <w:p w14:paraId="7966B968" w14:textId="77777777" w:rsidR="00C47FF7" w:rsidRDefault="00C47FF7" w:rsidP="005B6574">
            <w:r>
              <w:lastRenderedPageBreak/>
              <w:br w:type="column"/>
              <w:t>Identifiers</w:t>
            </w:r>
          </w:p>
        </w:tc>
        <w:tc>
          <w:tcPr>
            <w:tcW w:w="4383" w:type="dxa"/>
          </w:tcPr>
          <w:p w14:paraId="74E3C42A" w14:textId="77777777" w:rsidR="00C47FF7" w:rsidRDefault="00C47FF7" w:rsidP="005B6574">
            <w:r>
              <w:t>Comment</w:t>
            </w:r>
          </w:p>
        </w:tc>
        <w:tc>
          <w:tcPr>
            <w:tcW w:w="3384" w:type="dxa"/>
          </w:tcPr>
          <w:p w14:paraId="60E962FC" w14:textId="77777777" w:rsidR="00C47FF7" w:rsidRDefault="00C47FF7" w:rsidP="005B6574">
            <w:r>
              <w:t>Proposed change</w:t>
            </w:r>
          </w:p>
        </w:tc>
      </w:tr>
      <w:tr w:rsidR="00C47FF7" w:rsidRPr="002C1619" w14:paraId="197ECC34" w14:textId="77777777" w:rsidTr="005B6574">
        <w:tc>
          <w:tcPr>
            <w:tcW w:w="1809" w:type="dxa"/>
          </w:tcPr>
          <w:p w14:paraId="06CB6FF2" w14:textId="79424656" w:rsidR="00C47FF7" w:rsidRDefault="00C47FF7" w:rsidP="005B6574">
            <w:r>
              <w:t xml:space="preserve">CID </w:t>
            </w:r>
            <w:r>
              <w:t>8191</w:t>
            </w:r>
          </w:p>
          <w:p w14:paraId="459245E5" w14:textId="77777777" w:rsidR="00C47FF7" w:rsidRDefault="00C47FF7" w:rsidP="005B6574">
            <w:r>
              <w:t>Mark RISON</w:t>
            </w:r>
          </w:p>
          <w:p w14:paraId="179037C3" w14:textId="2796A5FF" w:rsidR="00C47FF7" w:rsidRDefault="00C47FF7" w:rsidP="005B6574">
            <w:r>
              <w:t>9.3.3</w:t>
            </w:r>
          </w:p>
        </w:tc>
        <w:tc>
          <w:tcPr>
            <w:tcW w:w="4383" w:type="dxa"/>
          </w:tcPr>
          <w:p w14:paraId="12B7F7F4" w14:textId="246CB8E8" w:rsidR="00C47FF7" w:rsidRPr="002C1619" w:rsidRDefault="00C47FF7" w:rsidP="005B6574">
            <w:r w:rsidRPr="00C47FF7">
              <w:t>The VHT Capabilities element is present when dot11VHTOptionImplemented is true and the STA is not a STA 6G. suggests you can be in the 6G band but have dot11VHTOptionImplemented true.  However, in that case you might alternatively be in the 2G4 band, in which case you don't want to be sending a VHT Capabilities element either, since VHT operation is not defined in the 2G4 band.  If you're starting/joining a BSS in the 2G4 band you should have dot11VHTOptionImplemented false ... but even so you might end up in the 2G4 band as the result of an extended channel switch.</w:t>
            </w:r>
          </w:p>
        </w:tc>
        <w:tc>
          <w:tcPr>
            <w:tcW w:w="3384" w:type="dxa"/>
          </w:tcPr>
          <w:p w14:paraId="36B00363" w14:textId="623CF3F8" w:rsidR="00C47FF7" w:rsidRPr="002C1619" w:rsidRDefault="00C47FF7" w:rsidP="005B6574">
            <w:r w:rsidRPr="00C47FF7">
              <w:t>Change "when dot11VHTOptionImplemented is true and the STA is not a STA" to "in the 5 GHz band when dot11VHTOptionImplemented is true" (11x)</w:t>
            </w:r>
          </w:p>
        </w:tc>
      </w:tr>
    </w:tbl>
    <w:p w14:paraId="306C9533" w14:textId="77777777" w:rsidR="00C47FF7" w:rsidRDefault="00C47FF7" w:rsidP="00C47FF7"/>
    <w:p w14:paraId="50A482BE" w14:textId="77777777" w:rsidR="00C47FF7" w:rsidRPr="00F70C97" w:rsidRDefault="00C47FF7" w:rsidP="00C47FF7">
      <w:pPr>
        <w:rPr>
          <w:u w:val="single"/>
        </w:rPr>
      </w:pPr>
      <w:r w:rsidRPr="00F70C97">
        <w:rPr>
          <w:u w:val="single"/>
        </w:rPr>
        <w:t>Discussion:</w:t>
      </w:r>
    </w:p>
    <w:p w14:paraId="52389C39" w14:textId="766F62EF" w:rsidR="00C47FF7" w:rsidRDefault="00C47FF7" w:rsidP="00C47FF7"/>
    <w:p w14:paraId="2A33681B" w14:textId="51969A92" w:rsidR="00C47FF7" w:rsidRDefault="00F95E6A" w:rsidP="00C47FF7">
      <w:r>
        <w:t xml:space="preserve">As it says in the comment.  Maybe the question is whether a STA that is willing to channel switch to a different band has dot11*Implemented </w:t>
      </w:r>
      <w:r w:rsidR="00874A8A">
        <w:t xml:space="preserve">set to true </w:t>
      </w:r>
      <w:r>
        <w:t>for PHYs on other bands than the one it starts/joins on?  But also t</w:t>
      </w:r>
      <w:r w:rsidR="00C47FF7">
        <w:t>ake a look at 1664.57, 1726.41, 1728.48, 1763.30, 1764.6</w:t>
      </w:r>
      <w:r w:rsidR="004255E8">
        <w:t xml:space="preserve"> (TDLS)</w:t>
      </w:r>
      <w:r w:rsidR="00C47FF7">
        <w:t>.  These do not consider the band.</w:t>
      </w:r>
    </w:p>
    <w:p w14:paraId="60CE1172" w14:textId="77777777" w:rsidR="00C47FF7" w:rsidRDefault="00C47FF7" w:rsidP="00C47FF7"/>
    <w:p w14:paraId="58423D6C" w14:textId="77777777" w:rsidR="00C47FF7" w:rsidRPr="00FF305B" w:rsidRDefault="00C47FF7" w:rsidP="00C47FF7">
      <w:pPr>
        <w:rPr>
          <w:u w:val="single"/>
        </w:rPr>
      </w:pPr>
      <w:r w:rsidRPr="00004493">
        <w:rPr>
          <w:u w:val="single"/>
        </w:rPr>
        <w:t>P</w:t>
      </w:r>
      <w:r w:rsidRPr="00FF305B">
        <w:rPr>
          <w:u w:val="single"/>
        </w:rPr>
        <w:t>roposed resolution:</w:t>
      </w:r>
    </w:p>
    <w:p w14:paraId="003B397F" w14:textId="77777777" w:rsidR="00C47FF7" w:rsidRDefault="00C47FF7" w:rsidP="00C47FF7">
      <w:pPr>
        <w:rPr>
          <w:b/>
          <w:sz w:val="24"/>
        </w:rPr>
      </w:pPr>
    </w:p>
    <w:p w14:paraId="7B1967C5" w14:textId="77777777" w:rsidR="00C47FF7" w:rsidRDefault="00C47FF7" w:rsidP="00C47FF7">
      <w:r>
        <w:t>REVISED</w:t>
      </w:r>
    </w:p>
    <w:p w14:paraId="18AED7F9" w14:textId="77777777" w:rsidR="00C47FF7" w:rsidRDefault="00C47FF7" w:rsidP="00C47FF7"/>
    <w:p w14:paraId="06A0206F" w14:textId="3D18AB46" w:rsidR="00C47FF7" w:rsidRDefault="00C47FF7" w:rsidP="00C47FF7">
      <w:r>
        <w:t>Make the change</w:t>
      </w:r>
      <w:r>
        <w:t xml:space="preserve"> at 737.5, 741.29, 745.37, 750.26, 756.14, 760.33, 765.42.</w:t>
      </w:r>
      <w:r>
        <w:t xml:space="preserve"> </w:t>
      </w:r>
    </w:p>
    <w:p w14:paraId="08C6A879" w14:textId="2EF2B650" w:rsidR="00006A65" w:rsidRDefault="00006A65" w:rsidP="00FA014F">
      <w:r>
        <w:br w:type="page"/>
      </w:r>
    </w:p>
    <w:tbl>
      <w:tblPr>
        <w:tblStyle w:val="TableGrid"/>
        <w:tblW w:w="0" w:type="auto"/>
        <w:tblLook w:val="04A0" w:firstRow="1" w:lastRow="0" w:firstColumn="1" w:lastColumn="0" w:noHBand="0" w:noVBand="1"/>
      </w:tblPr>
      <w:tblGrid>
        <w:gridCol w:w="1809"/>
        <w:gridCol w:w="4383"/>
        <w:gridCol w:w="3384"/>
      </w:tblGrid>
      <w:tr w:rsidR="003F42C1" w14:paraId="0B069283" w14:textId="77777777" w:rsidTr="006F32F0">
        <w:tc>
          <w:tcPr>
            <w:tcW w:w="1809" w:type="dxa"/>
          </w:tcPr>
          <w:p w14:paraId="245C5E0C" w14:textId="77777777" w:rsidR="003F42C1" w:rsidRDefault="003F42C1" w:rsidP="006F32F0">
            <w:r>
              <w:lastRenderedPageBreak/>
              <w:br w:type="column"/>
              <w:t>Identifiers</w:t>
            </w:r>
          </w:p>
        </w:tc>
        <w:tc>
          <w:tcPr>
            <w:tcW w:w="4383" w:type="dxa"/>
          </w:tcPr>
          <w:p w14:paraId="0690A829" w14:textId="77777777" w:rsidR="003F42C1" w:rsidRDefault="003F42C1" w:rsidP="006F32F0">
            <w:r>
              <w:t>Comment</w:t>
            </w:r>
          </w:p>
        </w:tc>
        <w:tc>
          <w:tcPr>
            <w:tcW w:w="3384" w:type="dxa"/>
          </w:tcPr>
          <w:p w14:paraId="768FF067" w14:textId="77777777" w:rsidR="003F42C1" w:rsidRDefault="003F42C1" w:rsidP="006F32F0">
            <w:r>
              <w:t>Proposed change</w:t>
            </w:r>
          </w:p>
        </w:tc>
      </w:tr>
      <w:tr w:rsidR="003F42C1" w:rsidRPr="002C1619" w14:paraId="1F9573D2" w14:textId="77777777" w:rsidTr="006F32F0">
        <w:tc>
          <w:tcPr>
            <w:tcW w:w="1809" w:type="dxa"/>
          </w:tcPr>
          <w:p w14:paraId="162F5F12" w14:textId="77777777" w:rsidR="003F42C1" w:rsidRDefault="003F42C1" w:rsidP="006F32F0">
            <w:r>
              <w:t>CID xxx</w:t>
            </w:r>
          </w:p>
          <w:p w14:paraId="325EE0D9" w14:textId="77777777" w:rsidR="003F42C1" w:rsidRDefault="003F42C1" w:rsidP="006F32F0">
            <w:r>
              <w:t>Mark RISON</w:t>
            </w:r>
          </w:p>
          <w:p w14:paraId="7CE4BE38" w14:textId="77777777" w:rsidR="003F42C1" w:rsidRDefault="003F42C1" w:rsidP="006F32F0"/>
        </w:tc>
        <w:tc>
          <w:tcPr>
            <w:tcW w:w="4383" w:type="dxa"/>
          </w:tcPr>
          <w:p w14:paraId="6E625EEE" w14:textId="77777777" w:rsidR="003F42C1" w:rsidRPr="002C1619" w:rsidRDefault="003F42C1" w:rsidP="006F32F0"/>
        </w:tc>
        <w:tc>
          <w:tcPr>
            <w:tcW w:w="3384" w:type="dxa"/>
          </w:tcPr>
          <w:p w14:paraId="4EE0C293" w14:textId="77777777" w:rsidR="003F42C1" w:rsidRPr="002C1619" w:rsidRDefault="003F42C1" w:rsidP="006F32F0"/>
        </w:tc>
      </w:tr>
    </w:tbl>
    <w:p w14:paraId="438900C7" w14:textId="77777777" w:rsidR="003F42C1" w:rsidRDefault="003F42C1" w:rsidP="003F42C1"/>
    <w:p w14:paraId="79EFA2B0" w14:textId="77777777" w:rsidR="003F42C1" w:rsidRPr="00F70C97" w:rsidRDefault="003F42C1" w:rsidP="003F42C1">
      <w:pPr>
        <w:rPr>
          <w:u w:val="single"/>
        </w:rPr>
      </w:pPr>
      <w:r w:rsidRPr="00F70C97">
        <w:rPr>
          <w:u w:val="single"/>
        </w:rPr>
        <w:t>Discussion:</w:t>
      </w:r>
    </w:p>
    <w:p w14:paraId="79413651" w14:textId="77777777" w:rsidR="003F42C1" w:rsidRDefault="003F42C1" w:rsidP="003F42C1"/>
    <w:p w14:paraId="55CDAF58" w14:textId="77777777" w:rsidR="003F42C1" w:rsidRDefault="003F42C1" w:rsidP="003F42C1"/>
    <w:p w14:paraId="4ECCAECA" w14:textId="77777777" w:rsidR="003F42C1" w:rsidRPr="00004493" w:rsidRDefault="003F42C1" w:rsidP="003F42C1">
      <w:r>
        <w:rPr>
          <w:u w:val="single"/>
        </w:rPr>
        <w:t>Proposed changes</w:t>
      </w:r>
      <w:r w:rsidRPr="00F70C97">
        <w:rPr>
          <w:u w:val="single"/>
        </w:rPr>
        <w:t>:</w:t>
      </w:r>
    </w:p>
    <w:p w14:paraId="1D5A63D6" w14:textId="77777777" w:rsidR="003F42C1" w:rsidRPr="00004493" w:rsidRDefault="003F42C1" w:rsidP="003F42C1"/>
    <w:p w14:paraId="2FB4C429" w14:textId="77777777" w:rsidR="003F42C1" w:rsidRPr="00004493" w:rsidRDefault="003F42C1" w:rsidP="003F42C1"/>
    <w:p w14:paraId="44D6344F" w14:textId="77777777" w:rsidR="003F42C1" w:rsidRPr="00FF305B" w:rsidRDefault="003F42C1" w:rsidP="003F42C1">
      <w:pPr>
        <w:rPr>
          <w:u w:val="single"/>
        </w:rPr>
      </w:pPr>
      <w:r w:rsidRPr="00004493">
        <w:rPr>
          <w:u w:val="single"/>
        </w:rPr>
        <w:t>P</w:t>
      </w:r>
      <w:r w:rsidRPr="00FF305B">
        <w:rPr>
          <w:u w:val="single"/>
        </w:rPr>
        <w:t>roposed resolution:</w:t>
      </w:r>
    </w:p>
    <w:p w14:paraId="68A18540" w14:textId="77777777" w:rsidR="003F42C1" w:rsidRDefault="003F42C1" w:rsidP="003F42C1">
      <w:pPr>
        <w:rPr>
          <w:b/>
          <w:sz w:val="24"/>
        </w:rPr>
      </w:pPr>
    </w:p>
    <w:p w14:paraId="1781DE31" w14:textId="77777777" w:rsidR="003F42C1" w:rsidRDefault="003F42C1" w:rsidP="003F42C1">
      <w:r>
        <w:t>REVISED</w:t>
      </w:r>
    </w:p>
    <w:p w14:paraId="6C35AD87" w14:textId="77777777" w:rsidR="003F42C1" w:rsidRDefault="003F42C1" w:rsidP="003F42C1"/>
    <w:p w14:paraId="4EDA1B7E" w14:textId="6F546E86" w:rsidR="006E64C7" w:rsidRDefault="006E64C7" w:rsidP="003F42C1">
      <w:r>
        <w:t xml:space="preserve">Make the changes shown under “Proposed changes” for CID xxx in &lt;this document URL&gt;, which xxx </w:t>
      </w:r>
    </w:p>
    <w:p w14:paraId="70B6BCED" w14:textId="77777777" w:rsidR="00C47FF7" w:rsidRDefault="00C47FF7">
      <w:r>
        <w:br w:type="page"/>
      </w:r>
    </w:p>
    <w:p w14:paraId="1C3C498F" w14:textId="77777777" w:rsidR="00C47FF7" w:rsidRPr="00C47FF7" w:rsidRDefault="00C47FF7">
      <w:pPr>
        <w:rPr>
          <w:b/>
        </w:rPr>
      </w:pPr>
      <w:r w:rsidRPr="00C47FF7">
        <w:rPr>
          <w:b/>
        </w:rPr>
        <w:lastRenderedPageBreak/>
        <w:t>Miscellaneous already communicated to Chair:</w:t>
      </w:r>
    </w:p>
    <w:p w14:paraId="2B5E7860" w14:textId="623CC414" w:rsidR="00C47FF7" w:rsidRDefault="00C47FF7"/>
    <w:p w14:paraId="503B1EDD" w14:textId="1C22A323" w:rsidR="00C47FF7" w:rsidRDefault="008025C1">
      <w:r>
        <w:t xml:space="preserve">CID </w:t>
      </w:r>
      <w:r w:rsidR="00C47FF7">
        <w:t>8105: Think</w:t>
      </w:r>
      <w:r w:rsidR="00C47FF7" w:rsidRPr="00C47FF7">
        <w:t xml:space="preserve"> </w:t>
      </w:r>
      <w:r w:rsidR="00923C95">
        <w:t>should be</w:t>
      </w:r>
      <w:r w:rsidR="00C47FF7" w:rsidRPr="00C47FF7">
        <w:t xml:space="preserve"> referring to the HT NDP Announcement field</w:t>
      </w:r>
    </w:p>
    <w:p w14:paraId="2DAAAEDE" w14:textId="6592F3C3" w:rsidR="00C47FF7" w:rsidRDefault="008025C1">
      <w:r>
        <w:t xml:space="preserve">CID </w:t>
      </w:r>
      <w:r w:rsidR="00C47FF7">
        <w:t xml:space="preserve">8128: </w:t>
      </w:r>
      <w:r w:rsidR="00C47FF7" w:rsidRPr="00C47FF7">
        <w:t>Delete sentence at 743.34, 748.24, 752.29, 758.57, 761.54, 769.26, 778.22, 782.16</w:t>
      </w:r>
    </w:p>
    <w:p w14:paraId="4A0482ED" w14:textId="4FDEA4A0" w:rsidR="00AC5686" w:rsidRDefault="00AC5686">
      <w:r>
        <w:br w:type="page"/>
      </w:r>
    </w:p>
    <w:p w14:paraId="4839DAF6" w14:textId="77777777" w:rsidR="00006A65" w:rsidRPr="00773933" w:rsidRDefault="00006A65" w:rsidP="00006A65">
      <w:r>
        <w:rPr>
          <w:b/>
          <w:sz w:val="24"/>
        </w:rPr>
        <w:lastRenderedPageBreak/>
        <w:t>References:</w:t>
      </w:r>
    </w:p>
    <w:p w14:paraId="6E91E143" w14:textId="77777777" w:rsidR="00006A65" w:rsidRDefault="00006A65" w:rsidP="00006A65"/>
    <w:p w14:paraId="6D7BB5A2" w14:textId="1EB55ABF" w:rsidR="00006A65" w:rsidRPr="00A967B5" w:rsidRDefault="00006A65" w:rsidP="00006A65">
      <w:r>
        <w:t>802.11me/D</w:t>
      </w:r>
      <w:r w:rsidR="00C90A9F">
        <w:t>6</w:t>
      </w:r>
      <w:r>
        <w:t>.0 except where otherwise specified</w:t>
      </w:r>
    </w:p>
    <w:sectPr w:rsidR="00006A65" w:rsidRPr="00A967B5" w:rsidSect="009273F6">
      <w:headerReference w:type="default" r:id="rId8"/>
      <w:footerReference w:type="default" r:id="rId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05E26D" w14:textId="77777777" w:rsidR="000509C9" w:rsidRDefault="000509C9">
      <w:r>
        <w:separator/>
      </w:r>
    </w:p>
  </w:endnote>
  <w:endnote w:type="continuationSeparator" w:id="0">
    <w:p w14:paraId="269CC32B" w14:textId="77777777" w:rsidR="000509C9" w:rsidRDefault="0005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EE436" w14:textId="2367D34E" w:rsidR="00AD1D88" w:rsidRDefault="000509C9">
    <w:pPr>
      <w:pStyle w:val="Footer"/>
      <w:tabs>
        <w:tab w:val="clear" w:pos="6480"/>
        <w:tab w:val="center" w:pos="4680"/>
        <w:tab w:val="right" w:pos="9360"/>
      </w:tabs>
    </w:pPr>
    <w:r>
      <w:fldChar w:fldCharType="begin"/>
    </w:r>
    <w:r>
      <w:instrText xml:space="preserve"> SUB</w:instrText>
    </w:r>
    <w:r>
      <w:instrText xml:space="preserve">JECT  \* MERGEFORMAT </w:instrText>
    </w:r>
    <w:r>
      <w:fldChar w:fldCharType="separate"/>
    </w:r>
    <w:r w:rsidR="00AD1D88">
      <w:t>Submission</w:t>
    </w:r>
    <w:r>
      <w:fldChar w:fldCharType="end"/>
    </w:r>
    <w:r w:rsidR="00AD1D88">
      <w:tab/>
      <w:t xml:space="preserve">page </w:t>
    </w:r>
    <w:r w:rsidR="00AD1D88">
      <w:fldChar w:fldCharType="begin"/>
    </w:r>
    <w:r w:rsidR="00AD1D88">
      <w:instrText xml:space="preserve">page </w:instrText>
    </w:r>
    <w:r w:rsidR="00AD1D88">
      <w:fldChar w:fldCharType="separate"/>
    </w:r>
    <w:r w:rsidR="00AD1D88">
      <w:rPr>
        <w:noProof/>
      </w:rPr>
      <w:t>14</w:t>
    </w:r>
    <w:r w:rsidR="00AD1D88">
      <w:fldChar w:fldCharType="end"/>
    </w:r>
    <w:r w:rsidR="00AD1D88">
      <w:tab/>
    </w:r>
    <w:r>
      <w:fldChar w:fldCharType="begin"/>
    </w:r>
    <w:r>
      <w:instrText xml:space="preserve"> COMMENTS  \* MERGEFORMAT </w:instrText>
    </w:r>
    <w:r>
      <w:fldChar w:fldCharType="separate"/>
    </w:r>
    <w:r w:rsidR="00AD1D88">
      <w:t>Mark RISON (Samsung)</w:t>
    </w:r>
    <w:r>
      <w:fldChar w:fldCharType="end"/>
    </w:r>
  </w:p>
  <w:p w14:paraId="5115BA84" w14:textId="77777777" w:rsidR="00AD1D88" w:rsidRDefault="00AD1D8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53D02" w14:textId="77777777" w:rsidR="000509C9" w:rsidRDefault="000509C9">
      <w:r>
        <w:separator/>
      </w:r>
    </w:p>
  </w:footnote>
  <w:footnote w:type="continuationSeparator" w:id="0">
    <w:p w14:paraId="208E88EC" w14:textId="77777777" w:rsidR="000509C9" w:rsidRDefault="000509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288CF" w14:textId="5FB8B37A" w:rsidR="00AD1D88" w:rsidRDefault="000509C9" w:rsidP="008D5345">
    <w:pPr>
      <w:pStyle w:val="Header"/>
      <w:tabs>
        <w:tab w:val="clear" w:pos="6480"/>
        <w:tab w:val="center" w:pos="4680"/>
        <w:tab w:val="right" w:pos="10080"/>
      </w:tabs>
    </w:pPr>
    <w:r>
      <w:fldChar w:fldCharType="begin"/>
    </w:r>
    <w:r>
      <w:instrText xml:space="preserve"> KEYWORDS  \* MERGEFORMAT </w:instrText>
    </w:r>
    <w:r>
      <w:fldChar w:fldCharType="separate"/>
    </w:r>
    <w:r w:rsidR="00BA45D0">
      <w:t>July 2024</w:t>
    </w:r>
    <w:r>
      <w:fldChar w:fldCharType="end"/>
    </w:r>
    <w:r w:rsidR="00AD1D88">
      <w:tab/>
    </w:r>
    <w:r w:rsidR="00AD1D88">
      <w:tab/>
    </w:r>
    <w:r>
      <w:fldChar w:fldCharType="begin"/>
    </w:r>
    <w:r>
      <w:instrText xml:space="preserve"> TITLE  \* MERGEFORMAT </w:instrText>
    </w:r>
    <w:r>
      <w:fldChar w:fldCharType="separate"/>
    </w:r>
    <w:r w:rsidR="00BA45D0">
      <w:t>doc.: IEEE 802.11-24/1314r0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8142E4"/>
    <w:multiLevelType w:val="hybridMultilevel"/>
    <w:tmpl w:val="40542FF8"/>
    <w:lvl w:ilvl="0" w:tplc="889EA012">
      <w:start w:val="9"/>
      <w:numFmt w:val="bullet"/>
      <w:lvlText w:val=""/>
      <w:lvlJc w:val="left"/>
      <w:pPr>
        <w:ind w:left="720" w:hanging="360"/>
      </w:pPr>
      <w:rPr>
        <w:rFonts w:ascii="Wingdings" w:eastAsiaTheme="minorEastAsia"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2D29E4"/>
    <w:multiLevelType w:val="hybridMultilevel"/>
    <w:tmpl w:val="8E92D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B6A4B73"/>
    <w:multiLevelType w:val="hybridMultilevel"/>
    <w:tmpl w:val="036828FC"/>
    <w:lvl w:ilvl="0" w:tplc="49DE5DB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C446DE5"/>
    <w:multiLevelType w:val="hybridMultilevel"/>
    <w:tmpl w:val="7DE2AA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97"/>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A65"/>
    <w:rsid w:val="0000216F"/>
    <w:rsid w:val="000036B6"/>
    <w:rsid w:val="00003A76"/>
    <w:rsid w:val="0000424D"/>
    <w:rsid w:val="00004493"/>
    <w:rsid w:val="00006A65"/>
    <w:rsid w:val="00007363"/>
    <w:rsid w:val="00014DC3"/>
    <w:rsid w:val="00020D63"/>
    <w:rsid w:val="00021573"/>
    <w:rsid w:val="00022990"/>
    <w:rsid w:val="0002398E"/>
    <w:rsid w:val="0002769E"/>
    <w:rsid w:val="00044286"/>
    <w:rsid w:val="0004560D"/>
    <w:rsid w:val="00045F74"/>
    <w:rsid w:val="00047E1C"/>
    <w:rsid w:val="000509C9"/>
    <w:rsid w:val="00050DB7"/>
    <w:rsid w:val="00051BEF"/>
    <w:rsid w:val="0005370D"/>
    <w:rsid w:val="00053EBC"/>
    <w:rsid w:val="00054F0E"/>
    <w:rsid w:val="00055E9E"/>
    <w:rsid w:val="00063857"/>
    <w:rsid w:val="00063B5A"/>
    <w:rsid w:val="00063D22"/>
    <w:rsid w:val="000653A2"/>
    <w:rsid w:val="000665FB"/>
    <w:rsid w:val="00066609"/>
    <w:rsid w:val="00071D86"/>
    <w:rsid w:val="000757BE"/>
    <w:rsid w:val="0008143F"/>
    <w:rsid w:val="00090EC6"/>
    <w:rsid w:val="00092788"/>
    <w:rsid w:val="00095C3B"/>
    <w:rsid w:val="0009624F"/>
    <w:rsid w:val="000A5F0B"/>
    <w:rsid w:val="000B3606"/>
    <w:rsid w:val="000B4805"/>
    <w:rsid w:val="000C0D80"/>
    <w:rsid w:val="000C156D"/>
    <w:rsid w:val="000C38ED"/>
    <w:rsid w:val="000D51AC"/>
    <w:rsid w:val="000D731D"/>
    <w:rsid w:val="000F1E6F"/>
    <w:rsid w:val="000F4566"/>
    <w:rsid w:val="000F5915"/>
    <w:rsid w:val="001039F5"/>
    <w:rsid w:val="00107547"/>
    <w:rsid w:val="00107773"/>
    <w:rsid w:val="00110274"/>
    <w:rsid w:val="001125BA"/>
    <w:rsid w:val="00117013"/>
    <w:rsid w:val="00121F97"/>
    <w:rsid w:val="0012460D"/>
    <w:rsid w:val="00133632"/>
    <w:rsid w:val="001410AE"/>
    <w:rsid w:val="001464D4"/>
    <w:rsid w:val="00151725"/>
    <w:rsid w:val="00156229"/>
    <w:rsid w:val="00157B73"/>
    <w:rsid w:val="001612EB"/>
    <w:rsid w:val="00173B1F"/>
    <w:rsid w:val="0017590C"/>
    <w:rsid w:val="001812D0"/>
    <w:rsid w:val="00181475"/>
    <w:rsid w:val="00185C58"/>
    <w:rsid w:val="00185E52"/>
    <w:rsid w:val="0018627C"/>
    <w:rsid w:val="001A00B6"/>
    <w:rsid w:val="001A2456"/>
    <w:rsid w:val="001A5CA7"/>
    <w:rsid w:val="001B1F82"/>
    <w:rsid w:val="001B2FC7"/>
    <w:rsid w:val="001B3A2C"/>
    <w:rsid w:val="001C158A"/>
    <w:rsid w:val="001C214C"/>
    <w:rsid w:val="001C26D8"/>
    <w:rsid w:val="001C750F"/>
    <w:rsid w:val="001D32D3"/>
    <w:rsid w:val="001D723B"/>
    <w:rsid w:val="001E0696"/>
    <w:rsid w:val="001E7D14"/>
    <w:rsid w:val="0021746C"/>
    <w:rsid w:val="00221198"/>
    <w:rsid w:val="002246A6"/>
    <w:rsid w:val="00227A7C"/>
    <w:rsid w:val="002320C5"/>
    <w:rsid w:val="00235919"/>
    <w:rsid w:val="002437A0"/>
    <w:rsid w:val="002547FD"/>
    <w:rsid w:val="00257309"/>
    <w:rsid w:val="002579C0"/>
    <w:rsid w:val="00257F46"/>
    <w:rsid w:val="00266782"/>
    <w:rsid w:val="002767F4"/>
    <w:rsid w:val="00282E93"/>
    <w:rsid w:val="002866EA"/>
    <w:rsid w:val="0029020B"/>
    <w:rsid w:val="00291585"/>
    <w:rsid w:val="002959D9"/>
    <w:rsid w:val="002A009A"/>
    <w:rsid w:val="002B0899"/>
    <w:rsid w:val="002B14C8"/>
    <w:rsid w:val="002B49CC"/>
    <w:rsid w:val="002C2613"/>
    <w:rsid w:val="002C4F31"/>
    <w:rsid w:val="002C6F2A"/>
    <w:rsid w:val="002D1CCA"/>
    <w:rsid w:val="002D2394"/>
    <w:rsid w:val="002D31ED"/>
    <w:rsid w:val="002D44BE"/>
    <w:rsid w:val="002D69F9"/>
    <w:rsid w:val="002D7139"/>
    <w:rsid w:val="002D73F7"/>
    <w:rsid w:val="002D774A"/>
    <w:rsid w:val="002E51CD"/>
    <w:rsid w:val="002F0644"/>
    <w:rsid w:val="002F260A"/>
    <w:rsid w:val="002F281B"/>
    <w:rsid w:val="002F6221"/>
    <w:rsid w:val="00301AF9"/>
    <w:rsid w:val="003072DC"/>
    <w:rsid w:val="0031000C"/>
    <w:rsid w:val="00312A7C"/>
    <w:rsid w:val="003131E6"/>
    <w:rsid w:val="0031562A"/>
    <w:rsid w:val="0031619F"/>
    <w:rsid w:val="00317840"/>
    <w:rsid w:val="00320C55"/>
    <w:rsid w:val="00321291"/>
    <w:rsid w:val="003223C1"/>
    <w:rsid w:val="0032271A"/>
    <w:rsid w:val="00337257"/>
    <w:rsid w:val="00341BEB"/>
    <w:rsid w:val="00344535"/>
    <w:rsid w:val="00345F57"/>
    <w:rsid w:val="003472FB"/>
    <w:rsid w:val="003514B7"/>
    <w:rsid w:val="00354687"/>
    <w:rsid w:val="00356DFE"/>
    <w:rsid w:val="00356EAF"/>
    <w:rsid w:val="00364C75"/>
    <w:rsid w:val="0036642F"/>
    <w:rsid w:val="003700D1"/>
    <w:rsid w:val="00371289"/>
    <w:rsid w:val="00374DCF"/>
    <w:rsid w:val="00377D35"/>
    <w:rsid w:val="003827C1"/>
    <w:rsid w:val="00382812"/>
    <w:rsid w:val="0038415F"/>
    <w:rsid w:val="003843F6"/>
    <w:rsid w:val="003848F4"/>
    <w:rsid w:val="003868EB"/>
    <w:rsid w:val="003914E2"/>
    <w:rsid w:val="00392319"/>
    <w:rsid w:val="00393993"/>
    <w:rsid w:val="0039529B"/>
    <w:rsid w:val="003A1FE3"/>
    <w:rsid w:val="003A2A7E"/>
    <w:rsid w:val="003A4D99"/>
    <w:rsid w:val="003A52E4"/>
    <w:rsid w:val="003A68D1"/>
    <w:rsid w:val="003B2B5E"/>
    <w:rsid w:val="003B3AD2"/>
    <w:rsid w:val="003B4522"/>
    <w:rsid w:val="003B5DD4"/>
    <w:rsid w:val="003B6F7A"/>
    <w:rsid w:val="003C03BB"/>
    <w:rsid w:val="003C5214"/>
    <w:rsid w:val="003D0A5F"/>
    <w:rsid w:val="003D3781"/>
    <w:rsid w:val="003D6A1A"/>
    <w:rsid w:val="003E1861"/>
    <w:rsid w:val="003E1E04"/>
    <w:rsid w:val="003E62A0"/>
    <w:rsid w:val="003E6A4B"/>
    <w:rsid w:val="003F20F2"/>
    <w:rsid w:val="003F42C1"/>
    <w:rsid w:val="003F5C2B"/>
    <w:rsid w:val="003F73B7"/>
    <w:rsid w:val="003F7ADB"/>
    <w:rsid w:val="004073B5"/>
    <w:rsid w:val="004204D9"/>
    <w:rsid w:val="00420636"/>
    <w:rsid w:val="00420F86"/>
    <w:rsid w:val="00423868"/>
    <w:rsid w:val="0042439E"/>
    <w:rsid w:val="004255E8"/>
    <w:rsid w:val="004268D8"/>
    <w:rsid w:val="00426C37"/>
    <w:rsid w:val="0043334D"/>
    <w:rsid w:val="00434C0A"/>
    <w:rsid w:val="004412D3"/>
    <w:rsid w:val="00441665"/>
    <w:rsid w:val="00442037"/>
    <w:rsid w:val="00442201"/>
    <w:rsid w:val="004439B1"/>
    <w:rsid w:val="00443BA2"/>
    <w:rsid w:val="00450FC8"/>
    <w:rsid w:val="00453520"/>
    <w:rsid w:val="00453AED"/>
    <w:rsid w:val="0045400F"/>
    <w:rsid w:val="00454942"/>
    <w:rsid w:val="004667C7"/>
    <w:rsid w:val="00474D4C"/>
    <w:rsid w:val="00475A1A"/>
    <w:rsid w:val="00475DA0"/>
    <w:rsid w:val="004833AE"/>
    <w:rsid w:val="0048676F"/>
    <w:rsid w:val="004916B6"/>
    <w:rsid w:val="00493D48"/>
    <w:rsid w:val="004945AD"/>
    <w:rsid w:val="00495A85"/>
    <w:rsid w:val="004977A6"/>
    <w:rsid w:val="004A2E0F"/>
    <w:rsid w:val="004B064B"/>
    <w:rsid w:val="004B0686"/>
    <w:rsid w:val="004B1597"/>
    <w:rsid w:val="004B1F6E"/>
    <w:rsid w:val="004B1F89"/>
    <w:rsid w:val="004B269A"/>
    <w:rsid w:val="004B3542"/>
    <w:rsid w:val="004B5087"/>
    <w:rsid w:val="004B5604"/>
    <w:rsid w:val="004B7218"/>
    <w:rsid w:val="004C366C"/>
    <w:rsid w:val="004C3935"/>
    <w:rsid w:val="004C52D8"/>
    <w:rsid w:val="004C5E15"/>
    <w:rsid w:val="004D2E3F"/>
    <w:rsid w:val="004D584C"/>
    <w:rsid w:val="004D6193"/>
    <w:rsid w:val="004D6367"/>
    <w:rsid w:val="004D7666"/>
    <w:rsid w:val="004E165D"/>
    <w:rsid w:val="004E30A6"/>
    <w:rsid w:val="004E341C"/>
    <w:rsid w:val="004E733B"/>
    <w:rsid w:val="004E7492"/>
    <w:rsid w:val="004F6BD6"/>
    <w:rsid w:val="004F7178"/>
    <w:rsid w:val="00501A87"/>
    <w:rsid w:val="00503EEA"/>
    <w:rsid w:val="005050D5"/>
    <w:rsid w:val="005060EA"/>
    <w:rsid w:val="0051021E"/>
    <w:rsid w:val="0051047F"/>
    <w:rsid w:val="00511284"/>
    <w:rsid w:val="005128C4"/>
    <w:rsid w:val="00512B7A"/>
    <w:rsid w:val="0051679D"/>
    <w:rsid w:val="005232EF"/>
    <w:rsid w:val="005234EA"/>
    <w:rsid w:val="00527F83"/>
    <w:rsid w:val="00530D53"/>
    <w:rsid w:val="0053262D"/>
    <w:rsid w:val="00532976"/>
    <w:rsid w:val="00542B23"/>
    <w:rsid w:val="00552227"/>
    <w:rsid w:val="0055337F"/>
    <w:rsid w:val="00553E50"/>
    <w:rsid w:val="00554AA9"/>
    <w:rsid w:val="00554D00"/>
    <w:rsid w:val="00556BC5"/>
    <w:rsid w:val="00557997"/>
    <w:rsid w:val="00563707"/>
    <w:rsid w:val="00564856"/>
    <w:rsid w:val="00571E9C"/>
    <w:rsid w:val="00574924"/>
    <w:rsid w:val="005758D1"/>
    <w:rsid w:val="00586712"/>
    <w:rsid w:val="00587FC6"/>
    <w:rsid w:val="00592D60"/>
    <w:rsid w:val="00592D99"/>
    <w:rsid w:val="00595777"/>
    <w:rsid w:val="005958C8"/>
    <w:rsid w:val="00596027"/>
    <w:rsid w:val="00596F1A"/>
    <w:rsid w:val="005974C2"/>
    <w:rsid w:val="005A2CAD"/>
    <w:rsid w:val="005A343D"/>
    <w:rsid w:val="005A40E7"/>
    <w:rsid w:val="005B3783"/>
    <w:rsid w:val="005B5476"/>
    <w:rsid w:val="005C3707"/>
    <w:rsid w:val="005C547D"/>
    <w:rsid w:val="005C7E48"/>
    <w:rsid w:val="005D5FBB"/>
    <w:rsid w:val="005E72E7"/>
    <w:rsid w:val="005E7A69"/>
    <w:rsid w:val="005F3E52"/>
    <w:rsid w:val="005F613D"/>
    <w:rsid w:val="00600394"/>
    <w:rsid w:val="006032FA"/>
    <w:rsid w:val="00603BBB"/>
    <w:rsid w:val="00606A13"/>
    <w:rsid w:val="006106A4"/>
    <w:rsid w:val="00612329"/>
    <w:rsid w:val="006138CA"/>
    <w:rsid w:val="00613A59"/>
    <w:rsid w:val="00616F1C"/>
    <w:rsid w:val="006178EA"/>
    <w:rsid w:val="006227CA"/>
    <w:rsid w:val="00622BB1"/>
    <w:rsid w:val="00622E50"/>
    <w:rsid w:val="0062440B"/>
    <w:rsid w:val="00632AEE"/>
    <w:rsid w:val="00633569"/>
    <w:rsid w:val="006337D2"/>
    <w:rsid w:val="0063404C"/>
    <w:rsid w:val="00634E3C"/>
    <w:rsid w:val="006360DA"/>
    <w:rsid w:val="00636F54"/>
    <w:rsid w:val="006441D9"/>
    <w:rsid w:val="00660806"/>
    <w:rsid w:val="006616F0"/>
    <w:rsid w:val="00662425"/>
    <w:rsid w:val="006657BA"/>
    <w:rsid w:val="00667BCE"/>
    <w:rsid w:val="00670B9E"/>
    <w:rsid w:val="00673CF5"/>
    <w:rsid w:val="00673DCF"/>
    <w:rsid w:val="006752D6"/>
    <w:rsid w:val="006756E6"/>
    <w:rsid w:val="00677DCA"/>
    <w:rsid w:val="006911E3"/>
    <w:rsid w:val="00694593"/>
    <w:rsid w:val="00696E25"/>
    <w:rsid w:val="006A7433"/>
    <w:rsid w:val="006B2460"/>
    <w:rsid w:val="006C0727"/>
    <w:rsid w:val="006C1EF7"/>
    <w:rsid w:val="006C312B"/>
    <w:rsid w:val="006C347C"/>
    <w:rsid w:val="006C3BA7"/>
    <w:rsid w:val="006C3F67"/>
    <w:rsid w:val="006C5BA3"/>
    <w:rsid w:val="006D6983"/>
    <w:rsid w:val="006D6C9B"/>
    <w:rsid w:val="006E145F"/>
    <w:rsid w:val="006E2BB9"/>
    <w:rsid w:val="006E3FDB"/>
    <w:rsid w:val="006E5305"/>
    <w:rsid w:val="006E64C7"/>
    <w:rsid w:val="006E7F24"/>
    <w:rsid w:val="006F30B7"/>
    <w:rsid w:val="006F32F0"/>
    <w:rsid w:val="006F6EA1"/>
    <w:rsid w:val="006F7309"/>
    <w:rsid w:val="00710C94"/>
    <w:rsid w:val="00714267"/>
    <w:rsid w:val="00714C2D"/>
    <w:rsid w:val="007267B9"/>
    <w:rsid w:val="00727FFB"/>
    <w:rsid w:val="00731C35"/>
    <w:rsid w:val="007355B7"/>
    <w:rsid w:val="00735C9F"/>
    <w:rsid w:val="00741697"/>
    <w:rsid w:val="0074773B"/>
    <w:rsid w:val="00752774"/>
    <w:rsid w:val="00754F61"/>
    <w:rsid w:val="007571AD"/>
    <w:rsid w:val="0075780B"/>
    <w:rsid w:val="00760759"/>
    <w:rsid w:val="00761DBD"/>
    <w:rsid w:val="00762F9D"/>
    <w:rsid w:val="00764BF7"/>
    <w:rsid w:val="00770572"/>
    <w:rsid w:val="00770DC3"/>
    <w:rsid w:val="00771EA1"/>
    <w:rsid w:val="007725FA"/>
    <w:rsid w:val="00772BED"/>
    <w:rsid w:val="00773930"/>
    <w:rsid w:val="00777AD4"/>
    <w:rsid w:val="00780F7D"/>
    <w:rsid w:val="007856A7"/>
    <w:rsid w:val="00786C04"/>
    <w:rsid w:val="007954A4"/>
    <w:rsid w:val="007959BB"/>
    <w:rsid w:val="00795D09"/>
    <w:rsid w:val="00796777"/>
    <w:rsid w:val="007A3BDC"/>
    <w:rsid w:val="007A61BE"/>
    <w:rsid w:val="007A648E"/>
    <w:rsid w:val="007B3D52"/>
    <w:rsid w:val="007B50AB"/>
    <w:rsid w:val="007B56C5"/>
    <w:rsid w:val="007B5AF9"/>
    <w:rsid w:val="007C1F2E"/>
    <w:rsid w:val="007C245A"/>
    <w:rsid w:val="007C2E5F"/>
    <w:rsid w:val="007C57F7"/>
    <w:rsid w:val="007C66F8"/>
    <w:rsid w:val="007D40D3"/>
    <w:rsid w:val="007D64C9"/>
    <w:rsid w:val="007E1ECE"/>
    <w:rsid w:val="007E23D7"/>
    <w:rsid w:val="007E5A28"/>
    <w:rsid w:val="007E5A63"/>
    <w:rsid w:val="007E7C88"/>
    <w:rsid w:val="00801FA8"/>
    <w:rsid w:val="008025C1"/>
    <w:rsid w:val="00806639"/>
    <w:rsid w:val="00806DCB"/>
    <w:rsid w:val="00807CE3"/>
    <w:rsid w:val="0081024D"/>
    <w:rsid w:val="008127D2"/>
    <w:rsid w:val="00812DF3"/>
    <w:rsid w:val="00814D4F"/>
    <w:rsid w:val="00821AC0"/>
    <w:rsid w:val="00831F20"/>
    <w:rsid w:val="0083304B"/>
    <w:rsid w:val="008345E4"/>
    <w:rsid w:val="00835E12"/>
    <w:rsid w:val="008427B8"/>
    <w:rsid w:val="00847C71"/>
    <w:rsid w:val="0085264E"/>
    <w:rsid w:val="00852762"/>
    <w:rsid w:val="00852E24"/>
    <w:rsid w:val="00861803"/>
    <w:rsid w:val="00862FC3"/>
    <w:rsid w:val="00863A53"/>
    <w:rsid w:val="00867282"/>
    <w:rsid w:val="0087269D"/>
    <w:rsid w:val="00874A8A"/>
    <w:rsid w:val="008824D7"/>
    <w:rsid w:val="0089042B"/>
    <w:rsid w:val="00891EA4"/>
    <w:rsid w:val="008A0F58"/>
    <w:rsid w:val="008A1986"/>
    <w:rsid w:val="008A1B29"/>
    <w:rsid w:val="008B015F"/>
    <w:rsid w:val="008B109A"/>
    <w:rsid w:val="008B1120"/>
    <w:rsid w:val="008B31C2"/>
    <w:rsid w:val="008B5075"/>
    <w:rsid w:val="008C061C"/>
    <w:rsid w:val="008C1609"/>
    <w:rsid w:val="008C58ED"/>
    <w:rsid w:val="008C6A57"/>
    <w:rsid w:val="008C73C1"/>
    <w:rsid w:val="008D3EDE"/>
    <w:rsid w:val="008D5345"/>
    <w:rsid w:val="008D649B"/>
    <w:rsid w:val="008E132B"/>
    <w:rsid w:val="008E2444"/>
    <w:rsid w:val="008E28D3"/>
    <w:rsid w:val="008E3605"/>
    <w:rsid w:val="008E4732"/>
    <w:rsid w:val="008E5916"/>
    <w:rsid w:val="008F46AC"/>
    <w:rsid w:val="008F7629"/>
    <w:rsid w:val="00901049"/>
    <w:rsid w:val="009010AF"/>
    <w:rsid w:val="0090228A"/>
    <w:rsid w:val="00904158"/>
    <w:rsid w:val="0090469D"/>
    <w:rsid w:val="00907110"/>
    <w:rsid w:val="00914B0A"/>
    <w:rsid w:val="00917F76"/>
    <w:rsid w:val="0092057C"/>
    <w:rsid w:val="009209C7"/>
    <w:rsid w:val="00923C95"/>
    <w:rsid w:val="009265BD"/>
    <w:rsid w:val="009273F6"/>
    <w:rsid w:val="00927B99"/>
    <w:rsid w:val="00932DF6"/>
    <w:rsid w:val="009330E0"/>
    <w:rsid w:val="009361A4"/>
    <w:rsid w:val="009374A1"/>
    <w:rsid w:val="009434D8"/>
    <w:rsid w:val="009446BD"/>
    <w:rsid w:val="00945CD7"/>
    <w:rsid w:val="00952C16"/>
    <w:rsid w:val="00955210"/>
    <w:rsid w:val="00965912"/>
    <w:rsid w:val="00967953"/>
    <w:rsid w:val="00970839"/>
    <w:rsid w:val="00971146"/>
    <w:rsid w:val="0097229A"/>
    <w:rsid w:val="00972A24"/>
    <w:rsid w:val="00973798"/>
    <w:rsid w:val="00980093"/>
    <w:rsid w:val="0098253D"/>
    <w:rsid w:val="0098426D"/>
    <w:rsid w:val="00985270"/>
    <w:rsid w:val="00991C6D"/>
    <w:rsid w:val="00991DA3"/>
    <w:rsid w:val="00997741"/>
    <w:rsid w:val="009A6233"/>
    <w:rsid w:val="009A7BE1"/>
    <w:rsid w:val="009B3211"/>
    <w:rsid w:val="009B37D9"/>
    <w:rsid w:val="009B3AF7"/>
    <w:rsid w:val="009C2A09"/>
    <w:rsid w:val="009C4D33"/>
    <w:rsid w:val="009D2137"/>
    <w:rsid w:val="009D2B59"/>
    <w:rsid w:val="009D6BA8"/>
    <w:rsid w:val="009E2007"/>
    <w:rsid w:val="009E41A6"/>
    <w:rsid w:val="009E4315"/>
    <w:rsid w:val="009E69E1"/>
    <w:rsid w:val="009E7795"/>
    <w:rsid w:val="009F081C"/>
    <w:rsid w:val="009F2FBC"/>
    <w:rsid w:val="00A10A61"/>
    <w:rsid w:val="00A10DBF"/>
    <w:rsid w:val="00A12495"/>
    <w:rsid w:val="00A15A17"/>
    <w:rsid w:val="00A20E51"/>
    <w:rsid w:val="00A21E77"/>
    <w:rsid w:val="00A22DEB"/>
    <w:rsid w:val="00A24378"/>
    <w:rsid w:val="00A269F7"/>
    <w:rsid w:val="00A30881"/>
    <w:rsid w:val="00A30915"/>
    <w:rsid w:val="00A31C1E"/>
    <w:rsid w:val="00A353E7"/>
    <w:rsid w:val="00A434B0"/>
    <w:rsid w:val="00A47153"/>
    <w:rsid w:val="00A4766F"/>
    <w:rsid w:val="00A518A2"/>
    <w:rsid w:val="00A51A19"/>
    <w:rsid w:val="00A55AD8"/>
    <w:rsid w:val="00A60EC1"/>
    <w:rsid w:val="00A61AEB"/>
    <w:rsid w:val="00A62119"/>
    <w:rsid w:val="00A63071"/>
    <w:rsid w:val="00A65190"/>
    <w:rsid w:val="00A666AA"/>
    <w:rsid w:val="00A67FD3"/>
    <w:rsid w:val="00A70322"/>
    <w:rsid w:val="00A738D0"/>
    <w:rsid w:val="00A879F9"/>
    <w:rsid w:val="00A925FA"/>
    <w:rsid w:val="00A96256"/>
    <w:rsid w:val="00A967B5"/>
    <w:rsid w:val="00A972D4"/>
    <w:rsid w:val="00AA427C"/>
    <w:rsid w:val="00AB1CD5"/>
    <w:rsid w:val="00AB1DB7"/>
    <w:rsid w:val="00AB5E3D"/>
    <w:rsid w:val="00AC0DA5"/>
    <w:rsid w:val="00AC1566"/>
    <w:rsid w:val="00AC2536"/>
    <w:rsid w:val="00AC3EC9"/>
    <w:rsid w:val="00AC5686"/>
    <w:rsid w:val="00AD1D88"/>
    <w:rsid w:val="00AD6B1F"/>
    <w:rsid w:val="00AD74B7"/>
    <w:rsid w:val="00AE1BDA"/>
    <w:rsid w:val="00AE1DE6"/>
    <w:rsid w:val="00AE2B45"/>
    <w:rsid w:val="00AE5F29"/>
    <w:rsid w:val="00AE6D88"/>
    <w:rsid w:val="00AF2992"/>
    <w:rsid w:val="00AF5EB4"/>
    <w:rsid w:val="00B0143E"/>
    <w:rsid w:val="00B01EA2"/>
    <w:rsid w:val="00B04201"/>
    <w:rsid w:val="00B05D3F"/>
    <w:rsid w:val="00B1474C"/>
    <w:rsid w:val="00B204D2"/>
    <w:rsid w:val="00B2436E"/>
    <w:rsid w:val="00B41186"/>
    <w:rsid w:val="00B41FEB"/>
    <w:rsid w:val="00B4349E"/>
    <w:rsid w:val="00B517FA"/>
    <w:rsid w:val="00B53EFB"/>
    <w:rsid w:val="00B56779"/>
    <w:rsid w:val="00B56F4A"/>
    <w:rsid w:val="00B64CDB"/>
    <w:rsid w:val="00B65211"/>
    <w:rsid w:val="00B71A7D"/>
    <w:rsid w:val="00B71BC3"/>
    <w:rsid w:val="00B7321C"/>
    <w:rsid w:val="00B73EC9"/>
    <w:rsid w:val="00B8463D"/>
    <w:rsid w:val="00B91B46"/>
    <w:rsid w:val="00B9415C"/>
    <w:rsid w:val="00B95946"/>
    <w:rsid w:val="00B96F52"/>
    <w:rsid w:val="00B974FE"/>
    <w:rsid w:val="00BA16D6"/>
    <w:rsid w:val="00BA25F5"/>
    <w:rsid w:val="00BA2A5F"/>
    <w:rsid w:val="00BA45D0"/>
    <w:rsid w:val="00BA5A93"/>
    <w:rsid w:val="00BA78EB"/>
    <w:rsid w:val="00BB1326"/>
    <w:rsid w:val="00BB29D8"/>
    <w:rsid w:val="00BB3FA2"/>
    <w:rsid w:val="00BC0E01"/>
    <w:rsid w:val="00BC697B"/>
    <w:rsid w:val="00BD1E83"/>
    <w:rsid w:val="00BD2F80"/>
    <w:rsid w:val="00BD566A"/>
    <w:rsid w:val="00BD79FF"/>
    <w:rsid w:val="00BE419B"/>
    <w:rsid w:val="00BE615D"/>
    <w:rsid w:val="00BE68C2"/>
    <w:rsid w:val="00BE7236"/>
    <w:rsid w:val="00BF6B53"/>
    <w:rsid w:val="00BF7A39"/>
    <w:rsid w:val="00C02D16"/>
    <w:rsid w:val="00C04D0D"/>
    <w:rsid w:val="00C10A63"/>
    <w:rsid w:val="00C10C8D"/>
    <w:rsid w:val="00C1307F"/>
    <w:rsid w:val="00C13CE8"/>
    <w:rsid w:val="00C25797"/>
    <w:rsid w:val="00C26375"/>
    <w:rsid w:val="00C26912"/>
    <w:rsid w:val="00C27B37"/>
    <w:rsid w:val="00C31319"/>
    <w:rsid w:val="00C32904"/>
    <w:rsid w:val="00C3447A"/>
    <w:rsid w:val="00C35F66"/>
    <w:rsid w:val="00C36AD0"/>
    <w:rsid w:val="00C37ABA"/>
    <w:rsid w:val="00C408DF"/>
    <w:rsid w:val="00C432E7"/>
    <w:rsid w:val="00C43590"/>
    <w:rsid w:val="00C4562F"/>
    <w:rsid w:val="00C47FF7"/>
    <w:rsid w:val="00C56349"/>
    <w:rsid w:val="00C60A6E"/>
    <w:rsid w:val="00C622DC"/>
    <w:rsid w:val="00C66949"/>
    <w:rsid w:val="00C67642"/>
    <w:rsid w:val="00C748BA"/>
    <w:rsid w:val="00C76FB3"/>
    <w:rsid w:val="00C83B56"/>
    <w:rsid w:val="00C846A7"/>
    <w:rsid w:val="00C85605"/>
    <w:rsid w:val="00C85F43"/>
    <w:rsid w:val="00C874D8"/>
    <w:rsid w:val="00C90A9F"/>
    <w:rsid w:val="00C91EDB"/>
    <w:rsid w:val="00C93646"/>
    <w:rsid w:val="00C9459A"/>
    <w:rsid w:val="00C94B1A"/>
    <w:rsid w:val="00C95EE0"/>
    <w:rsid w:val="00C969BB"/>
    <w:rsid w:val="00C975AC"/>
    <w:rsid w:val="00CA09B2"/>
    <w:rsid w:val="00CA3D9E"/>
    <w:rsid w:val="00CA442F"/>
    <w:rsid w:val="00CA6AAC"/>
    <w:rsid w:val="00CB3E6C"/>
    <w:rsid w:val="00CB4F8B"/>
    <w:rsid w:val="00CB521E"/>
    <w:rsid w:val="00CB7B5A"/>
    <w:rsid w:val="00CC0788"/>
    <w:rsid w:val="00CC1960"/>
    <w:rsid w:val="00CC1E5E"/>
    <w:rsid w:val="00CC51B9"/>
    <w:rsid w:val="00CC5AB4"/>
    <w:rsid w:val="00CD2B0F"/>
    <w:rsid w:val="00CD3A1C"/>
    <w:rsid w:val="00CD73F4"/>
    <w:rsid w:val="00CE6D4C"/>
    <w:rsid w:val="00CF0693"/>
    <w:rsid w:val="00CF231B"/>
    <w:rsid w:val="00CF3A49"/>
    <w:rsid w:val="00CF3C2B"/>
    <w:rsid w:val="00CF3E21"/>
    <w:rsid w:val="00CF46AC"/>
    <w:rsid w:val="00CF4ADF"/>
    <w:rsid w:val="00CF6E27"/>
    <w:rsid w:val="00D01DC9"/>
    <w:rsid w:val="00D038BD"/>
    <w:rsid w:val="00D1168D"/>
    <w:rsid w:val="00D14A57"/>
    <w:rsid w:val="00D15336"/>
    <w:rsid w:val="00D1631C"/>
    <w:rsid w:val="00D17890"/>
    <w:rsid w:val="00D20FB9"/>
    <w:rsid w:val="00D263B2"/>
    <w:rsid w:val="00D36BD7"/>
    <w:rsid w:val="00D37D08"/>
    <w:rsid w:val="00D41EB9"/>
    <w:rsid w:val="00D425AF"/>
    <w:rsid w:val="00D43D02"/>
    <w:rsid w:val="00D44C27"/>
    <w:rsid w:val="00D44E6F"/>
    <w:rsid w:val="00D53E1C"/>
    <w:rsid w:val="00D544BA"/>
    <w:rsid w:val="00D54779"/>
    <w:rsid w:val="00D56158"/>
    <w:rsid w:val="00D56660"/>
    <w:rsid w:val="00D57F21"/>
    <w:rsid w:val="00D60BA4"/>
    <w:rsid w:val="00D61F52"/>
    <w:rsid w:val="00D64FED"/>
    <w:rsid w:val="00D72835"/>
    <w:rsid w:val="00D7587C"/>
    <w:rsid w:val="00D8122F"/>
    <w:rsid w:val="00D82F24"/>
    <w:rsid w:val="00D90373"/>
    <w:rsid w:val="00D9631D"/>
    <w:rsid w:val="00D97E7A"/>
    <w:rsid w:val="00DA100D"/>
    <w:rsid w:val="00DB4680"/>
    <w:rsid w:val="00DC18E0"/>
    <w:rsid w:val="00DC3DE4"/>
    <w:rsid w:val="00DC42A4"/>
    <w:rsid w:val="00DC5A7B"/>
    <w:rsid w:val="00DC63CF"/>
    <w:rsid w:val="00DC7536"/>
    <w:rsid w:val="00DD3015"/>
    <w:rsid w:val="00DD54CD"/>
    <w:rsid w:val="00DD7A56"/>
    <w:rsid w:val="00DE0036"/>
    <w:rsid w:val="00DF59A5"/>
    <w:rsid w:val="00DF74F3"/>
    <w:rsid w:val="00E00B56"/>
    <w:rsid w:val="00E0236A"/>
    <w:rsid w:val="00E05EA4"/>
    <w:rsid w:val="00E06420"/>
    <w:rsid w:val="00E0764C"/>
    <w:rsid w:val="00E247FC"/>
    <w:rsid w:val="00E251B0"/>
    <w:rsid w:val="00E256B2"/>
    <w:rsid w:val="00E32D56"/>
    <w:rsid w:val="00E3373C"/>
    <w:rsid w:val="00E367F2"/>
    <w:rsid w:val="00E36F8B"/>
    <w:rsid w:val="00E37514"/>
    <w:rsid w:val="00E37DC1"/>
    <w:rsid w:val="00E4003A"/>
    <w:rsid w:val="00E4013F"/>
    <w:rsid w:val="00E410CF"/>
    <w:rsid w:val="00E435C5"/>
    <w:rsid w:val="00E46E8E"/>
    <w:rsid w:val="00E52BCE"/>
    <w:rsid w:val="00E57725"/>
    <w:rsid w:val="00E57958"/>
    <w:rsid w:val="00E63539"/>
    <w:rsid w:val="00E6365D"/>
    <w:rsid w:val="00E65B21"/>
    <w:rsid w:val="00E66A06"/>
    <w:rsid w:val="00E67E13"/>
    <w:rsid w:val="00E776A1"/>
    <w:rsid w:val="00E81D21"/>
    <w:rsid w:val="00E87394"/>
    <w:rsid w:val="00E91260"/>
    <w:rsid w:val="00E96426"/>
    <w:rsid w:val="00E96781"/>
    <w:rsid w:val="00E97004"/>
    <w:rsid w:val="00EA2CB7"/>
    <w:rsid w:val="00EA3D69"/>
    <w:rsid w:val="00EB03DB"/>
    <w:rsid w:val="00EB0773"/>
    <w:rsid w:val="00EB1631"/>
    <w:rsid w:val="00EB4144"/>
    <w:rsid w:val="00EB6665"/>
    <w:rsid w:val="00EB71DE"/>
    <w:rsid w:val="00EC6165"/>
    <w:rsid w:val="00ED1038"/>
    <w:rsid w:val="00ED4ECD"/>
    <w:rsid w:val="00ED592C"/>
    <w:rsid w:val="00EE1532"/>
    <w:rsid w:val="00EE6D16"/>
    <w:rsid w:val="00EF08D1"/>
    <w:rsid w:val="00EF3439"/>
    <w:rsid w:val="00EF7BDE"/>
    <w:rsid w:val="00F00517"/>
    <w:rsid w:val="00F00608"/>
    <w:rsid w:val="00F11484"/>
    <w:rsid w:val="00F11747"/>
    <w:rsid w:val="00F14CC0"/>
    <w:rsid w:val="00F16591"/>
    <w:rsid w:val="00F16967"/>
    <w:rsid w:val="00F21F5F"/>
    <w:rsid w:val="00F22E6D"/>
    <w:rsid w:val="00F239D6"/>
    <w:rsid w:val="00F33D48"/>
    <w:rsid w:val="00F344CF"/>
    <w:rsid w:val="00F355C7"/>
    <w:rsid w:val="00F35A19"/>
    <w:rsid w:val="00F4621B"/>
    <w:rsid w:val="00F475B5"/>
    <w:rsid w:val="00F475E7"/>
    <w:rsid w:val="00F51927"/>
    <w:rsid w:val="00F5608B"/>
    <w:rsid w:val="00F568B1"/>
    <w:rsid w:val="00F5777A"/>
    <w:rsid w:val="00F64597"/>
    <w:rsid w:val="00F65881"/>
    <w:rsid w:val="00F66EEC"/>
    <w:rsid w:val="00F70351"/>
    <w:rsid w:val="00F7430F"/>
    <w:rsid w:val="00F82475"/>
    <w:rsid w:val="00F83564"/>
    <w:rsid w:val="00F907E7"/>
    <w:rsid w:val="00F9184C"/>
    <w:rsid w:val="00F92E25"/>
    <w:rsid w:val="00F9332C"/>
    <w:rsid w:val="00F93D8D"/>
    <w:rsid w:val="00F95E6A"/>
    <w:rsid w:val="00F9783C"/>
    <w:rsid w:val="00FA014F"/>
    <w:rsid w:val="00FA047D"/>
    <w:rsid w:val="00FB2165"/>
    <w:rsid w:val="00FB2F94"/>
    <w:rsid w:val="00FB35B8"/>
    <w:rsid w:val="00FB4340"/>
    <w:rsid w:val="00FB4DB8"/>
    <w:rsid w:val="00FB56F6"/>
    <w:rsid w:val="00FC0B01"/>
    <w:rsid w:val="00FC5D0F"/>
    <w:rsid w:val="00FD1F03"/>
    <w:rsid w:val="00FE2069"/>
    <w:rsid w:val="00FE2453"/>
    <w:rsid w:val="00FE32EC"/>
    <w:rsid w:val="00FE53C5"/>
    <w:rsid w:val="00FF1B6E"/>
    <w:rsid w:val="00FF5B52"/>
    <w:rsid w:val="00FF6D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699965"/>
  <w15:chartTrackingRefBased/>
  <w15:docId w15:val="{64B086BB-25E5-4448-80DE-7BF0EA462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47FF7"/>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link w:val="BalloonTextChar"/>
    <w:rsid w:val="00006A65"/>
    <w:rPr>
      <w:rFonts w:ascii="Segoe UI" w:hAnsi="Segoe UI" w:cs="Segoe UI"/>
      <w:sz w:val="18"/>
      <w:szCs w:val="18"/>
    </w:rPr>
  </w:style>
  <w:style w:type="character" w:customStyle="1" w:styleId="BalloonTextChar">
    <w:name w:val="Balloon Text Char"/>
    <w:basedOn w:val="DefaultParagraphFont"/>
    <w:link w:val="BalloonText"/>
    <w:rsid w:val="00006A65"/>
    <w:rPr>
      <w:rFonts w:ascii="Segoe UI" w:hAnsi="Segoe UI" w:cs="Segoe UI"/>
      <w:sz w:val="18"/>
      <w:szCs w:val="18"/>
      <w:lang w:val="en-GB"/>
    </w:rPr>
  </w:style>
  <w:style w:type="table" w:styleId="TableGrid">
    <w:name w:val="Table Grid"/>
    <w:basedOn w:val="TableNormal"/>
    <w:rsid w:val="00006A65"/>
    <w:rPr>
      <w:rFonts w:eastAsiaTheme="minorEastAsia"/>
      <w:lang w:val="en-GB"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006A65"/>
    <w:rPr>
      <w:sz w:val="16"/>
      <w:szCs w:val="16"/>
    </w:rPr>
  </w:style>
  <w:style w:type="paragraph" w:styleId="CommentText">
    <w:name w:val="annotation text"/>
    <w:basedOn w:val="Normal"/>
    <w:link w:val="CommentTextChar"/>
    <w:rsid w:val="00006A65"/>
    <w:rPr>
      <w:rFonts w:eastAsiaTheme="minorEastAsia"/>
      <w:sz w:val="20"/>
    </w:rPr>
  </w:style>
  <w:style w:type="character" w:customStyle="1" w:styleId="CommentTextChar">
    <w:name w:val="Comment Text Char"/>
    <w:basedOn w:val="DefaultParagraphFont"/>
    <w:link w:val="CommentText"/>
    <w:rsid w:val="00006A65"/>
    <w:rPr>
      <w:rFonts w:eastAsiaTheme="minorEastAsia"/>
      <w:lang w:val="en-GB"/>
    </w:rPr>
  </w:style>
  <w:style w:type="paragraph" w:styleId="CommentSubject">
    <w:name w:val="annotation subject"/>
    <w:basedOn w:val="CommentText"/>
    <w:next w:val="CommentText"/>
    <w:link w:val="CommentSubjectChar"/>
    <w:rsid w:val="009010AF"/>
    <w:rPr>
      <w:rFonts w:eastAsia="Times New Roman"/>
      <w:b/>
      <w:bCs/>
    </w:rPr>
  </w:style>
  <w:style w:type="character" w:customStyle="1" w:styleId="CommentSubjectChar">
    <w:name w:val="Comment Subject Char"/>
    <w:basedOn w:val="CommentTextChar"/>
    <w:link w:val="CommentSubject"/>
    <w:rsid w:val="009010AF"/>
    <w:rPr>
      <w:rFonts w:eastAsiaTheme="minorEastAsia"/>
      <w:b/>
      <w:bCs/>
      <w:lang w:val="en-GB"/>
    </w:rPr>
  </w:style>
  <w:style w:type="paragraph" w:styleId="ListParagraph">
    <w:name w:val="List Paragraph"/>
    <w:basedOn w:val="Normal"/>
    <w:uiPriority w:val="34"/>
    <w:qFormat/>
    <w:rsid w:val="00CF4ADF"/>
    <w:pPr>
      <w:ind w:left="720"/>
      <w:contextualSpacing/>
    </w:pPr>
  </w:style>
  <w:style w:type="character" w:styleId="PlaceholderText">
    <w:name w:val="Placeholder Text"/>
    <w:basedOn w:val="DefaultParagraphFont"/>
    <w:uiPriority w:val="99"/>
    <w:semiHidden/>
    <w:rsid w:val="00156229"/>
    <w:rPr>
      <w:color w:val="808080"/>
    </w:rPr>
  </w:style>
  <w:style w:type="character" w:styleId="UnresolvedMention">
    <w:name w:val="Unresolved Mention"/>
    <w:basedOn w:val="DefaultParagraphFont"/>
    <w:uiPriority w:val="99"/>
    <w:semiHidden/>
    <w:unhideWhenUsed/>
    <w:rsid w:val="00E37D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3983">
      <w:bodyDiv w:val="1"/>
      <w:marLeft w:val="0"/>
      <w:marRight w:val="0"/>
      <w:marTop w:val="0"/>
      <w:marBottom w:val="0"/>
      <w:divBdr>
        <w:top w:val="none" w:sz="0" w:space="0" w:color="auto"/>
        <w:left w:val="none" w:sz="0" w:space="0" w:color="auto"/>
        <w:bottom w:val="none" w:sz="0" w:space="0" w:color="auto"/>
        <w:right w:val="none" w:sz="0" w:space="0" w:color="auto"/>
      </w:divBdr>
    </w:div>
    <w:div w:id="36509970">
      <w:bodyDiv w:val="1"/>
      <w:marLeft w:val="0"/>
      <w:marRight w:val="0"/>
      <w:marTop w:val="0"/>
      <w:marBottom w:val="0"/>
      <w:divBdr>
        <w:top w:val="none" w:sz="0" w:space="0" w:color="auto"/>
        <w:left w:val="none" w:sz="0" w:space="0" w:color="auto"/>
        <w:bottom w:val="none" w:sz="0" w:space="0" w:color="auto"/>
        <w:right w:val="none" w:sz="0" w:space="0" w:color="auto"/>
      </w:divBdr>
    </w:div>
    <w:div w:id="174075631">
      <w:bodyDiv w:val="1"/>
      <w:marLeft w:val="0"/>
      <w:marRight w:val="0"/>
      <w:marTop w:val="0"/>
      <w:marBottom w:val="0"/>
      <w:divBdr>
        <w:top w:val="none" w:sz="0" w:space="0" w:color="auto"/>
        <w:left w:val="none" w:sz="0" w:space="0" w:color="auto"/>
        <w:bottom w:val="none" w:sz="0" w:space="0" w:color="auto"/>
        <w:right w:val="none" w:sz="0" w:space="0" w:color="auto"/>
      </w:divBdr>
    </w:div>
    <w:div w:id="208417910">
      <w:bodyDiv w:val="1"/>
      <w:marLeft w:val="0"/>
      <w:marRight w:val="0"/>
      <w:marTop w:val="0"/>
      <w:marBottom w:val="0"/>
      <w:divBdr>
        <w:top w:val="none" w:sz="0" w:space="0" w:color="auto"/>
        <w:left w:val="none" w:sz="0" w:space="0" w:color="auto"/>
        <w:bottom w:val="none" w:sz="0" w:space="0" w:color="auto"/>
        <w:right w:val="none" w:sz="0" w:space="0" w:color="auto"/>
      </w:divBdr>
    </w:div>
    <w:div w:id="209878833">
      <w:bodyDiv w:val="1"/>
      <w:marLeft w:val="0"/>
      <w:marRight w:val="0"/>
      <w:marTop w:val="0"/>
      <w:marBottom w:val="0"/>
      <w:divBdr>
        <w:top w:val="none" w:sz="0" w:space="0" w:color="auto"/>
        <w:left w:val="none" w:sz="0" w:space="0" w:color="auto"/>
        <w:bottom w:val="none" w:sz="0" w:space="0" w:color="auto"/>
        <w:right w:val="none" w:sz="0" w:space="0" w:color="auto"/>
      </w:divBdr>
    </w:div>
    <w:div w:id="274597408">
      <w:bodyDiv w:val="1"/>
      <w:marLeft w:val="0"/>
      <w:marRight w:val="0"/>
      <w:marTop w:val="0"/>
      <w:marBottom w:val="0"/>
      <w:divBdr>
        <w:top w:val="none" w:sz="0" w:space="0" w:color="auto"/>
        <w:left w:val="none" w:sz="0" w:space="0" w:color="auto"/>
        <w:bottom w:val="none" w:sz="0" w:space="0" w:color="auto"/>
        <w:right w:val="none" w:sz="0" w:space="0" w:color="auto"/>
      </w:divBdr>
    </w:div>
    <w:div w:id="281569763">
      <w:bodyDiv w:val="1"/>
      <w:marLeft w:val="0"/>
      <w:marRight w:val="0"/>
      <w:marTop w:val="0"/>
      <w:marBottom w:val="0"/>
      <w:divBdr>
        <w:top w:val="none" w:sz="0" w:space="0" w:color="auto"/>
        <w:left w:val="none" w:sz="0" w:space="0" w:color="auto"/>
        <w:bottom w:val="none" w:sz="0" w:space="0" w:color="auto"/>
        <w:right w:val="none" w:sz="0" w:space="0" w:color="auto"/>
      </w:divBdr>
    </w:div>
    <w:div w:id="327683262">
      <w:bodyDiv w:val="1"/>
      <w:marLeft w:val="0"/>
      <w:marRight w:val="0"/>
      <w:marTop w:val="0"/>
      <w:marBottom w:val="0"/>
      <w:divBdr>
        <w:top w:val="none" w:sz="0" w:space="0" w:color="auto"/>
        <w:left w:val="none" w:sz="0" w:space="0" w:color="auto"/>
        <w:bottom w:val="none" w:sz="0" w:space="0" w:color="auto"/>
        <w:right w:val="none" w:sz="0" w:space="0" w:color="auto"/>
      </w:divBdr>
    </w:div>
    <w:div w:id="382599611">
      <w:bodyDiv w:val="1"/>
      <w:marLeft w:val="0"/>
      <w:marRight w:val="0"/>
      <w:marTop w:val="0"/>
      <w:marBottom w:val="0"/>
      <w:divBdr>
        <w:top w:val="none" w:sz="0" w:space="0" w:color="auto"/>
        <w:left w:val="none" w:sz="0" w:space="0" w:color="auto"/>
        <w:bottom w:val="none" w:sz="0" w:space="0" w:color="auto"/>
        <w:right w:val="none" w:sz="0" w:space="0" w:color="auto"/>
      </w:divBdr>
    </w:div>
    <w:div w:id="421608881">
      <w:bodyDiv w:val="1"/>
      <w:marLeft w:val="0"/>
      <w:marRight w:val="0"/>
      <w:marTop w:val="0"/>
      <w:marBottom w:val="0"/>
      <w:divBdr>
        <w:top w:val="none" w:sz="0" w:space="0" w:color="auto"/>
        <w:left w:val="none" w:sz="0" w:space="0" w:color="auto"/>
        <w:bottom w:val="none" w:sz="0" w:space="0" w:color="auto"/>
        <w:right w:val="none" w:sz="0" w:space="0" w:color="auto"/>
      </w:divBdr>
    </w:div>
    <w:div w:id="467623335">
      <w:bodyDiv w:val="1"/>
      <w:marLeft w:val="0"/>
      <w:marRight w:val="0"/>
      <w:marTop w:val="0"/>
      <w:marBottom w:val="0"/>
      <w:divBdr>
        <w:top w:val="none" w:sz="0" w:space="0" w:color="auto"/>
        <w:left w:val="none" w:sz="0" w:space="0" w:color="auto"/>
        <w:bottom w:val="none" w:sz="0" w:space="0" w:color="auto"/>
        <w:right w:val="none" w:sz="0" w:space="0" w:color="auto"/>
      </w:divBdr>
    </w:div>
    <w:div w:id="477189061">
      <w:bodyDiv w:val="1"/>
      <w:marLeft w:val="0"/>
      <w:marRight w:val="0"/>
      <w:marTop w:val="0"/>
      <w:marBottom w:val="0"/>
      <w:divBdr>
        <w:top w:val="none" w:sz="0" w:space="0" w:color="auto"/>
        <w:left w:val="none" w:sz="0" w:space="0" w:color="auto"/>
        <w:bottom w:val="none" w:sz="0" w:space="0" w:color="auto"/>
        <w:right w:val="none" w:sz="0" w:space="0" w:color="auto"/>
      </w:divBdr>
    </w:div>
    <w:div w:id="492525174">
      <w:bodyDiv w:val="1"/>
      <w:marLeft w:val="0"/>
      <w:marRight w:val="0"/>
      <w:marTop w:val="0"/>
      <w:marBottom w:val="0"/>
      <w:divBdr>
        <w:top w:val="none" w:sz="0" w:space="0" w:color="auto"/>
        <w:left w:val="none" w:sz="0" w:space="0" w:color="auto"/>
        <w:bottom w:val="none" w:sz="0" w:space="0" w:color="auto"/>
        <w:right w:val="none" w:sz="0" w:space="0" w:color="auto"/>
      </w:divBdr>
    </w:div>
    <w:div w:id="541988770">
      <w:bodyDiv w:val="1"/>
      <w:marLeft w:val="0"/>
      <w:marRight w:val="0"/>
      <w:marTop w:val="0"/>
      <w:marBottom w:val="0"/>
      <w:divBdr>
        <w:top w:val="none" w:sz="0" w:space="0" w:color="auto"/>
        <w:left w:val="none" w:sz="0" w:space="0" w:color="auto"/>
        <w:bottom w:val="none" w:sz="0" w:space="0" w:color="auto"/>
        <w:right w:val="none" w:sz="0" w:space="0" w:color="auto"/>
      </w:divBdr>
    </w:div>
    <w:div w:id="550582826">
      <w:bodyDiv w:val="1"/>
      <w:marLeft w:val="0"/>
      <w:marRight w:val="0"/>
      <w:marTop w:val="0"/>
      <w:marBottom w:val="0"/>
      <w:divBdr>
        <w:top w:val="none" w:sz="0" w:space="0" w:color="auto"/>
        <w:left w:val="none" w:sz="0" w:space="0" w:color="auto"/>
        <w:bottom w:val="none" w:sz="0" w:space="0" w:color="auto"/>
        <w:right w:val="none" w:sz="0" w:space="0" w:color="auto"/>
      </w:divBdr>
    </w:div>
    <w:div w:id="571429513">
      <w:bodyDiv w:val="1"/>
      <w:marLeft w:val="0"/>
      <w:marRight w:val="0"/>
      <w:marTop w:val="0"/>
      <w:marBottom w:val="0"/>
      <w:divBdr>
        <w:top w:val="none" w:sz="0" w:space="0" w:color="auto"/>
        <w:left w:val="none" w:sz="0" w:space="0" w:color="auto"/>
        <w:bottom w:val="none" w:sz="0" w:space="0" w:color="auto"/>
        <w:right w:val="none" w:sz="0" w:space="0" w:color="auto"/>
      </w:divBdr>
    </w:div>
    <w:div w:id="639044231">
      <w:bodyDiv w:val="1"/>
      <w:marLeft w:val="0"/>
      <w:marRight w:val="0"/>
      <w:marTop w:val="0"/>
      <w:marBottom w:val="0"/>
      <w:divBdr>
        <w:top w:val="none" w:sz="0" w:space="0" w:color="auto"/>
        <w:left w:val="none" w:sz="0" w:space="0" w:color="auto"/>
        <w:bottom w:val="none" w:sz="0" w:space="0" w:color="auto"/>
        <w:right w:val="none" w:sz="0" w:space="0" w:color="auto"/>
      </w:divBdr>
    </w:div>
    <w:div w:id="820118279">
      <w:bodyDiv w:val="1"/>
      <w:marLeft w:val="0"/>
      <w:marRight w:val="0"/>
      <w:marTop w:val="0"/>
      <w:marBottom w:val="0"/>
      <w:divBdr>
        <w:top w:val="none" w:sz="0" w:space="0" w:color="auto"/>
        <w:left w:val="none" w:sz="0" w:space="0" w:color="auto"/>
        <w:bottom w:val="none" w:sz="0" w:space="0" w:color="auto"/>
        <w:right w:val="none" w:sz="0" w:space="0" w:color="auto"/>
      </w:divBdr>
    </w:div>
    <w:div w:id="834803893">
      <w:bodyDiv w:val="1"/>
      <w:marLeft w:val="0"/>
      <w:marRight w:val="0"/>
      <w:marTop w:val="0"/>
      <w:marBottom w:val="0"/>
      <w:divBdr>
        <w:top w:val="none" w:sz="0" w:space="0" w:color="auto"/>
        <w:left w:val="none" w:sz="0" w:space="0" w:color="auto"/>
        <w:bottom w:val="none" w:sz="0" w:space="0" w:color="auto"/>
        <w:right w:val="none" w:sz="0" w:space="0" w:color="auto"/>
      </w:divBdr>
    </w:div>
    <w:div w:id="836575505">
      <w:bodyDiv w:val="1"/>
      <w:marLeft w:val="0"/>
      <w:marRight w:val="0"/>
      <w:marTop w:val="0"/>
      <w:marBottom w:val="0"/>
      <w:divBdr>
        <w:top w:val="none" w:sz="0" w:space="0" w:color="auto"/>
        <w:left w:val="none" w:sz="0" w:space="0" w:color="auto"/>
        <w:bottom w:val="none" w:sz="0" w:space="0" w:color="auto"/>
        <w:right w:val="none" w:sz="0" w:space="0" w:color="auto"/>
      </w:divBdr>
    </w:div>
    <w:div w:id="868832765">
      <w:bodyDiv w:val="1"/>
      <w:marLeft w:val="0"/>
      <w:marRight w:val="0"/>
      <w:marTop w:val="0"/>
      <w:marBottom w:val="0"/>
      <w:divBdr>
        <w:top w:val="none" w:sz="0" w:space="0" w:color="auto"/>
        <w:left w:val="none" w:sz="0" w:space="0" w:color="auto"/>
        <w:bottom w:val="none" w:sz="0" w:space="0" w:color="auto"/>
        <w:right w:val="none" w:sz="0" w:space="0" w:color="auto"/>
      </w:divBdr>
    </w:div>
    <w:div w:id="936135907">
      <w:bodyDiv w:val="1"/>
      <w:marLeft w:val="0"/>
      <w:marRight w:val="0"/>
      <w:marTop w:val="0"/>
      <w:marBottom w:val="0"/>
      <w:divBdr>
        <w:top w:val="none" w:sz="0" w:space="0" w:color="auto"/>
        <w:left w:val="none" w:sz="0" w:space="0" w:color="auto"/>
        <w:bottom w:val="none" w:sz="0" w:space="0" w:color="auto"/>
        <w:right w:val="none" w:sz="0" w:space="0" w:color="auto"/>
      </w:divBdr>
    </w:div>
    <w:div w:id="1083914661">
      <w:bodyDiv w:val="1"/>
      <w:marLeft w:val="0"/>
      <w:marRight w:val="0"/>
      <w:marTop w:val="0"/>
      <w:marBottom w:val="0"/>
      <w:divBdr>
        <w:top w:val="none" w:sz="0" w:space="0" w:color="auto"/>
        <w:left w:val="none" w:sz="0" w:space="0" w:color="auto"/>
        <w:bottom w:val="none" w:sz="0" w:space="0" w:color="auto"/>
        <w:right w:val="none" w:sz="0" w:space="0" w:color="auto"/>
      </w:divBdr>
    </w:div>
    <w:div w:id="1098600516">
      <w:bodyDiv w:val="1"/>
      <w:marLeft w:val="0"/>
      <w:marRight w:val="0"/>
      <w:marTop w:val="0"/>
      <w:marBottom w:val="0"/>
      <w:divBdr>
        <w:top w:val="none" w:sz="0" w:space="0" w:color="auto"/>
        <w:left w:val="none" w:sz="0" w:space="0" w:color="auto"/>
        <w:bottom w:val="none" w:sz="0" w:space="0" w:color="auto"/>
        <w:right w:val="none" w:sz="0" w:space="0" w:color="auto"/>
      </w:divBdr>
    </w:div>
    <w:div w:id="1148596538">
      <w:bodyDiv w:val="1"/>
      <w:marLeft w:val="0"/>
      <w:marRight w:val="0"/>
      <w:marTop w:val="0"/>
      <w:marBottom w:val="0"/>
      <w:divBdr>
        <w:top w:val="none" w:sz="0" w:space="0" w:color="auto"/>
        <w:left w:val="none" w:sz="0" w:space="0" w:color="auto"/>
        <w:bottom w:val="none" w:sz="0" w:space="0" w:color="auto"/>
        <w:right w:val="none" w:sz="0" w:space="0" w:color="auto"/>
      </w:divBdr>
    </w:div>
    <w:div w:id="1173228982">
      <w:bodyDiv w:val="1"/>
      <w:marLeft w:val="0"/>
      <w:marRight w:val="0"/>
      <w:marTop w:val="0"/>
      <w:marBottom w:val="0"/>
      <w:divBdr>
        <w:top w:val="none" w:sz="0" w:space="0" w:color="auto"/>
        <w:left w:val="none" w:sz="0" w:space="0" w:color="auto"/>
        <w:bottom w:val="none" w:sz="0" w:space="0" w:color="auto"/>
        <w:right w:val="none" w:sz="0" w:space="0" w:color="auto"/>
      </w:divBdr>
    </w:div>
    <w:div w:id="1214924435">
      <w:bodyDiv w:val="1"/>
      <w:marLeft w:val="0"/>
      <w:marRight w:val="0"/>
      <w:marTop w:val="0"/>
      <w:marBottom w:val="0"/>
      <w:divBdr>
        <w:top w:val="none" w:sz="0" w:space="0" w:color="auto"/>
        <w:left w:val="none" w:sz="0" w:space="0" w:color="auto"/>
        <w:bottom w:val="none" w:sz="0" w:space="0" w:color="auto"/>
        <w:right w:val="none" w:sz="0" w:space="0" w:color="auto"/>
      </w:divBdr>
    </w:div>
    <w:div w:id="1221020957">
      <w:bodyDiv w:val="1"/>
      <w:marLeft w:val="0"/>
      <w:marRight w:val="0"/>
      <w:marTop w:val="0"/>
      <w:marBottom w:val="0"/>
      <w:divBdr>
        <w:top w:val="none" w:sz="0" w:space="0" w:color="auto"/>
        <w:left w:val="none" w:sz="0" w:space="0" w:color="auto"/>
        <w:bottom w:val="none" w:sz="0" w:space="0" w:color="auto"/>
        <w:right w:val="none" w:sz="0" w:space="0" w:color="auto"/>
      </w:divBdr>
    </w:div>
    <w:div w:id="1275283321">
      <w:bodyDiv w:val="1"/>
      <w:marLeft w:val="0"/>
      <w:marRight w:val="0"/>
      <w:marTop w:val="0"/>
      <w:marBottom w:val="0"/>
      <w:divBdr>
        <w:top w:val="none" w:sz="0" w:space="0" w:color="auto"/>
        <w:left w:val="none" w:sz="0" w:space="0" w:color="auto"/>
        <w:bottom w:val="none" w:sz="0" w:space="0" w:color="auto"/>
        <w:right w:val="none" w:sz="0" w:space="0" w:color="auto"/>
      </w:divBdr>
    </w:div>
    <w:div w:id="1338846687">
      <w:bodyDiv w:val="1"/>
      <w:marLeft w:val="0"/>
      <w:marRight w:val="0"/>
      <w:marTop w:val="0"/>
      <w:marBottom w:val="0"/>
      <w:divBdr>
        <w:top w:val="none" w:sz="0" w:space="0" w:color="auto"/>
        <w:left w:val="none" w:sz="0" w:space="0" w:color="auto"/>
        <w:bottom w:val="none" w:sz="0" w:space="0" w:color="auto"/>
        <w:right w:val="none" w:sz="0" w:space="0" w:color="auto"/>
      </w:divBdr>
    </w:div>
    <w:div w:id="1345596425">
      <w:bodyDiv w:val="1"/>
      <w:marLeft w:val="0"/>
      <w:marRight w:val="0"/>
      <w:marTop w:val="0"/>
      <w:marBottom w:val="0"/>
      <w:divBdr>
        <w:top w:val="none" w:sz="0" w:space="0" w:color="auto"/>
        <w:left w:val="none" w:sz="0" w:space="0" w:color="auto"/>
        <w:bottom w:val="none" w:sz="0" w:space="0" w:color="auto"/>
        <w:right w:val="none" w:sz="0" w:space="0" w:color="auto"/>
      </w:divBdr>
    </w:div>
    <w:div w:id="1346519899">
      <w:bodyDiv w:val="1"/>
      <w:marLeft w:val="0"/>
      <w:marRight w:val="0"/>
      <w:marTop w:val="0"/>
      <w:marBottom w:val="0"/>
      <w:divBdr>
        <w:top w:val="none" w:sz="0" w:space="0" w:color="auto"/>
        <w:left w:val="none" w:sz="0" w:space="0" w:color="auto"/>
        <w:bottom w:val="none" w:sz="0" w:space="0" w:color="auto"/>
        <w:right w:val="none" w:sz="0" w:space="0" w:color="auto"/>
      </w:divBdr>
    </w:div>
    <w:div w:id="1366372322">
      <w:bodyDiv w:val="1"/>
      <w:marLeft w:val="0"/>
      <w:marRight w:val="0"/>
      <w:marTop w:val="0"/>
      <w:marBottom w:val="0"/>
      <w:divBdr>
        <w:top w:val="none" w:sz="0" w:space="0" w:color="auto"/>
        <w:left w:val="none" w:sz="0" w:space="0" w:color="auto"/>
        <w:bottom w:val="none" w:sz="0" w:space="0" w:color="auto"/>
        <w:right w:val="none" w:sz="0" w:space="0" w:color="auto"/>
      </w:divBdr>
    </w:div>
    <w:div w:id="1374772176">
      <w:bodyDiv w:val="1"/>
      <w:marLeft w:val="0"/>
      <w:marRight w:val="0"/>
      <w:marTop w:val="0"/>
      <w:marBottom w:val="0"/>
      <w:divBdr>
        <w:top w:val="none" w:sz="0" w:space="0" w:color="auto"/>
        <w:left w:val="none" w:sz="0" w:space="0" w:color="auto"/>
        <w:bottom w:val="none" w:sz="0" w:space="0" w:color="auto"/>
        <w:right w:val="none" w:sz="0" w:space="0" w:color="auto"/>
      </w:divBdr>
    </w:div>
    <w:div w:id="1405567797">
      <w:bodyDiv w:val="1"/>
      <w:marLeft w:val="0"/>
      <w:marRight w:val="0"/>
      <w:marTop w:val="0"/>
      <w:marBottom w:val="0"/>
      <w:divBdr>
        <w:top w:val="none" w:sz="0" w:space="0" w:color="auto"/>
        <w:left w:val="none" w:sz="0" w:space="0" w:color="auto"/>
        <w:bottom w:val="none" w:sz="0" w:space="0" w:color="auto"/>
        <w:right w:val="none" w:sz="0" w:space="0" w:color="auto"/>
      </w:divBdr>
    </w:div>
    <w:div w:id="1411269708">
      <w:bodyDiv w:val="1"/>
      <w:marLeft w:val="0"/>
      <w:marRight w:val="0"/>
      <w:marTop w:val="0"/>
      <w:marBottom w:val="0"/>
      <w:divBdr>
        <w:top w:val="none" w:sz="0" w:space="0" w:color="auto"/>
        <w:left w:val="none" w:sz="0" w:space="0" w:color="auto"/>
        <w:bottom w:val="none" w:sz="0" w:space="0" w:color="auto"/>
        <w:right w:val="none" w:sz="0" w:space="0" w:color="auto"/>
      </w:divBdr>
    </w:div>
    <w:div w:id="1461922902">
      <w:bodyDiv w:val="1"/>
      <w:marLeft w:val="0"/>
      <w:marRight w:val="0"/>
      <w:marTop w:val="0"/>
      <w:marBottom w:val="0"/>
      <w:divBdr>
        <w:top w:val="none" w:sz="0" w:space="0" w:color="auto"/>
        <w:left w:val="none" w:sz="0" w:space="0" w:color="auto"/>
        <w:bottom w:val="none" w:sz="0" w:space="0" w:color="auto"/>
        <w:right w:val="none" w:sz="0" w:space="0" w:color="auto"/>
      </w:divBdr>
    </w:div>
    <w:div w:id="1540819203">
      <w:bodyDiv w:val="1"/>
      <w:marLeft w:val="0"/>
      <w:marRight w:val="0"/>
      <w:marTop w:val="0"/>
      <w:marBottom w:val="0"/>
      <w:divBdr>
        <w:top w:val="none" w:sz="0" w:space="0" w:color="auto"/>
        <w:left w:val="none" w:sz="0" w:space="0" w:color="auto"/>
        <w:bottom w:val="none" w:sz="0" w:space="0" w:color="auto"/>
        <w:right w:val="none" w:sz="0" w:space="0" w:color="auto"/>
      </w:divBdr>
    </w:div>
    <w:div w:id="1596589893">
      <w:bodyDiv w:val="1"/>
      <w:marLeft w:val="0"/>
      <w:marRight w:val="0"/>
      <w:marTop w:val="0"/>
      <w:marBottom w:val="0"/>
      <w:divBdr>
        <w:top w:val="none" w:sz="0" w:space="0" w:color="auto"/>
        <w:left w:val="none" w:sz="0" w:space="0" w:color="auto"/>
        <w:bottom w:val="none" w:sz="0" w:space="0" w:color="auto"/>
        <w:right w:val="none" w:sz="0" w:space="0" w:color="auto"/>
      </w:divBdr>
    </w:div>
    <w:div w:id="1616672879">
      <w:bodyDiv w:val="1"/>
      <w:marLeft w:val="0"/>
      <w:marRight w:val="0"/>
      <w:marTop w:val="0"/>
      <w:marBottom w:val="0"/>
      <w:divBdr>
        <w:top w:val="none" w:sz="0" w:space="0" w:color="auto"/>
        <w:left w:val="none" w:sz="0" w:space="0" w:color="auto"/>
        <w:bottom w:val="none" w:sz="0" w:space="0" w:color="auto"/>
        <w:right w:val="none" w:sz="0" w:space="0" w:color="auto"/>
      </w:divBdr>
    </w:div>
    <w:div w:id="1619485373">
      <w:bodyDiv w:val="1"/>
      <w:marLeft w:val="0"/>
      <w:marRight w:val="0"/>
      <w:marTop w:val="0"/>
      <w:marBottom w:val="0"/>
      <w:divBdr>
        <w:top w:val="none" w:sz="0" w:space="0" w:color="auto"/>
        <w:left w:val="none" w:sz="0" w:space="0" w:color="auto"/>
        <w:bottom w:val="none" w:sz="0" w:space="0" w:color="auto"/>
        <w:right w:val="none" w:sz="0" w:space="0" w:color="auto"/>
      </w:divBdr>
    </w:div>
    <w:div w:id="1656566860">
      <w:bodyDiv w:val="1"/>
      <w:marLeft w:val="0"/>
      <w:marRight w:val="0"/>
      <w:marTop w:val="0"/>
      <w:marBottom w:val="0"/>
      <w:divBdr>
        <w:top w:val="none" w:sz="0" w:space="0" w:color="auto"/>
        <w:left w:val="none" w:sz="0" w:space="0" w:color="auto"/>
        <w:bottom w:val="none" w:sz="0" w:space="0" w:color="auto"/>
        <w:right w:val="none" w:sz="0" w:space="0" w:color="auto"/>
      </w:divBdr>
    </w:div>
    <w:div w:id="1745034033">
      <w:bodyDiv w:val="1"/>
      <w:marLeft w:val="0"/>
      <w:marRight w:val="0"/>
      <w:marTop w:val="0"/>
      <w:marBottom w:val="0"/>
      <w:divBdr>
        <w:top w:val="none" w:sz="0" w:space="0" w:color="auto"/>
        <w:left w:val="none" w:sz="0" w:space="0" w:color="auto"/>
        <w:bottom w:val="none" w:sz="0" w:space="0" w:color="auto"/>
        <w:right w:val="none" w:sz="0" w:space="0" w:color="auto"/>
      </w:divBdr>
    </w:div>
    <w:div w:id="1776169083">
      <w:bodyDiv w:val="1"/>
      <w:marLeft w:val="0"/>
      <w:marRight w:val="0"/>
      <w:marTop w:val="0"/>
      <w:marBottom w:val="0"/>
      <w:divBdr>
        <w:top w:val="none" w:sz="0" w:space="0" w:color="auto"/>
        <w:left w:val="none" w:sz="0" w:space="0" w:color="auto"/>
        <w:bottom w:val="none" w:sz="0" w:space="0" w:color="auto"/>
        <w:right w:val="none" w:sz="0" w:space="0" w:color="auto"/>
      </w:divBdr>
    </w:div>
    <w:div w:id="1791971871">
      <w:bodyDiv w:val="1"/>
      <w:marLeft w:val="0"/>
      <w:marRight w:val="0"/>
      <w:marTop w:val="0"/>
      <w:marBottom w:val="0"/>
      <w:divBdr>
        <w:top w:val="none" w:sz="0" w:space="0" w:color="auto"/>
        <w:left w:val="none" w:sz="0" w:space="0" w:color="auto"/>
        <w:bottom w:val="none" w:sz="0" w:space="0" w:color="auto"/>
        <w:right w:val="none" w:sz="0" w:space="0" w:color="auto"/>
      </w:divBdr>
    </w:div>
    <w:div w:id="1847330056">
      <w:bodyDiv w:val="1"/>
      <w:marLeft w:val="0"/>
      <w:marRight w:val="0"/>
      <w:marTop w:val="0"/>
      <w:marBottom w:val="0"/>
      <w:divBdr>
        <w:top w:val="none" w:sz="0" w:space="0" w:color="auto"/>
        <w:left w:val="none" w:sz="0" w:space="0" w:color="auto"/>
        <w:bottom w:val="none" w:sz="0" w:space="0" w:color="auto"/>
        <w:right w:val="none" w:sz="0" w:space="0" w:color="auto"/>
      </w:divBdr>
    </w:div>
    <w:div w:id="1864442835">
      <w:bodyDiv w:val="1"/>
      <w:marLeft w:val="0"/>
      <w:marRight w:val="0"/>
      <w:marTop w:val="0"/>
      <w:marBottom w:val="0"/>
      <w:divBdr>
        <w:top w:val="none" w:sz="0" w:space="0" w:color="auto"/>
        <w:left w:val="none" w:sz="0" w:space="0" w:color="auto"/>
        <w:bottom w:val="none" w:sz="0" w:space="0" w:color="auto"/>
        <w:right w:val="none" w:sz="0" w:space="0" w:color="auto"/>
      </w:divBdr>
    </w:div>
    <w:div w:id="1888830189">
      <w:bodyDiv w:val="1"/>
      <w:marLeft w:val="0"/>
      <w:marRight w:val="0"/>
      <w:marTop w:val="0"/>
      <w:marBottom w:val="0"/>
      <w:divBdr>
        <w:top w:val="none" w:sz="0" w:space="0" w:color="auto"/>
        <w:left w:val="none" w:sz="0" w:space="0" w:color="auto"/>
        <w:bottom w:val="none" w:sz="0" w:space="0" w:color="auto"/>
        <w:right w:val="none" w:sz="0" w:space="0" w:color="auto"/>
      </w:divBdr>
    </w:div>
    <w:div w:id="1915815061">
      <w:bodyDiv w:val="1"/>
      <w:marLeft w:val="0"/>
      <w:marRight w:val="0"/>
      <w:marTop w:val="0"/>
      <w:marBottom w:val="0"/>
      <w:divBdr>
        <w:top w:val="none" w:sz="0" w:space="0" w:color="auto"/>
        <w:left w:val="none" w:sz="0" w:space="0" w:color="auto"/>
        <w:bottom w:val="none" w:sz="0" w:space="0" w:color="auto"/>
        <w:right w:val="none" w:sz="0" w:space="0" w:color="auto"/>
      </w:divBdr>
    </w:div>
    <w:div w:id="1917670575">
      <w:bodyDiv w:val="1"/>
      <w:marLeft w:val="0"/>
      <w:marRight w:val="0"/>
      <w:marTop w:val="0"/>
      <w:marBottom w:val="0"/>
      <w:divBdr>
        <w:top w:val="none" w:sz="0" w:space="0" w:color="auto"/>
        <w:left w:val="none" w:sz="0" w:space="0" w:color="auto"/>
        <w:bottom w:val="none" w:sz="0" w:space="0" w:color="auto"/>
        <w:right w:val="none" w:sz="0" w:space="0" w:color="auto"/>
      </w:divBdr>
    </w:div>
    <w:div w:id="1961111612">
      <w:bodyDiv w:val="1"/>
      <w:marLeft w:val="0"/>
      <w:marRight w:val="0"/>
      <w:marTop w:val="0"/>
      <w:marBottom w:val="0"/>
      <w:divBdr>
        <w:top w:val="none" w:sz="0" w:space="0" w:color="auto"/>
        <w:left w:val="none" w:sz="0" w:space="0" w:color="auto"/>
        <w:bottom w:val="none" w:sz="0" w:space="0" w:color="auto"/>
        <w:right w:val="none" w:sz="0" w:space="0" w:color="auto"/>
      </w:divBdr>
    </w:div>
    <w:div w:id="1968582047">
      <w:bodyDiv w:val="1"/>
      <w:marLeft w:val="0"/>
      <w:marRight w:val="0"/>
      <w:marTop w:val="0"/>
      <w:marBottom w:val="0"/>
      <w:divBdr>
        <w:top w:val="none" w:sz="0" w:space="0" w:color="auto"/>
        <w:left w:val="none" w:sz="0" w:space="0" w:color="auto"/>
        <w:bottom w:val="none" w:sz="0" w:space="0" w:color="auto"/>
        <w:right w:val="none" w:sz="0" w:space="0" w:color="auto"/>
      </w:divBdr>
    </w:div>
    <w:div w:id="1972439235">
      <w:bodyDiv w:val="1"/>
      <w:marLeft w:val="0"/>
      <w:marRight w:val="0"/>
      <w:marTop w:val="0"/>
      <w:marBottom w:val="0"/>
      <w:divBdr>
        <w:top w:val="none" w:sz="0" w:space="0" w:color="auto"/>
        <w:left w:val="none" w:sz="0" w:space="0" w:color="auto"/>
        <w:bottom w:val="none" w:sz="0" w:space="0" w:color="auto"/>
        <w:right w:val="none" w:sz="0" w:space="0" w:color="auto"/>
      </w:divBdr>
    </w:div>
    <w:div w:id="1982801915">
      <w:bodyDiv w:val="1"/>
      <w:marLeft w:val="0"/>
      <w:marRight w:val="0"/>
      <w:marTop w:val="0"/>
      <w:marBottom w:val="0"/>
      <w:divBdr>
        <w:top w:val="none" w:sz="0" w:space="0" w:color="auto"/>
        <w:left w:val="none" w:sz="0" w:space="0" w:color="auto"/>
        <w:bottom w:val="none" w:sz="0" w:space="0" w:color="auto"/>
        <w:right w:val="none" w:sz="0" w:space="0" w:color="auto"/>
      </w:divBdr>
    </w:div>
    <w:div w:id="2014989276">
      <w:bodyDiv w:val="1"/>
      <w:marLeft w:val="0"/>
      <w:marRight w:val="0"/>
      <w:marTop w:val="0"/>
      <w:marBottom w:val="0"/>
      <w:divBdr>
        <w:top w:val="none" w:sz="0" w:space="0" w:color="auto"/>
        <w:left w:val="none" w:sz="0" w:space="0" w:color="auto"/>
        <w:bottom w:val="none" w:sz="0" w:space="0" w:color="auto"/>
        <w:right w:val="none" w:sz="0" w:space="0" w:color="auto"/>
      </w:divBdr>
    </w:div>
    <w:div w:id="2023821823">
      <w:bodyDiv w:val="1"/>
      <w:marLeft w:val="0"/>
      <w:marRight w:val="0"/>
      <w:marTop w:val="0"/>
      <w:marBottom w:val="0"/>
      <w:divBdr>
        <w:top w:val="none" w:sz="0" w:space="0" w:color="auto"/>
        <w:left w:val="none" w:sz="0" w:space="0" w:color="auto"/>
        <w:bottom w:val="none" w:sz="0" w:space="0" w:color="auto"/>
        <w:right w:val="none" w:sz="0" w:space="0" w:color="auto"/>
      </w:divBdr>
    </w:div>
    <w:div w:id="209554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rison\Downloads\802-11-submission(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802-11-submission(1).dotx</Template>
  <TotalTime>186</TotalTime>
  <Pages>21</Pages>
  <Words>4895</Words>
  <Characters>27908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doc.: IEEE 802.11-24/0702r3</vt:lpstr>
    </vt:vector>
  </TitlesOfParts>
  <Company>Some Company</Company>
  <LinksUpToDate>false</LinksUpToDate>
  <CharactersWithSpaces>32738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802.11-24/1314r0</dc:title>
  <dc:subject>Submission</dc:subject>
  <dc:creator>Mark Rison</dc:creator>
  <cp:keywords>July 2024</cp:keywords>
  <dc:description>Mark RISON (Samsung)</dc:description>
  <cp:lastModifiedBy>Mark Rison</cp:lastModifiedBy>
  <cp:revision>47</cp:revision>
  <cp:lastPrinted>1900-01-01T10:00:00Z</cp:lastPrinted>
  <dcterms:created xsi:type="dcterms:W3CDTF">2024-05-16T15:09:00Z</dcterms:created>
  <dcterms:modified xsi:type="dcterms:W3CDTF">2024-07-17T19:28:00Z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ies>
</file>