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54890A9" w:rsidR="00BD6FB0" w:rsidRPr="004B1506" w:rsidRDefault="00486768" w:rsidP="0081654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 w:rsidR="00C52D8D">
              <w:rPr>
                <w:b/>
                <w:sz w:val="28"/>
                <w:szCs w:val="28"/>
                <w:lang w:val="en-US"/>
              </w:rPr>
              <w:t xml:space="preserve"> </w:t>
            </w:r>
            <w:r w:rsidR="00BD77E7">
              <w:rPr>
                <w:b/>
                <w:sz w:val="28"/>
                <w:szCs w:val="28"/>
                <w:lang w:val="en-US"/>
              </w:rPr>
              <w:t>LB2</w:t>
            </w:r>
            <w:r w:rsidR="00546FCF">
              <w:rPr>
                <w:b/>
                <w:sz w:val="28"/>
                <w:szCs w:val="28"/>
                <w:lang w:val="en-US"/>
              </w:rPr>
              <w:t>75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546FCF">
              <w:rPr>
                <w:b/>
                <w:sz w:val="28"/>
                <w:szCs w:val="28"/>
                <w:lang w:val="en-US" w:eastAsia="ko-KR"/>
              </w:rPr>
              <w:t>CR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D13C7A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on </w:t>
            </w:r>
            <w:r w:rsidR="00816548">
              <w:rPr>
                <w:b/>
                <w:sz w:val="28"/>
                <w:szCs w:val="28"/>
                <w:lang w:val="en-US" w:eastAsia="ko-KR"/>
              </w:rPr>
              <w:t>9.4.1.68 and 9.4.1.69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6CC7FCB9" w:rsidR="00BD6FB0" w:rsidRPr="00BD6FB0" w:rsidRDefault="00BD6FB0" w:rsidP="00CF033A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6B2925">
              <w:t>3</w:t>
            </w:r>
            <w:r w:rsidR="00361A7D">
              <w:t>-</w:t>
            </w:r>
            <w:r w:rsidR="006B2925">
              <w:t>0</w:t>
            </w:r>
            <w:r w:rsidR="00CF033A">
              <w:t>9</w:t>
            </w:r>
            <w:r w:rsidR="00361A7D">
              <w:t>-</w:t>
            </w:r>
            <w:r w:rsidR="008E0762">
              <w:t>1</w:t>
            </w:r>
            <w:r w:rsidR="00C357D7">
              <w:t>1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0FDC34A1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5E63A6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5E63A6" w:rsidRPr="0019516D" w:rsidRDefault="005E63A6" w:rsidP="006C64A9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5E63A6" w:rsidRPr="0019516D" w:rsidRDefault="005E63A6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5E63A6" w:rsidRPr="00CA3569" w:rsidRDefault="005E63A6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5E63A6" w:rsidRPr="00855146" w:rsidRDefault="005E63A6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5E63A6" w:rsidRPr="0019516D" w:rsidRDefault="005E63A6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Dongguk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5E63A6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5E63A6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6218715B" w:rsidR="005E63A6" w:rsidRDefault="00CA1D3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</w:t>
            </w:r>
            <w:r>
              <w:rPr>
                <w:lang w:eastAsia="ko-KR"/>
              </w:rPr>
              <w:t>ik</w:t>
            </w:r>
            <w:proofErr w:type="spellEnd"/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4B30F5FA" w:rsidR="005E63A6" w:rsidRDefault="00CA1D36" w:rsidP="00CA1D36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i</w:t>
            </w:r>
            <w:r>
              <w:rPr>
                <w:sz w:val="18"/>
                <w:lang w:eastAsia="ko-KR"/>
              </w:rPr>
              <w:t>nsik0618</w:t>
            </w:r>
            <w:r w:rsidRPr="005E63A6">
              <w:rPr>
                <w:sz w:val="18"/>
                <w:lang w:eastAsia="ko-KR"/>
              </w:rPr>
              <w:t>.j</w:t>
            </w:r>
            <w:r>
              <w:rPr>
                <w:sz w:val="18"/>
                <w:lang w:eastAsia="ko-KR"/>
              </w:rPr>
              <w:t>u</w:t>
            </w:r>
            <w:r w:rsidRPr="005E63A6">
              <w:rPr>
                <w:sz w:val="18"/>
                <w:lang w:eastAsia="ko-KR"/>
              </w:rPr>
              <w:t>ng@lge.com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5B28AD5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EB5333" w14:textId="024746D1" w:rsidR="00CA1D36" w:rsidRDefault="00CA1D36" w:rsidP="00BF59ED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4E3B255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D2273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5F58C3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DD1984" w14:textId="77FEA9F9" w:rsidR="005E63A6" w:rsidRDefault="00CA1D36" w:rsidP="00BF59ED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53170E4A" w:rsidR="00DF3C0B" w:rsidRDefault="00DF3C0B" w:rsidP="009874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E51A2">
        <w:rPr>
          <w:lang w:eastAsia="ko-KR"/>
        </w:rPr>
        <w:t>comment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1E51A2">
        <w:rPr>
          <w:lang w:eastAsia="ko-KR"/>
        </w:rPr>
        <w:t>s</w:t>
      </w:r>
      <w:r>
        <w:rPr>
          <w:lang w:eastAsia="ko-KR"/>
        </w:rPr>
        <w:t xml:space="preserve"> for </w:t>
      </w:r>
      <w:r w:rsidR="00546FCF">
        <w:rPr>
          <w:lang w:eastAsia="ko-KR"/>
        </w:rPr>
        <w:t xml:space="preserve">2 </w:t>
      </w:r>
      <w:r w:rsidR="00137885">
        <w:rPr>
          <w:lang w:eastAsia="ko-KR"/>
        </w:rPr>
        <w:t>CID</w:t>
      </w:r>
      <w:r w:rsidR="007A0461">
        <w:rPr>
          <w:lang w:eastAsia="ko-KR"/>
        </w:rPr>
        <w:t>s:</w:t>
      </w:r>
      <w:r w:rsidR="00D70B8D" w:rsidRPr="00D70B8D">
        <w:rPr>
          <w:lang w:eastAsia="ko-KR"/>
        </w:rPr>
        <w:t xml:space="preserve"> </w:t>
      </w:r>
      <w:r w:rsidR="00546FCF">
        <w:rPr>
          <w:lang w:eastAsia="ko-KR"/>
        </w:rPr>
        <w:t>19362, 19363</w:t>
      </w:r>
    </w:p>
    <w:p w14:paraId="31C202F2" w14:textId="4943AEF1" w:rsidR="001E51A2" w:rsidRDefault="001E51A2" w:rsidP="001E51A2">
      <w:pPr>
        <w:jc w:val="both"/>
        <w:rPr>
          <w:lang w:eastAsia="ko-KR"/>
        </w:rPr>
      </w:pPr>
      <w:r>
        <w:rPr>
          <w:lang w:eastAsia="ko-KR"/>
        </w:rPr>
        <w:t>All the cha</w:t>
      </w:r>
      <w:r w:rsidR="000A4689">
        <w:rPr>
          <w:lang w:eastAsia="ko-KR"/>
        </w:rPr>
        <w:t>nges are based on P802.11be D</w:t>
      </w:r>
      <w:r w:rsidR="00546FCF">
        <w:rPr>
          <w:lang w:eastAsia="ko-KR"/>
        </w:rPr>
        <w:t>4</w:t>
      </w:r>
      <w:r w:rsidR="00CC37D8">
        <w:rPr>
          <w:lang w:eastAsia="ko-KR"/>
        </w:rPr>
        <w:t>.0</w:t>
      </w:r>
    </w:p>
    <w:p w14:paraId="7AF7BCDA" w14:textId="77777777" w:rsidR="001E51A2" w:rsidRPr="00546FCF" w:rsidRDefault="001E51A2" w:rsidP="001E51A2">
      <w:pPr>
        <w:jc w:val="both"/>
      </w:pPr>
    </w:p>
    <w:p w14:paraId="0D14E737" w14:textId="77777777" w:rsidR="001E51A2" w:rsidRPr="00EA2C04" w:rsidRDefault="001E51A2" w:rsidP="001E51A2">
      <w:pPr>
        <w:jc w:val="both"/>
      </w:pPr>
    </w:p>
    <w:p w14:paraId="75F6F1BC" w14:textId="77777777" w:rsidR="001E51A2" w:rsidRDefault="001E51A2" w:rsidP="001E51A2">
      <w:pPr>
        <w:jc w:val="both"/>
      </w:pPr>
      <w:r>
        <w:t>Revisions:</w:t>
      </w:r>
    </w:p>
    <w:p w14:paraId="1DA4A173" w14:textId="77777777" w:rsidR="001E51A2" w:rsidRDefault="001E51A2" w:rsidP="001E51A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693B1D81" w14:textId="77777777" w:rsidR="00A64D7D" w:rsidRPr="001E51A2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Pr="00F66ABE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20AE5063" w:rsidR="00485746" w:rsidRDefault="00E96183" w:rsidP="00485746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lastRenderedPageBreak/>
        <w:t>CID 19362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850"/>
        <w:gridCol w:w="2268"/>
        <w:gridCol w:w="2268"/>
        <w:gridCol w:w="1985"/>
      </w:tblGrid>
      <w:tr w:rsidR="009674B4" w:rsidRPr="002B2FC7" w14:paraId="0DEF5F04" w14:textId="77777777" w:rsidTr="00BE3076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3BB60FA" w14:textId="77777777" w:rsidR="009674B4" w:rsidRPr="002B2FC7" w:rsidRDefault="009674B4" w:rsidP="00FB6D1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6840FEB" w14:textId="77777777" w:rsidR="009674B4" w:rsidRPr="002B2FC7" w:rsidRDefault="009674B4" w:rsidP="00FB6D1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636D94" w14:textId="77777777" w:rsidR="009674B4" w:rsidRPr="002B2FC7" w:rsidRDefault="009674B4" w:rsidP="00FB6D1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85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86FC458" w14:textId="77777777" w:rsidR="009674B4" w:rsidRPr="002B2FC7" w:rsidRDefault="009674B4" w:rsidP="00FB6D1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2CC4E4A" w14:textId="77777777" w:rsidR="009674B4" w:rsidRPr="002B2FC7" w:rsidRDefault="009674B4" w:rsidP="00FB6D1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E4637F" w14:textId="77777777" w:rsidR="009674B4" w:rsidRPr="002B2FC7" w:rsidRDefault="009674B4" w:rsidP="00FB6D1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EC9C74B" w14:textId="77777777" w:rsidR="009674B4" w:rsidRPr="002B2FC7" w:rsidRDefault="009674B4" w:rsidP="00FB6D1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C04C3F" w:rsidRPr="002B2FC7" w14:paraId="130C5E20" w14:textId="77777777" w:rsidTr="00BE3076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1CDCF8" w14:textId="27418CE3" w:rsidR="00C04C3F" w:rsidRPr="002B2FC7" w:rsidRDefault="00C04C3F" w:rsidP="00C04C3F">
            <w:pPr>
              <w:ind w:leftChars="-52" w:left="-114" w:firstLineChars="6" w:firstLine="11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 w:rsidRPr="002B2F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1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9362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555D8A1" w14:textId="7D0FA990" w:rsidR="00C04C3F" w:rsidRPr="002B2FC7" w:rsidRDefault="00C04C3F" w:rsidP="00C04C3F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Brian Hart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647DB7" w14:textId="77777777" w:rsidR="00C04C3F" w:rsidRPr="002B2FC7" w:rsidRDefault="00C04C3F" w:rsidP="00C04C3F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 w:rsidRPr="002B2F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F37BE9B" w14:textId="0FD91584" w:rsidR="00C04C3F" w:rsidRPr="002B2FC7" w:rsidRDefault="00C04C3F" w:rsidP="00C04C3F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205.52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8981427" w14:textId="7B9C22FB" w:rsidR="00C04C3F" w:rsidRPr="002B2FC7" w:rsidRDefault="00C04C3F" w:rsidP="00C04C3F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There is not a single RU edge nor a single DC tone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49FFD3" w14:textId="2F2D11EB" w:rsidR="00C04C3F" w:rsidRPr="002B2FC7" w:rsidRDefault="00C04C3F" w:rsidP="00C04C3F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Pluralize these. Try "generally around the RU edges and the DC tones"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AE80B75" w14:textId="77777777" w:rsidR="00C04C3F" w:rsidRPr="002B2FC7" w:rsidRDefault="00C04C3F" w:rsidP="00C04C3F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Accepted</w:t>
            </w:r>
          </w:p>
        </w:tc>
      </w:tr>
    </w:tbl>
    <w:p w14:paraId="62D854A0" w14:textId="41949541" w:rsidR="009674B4" w:rsidRDefault="009B1B76" w:rsidP="009674B4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="009674B4" w:rsidRPr="00A76FA4">
        <w:rPr>
          <w:b/>
          <w:i/>
          <w:highlight w:val="yellow"/>
          <w:lang w:val="en-US" w:eastAsia="ko-KR"/>
        </w:rPr>
        <w:t xml:space="preserve"> </w:t>
      </w:r>
      <w:r w:rsidR="00A76FA4" w:rsidRPr="00A76FA4">
        <w:rPr>
          <w:b/>
          <w:i/>
          <w:highlight w:val="yellow"/>
          <w:lang w:val="en-US" w:eastAsia="ko-KR"/>
        </w:rPr>
        <w:t>in</w:t>
      </w:r>
      <w:r w:rsidR="009674B4" w:rsidRPr="00A76FA4">
        <w:rPr>
          <w:b/>
          <w:i/>
          <w:highlight w:val="yellow"/>
          <w:lang w:val="en-US" w:eastAsia="ko-KR"/>
        </w:rPr>
        <w:t xml:space="preserve"> </w:t>
      </w:r>
      <w:r>
        <w:rPr>
          <w:b/>
          <w:i/>
          <w:highlight w:val="yellow"/>
          <w:lang w:val="en-US" w:eastAsia="ko-KR"/>
        </w:rPr>
        <w:t>page 20</w:t>
      </w:r>
      <w:r w:rsidR="00763319">
        <w:rPr>
          <w:b/>
          <w:i/>
          <w:highlight w:val="yellow"/>
          <w:lang w:val="en-US" w:eastAsia="ko-KR"/>
        </w:rPr>
        <w:t>5</w:t>
      </w:r>
      <w:r>
        <w:rPr>
          <w:b/>
          <w:i/>
          <w:highlight w:val="yellow"/>
          <w:lang w:val="en-US" w:eastAsia="ko-KR"/>
        </w:rPr>
        <w:t xml:space="preserve"> of </w:t>
      </w:r>
      <w:r w:rsidR="009674B4"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</w:t>
      </w:r>
      <w:r w:rsidR="009674B4" w:rsidRPr="00A76FA4">
        <w:rPr>
          <w:b/>
          <w:i/>
          <w:highlight w:val="yellow"/>
          <w:lang w:val="en-US" w:eastAsia="ko-KR"/>
        </w:rPr>
        <w:t>.0</w:t>
      </w:r>
      <w:r w:rsidR="00C67668">
        <w:rPr>
          <w:b/>
          <w:i/>
          <w:highlight w:val="yellow"/>
          <w:lang w:val="en-US" w:eastAsia="ko-KR"/>
        </w:rPr>
        <w:t>:</w:t>
      </w:r>
    </w:p>
    <w:p w14:paraId="055F0A9E" w14:textId="52DCE6B5" w:rsidR="00901796" w:rsidRPr="00A76FA4" w:rsidRDefault="00901796" w:rsidP="009674B4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F8B7D66" wp14:editId="12D02510">
            <wp:extent cx="3482340" cy="165560"/>
            <wp:effectExtent l="0" t="0" r="0" b="635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2979" cy="208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A1516" w14:textId="643C6A21" w:rsidR="009674B4" w:rsidRDefault="00901796" w:rsidP="00A76FA4">
      <w:pPr>
        <w:pStyle w:val="af5"/>
        <w:kinsoku w:val="0"/>
        <w:overflowPunct w:val="0"/>
        <w:spacing w:after="0"/>
        <w:rPr>
          <w:sz w:val="21"/>
          <w:szCs w:val="21"/>
        </w:rPr>
      </w:pPr>
      <w:r>
        <w:rPr>
          <w:noProof/>
          <w:lang w:val="en-US" w:eastAsia="ko-KR"/>
        </w:rPr>
        <w:drawing>
          <wp:inline distT="0" distB="0" distL="0" distR="0" wp14:anchorId="7CC061E8" wp14:editId="2A154F52">
            <wp:extent cx="5943600" cy="143383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8440F" w14:textId="77777777" w:rsidR="009B1B76" w:rsidRDefault="009B1B76" w:rsidP="00A76FA4">
      <w:pPr>
        <w:pStyle w:val="af5"/>
        <w:kinsoku w:val="0"/>
        <w:overflowPunct w:val="0"/>
        <w:spacing w:after="0"/>
        <w:rPr>
          <w:sz w:val="21"/>
          <w:szCs w:val="21"/>
        </w:rPr>
      </w:pPr>
    </w:p>
    <w:p w14:paraId="3F6AA8FC" w14:textId="77777777" w:rsidR="00E96183" w:rsidRDefault="00E96183" w:rsidP="00A76FA4">
      <w:pPr>
        <w:pStyle w:val="af5"/>
        <w:kinsoku w:val="0"/>
        <w:overflowPunct w:val="0"/>
        <w:spacing w:after="0"/>
        <w:rPr>
          <w:sz w:val="21"/>
          <w:szCs w:val="21"/>
        </w:rPr>
      </w:pPr>
    </w:p>
    <w:p w14:paraId="08083F22" w14:textId="5E6211DB" w:rsidR="00E96183" w:rsidRDefault="00E96183" w:rsidP="00E96183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 1936</w:t>
      </w:r>
      <w:r>
        <w:rPr>
          <w:sz w:val="22"/>
          <w:szCs w:val="22"/>
          <w:lang w:eastAsia="ko-KR"/>
        </w:rPr>
        <w:t>3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850"/>
        <w:gridCol w:w="2410"/>
        <w:gridCol w:w="2126"/>
        <w:gridCol w:w="1985"/>
      </w:tblGrid>
      <w:tr w:rsidR="009B1B76" w:rsidRPr="002B2FC7" w14:paraId="7FBEBC9C" w14:textId="77777777" w:rsidTr="00316AC8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09D8E14" w14:textId="77777777" w:rsidR="009B1B76" w:rsidRPr="002B2FC7" w:rsidRDefault="009B1B76" w:rsidP="00DA008B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7605973" w14:textId="77777777" w:rsidR="009B1B76" w:rsidRPr="002B2FC7" w:rsidRDefault="009B1B76" w:rsidP="00DA008B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65475DB" w14:textId="77777777" w:rsidR="009B1B76" w:rsidRPr="002B2FC7" w:rsidRDefault="009B1B76" w:rsidP="00DA008B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85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3A2DBF" w14:textId="77777777" w:rsidR="009B1B76" w:rsidRPr="002B2FC7" w:rsidRDefault="009B1B76" w:rsidP="00DA008B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41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FF9D467" w14:textId="77777777" w:rsidR="009B1B76" w:rsidRPr="002B2FC7" w:rsidRDefault="009B1B76" w:rsidP="00DA008B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12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E5628FE" w14:textId="77777777" w:rsidR="009B1B76" w:rsidRPr="002B2FC7" w:rsidRDefault="009B1B76" w:rsidP="00DA008B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5A6F6D3E" w14:textId="77777777" w:rsidR="009B1B76" w:rsidRPr="002B2FC7" w:rsidRDefault="009B1B76" w:rsidP="00DA008B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9B1B76" w:rsidRPr="002B2FC7" w14:paraId="1FAAEB17" w14:textId="77777777" w:rsidTr="00316AC8">
        <w:trPr>
          <w:trHeight w:val="1320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5D90655" w14:textId="77777777" w:rsidR="009B1B76" w:rsidRPr="002B2FC7" w:rsidRDefault="009B1B76" w:rsidP="00DA008B">
            <w:pPr>
              <w:ind w:leftChars="-52" w:left="-114" w:firstLineChars="6" w:firstLine="11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 w:rsidRPr="002B2F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1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9363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D4C2EC" w14:textId="77777777" w:rsidR="009B1B76" w:rsidRPr="002B2FC7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Brian Hart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A469B9E" w14:textId="77777777" w:rsidR="009B1B76" w:rsidRPr="002B2FC7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 w:rsidRPr="002B2F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1CCEBF8" w14:textId="77777777" w:rsidR="009B1B76" w:rsidRPr="002B2FC7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206.44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854E53" w14:textId="77777777" w:rsidR="009B1B76" w:rsidRPr="002B2FC7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"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in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RU index k" is misleading (probably just bad grammar). Here RU is a modifier to "k" and we don't average over subcarriers in k. This is a repeat of CID 17511 which was rejected with reason "As shown in table 9-127, k indicates the index of RU to calculate the average SNR over the subcarriers in RU index k." which is true but doesn't address the actual comment.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E1AC00F" w14:textId="77777777" w:rsidR="009B1B76" w:rsidRPr="002B2FC7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Try "in the RU with index k" or "in the RU inde</w:t>
            </w:r>
            <w:bookmarkStart w:id="0" w:name="_GoBack"/>
            <w:bookmarkEnd w:id="0"/>
            <w:r>
              <w:rPr>
                <w:rFonts w:ascii="Arial" w:eastAsia="맑은 고딕" w:hAnsi="Arial" w:cs="Arial"/>
                <w:sz w:val="20"/>
              </w:rPr>
              <w:t>xed by k"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6346EDAB" w14:textId="1C5EBED8" w:rsidR="009B1B76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</w:t>
            </w:r>
            <w:r w:rsidR="00043F5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ejected</w:t>
            </w:r>
          </w:p>
          <w:p w14:paraId="33189A74" w14:textId="77777777" w:rsidR="009B1B76" w:rsidRDefault="009B1B76" w:rsidP="00DA008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1EA2C1B" w14:textId="21DAC398" w:rsidR="009B1B76" w:rsidRPr="00FA2C53" w:rsidRDefault="00043F5D" w:rsidP="00B03A2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The RU index k is used from 11ax</w:t>
            </w:r>
            <w:r w:rsidR="00FA2C5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and there’s some description in </w:t>
            </w:r>
            <w:proofErr w:type="spellStart"/>
            <w:r w:rsidR="00FA2C5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REVme</w:t>
            </w:r>
            <w:proofErr w:type="spellEnd"/>
            <w:r w:rsidR="00FA2C5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as the below.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So it’s </w:t>
            </w:r>
            <w:r w:rsidR="00FA2C5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better to keep the wording</w:t>
            </w:r>
            <w:r w:rsidR="00B03A2B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for consistency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</w:tc>
      </w:tr>
    </w:tbl>
    <w:p w14:paraId="5634BF59" w14:textId="77777777" w:rsidR="009B1B76" w:rsidRDefault="009B1B76" w:rsidP="00A76FA4">
      <w:pPr>
        <w:pStyle w:val="af5"/>
        <w:kinsoku w:val="0"/>
        <w:overflowPunct w:val="0"/>
        <w:spacing w:after="0"/>
        <w:rPr>
          <w:sz w:val="21"/>
          <w:szCs w:val="21"/>
        </w:rPr>
      </w:pPr>
    </w:p>
    <w:p w14:paraId="2EDE5CEA" w14:textId="405862B7" w:rsidR="009B1B76" w:rsidRDefault="009B1B76" w:rsidP="009B1B76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="00F85087">
        <w:rPr>
          <w:b/>
          <w:i/>
          <w:highlight w:val="yellow"/>
          <w:lang w:val="en-US" w:eastAsia="ko-KR"/>
        </w:rPr>
        <w:t>:</w:t>
      </w:r>
      <w:r w:rsidRPr="00A76FA4">
        <w:rPr>
          <w:b/>
          <w:i/>
          <w:highlight w:val="yellow"/>
          <w:lang w:val="en-US" w:eastAsia="ko-KR"/>
        </w:rPr>
        <w:t xml:space="preserve"> </w:t>
      </w:r>
      <w:r w:rsidR="00C54DAF">
        <w:rPr>
          <w:b/>
          <w:i/>
          <w:highlight w:val="yellow"/>
          <w:lang w:val="en-US" w:eastAsia="ko-KR"/>
        </w:rPr>
        <w:t xml:space="preserve">text in </w:t>
      </w:r>
      <w:r>
        <w:rPr>
          <w:b/>
          <w:i/>
          <w:highlight w:val="yellow"/>
          <w:lang w:val="en-US" w:eastAsia="ko-KR"/>
        </w:rPr>
        <w:t xml:space="preserve">page 206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</w:t>
      </w:r>
      <w:r w:rsidRPr="00A76FA4">
        <w:rPr>
          <w:b/>
          <w:i/>
          <w:highlight w:val="yellow"/>
          <w:lang w:val="en-US" w:eastAsia="ko-KR"/>
        </w:rPr>
        <w:t>.</w:t>
      </w:r>
      <w:r w:rsidR="00F85087">
        <w:rPr>
          <w:b/>
          <w:i/>
          <w:highlight w:val="yellow"/>
          <w:lang w:val="en-US" w:eastAsia="ko-KR"/>
        </w:rPr>
        <w:t>0</w:t>
      </w:r>
      <w:r w:rsidR="00C67668">
        <w:rPr>
          <w:b/>
          <w:i/>
          <w:highlight w:val="yellow"/>
          <w:lang w:val="en-US" w:eastAsia="ko-KR"/>
        </w:rPr>
        <w:t>:</w:t>
      </w:r>
    </w:p>
    <w:p w14:paraId="0D21BD3B" w14:textId="0C2B760A" w:rsidR="00F85087" w:rsidRPr="00A76FA4" w:rsidRDefault="00F85087" w:rsidP="009B1B76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A5C1E98" wp14:editId="6784CCC1">
            <wp:extent cx="5943600" cy="299720"/>
            <wp:effectExtent l="0" t="0" r="0" b="508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FEBC9" w14:textId="77777777" w:rsidR="00203BC4" w:rsidRDefault="009B1B76" w:rsidP="00203BC4">
      <w:pPr>
        <w:pStyle w:val="BodyText"/>
        <w:rPr>
          <w:b/>
          <w:i/>
          <w:highlight w:val="yellow"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8CFBDFD" wp14:editId="5A5E6F74">
            <wp:extent cx="5943600" cy="659765"/>
            <wp:effectExtent l="0" t="0" r="0" b="698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3BC4" w:rsidRPr="00203BC4">
        <w:rPr>
          <w:b/>
          <w:i/>
          <w:highlight w:val="yellow"/>
          <w:lang w:val="en-US" w:eastAsia="ko-KR"/>
        </w:rPr>
        <w:t xml:space="preserve"> </w:t>
      </w:r>
    </w:p>
    <w:p w14:paraId="0303C997" w14:textId="71EB8086" w:rsidR="00203BC4" w:rsidRDefault="00203BC4" w:rsidP="00203BC4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  <w:r w:rsidRPr="00A76FA4">
        <w:rPr>
          <w:b/>
          <w:i/>
          <w:highlight w:val="yellow"/>
          <w:lang w:val="en-US" w:eastAsia="ko-KR"/>
        </w:rPr>
        <w:t xml:space="preserve"> </w:t>
      </w:r>
      <w:r>
        <w:rPr>
          <w:b/>
          <w:i/>
          <w:highlight w:val="yellow"/>
          <w:lang w:val="en-US" w:eastAsia="ko-KR"/>
        </w:rPr>
        <w:t>the related parts in 11REVme D3.0:</w:t>
      </w:r>
    </w:p>
    <w:p w14:paraId="5ABF2A84" w14:textId="77777777" w:rsidR="00043F5D" w:rsidRDefault="00043F5D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3DA4E808" wp14:editId="1C35E5D7">
            <wp:extent cx="5943600" cy="1729740"/>
            <wp:effectExtent l="0" t="0" r="0" b="381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0077D" w14:textId="3F038AC2" w:rsidR="00F85087" w:rsidRPr="0025765D" w:rsidRDefault="00043F5D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5EF027B" wp14:editId="1A9CA987">
            <wp:extent cx="5943600" cy="2221865"/>
            <wp:effectExtent l="0" t="0" r="0" b="698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5087">
        <w:rPr>
          <w:noProof/>
          <w:lang w:val="en-US" w:eastAsia="ko-KR"/>
        </w:rPr>
        <w:drawing>
          <wp:inline distT="0" distB="0" distL="0" distR="0" wp14:anchorId="1161ECC6" wp14:editId="3F8BD6C5">
            <wp:extent cx="5943600" cy="2282190"/>
            <wp:effectExtent l="0" t="0" r="0" b="381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5087" w:rsidRPr="0025765D" w:rsidSect="00FE05FB">
      <w:headerReference w:type="default" r:id="rId15"/>
      <w:footerReference w:type="default" r:id="rId16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6924F" w14:textId="77777777" w:rsidR="00231988" w:rsidRDefault="00231988">
      <w:r>
        <w:separator/>
      </w:r>
    </w:p>
  </w:endnote>
  <w:endnote w:type="continuationSeparator" w:id="0">
    <w:p w14:paraId="456E202D" w14:textId="77777777" w:rsidR="00231988" w:rsidRDefault="0023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CE4C884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E3076">
      <w:rPr>
        <w:noProof/>
      </w:rPr>
      <w:t>2</w:t>
    </w:r>
    <w:r>
      <w:fldChar w:fldCharType="end"/>
    </w:r>
    <w:r>
      <w:tab/>
    </w:r>
    <w:proofErr w:type="spellStart"/>
    <w:r>
      <w:t>Jinyoung</w:t>
    </w:r>
    <w:proofErr w:type="spellEnd"/>
    <w:r>
      <w:t xml:space="preserve"> Chun, </w:t>
    </w:r>
    <w:r>
      <w:rPr>
        <w:rFonts w:hint="eastAsia"/>
        <w:lang w:eastAsia="ko-KR"/>
      </w:rPr>
      <w:t>LG</w:t>
    </w:r>
    <w:r w:rsidR="00887B9E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2129A" w14:textId="77777777" w:rsidR="00231988" w:rsidRDefault="00231988">
      <w:r>
        <w:separator/>
      </w:r>
    </w:p>
  </w:footnote>
  <w:footnote w:type="continuationSeparator" w:id="0">
    <w:p w14:paraId="429AAE2A" w14:textId="77777777" w:rsidR="00231988" w:rsidRDefault="00231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663425E9" w:rsidR="000E0D7A" w:rsidRDefault="00546FCF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</w:t>
    </w:r>
    <w:r w:rsidR="000E0D7A">
      <w:rPr>
        <w:lang w:eastAsia="ko-KR"/>
      </w:rPr>
      <w:t xml:space="preserve"> 20</w:t>
    </w:r>
    <w:r w:rsidR="000E0D7A">
      <w:t>2</w:t>
    </w:r>
    <w:r w:rsidR="006B2925">
      <w:t>3</w:t>
    </w:r>
    <w:r w:rsidR="000E0D7A">
      <w:tab/>
    </w:r>
    <w:r w:rsidR="000E0D7A">
      <w:tab/>
    </w:r>
    <w:r w:rsidR="00231988">
      <w:fldChar w:fldCharType="begin"/>
    </w:r>
    <w:r w:rsidR="00231988">
      <w:instrText xml:space="preserve"> TITLE  \* MERGEFORMAT </w:instrText>
    </w:r>
    <w:r w:rsidR="00231988">
      <w:fldChar w:fldCharType="separate"/>
    </w:r>
    <w:r w:rsidR="000E0D7A">
      <w:t>doc.: IEEE 802.11-2</w:t>
    </w:r>
    <w:r w:rsidR="006B2925">
      <w:t>3/</w:t>
    </w:r>
    <w:r w:rsidR="00231988">
      <w:fldChar w:fldCharType="end"/>
    </w:r>
    <w:r w:rsidR="00C357D7">
      <w:t>1564</w:t>
    </w:r>
    <w:r w:rsidR="000E0D7A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39C"/>
    <w:rsid w:val="00031645"/>
    <w:rsid w:val="0003211C"/>
    <w:rsid w:val="00032E02"/>
    <w:rsid w:val="000359C1"/>
    <w:rsid w:val="00035A6A"/>
    <w:rsid w:val="0003628E"/>
    <w:rsid w:val="0003647B"/>
    <w:rsid w:val="00041CE2"/>
    <w:rsid w:val="00042283"/>
    <w:rsid w:val="00043A2B"/>
    <w:rsid w:val="00043F5D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17A6"/>
    <w:rsid w:val="00063B89"/>
    <w:rsid w:val="000647E7"/>
    <w:rsid w:val="00065916"/>
    <w:rsid w:val="00071736"/>
    <w:rsid w:val="00074099"/>
    <w:rsid w:val="00075B15"/>
    <w:rsid w:val="00076C0C"/>
    <w:rsid w:val="000811E5"/>
    <w:rsid w:val="00081DB2"/>
    <w:rsid w:val="00082AE9"/>
    <w:rsid w:val="000840D0"/>
    <w:rsid w:val="00084AD1"/>
    <w:rsid w:val="00085C91"/>
    <w:rsid w:val="00086275"/>
    <w:rsid w:val="000863DA"/>
    <w:rsid w:val="00086463"/>
    <w:rsid w:val="00086E2C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4689"/>
    <w:rsid w:val="000A6729"/>
    <w:rsid w:val="000A764C"/>
    <w:rsid w:val="000A76D8"/>
    <w:rsid w:val="000B0761"/>
    <w:rsid w:val="000B088E"/>
    <w:rsid w:val="000B0B24"/>
    <w:rsid w:val="000B4A3A"/>
    <w:rsid w:val="000B555A"/>
    <w:rsid w:val="000B7F08"/>
    <w:rsid w:val="000C039E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94"/>
    <w:rsid w:val="000F5A3C"/>
    <w:rsid w:val="000F61F4"/>
    <w:rsid w:val="000F61FE"/>
    <w:rsid w:val="000F7452"/>
    <w:rsid w:val="001004D3"/>
    <w:rsid w:val="001027C0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2B5B"/>
    <w:rsid w:val="00123361"/>
    <w:rsid w:val="00124BA4"/>
    <w:rsid w:val="0012600D"/>
    <w:rsid w:val="00126F7A"/>
    <w:rsid w:val="00127344"/>
    <w:rsid w:val="001273E5"/>
    <w:rsid w:val="0013004F"/>
    <w:rsid w:val="00130286"/>
    <w:rsid w:val="001324C2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55F0"/>
    <w:rsid w:val="0019712F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C3C14"/>
    <w:rsid w:val="001C5CAF"/>
    <w:rsid w:val="001C6FA2"/>
    <w:rsid w:val="001D0171"/>
    <w:rsid w:val="001D25A0"/>
    <w:rsid w:val="001D3204"/>
    <w:rsid w:val="001D4CD9"/>
    <w:rsid w:val="001D4E5F"/>
    <w:rsid w:val="001D6175"/>
    <w:rsid w:val="001D683C"/>
    <w:rsid w:val="001D723B"/>
    <w:rsid w:val="001D794E"/>
    <w:rsid w:val="001D7955"/>
    <w:rsid w:val="001E1D03"/>
    <w:rsid w:val="001E1F1F"/>
    <w:rsid w:val="001E3BE4"/>
    <w:rsid w:val="001E47B8"/>
    <w:rsid w:val="001E51A2"/>
    <w:rsid w:val="001E5538"/>
    <w:rsid w:val="001F01C9"/>
    <w:rsid w:val="001F0E2F"/>
    <w:rsid w:val="001F376F"/>
    <w:rsid w:val="001F4241"/>
    <w:rsid w:val="001F43DF"/>
    <w:rsid w:val="001F5A28"/>
    <w:rsid w:val="002004E2"/>
    <w:rsid w:val="00202BE3"/>
    <w:rsid w:val="0020389D"/>
    <w:rsid w:val="00203BC4"/>
    <w:rsid w:val="00205EDC"/>
    <w:rsid w:val="00206565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883"/>
    <w:rsid w:val="00227DFB"/>
    <w:rsid w:val="00230E7B"/>
    <w:rsid w:val="00231988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21"/>
    <w:rsid w:val="00286C8A"/>
    <w:rsid w:val="0029020B"/>
    <w:rsid w:val="002902BF"/>
    <w:rsid w:val="002907EE"/>
    <w:rsid w:val="0029113C"/>
    <w:rsid w:val="002917A7"/>
    <w:rsid w:val="00293F86"/>
    <w:rsid w:val="00295BCB"/>
    <w:rsid w:val="002974BC"/>
    <w:rsid w:val="002A6FE1"/>
    <w:rsid w:val="002A78CC"/>
    <w:rsid w:val="002B1ACA"/>
    <w:rsid w:val="002B2FC7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D5C84"/>
    <w:rsid w:val="002E27A4"/>
    <w:rsid w:val="002E2DC2"/>
    <w:rsid w:val="002E4F0B"/>
    <w:rsid w:val="002E4FA9"/>
    <w:rsid w:val="002E5287"/>
    <w:rsid w:val="002E58AC"/>
    <w:rsid w:val="002E71FC"/>
    <w:rsid w:val="002E7A28"/>
    <w:rsid w:val="002F272A"/>
    <w:rsid w:val="002F2D4F"/>
    <w:rsid w:val="002F4FE2"/>
    <w:rsid w:val="002F5C7B"/>
    <w:rsid w:val="00300768"/>
    <w:rsid w:val="00300F9E"/>
    <w:rsid w:val="003044AC"/>
    <w:rsid w:val="00304A21"/>
    <w:rsid w:val="00305B68"/>
    <w:rsid w:val="00307F85"/>
    <w:rsid w:val="00312897"/>
    <w:rsid w:val="00316AC8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3BEA"/>
    <w:rsid w:val="00344646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1BDE"/>
    <w:rsid w:val="003839B8"/>
    <w:rsid w:val="00383B86"/>
    <w:rsid w:val="00383D31"/>
    <w:rsid w:val="00385F9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4185"/>
    <w:rsid w:val="003E49B0"/>
    <w:rsid w:val="003E612A"/>
    <w:rsid w:val="003F0C4E"/>
    <w:rsid w:val="003F2386"/>
    <w:rsid w:val="003F272F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0196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40AA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1D86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BAC"/>
    <w:rsid w:val="004E5DB4"/>
    <w:rsid w:val="004E6A55"/>
    <w:rsid w:val="004E7FC3"/>
    <w:rsid w:val="004F0D8B"/>
    <w:rsid w:val="004F14D1"/>
    <w:rsid w:val="004F23DC"/>
    <w:rsid w:val="004F42A4"/>
    <w:rsid w:val="004F6AFF"/>
    <w:rsid w:val="004F7463"/>
    <w:rsid w:val="004F7581"/>
    <w:rsid w:val="004F7ACE"/>
    <w:rsid w:val="00506864"/>
    <w:rsid w:val="005079C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6FCF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1D2F"/>
    <w:rsid w:val="005737AE"/>
    <w:rsid w:val="00574030"/>
    <w:rsid w:val="0057495D"/>
    <w:rsid w:val="00577B51"/>
    <w:rsid w:val="00577F01"/>
    <w:rsid w:val="005832F3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5DC2"/>
    <w:rsid w:val="005B607D"/>
    <w:rsid w:val="005C004F"/>
    <w:rsid w:val="005C0130"/>
    <w:rsid w:val="005C03FC"/>
    <w:rsid w:val="005C06CD"/>
    <w:rsid w:val="005C1214"/>
    <w:rsid w:val="005C218F"/>
    <w:rsid w:val="005C3979"/>
    <w:rsid w:val="005D16E9"/>
    <w:rsid w:val="005D2A85"/>
    <w:rsid w:val="005D3FAF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6059"/>
    <w:rsid w:val="005E63A6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3398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5807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5EC0"/>
    <w:rsid w:val="00656E90"/>
    <w:rsid w:val="006579F9"/>
    <w:rsid w:val="00663373"/>
    <w:rsid w:val="006644A7"/>
    <w:rsid w:val="00664B2C"/>
    <w:rsid w:val="006657F9"/>
    <w:rsid w:val="006670DF"/>
    <w:rsid w:val="00673B47"/>
    <w:rsid w:val="00674662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9276C"/>
    <w:rsid w:val="00692FCD"/>
    <w:rsid w:val="006935CF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2925"/>
    <w:rsid w:val="006B366B"/>
    <w:rsid w:val="006B6584"/>
    <w:rsid w:val="006B6F80"/>
    <w:rsid w:val="006C0700"/>
    <w:rsid w:val="006C0727"/>
    <w:rsid w:val="006C2BA6"/>
    <w:rsid w:val="006C402F"/>
    <w:rsid w:val="006C4203"/>
    <w:rsid w:val="006C59D4"/>
    <w:rsid w:val="006C64A9"/>
    <w:rsid w:val="006C6AF5"/>
    <w:rsid w:val="006D25FA"/>
    <w:rsid w:val="006D3D69"/>
    <w:rsid w:val="006D43A9"/>
    <w:rsid w:val="006D51D2"/>
    <w:rsid w:val="006D5EAE"/>
    <w:rsid w:val="006D61F5"/>
    <w:rsid w:val="006D650F"/>
    <w:rsid w:val="006D667B"/>
    <w:rsid w:val="006E145F"/>
    <w:rsid w:val="006E1A11"/>
    <w:rsid w:val="006E2B23"/>
    <w:rsid w:val="006E5239"/>
    <w:rsid w:val="006E6717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9BB"/>
    <w:rsid w:val="00721E00"/>
    <w:rsid w:val="007229D3"/>
    <w:rsid w:val="00723EDD"/>
    <w:rsid w:val="00727BD4"/>
    <w:rsid w:val="00730060"/>
    <w:rsid w:val="007305B7"/>
    <w:rsid w:val="00730F48"/>
    <w:rsid w:val="0073146A"/>
    <w:rsid w:val="00732874"/>
    <w:rsid w:val="00732A32"/>
    <w:rsid w:val="00734CE5"/>
    <w:rsid w:val="00737331"/>
    <w:rsid w:val="00737EDB"/>
    <w:rsid w:val="00740E50"/>
    <w:rsid w:val="007411C6"/>
    <w:rsid w:val="00743455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3319"/>
    <w:rsid w:val="0076498C"/>
    <w:rsid w:val="00765649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0B34"/>
    <w:rsid w:val="007B409C"/>
    <w:rsid w:val="007C0448"/>
    <w:rsid w:val="007C30A6"/>
    <w:rsid w:val="007C67E6"/>
    <w:rsid w:val="007C6A31"/>
    <w:rsid w:val="007D0535"/>
    <w:rsid w:val="007D0B9C"/>
    <w:rsid w:val="007D1702"/>
    <w:rsid w:val="007D3F71"/>
    <w:rsid w:val="007D49FE"/>
    <w:rsid w:val="007D7E12"/>
    <w:rsid w:val="007E5C15"/>
    <w:rsid w:val="007E65AA"/>
    <w:rsid w:val="007E698D"/>
    <w:rsid w:val="007E7EE1"/>
    <w:rsid w:val="007F0D6A"/>
    <w:rsid w:val="00800788"/>
    <w:rsid w:val="008023E1"/>
    <w:rsid w:val="008026FC"/>
    <w:rsid w:val="008050EC"/>
    <w:rsid w:val="00806BC6"/>
    <w:rsid w:val="00807234"/>
    <w:rsid w:val="00811350"/>
    <w:rsid w:val="00813BE0"/>
    <w:rsid w:val="00814D7A"/>
    <w:rsid w:val="008151DF"/>
    <w:rsid w:val="008160FD"/>
    <w:rsid w:val="00816548"/>
    <w:rsid w:val="008168DF"/>
    <w:rsid w:val="0081727B"/>
    <w:rsid w:val="00817438"/>
    <w:rsid w:val="00821890"/>
    <w:rsid w:val="00821EF3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1FE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F0A"/>
    <w:rsid w:val="008712C0"/>
    <w:rsid w:val="008738DD"/>
    <w:rsid w:val="008755DD"/>
    <w:rsid w:val="00877031"/>
    <w:rsid w:val="00880691"/>
    <w:rsid w:val="00881ED1"/>
    <w:rsid w:val="00885AE0"/>
    <w:rsid w:val="0088742C"/>
    <w:rsid w:val="00887B9E"/>
    <w:rsid w:val="00887E19"/>
    <w:rsid w:val="0089013B"/>
    <w:rsid w:val="0089289E"/>
    <w:rsid w:val="00893069"/>
    <w:rsid w:val="00894C60"/>
    <w:rsid w:val="008978F5"/>
    <w:rsid w:val="00897B5D"/>
    <w:rsid w:val="008A011B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DE6"/>
    <w:rsid w:val="008C4E14"/>
    <w:rsid w:val="008C557D"/>
    <w:rsid w:val="008C6206"/>
    <w:rsid w:val="008C63DE"/>
    <w:rsid w:val="008C6B1F"/>
    <w:rsid w:val="008E0762"/>
    <w:rsid w:val="008E0D6B"/>
    <w:rsid w:val="008E4F09"/>
    <w:rsid w:val="008F1369"/>
    <w:rsid w:val="008F417C"/>
    <w:rsid w:val="008F5022"/>
    <w:rsid w:val="008F52D4"/>
    <w:rsid w:val="008F7B72"/>
    <w:rsid w:val="00900B66"/>
    <w:rsid w:val="00901620"/>
    <w:rsid w:val="00901796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69C7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674B4"/>
    <w:rsid w:val="00970EA6"/>
    <w:rsid w:val="00971EF2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2726"/>
    <w:rsid w:val="00983114"/>
    <w:rsid w:val="00986216"/>
    <w:rsid w:val="009874D9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2DD3"/>
    <w:rsid w:val="009A624D"/>
    <w:rsid w:val="009A7F20"/>
    <w:rsid w:val="009B0CBB"/>
    <w:rsid w:val="009B1B76"/>
    <w:rsid w:val="009B5811"/>
    <w:rsid w:val="009B7B8C"/>
    <w:rsid w:val="009C20E2"/>
    <w:rsid w:val="009C404A"/>
    <w:rsid w:val="009C42B5"/>
    <w:rsid w:val="009C77EB"/>
    <w:rsid w:val="009C7A5B"/>
    <w:rsid w:val="009D280D"/>
    <w:rsid w:val="009D30AC"/>
    <w:rsid w:val="009D30B7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7707"/>
    <w:rsid w:val="00A07C53"/>
    <w:rsid w:val="00A07E1C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76FA4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2C5"/>
    <w:rsid w:val="00A96574"/>
    <w:rsid w:val="00A96F80"/>
    <w:rsid w:val="00A974F3"/>
    <w:rsid w:val="00AA0F42"/>
    <w:rsid w:val="00AA1354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1083"/>
    <w:rsid w:val="00AF2C8F"/>
    <w:rsid w:val="00AF5C62"/>
    <w:rsid w:val="00AF62F8"/>
    <w:rsid w:val="00B01C33"/>
    <w:rsid w:val="00B03A2B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45FCA"/>
    <w:rsid w:val="00B51BA4"/>
    <w:rsid w:val="00B52590"/>
    <w:rsid w:val="00B52AD0"/>
    <w:rsid w:val="00B544FD"/>
    <w:rsid w:val="00B554B1"/>
    <w:rsid w:val="00B5650E"/>
    <w:rsid w:val="00B57E3A"/>
    <w:rsid w:val="00B620D6"/>
    <w:rsid w:val="00B627E9"/>
    <w:rsid w:val="00B63C2F"/>
    <w:rsid w:val="00B65A40"/>
    <w:rsid w:val="00B65C57"/>
    <w:rsid w:val="00B70EC8"/>
    <w:rsid w:val="00B71054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B4A"/>
    <w:rsid w:val="00BA2E27"/>
    <w:rsid w:val="00BA3A45"/>
    <w:rsid w:val="00BA4274"/>
    <w:rsid w:val="00BA4F8A"/>
    <w:rsid w:val="00BA5962"/>
    <w:rsid w:val="00BA63A2"/>
    <w:rsid w:val="00BA7B9E"/>
    <w:rsid w:val="00BA7C36"/>
    <w:rsid w:val="00BB0B9B"/>
    <w:rsid w:val="00BB3E7B"/>
    <w:rsid w:val="00BB5C93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D77E7"/>
    <w:rsid w:val="00BE000A"/>
    <w:rsid w:val="00BE3076"/>
    <w:rsid w:val="00BE5147"/>
    <w:rsid w:val="00BE68C2"/>
    <w:rsid w:val="00BE6AA9"/>
    <w:rsid w:val="00BE7627"/>
    <w:rsid w:val="00BF140C"/>
    <w:rsid w:val="00BF36F9"/>
    <w:rsid w:val="00BF3731"/>
    <w:rsid w:val="00BF59ED"/>
    <w:rsid w:val="00BF6447"/>
    <w:rsid w:val="00BF6992"/>
    <w:rsid w:val="00BF72C4"/>
    <w:rsid w:val="00C016AC"/>
    <w:rsid w:val="00C01846"/>
    <w:rsid w:val="00C01899"/>
    <w:rsid w:val="00C02AEE"/>
    <w:rsid w:val="00C03AA0"/>
    <w:rsid w:val="00C04C3F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13A5"/>
    <w:rsid w:val="00C25127"/>
    <w:rsid w:val="00C25750"/>
    <w:rsid w:val="00C27076"/>
    <w:rsid w:val="00C27917"/>
    <w:rsid w:val="00C27962"/>
    <w:rsid w:val="00C27B1D"/>
    <w:rsid w:val="00C328F2"/>
    <w:rsid w:val="00C357D7"/>
    <w:rsid w:val="00C35E9D"/>
    <w:rsid w:val="00C37615"/>
    <w:rsid w:val="00C45246"/>
    <w:rsid w:val="00C5104B"/>
    <w:rsid w:val="00C523B4"/>
    <w:rsid w:val="00C52D8D"/>
    <w:rsid w:val="00C541EC"/>
    <w:rsid w:val="00C54DAF"/>
    <w:rsid w:val="00C6158E"/>
    <w:rsid w:val="00C61EF5"/>
    <w:rsid w:val="00C62682"/>
    <w:rsid w:val="00C63513"/>
    <w:rsid w:val="00C67371"/>
    <w:rsid w:val="00C67668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1D36"/>
    <w:rsid w:val="00CA294D"/>
    <w:rsid w:val="00CA319C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34F5"/>
    <w:rsid w:val="00CC37D8"/>
    <w:rsid w:val="00CC4AA1"/>
    <w:rsid w:val="00CC5CB8"/>
    <w:rsid w:val="00CD4C13"/>
    <w:rsid w:val="00CD55AA"/>
    <w:rsid w:val="00CD7F3F"/>
    <w:rsid w:val="00CE046E"/>
    <w:rsid w:val="00CE29CD"/>
    <w:rsid w:val="00CE3CA9"/>
    <w:rsid w:val="00CE3D20"/>
    <w:rsid w:val="00CE557B"/>
    <w:rsid w:val="00CE5F8F"/>
    <w:rsid w:val="00CE64CC"/>
    <w:rsid w:val="00CE713E"/>
    <w:rsid w:val="00CF033A"/>
    <w:rsid w:val="00CF08B1"/>
    <w:rsid w:val="00CF52EB"/>
    <w:rsid w:val="00CF5327"/>
    <w:rsid w:val="00CF7646"/>
    <w:rsid w:val="00D010CD"/>
    <w:rsid w:val="00D02143"/>
    <w:rsid w:val="00D029E5"/>
    <w:rsid w:val="00D05211"/>
    <w:rsid w:val="00D06B3A"/>
    <w:rsid w:val="00D07186"/>
    <w:rsid w:val="00D103DF"/>
    <w:rsid w:val="00D13C7A"/>
    <w:rsid w:val="00D13E54"/>
    <w:rsid w:val="00D14B33"/>
    <w:rsid w:val="00D15873"/>
    <w:rsid w:val="00D16A8A"/>
    <w:rsid w:val="00D16B09"/>
    <w:rsid w:val="00D179E3"/>
    <w:rsid w:val="00D2089E"/>
    <w:rsid w:val="00D20FC5"/>
    <w:rsid w:val="00D21D4F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37DC8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4F83"/>
    <w:rsid w:val="00D67AA1"/>
    <w:rsid w:val="00D708EF"/>
    <w:rsid w:val="00D70B8D"/>
    <w:rsid w:val="00D71969"/>
    <w:rsid w:val="00D73056"/>
    <w:rsid w:val="00D73663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5B4E"/>
    <w:rsid w:val="00DD0727"/>
    <w:rsid w:val="00DD1008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D4"/>
    <w:rsid w:val="00DF2A52"/>
    <w:rsid w:val="00DF3C0B"/>
    <w:rsid w:val="00E01B84"/>
    <w:rsid w:val="00E01C6D"/>
    <w:rsid w:val="00E01E2C"/>
    <w:rsid w:val="00E0564D"/>
    <w:rsid w:val="00E05C55"/>
    <w:rsid w:val="00E068FD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19CF"/>
    <w:rsid w:val="00E736FD"/>
    <w:rsid w:val="00E73FA8"/>
    <w:rsid w:val="00E7565D"/>
    <w:rsid w:val="00E80401"/>
    <w:rsid w:val="00E80AE0"/>
    <w:rsid w:val="00E80AF9"/>
    <w:rsid w:val="00E817DF"/>
    <w:rsid w:val="00E82FBD"/>
    <w:rsid w:val="00E845EF"/>
    <w:rsid w:val="00E85024"/>
    <w:rsid w:val="00E92CE6"/>
    <w:rsid w:val="00E931C3"/>
    <w:rsid w:val="00E93AB2"/>
    <w:rsid w:val="00E95158"/>
    <w:rsid w:val="00E96183"/>
    <w:rsid w:val="00EA1146"/>
    <w:rsid w:val="00EA1B76"/>
    <w:rsid w:val="00EA23D6"/>
    <w:rsid w:val="00EA2C04"/>
    <w:rsid w:val="00EA6B47"/>
    <w:rsid w:val="00EA79FF"/>
    <w:rsid w:val="00EB06C1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3E8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675E"/>
    <w:rsid w:val="00EF741A"/>
    <w:rsid w:val="00F013B2"/>
    <w:rsid w:val="00F04210"/>
    <w:rsid w:val="00F05298"/>
    <w:rsid w:val="00F05A57"/>
    <w:rsid w:val="00F06A05"/>
    <w:rsid w:val="00F106FA"/>
    <w:rsid w:val="00F1357E"/>
    <w:rsid w:val="00F155EB"/>
    <w:rsid w:val="00F21040"/>
    <w:rsid w:val="00F2343F"/>
    <w:rsid w:val="00F237F2"/>
    <w:rsid w:val="00F24613"/>
    <w:rsid w:val="00F248D7"/>
    <w:rsid w:val="00F26C6C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6ABE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85087"/>
    <w:rsid w:val="00F919AA"/>
    <w:rsid w:val="00F93322"/>
    <w:rsid w:val="00F93D29"/>
    <w:rsid w:val="00F9626C"/>
    <w:rsid w:val="00FA1DA8"/>
    <w:rsid w:val="00FA2C53"/>
    <w:rsid w:val="00FA68E3"/>
    <w:rsid w:val="00FA7959"/>
    <w:rsid w:val="00FB087A"/>
    <w:rsid w:val="00FB1C8F"/>
    <w:rsid w:val="00FB1D8C"/>
    <w:rsid w:val="00FB3910"/>
    <w:rsid w:val="00FB4319"/>
    <w:rsid w:val="00FB4C15"/>
    <w:rsid w:val="00FB68CA"/>
    <w:rsid w:val="00FB7E34"/>
    <w:rsid w:val="00FC2464"/>
    <w:rsid w:val="00FC34E7"/>
    <w:rsid w:val="00FC4CDA"/>
    <w:rsid w:val="00FC65B0"/>
    <w:rsid w:val="00FD0CBB"/>
    <w:rsid w:val="00FD2CE9"/>
    <w:rsid w:val="00FD55D0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E3B2C61B-0BBD-47E4-8C60-7A0F2484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2534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천진영/책임연구원/ICT기술센터 C&amp;M표준(연)IoT커넥티비티표준Task(jiny.chun@lge.com)</cp:lastModifiedBy>
  <cp:revision>224</cp:revision>
  <cp:lastPrinted>2016-01-08T21:12:00Z</cp:lastPrinted>
  <dcterms:created xsi:type="dcterms:W3CDTF">2019-07-16T14:40:00Z</dcterms:created>
  <dcterms:modified xsi:type="dcterms:W3CDTF">2023-09-11T13:09:00Z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