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DFA95" w14:textId="77777777"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bookmarkStart w:id="0" w:name="_Hlk89420345"/>
      <w:bookmarkEnd w:id="0"/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14:paraId="27534AE8" w14:textId="77777777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C731E04" w14:textId="77777777" w:rsidR="00440017" w:rsidRPr="005F6D73" w:rsidRDefault="00B462F0" w:rsidP="00341BCF">
            <w:pPr>
              <w:pStyle w:val="T2"/>
              <w:rPr>
                <w:lang w:eastAsia="zh-CN"/>
              </w:rPr>
            </w:pPr>
            <w:bookmarkStart w:id="1" w:name="_GoBack" w:colFirst="1" w:colLast="1"/>
            <w:r w:rsidRPr="00871A31">
              <w:rPr>
                <w:sz w:val="24"/>
                <w:lang w:eastAsia="zh-CN"/>
              </w:rPr>
              <w:t xml:space="preserve">CC36 CR for </w:t>
            </w:r>
            <w:bookmarkStart w:id="2" w:name="OLE_LINK2"/>
            <w:r w:rsidR="00AE05C6">
              <w:rPr>
                <w:sz w:val="24"/>
                <w:lang w:eastAsia="zh-CN"/>
              </w:rPr>
              <w:t>SPATIAL_REUSE</w:t>
            </w:r>
            <w:r w:rsidR="00871A31" w:rsidRPr="00871A31">
              <w:rPr>
                <w:sz w:val="24"/>
                <w:lang w:eastAsia="zh-CN"/>
              </w:rPr>
              <w:t xml:space="preserve"> </w:t>
            </w:r>
            <w:r w:rsidR="00F245B8">
              <w:rPr>
                <w:rFonts w:hint="eastAsia"/>
                <w:sz w:val="24"/>
                <w:lang w:eastAsia="zh-CN"/>
              </w:rPr>
              <w:t>and</w:t>
            </w:r>
            <w:r w:rsidR="00F245B8">
              <w:rPr>
                <w:sz w:val="24"/>
                <w:lang w:eastAsia="zh-CN"/>
              </w:rPr>
              <w:t xml:space="preserve"> </w:t>
            </w:r>
            <w:r w:rsidR="00CC6574">
              <w:rPr>
                <w:sz w:val="24"/>
                <w:lang w:eastAsia="zh-CN"/>
              </w:rPr>
              <w:t>BEAMFORMED</w:t>
            </w:r>
            <w:r w:rsidR="00F245B8">
              <w:rPr>
                <w:sz w:val="24"/>
                <w:lang w:eastAsia="zh-CN"/>
              </w:rPr>
              <w:t xml:space="preserve"> </w:t>
            </w:r>
            <w:r w:rsidR="00871A31" w:rsidRPr="00871A31">
              <w:rPr>
                <w:sz w:val="24"/>
                <w:lang w:eastAsia="zh-CN"/>
              </w:rPr>
              <w:t xml:space="preserve">in </w:t>
            </w:r>
            <w:r w:rsidR="00341BCF" w:rsidRPr="00871A31">
              <w:rPr>
                <w:sz w:val="24"/>
                <w:lang w:eastAsia="zh-CN"/>
              </w:rPr>
              <w:t>TX</w:t>
            </w:r>
            <w:r w:rsidR="00871A31" w:rsidRPr="00871A31">
              <w:rPr>
                <w:sz w:val="24"/>
                <w:lang w:eastAsia="zh-CN"/>
              </w:rPr>
              <w:t>VECTOR</w:t>
            </w:r>
            <w:r w:rsidR="00871A31">
              <w:rPr>
                <w:sz w:val="24"/>
                <w:lang w:eastAsia="zh-CN"/>
              </w:rPr>
              <w:t xml:space="preserve"> and RXVECTOR</w:t>
            </w:r>
            <w:r w:rsidR="00871A31" w:rsidRPr="00871A31">
              <w:rPr>
                <w:sz w:val="24"/>
                <w:lang w:eastAsia="zh-CN"/>
              </w:rPr>
              <w:t xml:space="preserve"> </w:t>
            </w:r>
            <w:bookmarkEnd w:id="2"/>
          </w:p>
        </w:tc>
      </w:tr>
      <w:tr w:rsidR="00CA09B2" w:rsidRPr="005F6D73" w14:paraId="20579CC1" w14:textId="77777777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16D7CC0" w14:textId="7D082182"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31229E" w:rsidRPr="005F6D73">
              <w:rPr>
                <w:b w:val="0"/>
                <w:sz w:val="22"/>
              </w:rPr>
              <w:t>1</w:t>
            </w:r>
            <w:r w:rsidR="004F1F52" w:rsidRPr="005F6D73">
              <w:rPr>
                <w:b w:val="0"/>
                <w:sz w:val="22"/>
              </w:rPr>
              <w:t>.</w:t>
            </w:r>
            <w:r w:rsidR="007F47C5">
              <w:rPr>
                <w:b w:val="0"/>
                <w:sz w:val="22"/>
              </w:rPr>
              <w:t>12.0</w:t>
            </w:r>
            <w:r w:rsidR="00147392">
              <w:rPr>
                <w:b w:val="0"/>
                <w:sz w:val="22"/>
              </w:rPr>
              <w:t>6</w:t>
            </w:r>
          </w:p>
        </w:tc>
      </w:tr>
      <w:tr w:rsidR="00CA09B2" w:rsidRPr="005F6D73" w14:paraId="228BDB15" w14:textId="77777777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C256B22" w14:textId="77777777"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14:paraId="569A5A6B" w14:textId="77777777" w:rsidTr="00830556">
        <w:trPr>
          <w:jc w:val="center"/>
        </w:trPr>
        <w:tc>
          <w:tcPr>
            <w:tcW w:w="1638" w:type="dxa"/>
            <w:vAlign w:val="center"/>
          </w:tcPr>
          <w:p w14:paraId="6A608566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13EA92EB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2912F453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14:paraId="5733DB68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14:paraId="7B751B04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666D24" w:rsidRPr="005F6D73" w14:paraId="44376636" w14:textId="77777777" w:rsidTr="00830556">
        <w:trPr>
          <w:jc w:val="center"/>
        </w:trPr>
        <w:tc>
          <w:tcPr>
            <w:tcW w:w="1638" w:type="dxa"/>
            <w:vAlign w:val="center"/>
          </w:tcPr>
          <w:p w14:paraId="7A8B9F59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5F6D73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40" w:type="dxa"/>
            <w:vMerge w:val="restart"/>
            <w:vAlign w:val="center"/>
          </w:tcPr>
          <w:p w14:paraId="596D096C" w14:textId="77777777" w:rsidR="00666D24" w:rsidRPr="005F6D73" w:rsidRDefault="00666D24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470F6A3F" w14:textId="77777777" w:rsidR="00666D24" w:rsidRPr="005F6D73" w:rsidRDefault="00666D24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14:paraId="356BCFF3" w14:textId="77777777" w:rsidR="00666D24" w:rsidRPr="005F6D73" w:rsidRDefault="00666D24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14:paraId="041567AF" w14:textId="77777777" w:rsidR="00666D24" w:rsidRPr="005F6D73" w:rsidRDefault="00666D24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666D24" w:rsidRPr="005F6D73" w14:paraId="45D80EB5" w14:textId="77777777" w:rsidTr="00830556">
        <w:trPr>
          <w:jc w:val="center"/>
        </w:trPr>
        <w:tc>
          <w:tcPr>
            <w:tcW w:w="1638" w:type="dxa"/>
            <w:vAlign w:val="center"/>
          </w:tcPr>
          <w:p w14:paraId="1C5903F4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14:paraId="1DF9756B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061A522E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3ACF6D0D" w14:textId="77777777" w:rsidR="00666D24" w:rsidRPr="005F6D73" w:rsidRDefault="00666D24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42976A5B" w14:textId="77777777" w:rsidR="00666D24" w:rsidRPr="005F6D73" w:rsidRDefault="00666D24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666D24" w:rsidRPr="005F6D73" w14:paraId="249E2D4D" w14:textId="77777777" w:rsidTr="00830556">
        <w:trPr>
          <w:jc w:val="center"/>
        </w:trPr>
        <w:tc>
          <w:tcPr>
            <w:tcW w:w="1638" w:type="dxa"/>
            <w:vAlign w:val="center"/>
          </w:tcPr>
          <w:p w14:paraId="0CB913F1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14:paraId="333EC464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0A0100E1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638B7554" w14:textId="77777777" w:rsidR="00666D24" w:rsidRPr="005F6D73" w:rsidRDefault="00666D24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7820FD31" w14:textId="77777777" w:rsidR="00666D24" w:rsidRPr="005F6D73" w:rsidRDefault="00666D24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666D24" w:rsidRPr="005F6D73" w14:paraId="128B27AD" w14:textId="77777777" w:rsidTr="00830556">
        <w:trPr>
          <w:jc w:val="center"/>
        </w:trPr>
        <w:tc>
          <w:tcPr>
            <w:tcW w:w="1638" w:type="dxa"/>
            <w:vAlign w:val="center"/>
          </w:tcPr>
          <w:p w14:paraId="58D44DD7" w14:textId="74414EA2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</w:t>
            </w:r>
            <w:r>
              <w:rPr>
                <w:rFonts w:hint="eastAsia"/>
                <w:b w:val="0"/>
                <w:sz w:val="20"/>
                <w:lang w:eastAsia="zh-CN"/>
              </w:rPr>
              <w:t>himi</w:t>
            </w:r>
            <w:r>
              <w:rPr>
                <w:b w:val="0"/>
                <w:sz w:val="20"/>
                <w:lang w:eastAsia="zh-CN"/>
              </w:rPr>
              <w:t xml:space="preserve"> </w:t>
            </w:r>
            <w:r w:rsidR="001E3E1D">
              <w:rPr>
                <w:b w:val="0"/>
                <w:sz w:val="20"/>
                <w:lang w:eastAsia="zh-CN"/>
              </w:rPr>
              <w:t>S</w:t>
            </w:r>
            <w:r>
              <w:rPr>
                <w:rFonts w:hint="eastAsia"/>
                <w:b w:val="0"/>
                <w:sz w:val="20"/>
                <w:lang w:eastAsia="zh-CN"/>
              </w:rPr>
              <w:t>hilo</w:t>
            </w:r>
          </w:p>
        </w:tc>
        <w:tc>
          <w:tcPr>
            <w:tcW w:w="1440" w:type="dxa"/>
            <w:vMerge/>
            <w:vAlign w:val="center"/>
          </w:tcPr>
          <w:p w14:paraId="63BB2159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CFB30EC" w14:textId="77777777" w:rsidR="00666D24" w:rsidRPr="005F6D73" w:rsidRDefault="00666D2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6B907C30" w14:textId="77777777" w:rsidR="00666D24" w:rsidRPr="005F6D73" w:rsidRDefault="00666D24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20F92EF5" w14:textId="77777777" w:rsidR="00666D24" w:rsidRPr="005F6D73" w:rsidRDefault="00666D24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bookmarkEnd w:id="1"/>
    <w:p w14:paraId="633C970C" w14:textId="77777777"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09871A5" wp14:editId="034CA189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EAC50" w14:textId="77777777" w:rsidR="00CA31B1" w:rsidRDefault="00CA31B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0B551A2" w14:textId="77777777" w:rsidR="00CA31B1" w:rsidRPr="001A38C2" w:rsidRDefault="00CA31B1" w:rsidP="00222EB5">
                            <w:r w:rsidRPr="001A38C2">
                              <w:t xml:space="preserve">This submission contains proposed </w:t>
                            </w:r>
                            <w:r>
                              <w:t xml:space="preserve">7 </w:t>
                            </w:r>
                            <w:r w:rsidRPr="001A38C2">
                              <w:t xml:space="preserve">comment resolutions </w:t>
                            </w:r>
                            <w:r>
                              <w:t xml:space="preserve">for the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14:paraId="47095BCA" w14:textId="77777777" w:rsidR="00CA31B1" w:rsidRPr="00CC639B" w:rsidRDefault="00CA31B1" w:rsidP="00222EB5"/>
                          <w:p w14:paraId="4D13271B" w14:textId="77777777" w:rsidR="00CA31B1" w:rsidRPr="00F2305D" w:rsidRDefault="00CA31B1" w:rsidP="00E72099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  <w:r>
                              <w:t xml:space="preserve">CIDs: </w:t>
                            </w:r>
                            <w:r w:rsidR="00AE05C6">
                              <w:rPr>
                                <w:b/>
                                <w:color w:val="0070C0"/>
                              </w:rPr>
                              <w:t>4534, 5460, 6781, 6923, 7124, 7989</w:t>
                            </w:r>
                            <w:r w:rsidR="007A21C0">
                              <w:rPr>
                                <w:b/>
                                <w:color w:val="0070C0"/>
                              </w:rPr>
                              <w:t xml:space="preserve">, </w:t>
                            </w:r>
                            <w:bookmarkStart w:id="3" w:name="OLE_LINK111"/>
                            <w:bookmarkStart w:id="4" w:name="OLE_LINK112"/>
                            <w:r w:rsidR="007A21C0">
                              <w:rPr>
                                <w:b/>
                                <w:color w:val="0070C0"/>
                              </w:rPr>
                              <w:t>7653</w:t>
                            </w:r>
                          </w:p>
                          <w:bookmarkEnd w:id="3"/>
                          <w:bookmarkEnd w:id="4"/>
                          <w:p w14:paraId="72D00A20" w14:textId="77777777" w:rsidR="00CA31B1" w:rsidRDefault="00CA31B1" w:rsidP="00E72099">
                            <w:pPr>
                              <w:jc w:val="both"/>
                            </w:pPr>
                          </w:p>
                          <w:p w14:paraId="32216D3B" w14:textId="77777777" w:rsidR="00CA31B1" w:rsidRDefault="00CA31B1" w:rsidP="004C0088">
                            <w:pPr>
                              <w:jc w:val="both"/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476830CC" w14:textId="77777777" w:rsidR="00CA31B1" w:rsidRDefault="00CA31B1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0324DD14" w14:textId="77777777" w:rsidR="00CA31B1" w:rsidRDefault="00CA31B1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3841E903" w14:textId="77777777" w:rsidR="00CA31B1" w:rsidRPr="001A38C2" w:rsidRDefault="00CA31B1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:rsidR="00CA31B1" w:rsidRDefault="00CA31B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CA31B1" w:rsidRPr="001A38C2" w:rsidRDefault="00CA31B1" w:rsidP="00222EB5">
                      <w:r w:rsidRPr="001A38C2">
                        <w:t xml:space="preserve">This submission contains proposed </w:t>
                      </w:r>
                      <w:r>
                        <w:t xml:space="preserve">7 </w:t>
                      </w:r>
                      <w:r w:rsidRPr="001A38C2">
                        <w:t xml:space="preserve">comment resolutions </w:t>
                      </w:r>
                      <w:r>
                        <w:t xml:space="preserve">for the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:rsidR="00CA31B1" w:rsidRPr="00CC639B" w:rsidRDefault="00CA31B1" w:rsidP="00222EB5"/>
                    <w:p w:rsidR="00CA31B1" w:rsidRPr="00F2305D" w:rsidRDefault="00CA31B1" w:rsidP="00E72099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  <w:r>
                        <w:t xml:space="preserve">CIDs: </w:t>
                      </w:r>
                      <w:r w:rsidR="00AE05C6">
                        <w:rPr>
                          <w:b/>
                          <w:color w:val="0070C0"/>
                        </w:rPr>
                        <w:t>4534, 5460, 6781, 6923, 7124, 7989</w:t>
                      </w:r>
                      <w:r w:rsidR="007A21C0">
                        <w:rPr>
                          <w:b/>
                          <w:color w:val="0070C0"/>
                        </w:rPr>
                        <w:t xml:space="preserve">, </w:t>
                      </w:r>
                      <w:bookmarkStart w:id="3" w:name="OLE_LINK111"/>
                      <w:bookmarkStart w:id="4" w:name="OLE_LINK112"/>
                      <w:r w:rsidR="007A21C0">
                        <w:rPr>
                          <w:b/>
                          <w:color w:val="0070C0"/>
                        </w:rPr>
                        <w:t>7653</w:t>
                      </w:r>
                    </w:p>
                    <w:bookmarkEnd w:id="3"/>
                    <w:bookmarkEnd w:id="4"/>
                    <w:p w:rsidR="00CA31B1" w:rsidRDefault="00CA31B1" w:rsidP="00E72099">
                      <w:pPr>
                        <w:jc w:val="both"/>
                      </w:pPr>
                    </w:p>
                    <w:p w:rsidR="00CA31B1" w:rsidRDefault="00CA31B1" w:rsidP="004C0088">
                      <w:pPr>
                        <w:jc w:val="both"/>
                        <w:rPr>
                          <w:szCs w:val="22"/>
                          <w:lang w:eastAsia="zh-CN"/>
                        </w:rPr>
                      </w:pPr>
                    </w:p>
                    <w:p w:rsidR="00CA31B1" w:rsidRDefault="00CA31B1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:rsidR="00CA31B1" w:rsidRDefault="00CA31B1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:rsidR="00CA31B1" w:rsidRPr="001A38C2" w:rsidRDefault="00CA31B1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7B8A6B" w14:textId="77777777" w:rsidR="00713533" w:rsidRPr="000579D5" w:rsidRDefault="00CA09B2" w:rsidP="000579D5">
      <w:pPr>
        <w:rPr>
          <w:b/>
        </w:rPr>
      </w:pPr>
      <w:r w:rsidRPr="005F6D73">
        <w:br w:type="page"/>
      </w:r>
      <w:r w:rsidR="00713533"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5F6D73" w14:paraId="0A3A228A" w14:textId="77777777" w:rsidTr="005C51C4">
        <w:tc>
          <w:tcPr>
            <w:tcW w:w="2043" w:type="dxa"/>
          </w:tcPr>
          <w:p w14:paraId="6C79E34A" w14:textId="77777777" w:rsidR="008D042A" w:rsidRPr="005F6D73" w:rsidRDefault="008D042A" w:rsidP="00713533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14:paraId="1B118579" w14:textId="77777777" w:rsidR="008D042A" w:rsidRPr="005F6D73" w:rsidRDefault="008D042A" w:rsidP="00713533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14:paraId="734BC8B8" w14:textId="77777777" w:rsidR="000579D5" w:rsidRPr="007B7C7E" w:rsidRDefault="000579D5" w:rsidP="000579D5">
      <w:pPr>
        <w:pStyle w:val="1"/>
        <w:rPr>
          <w:rFonts w:ascii="Times New Roman" w:hAnsi="Times New Roman"/>
          <w:color w:val="0070C0"/>
          <w:szCs w:val="32"/>
          <w:u w:val="none"/>
          <w:lang w:eastAsia="zh-CN"/>
        </w:rPr>
      </w:pPr>
      <w:r w:rsidRPr="007B7C7E">
        <w:rPr>
          <w:rFonts w:ascii="Times New Roman" w:hAnsi="Times New Roman"/>
          <w:color w:val="0070C0"/>
          <w:szCs w:val="32"/>
          <w:u w:val="none"/>
          <w:lang w:eastAsia="zh-CN"/>
        </w:rPr>
        <w:t xml:space="preserve">CIDs related to </w:t>
      </w:r>
      <w:r w:rsidR="002374D2">
        <w:rPr>
          <w:rFonts w:ascii="Times New Roman" w:hAnsi="Times New Roman"/>
          <w:color w:val="0070C0"/>
          <w:szCs w:val="32"/>
          <w:u w:val="none"/>
          <w:lang w:eastAsia="zh-CN"/>
        </w:rPr>
        <w:t>SPATIAL_REUSE</w:t>
      </w:r>
    </w:p>
    <w:p w14:paraId="3D602AB6" w14:textId="77777777" w:rsidR="00ED1F86" w:rsidRDefault="00ED1F86" w:rsidP="0012587B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4534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7F6559" w:rsidRPr="005F6D73" w14:paraId="1A158883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D53694D" w14:textId="77777777" w:rsidR="007F6559" w:rsidRPr="005F6D73" w:rsidRDefault="007F6559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bookmarkStart w:id="5" w:name="OLE_LINK33"/>
            <w:r w:rsidRPr="005F6D73">
              <w:rPr>
                <w:sz w:val="20"/>
                <w:lang w:val="en-US" w:eastAsia="zh-CN"/>
              </w:rPr>
              <w:t>Page.</w:t>
            </w:r>
          </w:p>
          <w:p w14:paraId="73FB7900" w14:textId="77777777" w:rsidR="007F6559" w:rsidRPr="005F6D73" w:rsidRDefault="007F6559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115DE086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597B4155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68862CBF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7E6F978A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7F6559" w:rsidRPr="005F6D73" w14:paraId="36EDAA70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4722DB56" w14:textId="77777777" w:rsidR="007F6559" w:rsidRPr="005F6D73" w:rsidRDefault="007F6559" w:rsidP="00B14C70">
            <w:pPr>
              <w:jc w:val="right"/>
              <w:rPr>
                <w:sz w:val="20"/>
                <w:lang w:val="en-US" w:eastAsia="zh-CN"/>
              </w:rPr>
            </w:pPr>
            <w:bookmarkStart w:id="6" w:name="_Hlk89269827"/>
            <w:r w:rsidRPr="007F6559">
              <w:rPr>
                <w:sz w:val="20"/>
                <w:lang w:val="en-US" w:eastAsia="zh-CN"/>
              </w:rPr>
              <w:t>325.39</w:t>
            </w:r>
          </w:p>
        </w:tc>
        <w:tc>
          <w:tcPr>
            <w:tcW w:w="948" w:type="dxa"/>
            <w:shd w:val="clear" w:color="auto" w:fill="auto"/>
          </w:tcPr>
          <w:p w14:paraId="1F45529A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417EA80D" w14:textId="77777777" w:rsidR="007F6559" w:rsidRPr="005F6D73" w:rsidRDefault="007F6559" w:rsidP="00B14C70">
            <w:pPr>
              <w:rPr>
                <w:sz w:val="20"/>
              </w:rPr>
            </w:pPr>
            <w:proofErr w:type="spellStart"/>
            <w:r w:rsidRPr="007F6559">
              <w:rPr>
                <w:sz w:val="20"/>
                <w:lang w:val="en-US" w:eastAsia="zh-CN"/>
              </w:rPr>
              <w:t>Spatial_REUSE</w:t>
            </w:r>
            <w:proofErr w:type="spellEnd"/>
            <w:r w:rsidRPr="007F6559">
              <w:rPr>
                <w:sz w:val="20"/>
                <w:lang w:val="en-US" w:eastAsia="zh-CN"/>
              </w:rPr>
              <w:t xml:space="preserve"> need to be updated. It presents in the EHT_MU format</w:t>
            </w:r>
          </w:p>
        </w:tc>
        <w:tc>
          <w:tcPr>
            <w:tcW w:w="1778" w:type="dxa"/>
            <w:shd w:val="clear" w:color="auto" w:fill="auto"/>
          </w:tcPr>
          <w:p w14:paraId="3301C6DA" w14:textId="77777777" w:rsidR="007F6559" w:rsidRPr="005F6D73" w:rsidRDefault="007F6559" w:rsidP="00B14C70">
            <w:pPr>
              <w:rPr>
                <w:sz w:val="20"/>
                <w:lang w:val="en-US"/>
              </w:rPr>
            </w:pPr>
            <w:r w:rsidRPr="007F6559">
              <w:rPr>
                <w:sz w:val="20"/>
                <w:lang w:val="en-US" w:eastAsia="zh-CN"/>
              </w:rPr>
              <w:t>as in the comment.</w:t>
            </w:r>
          </w:p>
        </w:tc>
        <w:tc>
          <w:tcPr>
            <w:tcW w:w="2923" w:type="dxa"/>
            <w:shd w:val="clear" w:color="auto" w:fill="auto"/>
          </w:tcPr>
          <w:p w14:paraId="663661A6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4F4D0FF2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5A698D4E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1E5ED3BD" w14:textId="77777777" w:rsidR="007F6559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  <w:bookmarkEnd w:id="5"/>
      <w:bookmarkEnd w:id="6"/>
    </w:tbl>
    <w:p w14:paraId="56B06E0B" w14:textId="77777777" w:rsidR="00ED1F86" w:rsidRPr="007F6559" w:rsidRDefault="00ED1F86" w:rsidP="00ED1F86">
      <w:pPr>
        <w:rPr>
          <w:lang w:eastAsia="zh-CN"/>
        </w:rPr>
      </w:pPr>
    </w:p>
    <w:p w14:paraId="497A704A" w14:textId="77777777" w:rsidR="00ED1F86" w:rsidRDefault="009348EB" w:rsidP="00ED1F86">
      <w:pPr>
        <w:rPr>
          <w:lang w:eastAsia="zh-CN"/>
        </w:rPr>
      </w:pPr>
      <w:r w:rsidRPr="005367C0">
        <w:rPr>
          <w:rFonts w:hint="eastAsia"/>
          <w:highlight w:val="cyan"/>
          <w:lang w:eastAsia="zh-CN"/>
        </w:rPr>
        <w:t>Discussion</w:t>
      </w:r>
      <w:r w:rsidRPr="005367C0">
        <w:rPr>
          <w:rFonts w:hint="eastAsia"/>
          <w:highlight w:val="cyan"/>
          <w:lang w:eastAsia="zh-CN"/>
        </w:rPr>
        <w:t>：</w:t>
      </w:r>
    </w:p>
    <w:p w14:paraId="7932ADFB" w14:textId="77777777" w:rsidR="009348EB" w:rsidRDefault="009348EB" w:rsidP="00ED1F86">
      <w:pPr>
        <w:rPr>
          <w:lang w:eastAsia="zh-CN"/>
        </w:rPr>
      </w:pPr>
      <w:r w:rsidRPr="005367C0">
        <w:rPr>
          <w:highlight w:val="cyan"/>
          <w:lang w:eastAsia="zh-CN"/>
        </w:rPr>
        <w:t xml:space="preserve">Text in </w:t>
      </w:r>
      <w:r w:rsidRPr="005367C0">
        <w:rPr>
          <w:rFonts w:hint="eastAsia"/>
          <w:highlight w:val="cyan"/>
          <w:lang w:eastAsia="zh-CN"/>
        </w:rPr>
        <w:t>D</w:t>
      </w:r>
      <w:r w:rsidRPr="005367C0">
        <w:rPr>
          <w:highlight w:val="cyan"/>
          <w:lang w:eastAsia="zh-CN"/>
        </w:rPr>
        <w:t>raft 1.0</w:t>
      </w:r>
      <w:r>
        <w:rPr>
          <w:lang w:eastAsia="zh-CN"/>
        </w:rPr>
        <w:t>:</w:t>
      </w:r>
    </w:p>
    <w:p w14:paraId="284973FD" w14:textId="77777777" w:rsidR="009348EB" w:rsidRDefault="005367C0" w:rsidP="00ED1F86">
      <w:pPr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2DDDA909" wp14:editId="2BAA94D1">
            <wp:extent cx="4368800" cy="1954460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84F55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590" cy="19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389DA" w14:textId="77777777" w:rsidR="009348EB" w:rsidRDefault="009348EB" w:rsidP="009348EB">
      <w:pPr>
        <w:rPr>
          <w:lang w:eastAsia="zh-CN"/>
        </w:rPr>
      </w:pPr>
      <w:r w:rsidRPr="005367C0">
        <w:rPr>
          <w:highlight w:val="cyan"/>
          <w:lang w:eastAsia="zh-CN"/>
        </w:rPr>
        <w:t xml:space="preserve">Text in </w:t>
      </w:r>
      <w:r w:rsidRPr="005367C0">
        <w:rPr>
          <w:rFonts w:hint="eastAsia"/>
          <w:highlight w:val="cyan"/>
          <w:lang w:eastAsia="zh-CN"/>
        </w:rPr>
        <w:t>D</w:t>
      </w:r>
      <w:r w:rsidRPr="005367C0">
        <w:rPr>
          <w:highlight w:val="cyan"/>
          <w:lang w:eastAsia="zh-CN"/>
        </w:rPr>
        <w:t>raft 1.</w:t>
      </w:r>
      <w:r w:rsidR="005367C0">
        <w:rPr>
          <w:highlight w:val="cyan"/>
          <w:lang w:eastAsia="zh-CN"/>
        </w:rPr>
        <w:t>3</w:t>
      </w:r>
      <w:r w:rsidRPr="005367C0">
        <w:rPr>
          <w:highlight w:val="cyan"/>
          <w:lang w:eastAsia="zh-CN"/>
        </w:rPr>
        <w:t>:</w:t>
      </w:r>
    </w:p>
    <w:p w14:paraId="2DFC3AFA" w14:textId="77777777" w:rsidR="009348EB" w:rsidRDefault="005367C0" w:rsidP="00ED1F86">
      <w:pPr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4A1BD889" wp14:editId="294EEBF8">
            <wp:extent cx="4954905" cy="2399323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84ABC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686" cy="244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F46F0" w14:textId="77777777" w:rsidR="009348EB" w:rsidRDefault="009348EB" w:rsidP="00ED1F86">
      <w:pPr>
        <w:rPr>
          <w:lang w:eastAsia="zh-CN"/>
        </w:rPr>
      </w:pPr>
      <w:r w:rsidRPr="005367C0">
        <w:rPr>
          <w:rFonts w:hint="eastAsia"/>
          <w:highlight w:val="cyan"/>
          <w:lang w:eastAsia="zh-CN"/>
        </w:rPr>
        <w:t>Discussion</w:t>
      </w:r>
      <w:r w:rsidRPr="005367C0">
        <w:rPr>
          <w:highlight w:val="cyan"/>
          <w:lang w:eastAsia="zh-CN"/>
        </w:rPr>
        <w:t xml:space="preserve"> </w:t>
      </w:r>
      <w:r w:rsidRPr="005367C0">
        <w:rPr>
          <w:rFonts w:hint="eastAsia"/>
          <w:highlight w:val="cyan"/>
          <w:lang w:eastAsia="zh-CN"/>
        </w:rPr>
        <w:t>ends.</w:t>
      </w:r>
    </w:p>
    <w:p w14:paraId="08012EEC" w14:textId="77777777" w:rsidR="00ED1F86" w:rsidRDefault="00ED1F86" w:rsidP="00ED1F86">
      <w:pPr>
        <w:rPr>
          <w:lang w:eastAsia="zh-CN"/>
        </w:rPr>
      </w:pPr>
    </w:p>
    <w:p w14:paraId="3071BD05" w14:textId="77777777" w:rsidR="00ED1F86" w:rsidRDefault="00ED1F86" w:rsidP="00ED1F86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 w:rsidRPr="005F6D73">
        <w:rPr>
          <w:rFonts w:ascii="Times New Roman" w:hAnsi="Times New Roman"/>
          <w:lang w:eastAsia="zh-CN"/>
        </w:rPr>
        <w:t>54</w:t>
      </w:r>
      <w:r w:rsidR="007F6559">
        <w:rPr>
          <w:rFonts w:ascii="Times New Roman" w:hAnsi="Times New Roman"/>
          <w:lang w:eastAsia="zh-CN"/>
        </w:rPr>
        <w:t>60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7F6559" w:rsidRPr="005F6D73" w14:paraId="506B5CE8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66D45E1" w14:textId="77777777" w:rsidR="007F6559" w:rsidRPr="005F6D73" w:rsidRDefault="007F6559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bookmarkStart w:id="7" w:name="OLE_LINK34"/>
            <w:r w:rsidRPr="005F6D73">
              <w:rPr>
                <w:sz w:val="20"/>
                <w:lang w:val="en-US" w:eastAsia="zh-CN"/>
              </w:rPr>
              <w:t>Page.</w:t>
            </w:r>
          </w:p>
          <w:p w14:paraId="791E9324" w14:textId="77777777" w:rsidR="007F6559" w:rsidRPr="005F6D73" w:rsidRDefault="007F6559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24FFB415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00AC419B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6B5D7EB8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7CD34783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5E4F78" w:rsidRPr="005F6D73" w14:paraId="2B713FA4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41D814E9" w14:textId="77777777" w:rsidR="005E4F78" w:rsidRPr="005F6D73" w:rsidRDefault="005E4F78" w:rsidP="005E4F78">
            <w:pPr>
              <w:jc w:val="right"/>
              <w:rPr>
                <w:sz w:val="20"/>
                <w:lang w:val="en-US" w:eastAsia="zh-CN"/>
              </w:rPr>
            </w:pPr>
            <w:r w:rsidRPr="007F6559">
              <w:rPr>
                <w:sz w:val="20"/>
                <w:lang w:val="en-US" w:eastAsia="zh-CN"/>
              </w:rPr>
              <w:t>325.53</w:t>
            </w:r>
          </w:p>
        </w:tc>
        <w:tc>
          <w:tcPr>
            <w:tcW w:w="948" w:type="dxa"/>
            <w:shd w:val="clear" w:color="auto" w:fill="auto"/>
          </w:tcPr>
          <w:p w14:paraId="19A70650" w14:textId="77777777" w:rsidR="005E4F78" w:rsidRPr="005F6D73" w:rsidRDefault="005E4F78" w:rsidP="005E4F78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37A9F278" w14:textId="77777777" w:rsidR="005E4F78" w:rsidRPr="005F6D73" w:rsidRDefault="005E4F78" w:rsidP="005E4F78">
            <w:pPr>
              <w:rPr>
                <w:sz w:val="20"/>
              </w:rPr>
            </w:pPr>
            <w:r w:rsidRPr="007F6559">
              <w:rPr>
                <w:sz w:val="20"/>
                <w:lang w:val="en-US" w:eastAsia="zh-CN"/>
              </w:rPr>
              <w:t xml:space="preserve">Correct the reference, include both HE and EHT spatial reuse as reference. Correct the format. EHT MU and EHT TB both have </w:t>
            </w:r>
            <w:proofErr w:type="spellStart"/>
            <w:r w:rsidRPr="007F6559">
              <w:rPr>
                <w:sz w:val="20"/>
                <w:lang w:val="en-US" w:eastAsia="zh-CN"/>
              </w:rPr>
              <w:t>spatail</w:t>
            </w:r>
            <w:proofErr w:type="spellEnd"/>
            <w:r w:rsidRPr="007F6559">
              <w:rPr>
                <w:sz w:val="20"/>
                <w:lang w:val="en-US" w:eastAsia="zh-CN"/>
              </w:rPr>
              <w:t xml:space="preserve"> reuse TXVECTOR and RXVECTOR</w:t>
            </w:r>
          </w:p>
        </w:tc>
        <w:tc>
          <w:tcPr>
            <w:tcW w:w="1778" w:type="dxa"/>
            <w:shd w:val="clear" w:color="auto" w:fill="auto"/>
          </w:tcPr>
          <w:p w14:paraId="0DC7C368" w14:textId="77777777" w:rsidR="005E4F78" w:rsidRPr="005F6D73" w:rsidRDefault="005E4F78" w:rsidP="005E4F78">
            <w:pPr>
              <w:rPr>
                <w:sz w:val="20"/>
                <w:lang w:val="en-US"/>
              </w:rPr>
            </w:pPr>
            <w:r w:rsidRPr="007F6559">
              <w:rPr>
                <w:sz w:val="20"/>
                <w:lang w:val="en-US" w:eastAsia="zh-CN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14:paraId="43A03024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7363BA3A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1F3B5C4D" w14:textId="77777777" w:rsidR="00EA517D" w:rsidRDefault="00EA517D" w:rsidP="005E4F78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For the EHT spatial reuse, the reference has been incorporated in Draft 1.3.</w:t>
            </w:r>
          </w:p>
          <w:p w14:paraId="4350B344" w14:textId="77777777" w:rsidR="00EA517D" w:rsidRDefault="00EA517D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5718AED8" w14:textId="68F86D68" w:rsidR="00EA517D" w:rsidRDefault="00EA517D" w:rsidP="005E4F78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For the HE spatial reuse,</w:t>
            </w:r>
          </w:p>
          <w:p w14:paraId="53EC4B84" w14:textId="0A293131" w:rsidR="004C207E" w:rsidRDefault="00000BF4" w:rsidP="005E4F78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the reference</w:t>
            </w:r>
            <w:r w:rsidR="0087697D">
              <w:rPr>
                <w:rFonts w:ascii="Arial" w:hAnsi="Arial" w:cs="Arial"/>
                <w:sz w:val="20"/>
                <w:lang w:eastAsia="zh-CN"/>
              </w:rPr>
              <w:t>s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</w:t>
            </w:r>
            <w:r w:rsidR="0087697D">
              <w:rPr>
                <w:rFonts w:ascii="Arial" w:hAnsi="Arial" w:cs="Arial"/>
                <w:sz w:val="20"/>
                <w:lang w:eastAsia="zh-CN"/>
              </w:rPr>
              <w:t xml:space="preserve">are 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already included in </w:t>
            </w:r>
            <w:r w:rsidR="00CC637C">
              <w:rPr>
                <w:rFonts w:ascii="Arial" w:hAnsi="Arial" w:cs="Arial"/>
                <w:sz w:val="20"/>
                <w:lang w:eastAsia="zh-CN"/>
              </w:rPr>
              <w:t>36.3.12.8.3 and 36.3.12.8.4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. </w:t>
            </w:r>
            <w:bookmarkStart w:id="8" w:name="OLE_LINK1"/>
            <w:r w:rsidR="00EA517D">
              <w:rPr>
                <w:rFonts w:ascii="Arial" w:hAnsi="Arial" w:cs="Arial"/>
                <w:sz w:val="20"/>
                <w:lang w:eastAsia="zh-CN"/>
              </w:rPr>
              <w:t>Readers would refer to these two subclauses for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details.</w:t>
            </w:r>
            <w:bookmarkEnd w:id="8"/>
            <w:r w:rsidR="0087697D">
              <w:rPr>
                <w:rFonts w:ascii="Arial" w:hAnsi="Arial" w:cs="Arial"/>
                <w:sz w:val="20"/>
                <w:lang w:eastAsia="zh-CN"/>
              </w:rPr>
              <w:t xml:space="preserve"> </w:t>
            </w:r>
            <w:bookmarkStart w:id="9" w:name="_Hlk89421354"/>
          </w:p>
          <w:bookmarkEnd w:id="9"/>
          <w:p w14:paraId="2B19D7F4" w14:textId="77777777" w:rsidR="004C207E" w:rsidRDefault="004C207E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197E6CAE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221C1C2A" w14:textId="77777777" w:rsidR="005E4F78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  <w:bookmarkEnd w:id="7"/>
    </w:tbl>
    <w:p w14:paraId="5ED07DCC" w14:textId="09FA0183" w:rsidR="00D1080E" w:rsidRDefault="00D1080E" w:rsidP="00D1080E">
      <w:pPr>
        <w:rPr>
          <w:highlight w:val="cyan"/>
          <w:lang w:eastAsia="zh-CN"/>
        </w:rPr>
      </w:pPr>
    </w:p>
    <w:p w14:paraId="124B3F36" w14:textId="08A5E1B4" w:rsidR="00D1080E" w:rsidRDefault="00D1080E" w:rsidP="00D1080E">
      <w:pPr>
        <w:rPr>
          <w:lang w:eastAsia="zh-CN"/>
        </w:rPr>
      </w:pPr>
      <w:r w:rsidRPr="005367C0">
        <w:rPr>
          <w:rFonts w:hint="eastAsia"/>
          <w:highlight w:val="cyan"/>
          <w:lang w:eastAsia="zh-CN"/>
        </w:rPr>
        <w:t>Discussion</w:t>
      </w:r>
      <w:r w:rsidRPr="005367C0">
        <w:rPr>
          <w:rFonts w:hint="eastAsia"/>
          <w:highlight w:val="cyan"/>
          <w:lang w:eastAsia="zh-CN"/>
        </w:rPr>
        <w:t>：</w:t>
      </w:r>
    </w:p>
    <w:p w14:paraId="32A33BE3" w14:textId="26558E9F" w:rsidR="00ED1F86" w:rsidRDefault="00D1080E" w:rsidP="00ED1F86">
      <w:pPr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31D1C7C2" wp14:editId="57E925A2">
            <wp:extent cx="4954905" cy="2399323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84ABC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686" cy="244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48F05" w14:textId="3E095F9D" w:rsidR="00D1080E" w:rsidRDefault="00D1080E" w:rsidP="00D1080E">
      <w:pPr>
        <w:rPr>
          <w:lang w:eastAsia="zh-CN"/>
        </w:rPr>
      </w:pPr>
      <w:r w:rsidRPr="005367C0">
        <w:rPr>
          <w:rFonts w:hint="eastAsia"/>
          <w:highlight w:val="cyan"/>
          <w:lang w:eastAsia="zh-CN"/>
        </w:rPr>
        <w:t>Discussion</w:t>
      </w:r>
      <w:r w:rsidRPr="005367C0">
        <w:rPr>
          <w:highlight w:val="cyan"/>
          <w:lang w:eastAsia="zh-CN"/>
        </w:rPr>
        <w:t xml:space="preserve"> </w:t>
      </w:r>
      <w:r w:rsidRPr="005367C0">
        <w:rPr>
          <w:rFonts w:hint="eastAsia"/>
          <w:highlight w:val="cyan"/>
          <w:lang w:eastAsia="zh-CN"/>
        </w:rPr>
        <w:t>ends.</w:t>
      </w:r>
    </w:p>
    <w:p w14:paraId="1A5BA855" w14:textId="77777777" w:rsidR="00D1080E" w:rsidRDefault="00D1080E" w:rsidP="00D1080E">
      <w:pPr>
        <w:rPr>
          <w:lang w:eastAsia="zh-CN"/>
        </w:rPr>
      </w:pPr>
    </w:p>
    <w:p w14:paraId="3B4D2A47" w14:textId="77777777" w:rsidR="00D1080E" w:rsidRPr="007F6559" w:rsidRDefault="00D1080E" w:rsidP="00ED1F86">
      <w:pPr>
        <w:rPr>
          <w:lang w:eastAsia="zh-CN"/>
        </w:rPr>
      </w:pPr>
    </w:p>
    <w:p w14:paraId="3B3D4DFB" w14:textId="77777777" w:rsidR="007F6559" w:rsidRDefault="007F6559" w:rsidP="007F6559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6781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7F6559" w:rsidRPr="005F6D73" w14:paraId="695FAB1C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39E559D8" w14:textId="77777777" w:rsidR="007F6559" w:rsidRPr="005F6D73" w:rsidRDefault="007F6559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2EB48E22" w14:textId="77777777" w:rsidR="007F6559" w:rsidRPr="005F6D73" w:rsidRDefault="007F6559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5FBD7FF2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03E25FB4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E7E2860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68DFB640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5E4F78" w:rsidRPr="005F6D73" w14:paraId="572C6448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163446AA" w14:textId="77777777" w:rsidR="005E4F78" w:rsidRPr="005F6D73" w:rsidRDefault="005E4F78" w:rsidP="005E4F78">
            <w:pPr>
              <w:jc w:val="right"/>
              <w:rPr>
                <w:sz w:val="20"/>
                <w:lang w:val="en-US" w:eastAsia="zh-CN"/>
              </w:rPr>
            </w:pPr>
            <w:r w:rsidRPr="007F6559">
              <w:rPr>
                <w:sz w:val="20"/>
                <w:lang w:val="en-US" w:eastAsia="zh-CN"/>
              </w:rPr>
              <w:t>325.39</w:t>
            </w:r>
          </w:p>
        </w:tc>
        <w:tc>
          <w:tcPr>
            <w:tcW w:w="948" w:type="dxa"/>
            <w:shd w:val="clear" w:color="auto" w:fill="auto"/>
          </w:tcPr>
          <w:p w14:paraId="6E87940A" w14:textId="77777777" w:rsidR="005E4F78" w:rsidRPr="005F6D73" w:rsidRDefault="005E4F78" w:rsidP="005E4F78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62472AE2" w14:textId="77777777" w:rsidR="005E4F78" w:rsidRPr="005F6D73" w:rsidRDefault="005E4F78" w:rsidP="005E4F78">
            <w:pPr>
              <w:rPr>
                <w:sz w:val="20"/>
              </w:rPr>
            </w:pPr>
            <w:r w:rsidRPr="007F6559">
              <w:rPr>
                <w:sz w:val="20"/>
                <w:lang w:val="en-US" w:eastAsia="zh-CN"/>
              </w:rPr>
              <w:t xml:space="preserve">TXVECTOR and RXVECTOR parameter SPATIAL_REUSE needs to be defined for EHT MU PPDU, since this field is defined in EHT SIG Common Info field - see Table </w:t>
            </w:r>
            <w:r w:rsidRPr="007F6559">
              <w:rPr>
                <w:sz w:val="20"/>
                <w:lang w:val="en-US" w:eastAsia="zh-CN"/>
              </w:rPr>
              <w:lastRenderedPageBreak/>
              <w:t>36-33 (Common field for OFDMA transmission) and Table 36-36 (Common field for non-OFDMA transmission to a single user and non-OFDMA transmission to multiple users)</w:t>
            </w:r>
          </w:p>
        </w:tc>
        <w:tc>
          <w:tcPr>
            <w:tcW w:w="1778" w:type="dxa"/>
            <w:shd w:val="clear" w:color="auto" w:fill="auto"/>
          </w:tcPr>
          <w:p w14:paraId="5F4505A1" w14:textId="77777777" w:rsidR="005E4F78" w:rsidRPr="005F6D73" w:rsidRDefault="005E4F78" w:rsidP="005E4F78">
            <w:pPr>
              <w:rPr>
                <w:sz w:val="20"/>
                <w:lang w:val="en-US"/>
              </w:rPr>
            </w:pPr>
            <w:r w:rsidRPr="007F6559">
              <w:rPr>
                <w:sz w:val="20"/>
                <w:lang w:val="en-US" w:eastAsia="zh-CN"/>
              </w:rPr>
              <w:lastRenderedPageBreak/>
              <w:t>Include definition similar to the HE case (27.2.2)</w:t>
            </w:r>
          </w:p>
        </w:tc>
        <w:tc>
          <w:tcPr>
            <w:tcW w:w="2923" w:type="dxa"/>
            <w:shd w:val="clear" w:color="auto" w:fill="auto"/>
          </w:tcPr>
          <w:p w14:paraId="75F5D00B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723B3F0A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65EE4503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00DA70F7" w14:textId="77777777" w:rsidR="005E4F78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</w:tbl>
    <w:p w14:paraId="5D1012F8" w14:textId="77777777" w:rsidR="00ED1F86" w:rsidRPr="007F6559" w:rsidRDefault="00ED1F86" w:rsidP="00ED1F86">
      <w:pPr>
        <w:rPr>
          <w:lang w:eastAsia="zh-CN"/>
        </w:rPr>
      </w:pPr>
    </w:p>
    <w:p w14:paraId="4CB4A037" w14:textId="77777777" w:rsidR="007F6559" w:rsidRDefault="007F6559" w:rsidP="007F6559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6923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7F6559" w:rsidRPr="005F6D73" w14:paraId="25FD6440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48733BF1" w14:textId="77777777" w:rsidR="007F6559" w:rsidRPr="005F6D73" w:rsidRDefault="007F6559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bookmarkStart w:id="10" w:name="OLE_LINK35"/>
            <w:r w:rsidRPr="005F6D73">
              <w:rPr>
                <w:sz w:val="20"/>
                <w:lang w:val="en-US" w:eastAsia="zh-CN"/>
              </w:rPr>
              <w:t>Page.</w:t>
            </w:r>
          </w:p>
          <w:p w14:paraId="07CF5DDA" w14:textId="77777777" w:rsidR="007F6559" w:rsidRPr="005F6D73" w:rsidRDefault="007F6559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39502ABE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53849DDA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1A8A471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DB93A45" w14:textId="77777777" w:rsidR="007F6559" w:rsidRPr="005F6D73" w:rsidRDefault="007F6559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5E4F78" w:rsidRPr="005F6D73" w14:paraId="1336C9C8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04FBB668" w14:textId="77777777" w:rsidR="005E4F78" w:rsidRPr="005F6D73" w:rsidRDefault="005E4F78" w:rsidP="005E4F78">
            <w:pPr>
              <w:jc w:val="right"/>
              <w:rPr>
                <w:sz w:val="20"/>
                <w:lang w:val="en-US" w:eastAsia="zh-CN"/>
              </w:rPr>
            </w:pPr>
            <w:r w:rsidRPr="007F6559">
              <w:rPr>
                <w:sz w:val="20"/>
                <w:lang w:val="en-US" w:eastAsia="zh-CN"/>
              </w:rPr>
              <w:t>325.42</w:t>
            </w:r>
          </w:p>
        </w:tc>
        <w:tc>
          <w:tcPr>
            <w:tcW w:w="948" w:type="dxa"/>
            <w:shd w:val="clear" w:color="auto" w:fill="auto"/>
          </w:tcPr>
          <w:p w14:paraId="47916E60" w14:textId="77777777" w:rsidR="005E4F78" w:rsidRPr="005F6D73" w:rsidRDefault="005E4F78" w:rsidP="005E4F78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3144345D" w14:textId="77777777" w:rsidR="005E4F78" w:rsidRPr="005F6D73" w:rsidRDefault="005E4F78" w:rsidP="005E4F78">
            <w:pPr>
              <w:rPr>
                <w:sz w:val="20"/>
              </w:rPr>
            </w:pPr>
            <w:r w:rsidRPr="007F6559">
              <w:rPr>
                <w:sz w:val="20"/>
                <w:lang w:val="en-US" w:eastAsia="zh-CN"/>
              </w:rPr>
              <w:t>The description for Value with condition on "FORMAT is EHT_TB" has a sentence "There is one value of the parameter for an EHT MU PPDU." But, the description for Value with condition on "FORMAT is EHT_MU" is "Not present.". This is very confusing</w:t>
            </w:r>
          </w:p>
        </w:tc>
        <w:tc>
          <w:tcPr>
            <w:tcW w:w="1778" w:type="dxa"/>
            <w:shd w:val="clear" w:color="auto" w:fill="auto"/>
          </w:tcPr>
          <w:p w14:paraId="2099A54F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  <w:r w:rsidRPr="007F6559">
              <w:rPr>
                <w:sz w:val="20"/>
                <w:lang w:val="en-US" w:eastAsia="zh-CN"/>
              </w:rPr>
              <w:t>If "SPATIAL_REUSE" may have value when FORMAT is EHT_MU, replace "Not present" to "Indicates the spatial reuse parameter value. There is one value of the parameter for an EHT MU PPDU."</w:t>
            </w:r>
          </w:p>
          <w:p w14:paraId="41679327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3D8515A3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359BD938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36E90C5D" w14:textId="77777777" w:rsidR="005E4F78" w:rsidRDefault="005E4F78" w:rsidP="005E4F78">
            <w:pPr>
              <w:rPr>
                <w:sz w:val="20"/>
                <w:lang w:val="en-US"/>
              </w:rPr>
            </w:pPr>
          </w:p>
          <w:p w14:paraId="258C2F84" w14:textId="77777777" w:rsidR="005E4F78" w:rsidRPr="007F6559" w:rsidRDefault="005E4F78" w:rsidP="005E4F7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0E07ABBB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5753D111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4588527E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19D17308" w14:textId="77777777" w:rsidR="005E4F78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  <w:bookmarkEnd w:id="10"/>
    </w:tbl>
    <w:p w14:paraId="37E7C942" w14:textId="77777777" w:rsidR="00ED1F86" w:rsidRPr="007F6559" w:rsidRDefault="00ED1F86" w:rsidP="00ED1F86">
      <w:pPr>
        <w:rPr>
          <w:lang w:eastAsia="zh-CN"/>
        </w:rPr>
      </w:pPr>
    </w:p>
    <w:p w14:paraId="5220CD61" w14:textId="77777777" w:rsidR="007F6559" w:rsidRDefault="007F6559" w:rsidP="007F6559">
      <w:pPr>
        <w:pStyle w:val="2"/>
        <w:rPr>
          <w:rFonts w:ascii="Times New Roman" w:hAnsi="Times New Roman"/>
          <w:lang w:eastAsia="zh-CN"/>
        </w:rPr>
      </w:pPr>
      <w:bookmarkStart w:id="11" w:name="OLE_LINK21"/>
      <w:bookmarkStart w:id="12" w:name="OLE_LINK23"/>
      <w:bookmarkStart w:id="13" w:name="OLE_LINK24"/>
      <w:bookmarkStart w:id="14" w:name="OLE_LINK32"/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7124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DF2C55" w:rsidRPr="005F6D73" w14:paraId="6BE0E5B5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bookmarkEnd w:id="11"/>
          <w:bookmarkEnd w:id="12"/>
          <w:bookmarkEnd w:id="13"/>
          <w:bookmarkEnd w:id="14"/>
          <w:p w14:paraId="4F73EB5D" w14:textId="77777777" w:rsidR="00DF2C55" w:rsidRPr="005F6D73" w:rsidRDefault="00DF2C55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2D19228E" w14:textId="77777777" w:rsidR="00DF2C55" w:rsidRPr="005F6D73" w:rsidRDefault="00DF2C55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384F7E46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5CAC115B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5022A64D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C52B46F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5E4F78" w:rsidRPr="005F6D73" w14:paraId="79F4E8DE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2DD9335C" w14:textId="77777777" w:rsidR="005E4F78" w:rsidRPr="005F6D73" w:rsidRDefault="005E4F78" w:rsidP="005E4F78">
            <w:pPr>
              <w:jc w:val="right"/>
              <w:rPr>
                <w:sz w:val="20"/>
                <w:lang w:val="en-US" w:eastAsia="zh-CN"/>
              </w:rPr>
            </w:pPr>
            <w:r w:rsidRPr="007F6559">
              <w:rPr>
                <w:sz w:val="20"/>
                <w:lang w:val="en-US" w:eastAsia="zh-CN"/>
              </w:rPr>
              <w:t>325.42</w:t>
            </w:r>
          </w:p>
        </w:tc>
        <w:tc>
          <w:tcPr>
            <w:tcW w:w="948" w:type="dxa"/>
            <w:shd w:val="clear" w:color="auto" w:fill="auto"/>
          </w:tcPr>
          <w:p w14:paraId="00942BC3" w14:textId="77777777" w:rsidR="005E4F78" w:rsidRPr="005F6D73" w:rsidRDefault="005E4F78" w:rsidP="005E4F78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4F5F9B6D" w14:textId="77777777" w:rsidR="005E4F78" w:rsidRPr="005F6D73" w:rsidRDefault="005E4F78" w:rsidP="005E4F78">
            <w:pPr>
              <w:rPr>
                <w:sz w:val="20"/>
              </w:rPr>
            </w:pPr>
            <w:r w:rsidRPr="00DF2C55">
              <w:rPr>
                <w:sz w:val="20"/>
                <w:lang w:val="en-US" w:eastAsia="zh-CN"/>
              </w:rPr>
              <w:t>SPATIAL_REUSE shows "Not Present" for EHT_MU. Yet, the text for EHT_TB includes the sentence "There is one value of the parameter for an EHT MU PPDU.". What is the meaning of this?</w:t>
            </w:r>
          </w:p>
        </w:tc>
        <w:tc>
          <w:tcPr>
            <w:tcW w:w="1778" w:type="dxa"/>
            <w:shd w:val="clear" w:color="auto" w:fill="auto"/>
          </w:tcPr>
          <w:p w14:paraId="21DA784C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  <w:r w:rsidRPr="00DF2C55">
              <w:rPr>
                <w:sz w:val="20"/>
                <w:lang w:val="en-US" w:eastAsia="zh-CN"/>
              </w:rPr>
              <w:t>Clarify</w:t>
            </w:r>
          </w:p>
          <w:p w14:paraId="5545B66D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6E7463FD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022CCC70" w14:textId="77777777" w:rsidR="005E4F78" w:rsidRDefault="005E4F78" w:rsidP="005E4F78">
            <w:pPr>
              <w:rPr>
                <w:sz w:val="20"/>
                <w:lang w:val="en-US"/>
              </w:rPr>
            </w:pPr>
          </w:p>
          <w:p w14:paraId="0BAB8AFB" w14:textId="77777777" w:rsidR="005E4F78" w:rsidRPr="007F6559" w:rsidRDefault="005E4F78" w:rsidP="005E4F7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EFF6BB1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37D35217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4100FD05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5DF7794A" w14:textId="77777777" w:rsidR="005E4F78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</w:tbl>
    <w:p w14:paraId="43967673" w14:textId="77777777" w:rsidR="007F6559" w:rsidRPr="00DF2C55" w:rsidRDefault="007F6559" w:rsidP="00ED1F86">
      <w:pPr>
        <w:rPr>
          <w:lang w:eastAsia="zh-CN"/>
        </w:rPr>
      </w:pPr>
    </w:p>
    <w:p w14:paraId="7E4ADF88" w14:textId="77777777" w:rsidR="007F6559" w:rsidRDefault="007F6559" w:rsidP="007F6559">
      <w:pPr>
        <w:pStyle w:val="2"/>
        <w:rPr>
          <w:rFonts w:ascii="Times New Roman" w:hAnsi="Times New Roman"/>
          <w:lang w:eastAsia="zh-CN"/>
        </w:rPr>
      </w:pPr>
      <w:bookmarkStart w:id="15" w:name="OLE_LINK113"/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7989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DF2C55" w:rsidRPr="005F6D73" w14:paraId="70A769C9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96E68BB" w14:textId="77777777" w:rsidR="00DF2C55" w:rsidRPr="005F6D73" w:rsidRDefault="00DF2C55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3BB49F62" w14:textId="77777777" w:rsidR="00DF2C55" w:rsidRPr="005F6D73" w:rsidRDefault="00DF2C55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1B533717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62752194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2961BC2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13B3B806" w14:textId="77777777" w:rsidR="00DF2C55" w:rsidRPr="005F6D73" w:rsidRDefault="00DF2C55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5E4F78" w:rsidRPr="005F6D73" w14:paraId="2059A3CA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61923948" w14:textId="77777777" w:rsidR="005E4F78" w:rsidRPr="005F6D73" w:rsidRDefault="005E4F78" w:rsidP="005E4F78">
            <w:pPr>
              <w:jc w:val="right"/>
              <w:rPr>
                <w:sz w:val="20"/>
                <w:lang w:val="en-US" w:eastAsia="zh-CN"/>
              </w:rPr>
            </w:pPr>
            <w:r w:rsidRPr="00DF2C55">
              <w:rPr>
                <w:sz w:val="20"/>
                <w:lang w:val="en-US" w:eastAsia="zh-CN"/>
              </w:rPr>
              <w:lastRenderedPageBreak/>
              <w:t>325.52</w:t>
            </w:r>
          </w:p>
        </w:tc>
        <w:tc>
          <w:tcPr>
            <w:tcW w:w="948" w:type="dxa"/>
            <w:shd w:val="clear" w:color="auto" w:fill="auto"/>
          </w:tcPr>
          <w:p w14:paraId="41AC6356" w14:textId="77777777" w:rsidR="005E4F78" w:rsidRPr="005F6D73" w:rsidRDefault="005E4F78" w:rsidP="005E4F78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0D6BAE77" w14:textId="77777777" w:rsidR="005E4F78" w:rsidRPr="005F6D73" w:rsidRDefault="005E4F78" w:rsidP="005E4F78">
            <w:pPr>
              <w:rPr>
                <w:sz w:val="20"/>
              </w:rPr>
            </w:pPr>
            <w:r w:rsidRPr="00DF2C55">
              <w:rPr>
                <w:sz w:val="20"/>
                <w:lang w:val="en-US" w:eastAsia="zh-CN"/>
              </w:rPr>
              <w:t>Delete reference to non-existing subclause.</w:t>
            </w:r>
          </w:p>
        </w:tc>
        <w:tc>
          <w:tcPr>
            <w:tcW w:w="1778" w:type="dxa"/>
            <w:shd w:val="clear" w:color="auto" w:fill="auto"/>
          </w:tcPr>
          <w:p w14:paraId="7710C4FF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  <w:r w:rsidRPr="00DF2C55">
              <w:rPr>
                <w:sz w:val="20"/>
                <w:lang w:val="en-US" w:eastAsia="zh-CN"/>
              </w:rPr>
              <w:t>Delete "See 35.9." and the subsequent Editor's Note.</w:t>
            </w:r>
          </w:p>
          <w:p w14:paraId="59626C90" w14:textId="77777777" w:rsidR="005E4F78" w:rsidRPr="007F6559" w:rsidRDefault="005E4F78" w:rsidP="005E4F78">
            <w:pPr>
              <w:rPr>
                <w:sz w:val="20"/>
                <w:lang w:val="en-US"/>
              </w:rPr>
            </w:pPr>
          </w:p>
          <w:p w14:paraId="2FEBA8F4" w14:textId="77777777" w:rsidR="005E4F78" w:rsidRDefault="005E4F78" w:rsidP="005E4F78">
            <w:pPr>
              <w:rPr>
                <w:sz w:val="20"/>
                <w:lang w:val="en-US"/>
              </w:rPr>
            </w:pPr>
          </w:p>
          <w:p w14:paraId="7EBD6DE8" w14:textId="77777777" w:rsidR="005E4F78" w:rsidRPr="007F6559" w:rsidRDefault="005E4F78" w:rsidP="005E4F7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42E523F" w14:textId="77777777" w:rsidR="005E4F78" w:rsidRPr="00150E17" w:rsidRDefault="005E4F78" w:rsidP="005E4F78">
            <w:pPr>
              <w:rPr>
                <w:sz w:val="20"/>
              </w:rPr>
            </w:pPr>
            <w:r>
              <w:rPr>
                <w:sz w:val="20"/>
              </w:rPr>
              <w:t>REVISED</w:t>
            </w:r>
            <w:r w:rsidRPr="00150E17">
              <w:rPr>
                <w:sz w:val="20"/>
              </w:rPr>
              <w:t xml:space="preserve"> </w:t>
            </w:r>
          </w:p>
          <w:p w14:paraId="40160331" w14:textId="77777777" w:rsidR="005E4F78" w:rsidRDefault="005E4F78" w:rsidP="005E4F78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27855382" w14:textId="77777777" w:rsidR="005E4F78" w:rsidRDefault="005E4F78" w:rsidP="005E4F78">
            <w:pPr>
              <w:rPr>
                <w:sz w:val="20"/>
                <w:lang w:eastAsia="zh-CN"/>
              </w:rPr>
            </w:pPr>
            <w:r>
              <w:rPr>
                <w:sz w:val="20"/>
              </w:rPr>
              <w:t xml:space="preserve">Note to the Editor: </w:t>
            </w:r>
            <w:r w:rsidRPr="00150E17">
              <w:rPr>
                <w:sz w:val="20"/>
              </w:rPr>
              <w:t>The proposed</w:t>
            </w:r>
            <w:r>
              <w:rPr>
                <w:sz w:val="20"/>
              </w:rPr>
              <w:t xml:space="preserve"> changes have been reflected in Draft 1.3.</w:t>
            </w:r>
          </w:p>
          <w:p w14:paraId="40E15A7F" w14:textId="77777777" w:rsidR="005E4F78" w:rsidRPr="00FB28FB" w:rsidRDefault="005E4F78" w:rsidP="005E4F78">
            <w:pPr>
              <w:rPr>
                <w:sz w:val="20"/>
              </w:rPr>
            </w:pPr>
            <w:r w:rsidRPr="00AD6B7A">
              <w:rPr>
                <w:sz w:val="20"/>
                <w:highlight w:val="yellow"/>
              </w:rPr>
              <w:t>N</w:t>
            </w:r>
            <w:r w:rsidRPr="006D6188">
              <w:rPr>
                <w:sz w:val="20"/>
                <w:highlight w:val="yellow"/>
              </w:rPr>
              <w:t>o further changes are needed.</w:t>
            </w:r>
          </w:p>
        </w:tc>
      </w:tr>
    </w:tbl>
    <w:p w14:paraId="29ED3435" w14:textId="77777777" w:rsidR="003274A7" w:rsidRDefault="003274A7" w:rsidP="003274A7">
      <w:pPr>
        <w:rPr>
          <w:lang w:eastAsia="zh-CN"/>
        </w:rPr>
      </w:pPr>
      <w:bookmarkStart w:id="16" w:name="OLE_LINK40"/>
      <w:bookmarkEnd w:id="15"/>
    </w:p>
    <w:p w14:paraId="0BF89519" w14:textId="77777777" w:rsidR="00DD2FB4" w:rsidRDefault="00DD2FB4" w:rsidP="003274A7">
      <w:pPr>
        <w:rPr>
          <w:lang w:eastAsia="zh-CN"/>
        </w:rPr>
      </w:pPr>
      <w:r w:rsidRPr="00DD2FB4">
        <w:rPr>
          <w:rFonts w:hint="eastAsia"/>
          <w:highlight w:val="cyan"/>
          <w:lang w:eastAsia="zh-CN"/>
        </w:rPr>
        <w:t>D</w:t>
      </w:r>
      <w:r w:rsidRPr="00DD2FB4">
        <w:rPr>
          <w:highlight w:val="cyan"/>
          <w:lang w:eastAsia="zh-CN"/>
        </w:rPr>
        <w:t>iscussion:</w:t>
      </w:r>
    </w:p>
    <w:p w14:paraId="5A7C8A44" w14:textId="77777777" w:rsidR="005E4F78" w:rsidRDefault="00DD2FB4" w:rsidP="003274A7">
      <w:pPr>
        <w:rPr>
          <w:b/>
          <w:i/>
          <w:sz w:val="20"/>
          <w:highlight w:val="yellow"/>
        </w:rPr>
      </w:pPr>
      <w:r>
        <w:rPr>
          <w:noProof/>
          <w:lang w:val="en-US" w:eastAsia="zh-CN"/>
        </w:rPr>
        <w:drawing>
          <wp:inline distT="0" distB="0" distL="0" distR="0" wp14:anchorId="53BF47A8" wp14:editId="6C2CEB91">
            <wp:extent cx="4368800" cy="1954460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84F55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590" cy="19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136A8" w14:textId="77777777" w:rsidR="00DD2FB4" w:rsidRDefault="00DD2FB4" w:rsidP="003274A7">
      <w:pPr>
        <w:rPr>
          <w:highlight w:val="cyan"/>
          <w:lang w:eastAsia="zh-CN"/>
        </w:rPr>
      </w:pPr>
      <w:r w:rsidRPr="00DD2FB4">
        <w:rPr>
          <w:rFonts w:hint="eastAsia"/>
          <w:highlight w:val="cyan"/>
          <w:lang w:eastAsia="zh-CN"/>
        </w:rPr>
        <w:t>D</w:t>
      </w:r>
      <w:r w:rsidRPr="00DD2FB4">
        <w:rPr>
          <w:highlight w:val="cyan"/>
          <w:lang w:eastAsia="zh-CN"/>
        </w:rPr>
        <w:t>iscussion ends.</w:t>
      </w:r>
    </w:p>
    <w:p w14:paraId="532AB0B5" w14:textId="77777777" w:rsidR="00DD2FB4" w:rsidRPr="00DD2FB4" w:rsidRDefault="00DD2FB4" w:rsidP="003274A7">
      <w:pPr>
        <w:rPr>
          <w:highlight w:val="cyan"/>
          <w:lang w:eastAsia="zh-CN"/>
        </w:rPr>
      </w:pPr>
    </w:p>
    <w:bookmarkEnd w:id="16"/>
    <w:p w14:paraId="27C9FC54" w14:textId="77777777" w:rsidR="002374D2" w:rsidRPr="007B7C7E" w:rsidRDefault="002374D2" w:rsidP="002374D2">
      <w:pPr>
        <w:pStyle w:val="1"/>
        <w:rPr>
          <w:rFonts w:ascii="Times New Roman" w:hAnsi="Times New Roman"/>
          <w:color w:val="0070C0"/>
          <w:szCs w:val="32"/>
          <w:u w:val="none"/>
          <w:lang w:eastAsia="zh-CN"/>
        </w:rPr>
      </w:pPr>
      <w:r w:rsidRPr="007B7C7E">
        <w:rPr>
          <w:rFonts w:ascii="Times New Roman" w:hAnsi="Times New Roman"/>
          <w:color w:val="0070C0"/>
          <w:szCs w:val="32"/>
          <w:u w:val="none"/>
          <w:lang w:eastAsia="zh-CN"/>
        </w:rPr>
        <w:t>CID</w:t>
      </w:r>
      <w:r w:rsidR="000F55F4">
        <w:rPr>
          <w:rFonts w:ascii="Times New Roman" w:hAnsi="Times New Roman"/>
          <w:color w:val="0070C0"/>
          <w:szCs w:val="32"/>
          <w:u w:val="none"/>
          <w:lang w:eastAsia="zh-CN"/>
        </w:rPr>
        <w:t>s</w:t>
      </w:r>
      <w:r w:rsidRPr="007B7C7E">
        <w:rPr>
          <w:rFonts w:ascii="Times New Roman" w:hAnsi="Times New Roman"/>
          <w:color w:val="0070C0"/>
          <w:szCs w:val="32"/>
          <w:u w:val="none"/>
          <w:lang w:eastAsia="zh-CN"/>
        </w:rPr>
        <w:t xml:space="preserve"> related to </w:t>
      </w:r>
      <w:r>
        <w:rPr>
          <w:rFonts w:ascii="Times New Roman" w:hAnsi="Times New Roman"/>
          <w:color w:val="0070C0"/>
          <w:szCs w:val="32"/>
          <w:u w:val="none"/>
          <w:lang w:eastAsia="zh-CN"/>
        </w:rPr>
        <w:t>BEAMFORMED</w:t>
      </w:r>
    </w:p>
    <w:p w14:paraId="0AE1DD90" w14:textId="77777777" w:rsidR="00085C93" w:rsidRDefault="00085C93" w:rsidP="00085C9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7653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085C93" w:rsidRPr="005F6D73" w14:paraId="39AF567A" w14:textId="77777777" w:rsidTr="00B14C7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5FD95E3" w14:textId="77777777" w:rsidR="00085C93" w:rsidRPr="005F6D73" w:rsidRDefault="00085C93" w:rsidP="00B14C7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3C6BDE43" w14:textId="77777777" w:rsidR="00085C93" w:rsidRPr="005F6D73" w:rsidRDefault="00085C93" w:rsidP="00B14C7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113A7E0B" w14:textId="77777777" w:rsidR="00085C93" w:rsidRPr="005F6D73" w:rsidRDefault="00085C93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0C022D56" w14:textId="77777777" w:rsidR="00085C93" w:rsidRPr="005F6D73" w:rsidRDefault="00085C93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A91FEB4" w14:textId="77777777" w:rsidR="00085C93" w:rsidRPr="005F6D73" w:rsidRDefault="00085C93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DE51DA6" w14:textId="77777777" w:rsidR="00085C93" w:rsidRPr="005F6D73" w:rsidRDefault="00085C93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085C93" w:rsidRPr="005F6D73" w14:paraId="7D644D29" w14:textId="77777777" w:rsidTr="00B14C70">
        <w:trPr>
          <w:trHeight w:val="2125"/>
        </w:trPr>
        <w:tc>
          <w:tcPr>
            <w:tcW w:w="837" w:type="dxa"/>
            <w:shd w:val="clear" w:color="auto" w:fill="auto"/>
          </w:tcPr>
          <w:p w14:paraId="169552C0" w14:textId="77777777" w:rsidR="00085C93" w:rsidRPr="005F6D73" w:rsidRDefault="00085C93" w:rsidP="00B14C70">
            <w:pPr>
              <w:jc w:val="right"/>
              <w:rPr>
                <w:sz w:val="20"/>
                <w:lang w:val="en-US" w:eastAsia="zh-CN"/>
              </w:rPr>
            </w:pPr>
            <w:r w:rsidRPr="00085C93">
              <w:rPr>
                <w:sz w:val="20"/>
                <w:lang w:val="en-US" w:eastAsia="zh-CN"/>
              </w:rPr>
              <w:t>326.56</w:t>
            </w:r>
          </w:p>
        </w:tc>
        <w:tc>
          <w:tcPr>
            <w:tcW w:w="948" w:type="dxa"/>
            <w:shd w:val="clear" w:color="auto" w:fill="auto"/>
          </w:tcPr>
          <w:p w14:paraId="79944DB6" w14:textId="77777777" w:rsidR="00085C93" w:rsidRPr="005F6D73" w:rsidRDefault="00085C93" w:rsidP="00B14C7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14:paraId="497647A3" w14:textId="77777777" w:rsidR="00085C93" w:rsidRPr="005F6D73" w:rsidRDefault="00085C93" w:rsidP="00B14C70">
            <w:pPr>
              <w:rPr>
                <w:sz w:val="20"/>
              </w:rPr>
            </w:pPr>
            <w:r w:rsidRPr="00085C93">
              <w:rPr>
                <w:sz w:val="20"/>
                <w:lang w:val="en-US" w:eastAsia="zh-CN"/>
              </w:rPr>
              <w:t>Clarify whether BEAMFORMED = 1 is allowed in EHT TB PPDU.</w:t>
            </w:r>
          </w:p>
        </w:tc>
        <w:tc>
          <w:tcPr>
            <w:tcW w:w="1778" w:type="dxa"/>
            <w:shd w:val="clear" w:color="auto" w:fill="auto"/>
          </w:tcPr>
          <w:p w14:paraId="59A71041" w14:textId="77777777" w:rsidR="00085C93" w:rsidRPr="007F6559" w:rsidRDefault="00085C93" w:rsidP="00B14C70">
            <w:pPr>
              <w:rPr>
                <w:sz w:val="20"/>
                <w:lang w:val="en-US"/>
              </w:rPr>
            </w:pPr>
            <w:r w:rsidRPr="00085C93">
              <w:rPr>
                <w:sz w:val="20"/>
                <w:lang w:val="en-US" w:eastAsia="zh-CN"/>
              </w:rPr>
              <w:t>See comment.</w:t>
            </w:r>
          </w:p>
          <w:p w14:paraId="792777DC" w14:textId="77777777" w:rsidR="00085C93" w:rsidRDefault="00085C93" w:rsidP="00B14C70">
            <w:pPr>
              <w:rPr>
                <w:sz w:val="20"/>
                <w:lang w:val="en-US"/>
              </w:rPr>
            </w:pPr>
          </w:p>
          <w:p w14:paraId="7A2E227D" w14:textId="77777777" w:rsidR="00085C93" w:rsidRPr="007F6559" w:rsidRDefault="00085C93" w:rsidP="00B14C7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56EE0115" w14:textId="77777777" w:rsidR="00085C93" w:rsidRPr="005F6D73" w:rsidRDefault="00AC0C47" w:rsidP="00B14C7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REJECTED</w:t>
            </w:r>
          </w:p>
          <w:p w14:paraId="03AC5D39" w14:textId="77777777" w:rsidR="004E7054" w:rsidRDefault="004E7054" w:rsidP="00B14C70">
            <w:pPr>
              <w:rPr>
                <w:sz w:val="20"/>
              </w:rPr>
            </w:pPr>
          </w:p>
          <w:p w14:paraId="0680F7FA" w14:textId="29305264" w:rsidR="00440730" w:rsidRDefault="00451D98" w:rsidP="00B14C7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BEAMFORMED = 1 is allowed for an EHT TB PPDU, according to the content shown in the </w:t>
            </w:r>
            <w:r w:rsidR="00043CF2">
              <w:rPr>
                <w:sz w:val="20"/>
                <w:lang w:eastAsia="zh-CN"/>
              </w:rPr>
              <w:t xml:space="preserve">parameter </w:t>
            </w:r>
            <w:r>
              <w:rPr>
                <w:sz w:val="20"/>
                <w:lang w:eastAsia="zh-CN"/>
              </w:rPr>
              <w:t xml:space="preserve">BEAMFORMED </w:t>
            </w:r>
            <w:r w:rsidR="00043CF2">
              <w:rPr>
                <w:sz w:val="20"/>
                <w:lang w:eastAsia="zh-CN"/>
              </w:rPr>
              <w:t xml:space="preserve">in Table 36-1 </w:t>
            </w:r>
            <w:r>
              <w:rPr>
                <w:sz w:val="20"/>
                <w:lang w:eastAsia="zh-CN"/>
              </w:rPr>
              <w:t xml:space="preserve">of </w:t>
            </w:r>
            <w:r w:rsidR="00043CF2">
              <w:rPr>
                <w:sz w:val="20"/>
                <w:lang w:eastAsia="zh-CN"/>
              </w:rPr>
              <w:t>P802.</w:t>
            </w:r>
            <w:r>
              <w:rPr>
                <w:sz w:val="20"/>
                <w:lang w:eastAsia="zh-CN"/>
              </w:rPr>
              <w:t>11be</w:t>
            </w:r>
            <w:r w:rsidR="00043CF2">
              <w:rPr>
                <w:sz w:val="20"/>
                <w:lang w:eastAsia="zh-CN"/>
              </w:rPr>
              <w:t xml:space="preserve"> D1.3</w:t>
            </w:r>
            <w:r>
              <w:rPr>
                <w:sz w:val="20"/>
                <w:lang w:eastAsia="zh-CN"/>
              </w:rPr>
              <w:t xml:space="preserve">, which is also consistent with </w:t>
            </w:r>
            <w:r w:rsidR="00E47818">
              <w:rPr>
                <w:rFonts w:hint="eastAsia"/>
                <w:sz w:val="20"/>
                <w:lang w:eastAsia="zh-CN"/>
              </w:rPr>
              <w:t>the</w:t>
            </w:r>
            <w:r w:rsidR="00E47818">
              <w:rPr>
                <w:sz w:val="20"/>
                <w:lang w:eastAsia="zh-CN"/>
              </w:rPr>
              <w:t xml:space="preserve"> </w:t>
            </w:r>
            <w:r w:rsidR="00E47818">
              <w:rPr>
                <w:rFonts w:hint="eastAsia"/>
                <w:sz w:val="20"/>
                <w:lang w:eastAsia="zh-CN"/>
              </w:rPr>
              <w:t>same</w:t>
            </w:r>
            <w:r w:rsidR="00E47818">
              <w:rPr>
                <w:sz w:val="20"/>
                <w:lang w:eastAsia="zh-CN"/>
              </w:rPr>
              <w:t xml:space="preserve"> </w:t>
            </w:r>
            <w:r w:rsidR="00E47818">
              <w:rPr>
                <w:rFonts w:hint="eastAsia"/>
                <w:sz w:val="20"/>
                <w:lang w:eastAsia="zh-CN"/>
              </w:rPr>
              <w:t>parameter</w:t>
            </w:r>
            <w:r w:rsidR="00E47818">
              <w:rPr>
                <w:sz w:val="20"/>
                <w:lang w:eastAsia="zh-CN"/>
              </w:rPr>
              <w:t xml:space="preserve"> </w:t>
            </w:r>
            <w:r w:rsidR="00C20ADC">
              <w:rPr>
                <w:rFonts w:hint="eastAsia"/>
                <w:sz w:val="20"/>
                <w:lang w:eastAsia="zh-CN"/>
              </w:rPr>
              <w:t>in</w:t>
            </w:r>
            <w:r w:rsidR="00C20ADC">
              <w:rPr>
                <w:sz w:val="20"/>
                <w:lang w:eastAsia="zh-CN"/>
              </w:rPr>
              <w:t xml:space="preserve"> </w:t>
            </w:r>
            <w:r w:rsidR="00043CF2">
              <w:rPr>
                <w:sz w:val="20"/>
                <w:lang w:eastAsia="zh-CN"/>
              </w:rPr>
              <w:t>IEEE 802.</w:t>
            </w:r>
            <w:r>
              <w:rPr>
                <w:sz w:val="20"/>
                <w:lang w:eastAsia="zh-CN"/>
              </w:rPr>
              <w:t>11ax</w:t>
            </w:r>
            <w:r w:rsidR="00043CF2">
              <w:rPr>
                <w:sz w:val="20"/>
                <w:lang w:eastAsia="zh-CN"/>
              </w:rPr>
              <w:t>-2021</w:t>
            </w:r>
            <w:r>
              <w:rPr>
                <w:sz w:val="20"/>
                <w:lang w:eastAsia="zh-CN"/>
              </w:rPr>
              <w:t>.</w:t>
            </w:r>
          </w:p>
          <w:p w14:paraId="1CB5E200" w14:textId="77777777" w:rsidR="00440730" w:rsidRDefault="00440730" w:rsidP="00B14C70">
            <w:pPr>
              <w:rPr>
                <w:sz w:val="20"/>
                <w:lang w:eastAsia="zh-CN"/>
              </w:rPr>
            </w:pPr>
          </w:p>
          <w:p w14:paraId="08ABEBFA" w14:textId="77777777" w:rsidR="004E7054" w:rsidRPr="004E7054" w:rsidRDefault="004E7054" w:rsidP="004E7054">
            <w:pPr>
              <w:rPr>
                <w:sz w:val="20"/>
                <w:lang w:eastAsia="zh-CN"/>
              </w:rPr>
            </w:pPr>
            <w:r w:rsidRPr="004E7054">
              <w:rPr>
                <w:sz w:val="20"/>
                <w:lang w:eastAsia="zh-CN"/>
              </w:rPr>
              <w:t>Note</w:t>
            </w:r>
            <w:r w:rsidR="00451D98">
              <w:rPr>
                <w:sz w:val="20"/>
                <w:lang w:eastAsia="zh-CN"/>
              </w:rPr>
              <w:t>:</w:t>
            </w:r>
            <w:r w:rsidRPr="004E7054">
              <w:rPr>
                <w:sz w:val="20"/>
                <w:lang w:eastAsia="zh-CN"/>
              </w:rPr>
              <w:t xml:space="preserve"> This comment is rejected since it does not result in a change to the draft.</w:t>
            </w:r>
          </w:p>
          <w:p w14:paraId="46887E5B" w14:textId="77777777" w:rsidR="0097736C" w:rsidRPr="0097736C" w:rsidRDefault="0097736C" w:rsidP="00451D98">
            <w:pPr>
              <w:rPr>
                <w:sz w:val="20"/>
              </w:rPr>
            </w:pPr>
          </w:p>
        </w:tc>
      </w:tr>
    </w:tbl>
    <w:p w14:paraId="0BF11183" w14:textId="77777777" w:rsidR="003274A7" w:rsidRDefault="003274A7" w:rsidP="0012587B">
      <w:pPr>
        <w:rPr>
          <w:sz w:val="20"/>
          <w:lang w:eastAsia="zh-CN"/>
        </w:rPr>
      </w:pPr>
    </w:p>
    <w:p w14:paraId="3A398C8E" w14:textId="77777777" w:rsidR="0066445B" w:rsidRDefault="0066445B" w:rsidP="0012587B">
      <w:pPr>
        <w:rPr>
          <w:sz w:val="20"/>
          <w:lang w:eastAsia="zh-CN"/>
        </w:rPr>
      </w:pPr>
      <w:r w:rsidRPr="0066445B">
        <w:rPr>
          <w:rFonts w:hint="eastAsia"/>
          <w:sz w:val="20"/>
          <w:highlight w:val="cyan"/>
          <w:lang w:eastAsia="zh-CN"/>
        </w:rPr>
        <w:t>D</w:t>
      </w:r>
      <w:r w:rsidRPr="0066445B">
        <w:rPr>
          <w:sz w:val="20"/>
          <w:highlight w:val="cyan"/>
          <w:lang w:eastAsia="zh-CN"/>
        </w:rPr>
        <w:t>iscussion</w:t>
      </w:r>
      <w:r w:rsidR="0047208A">
        <w:rPr>
          <w:sz w:val="20"/>
          <w:highlight w:val="cyan"/>
          <w:lang w:eastAsia="zh-CN"/>
        </w:rPr>
        <w:t>:</w:t>
      </w:r>
    </w:p>
    <w:p w14:paraId="4CD205BE" w14:textId="77777777" w:rsidR="0066445B" w:rsidRDefault="0047208A" w:rsidP="0012587B">
      <w:pPr>
        <w:rPr>
          <w:sz w:val="20"/>
          <w:lang w:eastAsia="zh-CN"/>
        </w:rPr>
      </w:pPr>
      <w:bookmarkStart w:id="17" w:name="OLE_LINK4"/>
      <w:bookmarkStart w:id="18" w:name="OLE_LINK5"/>
      <w:r w:rsidRPr="001869FE">
        <w:rPr>
          <w:rFonts w:hint="eastAsia"/>
          <w:sz w:val="20"/>
          <w:highlight w:val="cyan"/>
          <w:lang w:eastAsia="zh-CN"/>
        </w:rPr>
        <w:lastRenderedPageBreak/>
        <w:t>B</w:t>
      </w:r>
      <w:r w:rsidRPr="001869FE">
        <w:rPr>
          <w:sz w:val="20"/>
          <w:highlight w:val="cyan"/>
          <w:lang w:eastAsia="zh-CN"/>
        </w:rPr>
        <w:t>EAMFORMED in 11ax:</w:t>
      </w:r>
      <w:bookmarkEnd w:id="17"/>
      <w:bookmarkEnd w:id="18"/>
      <w:r>
        <w:rPr>
          <w:noProof/>
          <w:sz w:val="20"/>
          <w:lang w:val="en-US" w:eastAsia="zh-CN"/>
        </w:rPr>
        <w:drawing>
          <wp:inline distT="0" distB="0" distL="0" distR="0" wp14:anchorId="12561D54" wp14:editId="0CAFD88A">
            <wp:extent cx="5943600" cy="283400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84F055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321EA" w14:textId="77777777" w:rsidR="0047208A" w:rsidRDefault="0047208A" w:rsidP="0012587B">
      <w:pPr>
        <w:rPr>
          <w:sz w:val="20"/>
          <w:lang w:eastAsia="zh-CN"/>
        </w:rPr>
      </w:pPr>
      <w:r w:rsidRPr="001869FE">
        <w:rPr>
          <w:rFonts w:hint="eastAsia"/>
          <w:sz w:val="20"/>
          <w:highlight w:val="cyan"/>
          <w:lang w:eastAsia="zh-CN"/>
        </w:rPr>
        <w:t>B</w:t>
      </w:r>
      <w:r w:rsidRPr="001869FE">
        <w:rPr>
          <w:sz w:val="20"/>
          <w:highlight w:val="cyan"/>
          <w:lang w:eastAsia="zh-CN"/>
        </w:rPr>
        <w:t>EAMFORMED in 11be</w:t>
      </w:r>
      <w:r w:rsidR="008A138F" w:rsidRPr="001869FE">
        <w:rPr>
          <w:sz w:val="20"/>
          <w:highlight w:val="cyan"/>
          <w:lang w:eastAsia="zh-CN"/>
        </w:rPr>
        <w:t xml:space="preserve"> (Draft 1.3)</w:t>
      </w:r>
      <w:r w:rsidRPr="001869FE">
        <w:rPr>
          <w:sz w:val="20"/>
          <w:highlight w:val="cyan"/>
          <w:lang w:eastAsia="zh-CN"/>
        </w:rPr>
        <w:t>:</w:t>
      </w:r>
    </w:p>
    <w:p w14:paraId="34A8EA52" w14:textId="77777777" w:rsidR="0066445B" w:rsidRDefault="00022B85" w:rsidP="0012587B">
      <w:pPr>
        <w:rPr>
          <w:sz w:val="20"/>
          <w:lang w:eastAsia="zh-CN"/>
        </w:rPr>
      </w:pPr>
      <w:r>
        <w:rPr>
          <w:noProof/>
          <w:sz w:val="20"/>
          <w:lang w:val="en-US" w:eastAsia="zh-CN"/>
        </w:rPr>
        <w:drawing>
          <wp:inline distT="0" distB="0" distL="0" distR="0" wp14:anchorId="5112E260" wp14:editId="5C835836">
            <wp:extent cx="5782482" cy="2734057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84A4E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21D3C" w14:textId="77777777" w:rsidR="0066445B" w:rsidRPr="00085C93" w:rsidRDefault="0066445B" w:rsidP="0012587B">
      <w:pPr>
        <w:rPr>
          <w:sz w:val="20"/>
          <w:lang w:eastAsia="zh-CN"/>
        </w:rPr>
      </w:pPr>
      <w:r w:rsidRPr="0066445B">
        <w:rPr>
          <w:rFonts w:hint="eastAsia"/>
          <w:sz w:val="20"/>
          <w:highlight w:val="cyan"/>
          <w:lang w:eastAsia="zh-CN"/>
        </w:rPr>
        <w:t>D</w:t>
      </w:r>
      <w:r w:rsidRPr="0066445B">
        <w:rPr>
          <w:sz w:val="20"/>
          <w:highlight w:val="cyan"/>
          <w:lang w:eastAsia="zh-CN"/>
        </w:rPr>
        <w:t>iscussion ends.</w:t>
      </w:r>
    </w:p>
    <w:sectPr w:rsidR="0066445B" w:rsidRPr="00085C93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CD44B" w14:textId="77777777" w:rsidR="00AD7FEF" w:rsidRDefault="00AD7FEF">
      <w:r>
        <w:separator/>
      </w:r>
    </w:p>
  </w:endnote>
  <w:endnote w:type="continuationSeparator" w:id="0">
    <w:p w14:paraId="6C801503" w14:textId="77777777" w:rsidR="00AD7FEF" w:rsidRDefault="00AD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CBDC1" w14:textId="77777777" w:rsidR="00CA31B1" w:rsidRDefault="00AD7FE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A31B1">
      <w:t>Submission</w:t>
    </w:r>
    <w:r>
      <w:fldChar w:fldCharType="end"/>
    </w:r>
    <w:r w:rsidR="00CA31B1">
      <w:tab/>
      <w:t xml:space="preserve">page </w:t>
    </w:r>
    <w:r w:rsidR="00CA31B1">
      <w:fldChar w:fldCharType="begin"/>
    </w:r>
    <w:r w:rsidR="00CA31B1">
      <w:instrText xml:space="preserve">page </w:instrText>
    </w:r>
    <w:r w:rsidR="00CA31B1">
      <w:fldChar w:fldCharType="separate"/>
    </w:r>
    <w:r w:rsidR="00EA517D">
      <w:rPr>
        <w:noProof/>
      </w:rPr>
      <w:t>3</w:t>
    </w:r>
    <w:r w:rsidR="00CA31B1">
      <w:fldChar w:fldCharType="end"/>
    </w:r>
    <w:r w:rsidR="00CA31B1">
      <w:tab/>
    </w:r>
    <w:r w:rsidR="00CA31B1">
      <w:rPr>
        <w:lang w:eastAsia="zh-CN"/>
      </w:rPr>
      <w:fldChar w:fldCharType="begin"/>
    </w:r>
    <w:r w:rsidR="00CA31B1">
      <w:rPr>
        <w:lang w:eastAsia="zh-CN"/>
      </w:rPr>
      <w:instrText xml:space="preserve"> COMMENTS  \* MERGEFORMAT </w:instrText>
    </w:r>
    <w:r w:rsidR="00CA31B1">
      <w:rPr>
        <w:lang w:eastAsia="zh-CN"/>
      </w:rPr>
      <w:fldChar w:fldCharType="separate"/>
    </w:r>
    <w:proofErr w:type="spellStart"/>
    <w:r w:rsidR="00CA31B1">
      <w:rPr>
        <w:lang w:eastAsia="zh-CN"/>
      </w:rPr>
      <w:t>Mengshi</w:t>
    </w:r>
    <w:proofErr w:type="spellEnd"/>
    <w:r w:rsidR="00CA31B1">
      <w:rPr>
        <w:lang w:eastAsia="zh-CN"/>
      </w:rPr>
      <w:t xml:space="preserve"> Hu</w:t>
    </w:r>
    <w:r w:rsidR="00CA31B1">
      <w:t xml:space="preserve"> (</w:t>
    </w:r>
    <w:r w:rsidR="00CA31B1">
      <w:rPr>
        <w:rFonts w:hint="eastAsia"/>
        <w:lang w:eastAsia="zh-CN"/>
      </w:rPr>
      <w:t>Huawei</w:t>
    </w:r>
    <w:r w:rsidR="00CA31B1">
      <w:t>)</w:t>
    </w:r>
    <w:r w:rsidR="00CA31B1">
      <w:fldChar w:fldCharType="end"/>
    </w:r>
  </w:p>
  <w:p w14:paraId="3ED890F8" w14:textId="77777777" w:rsidR="00CA31B1" w:rsidRDefault="00CA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E5774" w14:textId="77777777" w:rsidR="00AD7FEF" w:rsidRDefault="00AD7FEF">
      <w:r>
        <w:separator/>
      </w:r>
    </w:p>
  </w:footnote>
  <w:footnote w:type="continuationSeparator" w:id="0">
    <w:p w14:paraId="5370A40F" w14:textId="77777777" w:rsidR="00AD7FEF" w:rsidRDefault="00AD7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E667C" w14:textId="419B5320" w:rsidR="00CA31B1" w:rsidRDefault="007F47C5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December</w:t>
    </w:r>
    <w:r w:rsidR="00CA31B1">
      <w:rPr>
        <w:rFonts w:hint="eastAsia"/>
        <w:lang w:eastAsia="zh-CN"/>
      </w:rPr>
      <w:t xml:space="preserve"> 20</w:t>
    </w:r>
    <w:r w:rsidR="00CA31B1">
      <w:rPr>
        <w:lang w:eastAsia="zh-CN"/>
      </w:rPr>
      <w:t>21</w:t>
    </w:r>
    <w:r w:rsidR="00CA31B1">
      <w:tab/>
    </w:r>
    <w:r w:rsidR="00CA31B1">
      <w:tab/>
    </w:r>
    <w:r w:rsidR="00AD7FEF">
      <w:fldChar w:fldCharType="begin"/>
    </w:r>
    <w:r w:rsidR="00AD7FEF">
      <w:instrText xml:space="preserve"> TITLE  \* MERGEFORMAT </w:instrText>
    </w:r>
    <w:r w:rsidR="00AD7FEF">
      <w:fldChar w:fldCharType="separate"/>
    </w:r>
    <w:r w:rsidR="00CA31B1">
      <w:t>doc.: IEEE 802.11-</w:t>
    </w:r>
    <w:r w:rsidR="00CA31B1">
      <w:rPr>
        <w:lang w:eastAsia="zh-CN"/>
      </w:rPr>
      <w:t>21</w:t>
    </w:r>
    <w:r w:rsidR="00CA31B1">
      <w:t>/</w:t>
    </w:r>
    <w:r w:rsidR="00CA31B1" w:rsidRPr="0073406E">
      <w:t xml:space="preserve"> </w:t>
    </w:r>
    <w:r w:rsidR="00041925">
      <w:rPr>
        <w:lang w:eastAsia="zh-CN"/>
      </w:rPr>
      <w:t>1947</w:t>
    </w:r>
    <w:r w:rsidR="00CA31B1">
      <w:rPr>
        <w:rFonts w:hint="eastAsia"/>
        <w:lang w:eastAsia="zh-CN"/>
      </w:rPr>
      <w:t>r</w:t>
    </w:r>
    <w:r w:rsidR="00AD7FEF">
      <w:rPr>
        <w:lang w:eastAsia="zh-CN"/>
      </w:rPr>
      <w:fldChar w:fldCharType="end"/>
    </w:r>
    <w:r w:rsidR="00595CE7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1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7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26"/>
  </w:num>
  <w:num w:numId="5">
    <w:abstractNumId w:val="14"/>
  </w:num>
  <w:num w:numId="6">
    <w:abstractNumId w:val="28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7"/>
  </w:num>
  <w:num w:numId="13">
    <w:abstractNumId w:val="17"/>
  </w:num>
  <w:num w:numId="14">
    <w:abstractNumId w:val="9"/>
  </w:num>
  <w:num w:numId="15">
    <w:abstractNumId w:val="2"/>
  </w:num>
  <w:num w:numId="16">
    <w:abstractNumId w:val="23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  <w:num w:numId="24">
    <w:abstractNumId w:val="22"/>
  </w:num>
  <w:num w:numId="25">
    <w:abstractNumId w:val="4"/>
  </w:num>
  <w:num w:numId="26">
    <w:abstractNumId w:val="24"/>
  </w:num>
  <w:num w:numId="27">
    <w:abstractNumId w:val="25"/>
  </w:num>
  <w:num w:numId="28">
    <w:abstractNumId w:val="1"/>
  </w:num>
  <w:num w:numId="29">
    <w:abstractNumId w:val="6"/>
  </w:num>
  <w:num w:numId="30">
    <w:abstractNumId w:val="8"/>
  </w:num>
  <w:num w:numId="31">
    <w:abstractNumId w:val="20"/>
  </w:num>
  <w:num w:numId="32">
    <w:abstractNumId w:val="16"/>
  </w:num>
  <w:num w:numId="33">
    <w:abstractNumId w:val="5"/>
  </w:num>
  <w:num w:numId="3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BF4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20AB6"/>
    <w:rsid w:val="00021709"/>
    <w:rsid w:val="00021AFD"/>
    <w:rsid w:val="00022A33"/>
    <w:rsid w:val="00022B85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37F47"/>
    <w:rsid w:val="00040D2F"/>
    <w:rsid w:val="00041279"/>
    <w:rsid w:val="000413C1"/>
    <w:rsid w:val="00041925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CF2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E3B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9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DD7"/>
    <w:rsid w:val="00094DF6"/>
    <w:rsid w:val="000963E0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40F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C7DF3"/>
    <w:rsid w:val="000D0513"/>
    <w:rsid w:val="000D0939"/>
    <w:rsid w:val="000D1217"/>
    <w:rsid w:val="000D17F0"/>
    <w:rsid w:val="000D1831"/>
    <w:rsid w:val="000D3629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E59"/>
    <w:rsid w:val="000E3508"/>
    <w:rsid w:val="000E3592"/>
    <w:rsid w:val="000E3601"/>
    <w:rsid w:val="000E3670"/>
    <w:rsid w:val="000E4006"/>
    <w:rsid w:val="000E5386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5F4"/>
    <w:rsid w:val="000F5C30"/>
    <w:rsid w:val="000F5F2A"/>
    <w:rsid w:val="000F628A"/>
    <w:rsid w:val="000F6834"/>
    <w:rsid w:val="000F6F7D"/>
    <w:rsid w:val="00100291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4BE1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020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47392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D05"/>
    <w:rsid w:val="001625D1"/>
    <w:rsid w:val="001628F6"/>
    <w:rsid w:val="0016290D"/>
    <w:rsid w:val="00162CBE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2BED"/>
    <w:rsid w:val="00173329"/>
    <w:rsid w:val="0017391C"/>
    <w:rsid w:val="00173DEF"/>
    <w:rsid w:val="00173EB3"/>
    <w:rsid w:val="001740AC"/>
    <w:rsid w:val="0017422D"/>
    <w:rsid w:val="001750D2"/>
    <w:rsid w:val="001750FB"/>
    <w:rsid w:val="0017575F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617D"/>
    <w:rsid w:val="00186831"/>
    <w:rsid w:val="001869FE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20F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79"/>
    <w:rsid w:val="001D3333"/>
    <w:rsid w:val="001D57D7"/>
    <w:rsid w:val="001D672E"/>
    <w:rsid w:val="001D699D"/>
    <w:rsid w:val="001D6B26"/>
    <w:rsid w:val="001D7EC5"/>
    <w:rsid w:val="001E02BC"/>
    <w:rsid w:val="001E02EE"/>
    <w:rsid w:val="001E206A"/>
    <w:rsid w:val="001E232C"/>
    <w:rsid w:val="001E23D6"/>
    <w:rsid w:val="001E2CF5"/>
    <w:rsid w:val="001E330C"/>
    <w:rsid w:val="001E353B"/>
    <w:rsid w:val="001E37EB"/>
    <w:rsid w:val="001E391E"/>
    <w:rsid w:val="001E3A6E"/>
    <w:rsid w:val="001E3E1D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4D2"/>
    <w:rsid w:val="00237AB6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2F2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C4"/>
    <w:rsid w:val="003130EF"/>
    <w:rsid w:val="0031320F"/>
    <w:rsid w:val="00313847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AC7"/>
    <w:rsid w:val="003725CE"/>
    <w:rsid w:val="0037267A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C66"/>
    <w:rsid w:val="00380899"/>
    <w:rsid w:val="00380E2C"/>
    <w:rsid w:val="00381536"/>
    <w:rsid w:val="00381B7D"/>
    <w:rsid w:val="00381C56"/>
    <w:rsid w:val="003820BB"/>
    <w:rsid w:val="0038211D"/>
    <w:rsid w:val="0038285C"/>
    <w:rsid w:val="003836AB"/>
    <w:rsid w:val="00383A6C"/>
    <w:rsid w:val="00383CC3"/>
    <w:rsid w:val="00383D94"/>
    <w:rsid w:val="0038439E"/>
    <w:rsid w:val="003844E8"/>
    <w:rsid w:val="00384716"/>
    <w:rsid w:val="00384BE6"/>
    <w:rsid w:val="00384EF5"/>
    <w:rsid w:val="00385A20"/>
    <w:rsid w:val="0038630E"/>
    <w:rsid w:val="003866EA"/>
    <w:rsid w:val="00386DB2"/>
    <w:rsid w:val="00386E42"/>
    <w:rsid w:val="0038718F"/>
    <w:rsid w:val="003874A8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0A05"/>
    <w:rsid w:val="003A15C6"/>
    <w:rsid w:val="003A1C71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5EC"/>
    <w:rsid w:val="003D6A2C"/>
    <w:rsid w:val="003D778E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676F"/>
    <w:rsid w:val="003E6B6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5E63"/>
    <w:rsid w:val="0042648A"/>
    <w:rsid w:val="004265F3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730"/>
    <w:rsid w:val="00440D66"/>
    <w:rsid w:val="00441A94"/>
    <w:rsid w:val="00442037"/>
    <w:rsid w:val="0044270B"/>
    <w:rsid w:val="00442B9A"/>
    <w:rsid w:val="00442D46"/>
    <w:rsid w:val="0044314A"/>
    <w:rsid w:val="00443456"/>
    <w:rsid w:val="00443778"/>
    <w:rsid w:val="00443869"/>
    <w:rsid w:val="004439AB"/>
    <w:rsid w:val="00444007"/>
    <w:rsid w:val="0044455E"/>
    <w:rsid w:val="00444736"/>
    <w:rsid w:val="0044495E"/>
    <w:rsid w:val="004451BC"/>
    <w:rsid w:val="0044535D"/>
    <w:rsid w:val="004454A9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D98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1054"/>
    <w:rsid w:val="004710DB"/>
    <w:rsid w:val="00471300"/>
    <w:rsid w:val="0047206E"/>
    <w:rsid w:val="0047208A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5B48"/>
    <w:rsid w:val="0047605F"/>
    <w:rsid w:val="00476837"/>
    <w:rsid w:val="00476C40"/>
    <w:rsid w:val="00477230"/>
    <w:rsid w:val="00477D65"/>
    <w:rsid w:val="0048177C"/>
    <w:rsid w:val="00481F07"/>
    <w:rsid w:val="00482B41"/>
    <w:rsid w:val="00482B7E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421E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07E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CD"/>
    <w:rsid w:val="004E05CE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054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4204"/>
    <w:rsid w:val="00514FB7"/>
    <w:rsid w:val="005154AE"/>
    <w:rsid w:val="00516D71"/>
    <w:rsid w:val="0051732F"/>
    <w:rsid w:val="0051757D"/>
    <w:rsid w:val="00517B88"/>
    <w:rsid w:val="00517D73"/>
    <w:rsid w:val="0052121B"/>
    <w:rsid w:val="00521938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7C0"/>
    <w:rsid w:val="00537AC9"/>
    <w:rsid w:val="00537C16"/>
    <w:rsid w:val="0054134E"/>
    <w:rsid w:val="0054178A"/>
    <w:rsid w:val="00542103"/>
    <w:rsid w:val="0054218B"/>
    <w:rsid w:val="00543C72"/>
    <w:rsid w:val="00543EC1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FA3"/>
    <w:rsid w:val="00573A2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CE7"/>
    <w:rsid w:val="00595D83"/>
    <w:rsid w:val="0059651B"/>
    <w:rsid w:val="005968A8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4C7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9F1"/>
    <w:rsid w:val="005C4A12"/>
    <w:rsid w:val="005C4A3D"/>
    <w:rsid w:val="005C4EC2"/>
    <w:rsid w:val="005C51C4"/>
    <w:rsid w:val="005C5665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189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492"/>
    <w:rsid w:val="005E44FF"/>
    <w:rsid w:val="005E4A21"/>
    <w:rsid w:val="005E4DDD"/>
    <w:rsid w:val="005E4F78"/>
    <w:rsid w:val="005E5B40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607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5EA2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336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45B"/>
    <w:rsid w:val="00664890"/>
    <w:rsid w:val="00665280"/>
    <w:rsid w:val="00665532"/>
    <w:rsid w:val="00665669"/>
    <w:rsid w:val="0066569C"/>
    <w:rsid w:val="00665A99"/>
    <w:rsid w:val="00665D03"/>
    <w:rsid w:val="00665FBE"/>
    <w:rsid w:val="006665CA"/>
    <w:rsid w:val="00666625"/>
    <w:rsid w:val="00666AA2"/>
    <w:rsid w:val="00666D24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2C6B"/>
    <w:rsid w:val="006B3563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48C"/>
    <w:rsid w:val="006E7CD6"/>
    <w:rsid w:val="006E7D65"/>
    <w:rsid w:val="006F0C97"/>
    <w:rsid w:val="006F11E9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247"/>
    <w:rsid w:val="007115B2"/>
    <w:rsid w:val="007121EA"/>
    <w:rsid w:val="00712252"/>
    <w:rsid w:val="007130BC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28B"/>
    <w:rsid w:val="007242D7"/>
    <w:rsid w:val="0072441D"/>
    <w:rsid w:val="007248EA"/>
    <w:rsid w:val="00724C82"/>
    <w:rsid w:val="0072534A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BD5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47DB9"/>
    <w:rsid w:val="00751D96"/>
    <w:rsid w:val="00751FB2"/>
    <w:rsid w:val="007529C6"/>
    <w:rsid w:val="00752A16"/>
    <w:rsid w:val="00753685"/>
    <w:rsid w:val="00754A0B"/>
    <w:rsid w:val="007551B2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128B"/>
    <w:rsid w:val="00781496"/>
    <w:rsid w:val="007827E8"/>
    <w:rsid w:val="007827EB"/>
    <w:rsid w:val="007831DC"/>
    <w:rsid w:val="007831E9"/>
    <w:rsid w:val="00783363"/>
    <w:rsid w:val="00783A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2FC"/>
    <w:rsid w:val="00791538"/>
    <w:rsid w:val="007917C4"/>
    <w:rsid w:val="0079206D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AEF"/>
    <w:rsid w:val="007A16C5"/>
    <w:rsid w:val="007A1AC4"/>
    <w:rsid w:val="007A1E1A"/>
    <w:rsid w:val="007A21C0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972"/>
    <w:rsid w:val="007C1168"/>
    <w:rsid w:val="007C1311"/>
    <w:rsid w:val="007C16BD"/>
    <w:rsid w:val="007C2989"/>
    <w:rsid w:val="007C2FD9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A91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CEB"/>
    <w:rsid w:val="007E12CD"/>
    <w:rsid w:val="007E131D"/>
    <w:rsid w:val="007E1B5D"/>
    <w:rsid w:val="007E1CA3"/>
    <w:rsid w:val="007E1DBE"/>
    <w:rsid w:val="007E222A"/>
    <w:rsid w:val="007E23F8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2332"/>
    <w:rsid w:val="007F2957"/>
    <w:rsid w:val="007F32A8"/>
    <w:rsid w:val="007F38A1"/>
    <w:rsid w:val="007F413C"/>
    <w:rsid w:val="007F47C5"/>
    <w:rsid w:val="007F4E6A"/>
    <w:rsid w:val="007F52C8"/>
    <w:rsid w:val="007F56C2"/>
    <w:rsid w:val="007F5F03"/>
    <w:rsid w:val="007F60A7"/>
    <w:rsid w:val="007F6483"/>
    <w:rsid w:val="007F6559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620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CCE"/>
    <w:rsid w:val="00840412"/>
    <w:rsid w:val="0084070D"/>
    <w:rsid w:val="008408F3"/>
    <w:rsid w:val="00840AD4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272"/>
    <w:rsid w:val="0085500F"/>
    <w:rsid w:val="00855277"/>
    <w:rsid w:val="00855F12"/>
    <w:rsid w:val="00856993"/>
    <w:rsid w:val="00857668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3CB2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6B7"/>
    <w:rsid w:val="0087473F"/>
    <w:rsid w:val="0087481E"/>
    <w:rsid w:val="00874CCB"/>
    <w:rsid w:val="0087504C"/>
    <w:rsid w:val="00876688"/>
    <w:rsid w:val="0087697D"/>
    <w:rsid w:val="00877A82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8D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1D8"/>
    <w:rsid w:val="008A12B5"/>
    <w:rsid w:val="008A137F"/>
    <w:rsid w:val="008A138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6E08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52EA"/>
    <w:rsid w:val="009054A2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0D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3857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2FF2"/>
    <w:rsid w:val="009335F4"/>
    <w:rsid w:val="00933A75"/>
    <w:rsid w:val="00933B65"/>
    <w:rsid w:val="00933D7B"/>
    <w:rsid w:val="009342BA"/>
    <w:rsid w:val="009348EB"/>
    <w:rsid w:val="00934A5F"/>
    <w:rsid w:val="00934CD9"/>
    <w:rsid w:val="00934E7C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9EB"/>
    <w:rsid w:val="00943A2D"/>
    <w:rsid w:val="00943C7B"/>
    <w:rsid w:val="00943F5A"/>
    <w:rsid w:val="00943FE5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60251"/>
    <w:rsid w:val="009607AF"/>
    <w:rsid w:val="00960C23"/>
    <w:rsid w:val="00960C91"/>
    <w:rsid w:val="009621F6"/>
    <w:rsid w:val="00962304"/>
    <w:rsid w:val="009625A7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B05"/>
    <w:rsid w:val="00967EFA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36C"/>
    <w:rsid w:val="00977A1A"/>
    <w:rsid w:val="009809BE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3560"/>
    <w:rsid w:val="009A4768"/>
    <w:rsid w:val="009A52FE"/>
    <w:rsid w:val="009A5BEA"/>
    <w:rsid w:val="009A6283"/>
    <w:rsid w:val="009A6D57"/>
    <w:rsid w:val="009A6F36"/>
    <w:rsid w:val="009A71AA"/>
    <w:rsid w:val="009A738E"/>
    <w:rsid w:val="009A7C5F"/>
    <w:rsid w:val="009A7CDD"/>
    <w:rsid w:val="009B1194"/>
    <w:rsid w:val="009B1967"/>
    <w:rsid w:val="009B1D7A"/>
    <w:rsid w:val="009B2185"/>
    <w:rsid w:val="009B2ECF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6B54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67B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53C9"/>
    <w:rsid w:val="00A057B7"/>
    <w:rsid w:val="00A05D3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FF1"/>
    <w:rsid w:val="00A7515A"/>
    <w:rsid w:val="00A752C6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D0E"/>
    <w:rsid w:val="00A84EBE"/>
    <w:rsid w:val="00A8615C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47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D7FEF"/>
    <w:rsid w:val="00AE05C6"/>
    <w:rsid w:val="00AE0869"/>
    <w:rsid w:val="00AE0AEE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6C"/>
    <w:rsid w:val="00B01676"/>
    <w:rsid w:val="00B0192A"/>
    <w:rsid w:val="00B01E1E"/>
    <w:rsid w:val="00B02A18"/>
    <w:rsid w:val="00B02E87"/>
    <w:rsid w:val="00B03BD3"/>
    <w:rsid w:val="00B03FD0"/>
    <w:rsid w:val="00B04796"/>
    <w:rsid w:val="00B048A0"/>
    <w:rsid w:val="00B04AFC"/>
    <w:rsid w:val="00B04EB2"/>
    <w:rsid w:val="00B05C30"/>
    <w:rsid w:val="00B05F36"/>
    <w:rsid w:val="00B05F77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62D3"/>
    <w:rsid w:val="00B263EB"/>
    <w:rsid w:val="00B27B79"/>
    <w:rsid w:val="00B306F5"/>
    <w:rsid w:val="00B3093B"/>
    <w:rsid w:val="00B30C62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6089"/>
    <w:rsid w:val="00B462F0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939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A14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0770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36B"/>
    <w:rsid w:val="00BC2615"/>
    <w:rsid w:val="00BC3BC3"/>
    <w:rsid w:val="00BC3E13"/>
    <w:rsid w:val="00BC3F3E"/>
    <w:rsid w:val="00BC41CE"/>
    <w:rsid w:val="00BC4A60"/>
    <w:rsid w:val="00BC4ACB"/>
    <w:rsid w:val="00BC5679"/>
    <w:rsid w:val="00BC679B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8DA"/>
    <w:rsid w:val="00C105DB"/>
    <w:rsid w:val="00C1116B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0ADC"/>
    <w:rsid w:val="00C2145B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612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3270"/>
    <w:rsid w:val="00C7336F"/>
    <w:rsid w:val="00C735F3"/>
    <w:rsid w:val="00C7375D"/>
    <w:rsid w:val="00C73774"/>
    <w:rsid w:val="00C7380B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5B"/>
    <w:rsid w:val="00C916CB"/>
    <w:rsid w:val="00C91816"/>
    <w:rsid w:val="00C91A8B"/>
    <w:rsid w:val="00C91DB2"/>
    <w:rsid w:val="00C921D2"/>
    <w:rsid w:val="00C924CE"/>
    <w:rsid w:val="00C92A05"/>
    <w:rsid w:val="00C9304D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A7D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40DC"/>
    <w:rsid w:val="00CC4303"/>
    <w:rsid w:val="00CC49D7"/>
    <w:rsid w:val="00CC4DD0"/>
    <w:rsid w:val="00CC5653"/>
    <w:rsid w:val="00CC5BDC"/>
    <w:rsid w:val="00CC5D55"/>
    <w:rsid w:val="00CC5DE6"/>
    <w:rsid w:val="00CC5E68"/>
    <w:rsid w:val="00CC6251"/>
    <w:rsid w:val="00CC637C"/>
    <w:rsid w:val="00CC6574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E3E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0A6"/>
    <w:rsid w:val="00CE6877"/>
    <w:rsid w:val="00CE6B27"/>
    <w:rsid w:val="00CE6CDA"/>
    <w:rsid w:val="00CE7A4E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F44"/>
    <w:rsid w:val="00D1080E"/>
    <w:rsid w:val="00D1089D"/>
    <w:rsid w:val="00D108F7"/>
    <w:rsid w:val="00D10CC1"/>
    <w:rsid w:val="00D110BE"/>
    <w:rsid w:val="00D11E6E"/>
    <w:rsid w:val="00D13352"/>
    <w:rsid w:val="00D140C5"/>
    <w:rsid w:val="00D14888"/>
    <w:rsid w:val="00D14C76"/>
    <w:rsid w:val="00D14EC6"/>
    <w:rsid w:val="00D15997"/>
    <w:rsid w:val="00D15E0F"/>
    <w:rsid w:val="00D15E18"/>
    <w:rsid w:val="00D15E2F"/>
    <w:rsid w:val="00D1639C"/>
    <w:rsid w:val="00D16ED7"/>
    <w:rsid w:val="00D175EC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2FB4"/>
    <w:rsid w:val="00DD38B7"/>
    <w:rsid w:val="00DD4810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07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B3E"/>
    <w:rsid w:val="00DF1D09"/>
    <w:rsid w:val="00DF2619"/>
    <w:rsid w:val="00DF2C55"/>
    <w:rsid w:val="00DF3E35"/>
    <w:rsid w:val="00DF429F"/>
    <w:rsid w:val="00DF473D"/>
    <w:rsid w:val="00DF4A65"/>
    <w:rsid w:val="00DF512A"/>
    <w:rsid w:val="00DF54BE"/>
    <w:rsid w:val="00DF5A50"/>
    <w:rsid w:val="00DF6E68"/>
    <w:rsid w:val="00DF6EA9"/>
    <w:rsid w:val="00DF71BB"/>
    <w:rsid w:val="00DF7266"/>
    <w:rsid w:val="00DF7276"/>
    <w:rsid w:val="00E00BB9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6A3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96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217"/>
    <w:rsid w:val="00E34740"/>
    <w:rsid w:val="00E3493E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460"/>
    <w:rsid w:val="00E369DF"/>
    <w:rsid w:val="00E36BB6"/>
    <w:rsid w:val="00E372B5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3B6"/>
    <w:rsid w:val="00E47648"/>
    <w:rsid w:val="00E4781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139"/>
    <w:rsid w:val="00E9224F"/>
    <w:rsid w:val="00E93628"/>
    <w:rsid w:val="00E93A97"/>
    <w:rsid w:val="00E93ABA"/>
    <w:rsid w:val="00E93C79"/>
    <w:rsid w:val="00E94194"/>
    <w:rsid w:val="00E9466C"/>
    <w:rsid w:val="00E95188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74"/>
    <w:rsid w:val="00EA27C4"/>
    <w:rsid w:val="00EA307B"/>
    <w:rsid w:val="00EA3080"/>
    <w:rsid w:val="00EA3419"/>
    <w:rsid w:val="00EA3801"/>
    <w:rsid w:val="00EA4AD8"/>
    <w:rsid w:val="00EA517D"/>
    <w:rsid w:val="00EA5A6F"/>
    <w:rsid w:val="00EA7751"/>
    <w:rsid w:val="00EA7AC5"/>
    <w:rsid w:val="00EB04AD"/>
    <w:rsid w:val="00EB0555"/>
    <w:rsid w:val="00EB136C"/>
    <w:rsid w:val="00EB14EF"/>
    <w:rsid w:val="00EB1E5E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FB8"/>
    <w:rsid w:val="00EC6831"/>
    <w:rsid w:val="00EC6AA6"/>
    <w:rsid w:val="00EC70D4"/>
    <w:rsid w:val="00EC795C"/>
    <w:rsid w:val="00ED0F07"/>
    <w:rsid w:val="00ED178A"/>
    <w:rsid w:val="00ED19A9"/>
    <w:rsid w:val="00ED1D93"/>
    <w:rsid w:val="00ED1F63"/>
    <w:rsid w:val="00ED1F86"/>
    <w:rsid w:val="00ED24F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445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05D"/>
    <w:rsid w:val="00F23176"/>
    <w:rsid w:val="00F23920"/>
    <w:rsid w:val="00F243BC"/>
    <w:rsid w:val="00F245AB"/>
    <w:rsid w:val="00F245B8"/>
    <w:rsid w:val="00F248EC"/>
    <w:rsid w:val="00F24994"/>
    <w:rsid w:val="00F24EAE"/>
    <w:rsid w:val="00F25F0E"/>
    <w:rsid w:val="00F25F60"/>
    <w:rsid w:val="00F26053"/>
    <w:rsid w:val="00F277B8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3A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8CA"/>
    <w:rsid w:val="00F72A2B"/>
    <w:rsid w:val="00F72E7A"/>
    <w:rsid w:val="00F732BB"/>
    <w:rsid w:val="00F73851"/>
    <w:rsid w:val="00F73BBE"/>
    <w:rsid w:val="00F74242"/>
    <w:rsid w:val="00F76B5C"/>
    <w:rsid w:val="00F77128"/>
    <w:rsid w:val="00F777B4"/>
    <w:rsid w:val="00F81CDD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569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41C8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70D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F92"/>
    <w:rsid w:val="00FD7252"/>
    <w:rsid w:val="00FD755B"/>
    <w:rsid w:val="00FD7818"/>
    <w:rsid w:val="00FD7BC8"/>
    <w:rsid w:val="00FD7DD6"/>
    <w:rsid w:val="00FD7FBD"/>
    <w:rsid w:val="00FE11D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C4B"/>
    <w:rsid w:val="00FF1076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9AF101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character" w:customStyle="1" w:styleId="11">
    <w:name w:val="未处理的提及1"/>
    <w:basedOn w:val="a0"/>
    <w:uiPriority w:val="99"/>
    <w:semiHidden/>
    <w:unhideWhenUsed/>
    <w:rsid w:val="00977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D557E9E5-C277-4F21-A544-47206ADF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3035</TotalTime>
  <Pages>6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281</cp:revision>
  <dcterms:created xsi:type="dcterms:W3CDTF">2021-07-12T06:27:00Z</dcterms:created>
  <dcterms:modified xsi:type="dcterms:W3CDTF">2021-12-06T01:08:00Z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(3)vwrz+kds6uIEIDJ0/G+dFeeBDziDjuAJq5sCaspFIJCoueoG+VG+oliauAUcICMpeWCxDOO1
HXE259rdAHZR4DPORChzek68TJiwblu2VfPhwUH4/xn2JpWKs/mjus+bRwCKrjL+ExCxzKnn
O4FL1yTxObKDAkWuMWbkbMsl4wR6sTpSiyu20SgcnzFpM+KYWnFIc/UDZ2JPNlzIMpXeMU10
1tstknzhWgUrZ9ie3w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u3jZjdn5upU7MUNOXtGD/SQ6Do2Wewx51RsZ7YG6H10AZcG7x8v00M
a9Se0Qp4Ao7KBm8ffIAQ8jcPxTJT62cKq0LZIjfGKHUMRzebYUVEia9ylCbE5GmgpSsqN6a3
IDPabMTt5DdT38Klu4Z1idrh5W76OO8/rHP6fSwrByrbwo1lSC5iOHCD6wb0HnPhwxYYJiZ5
QSZGfRbyhdE2NJTGedqLyhN29s1IQOTmpiDS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Oad5uOUpi+b31zSmdu5np34=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1638535242</vt:lpwstr>
  </property>
</Properties>
</file>