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5DE6"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742"/>
        <w:gridCol w:w="2340"/>
        <w:gridCol w:w="1890"/>
        <w:gridCol w:w="2268"/>
      </w:tblGrid>
      <w:tr w:rsidR="00CA09B2" w14:paraId="036604E3" w14:textId="77777777">
        <w:tblPrEx>
          <w:tblCellMar>
            <w:top w:w="0" w:type="dxa"/>
            <w:bottom w:w="0" w:type="dxa"/>
          </w:tblCellMar>
        </w:tblPrEx>
        <w:trPr>
          <w:trHeight w:val="485"/>
          <w:jc w:val="center"/>
        </w:trPr>
        <w:tc>
          <w:tcPr>
            <w:tcW w:w="9576" w:type="dxa"/>
            <w:gridSpan w:val="5"/>
            <w:vAlign w:val="center"/>
          </w:tcPr>
          <w:p w14:paraId="1C8708B7" w14:textId="23C30E87" w:rsidR="00CA09B2" w:rsidRDefault="005A327E">
            <w:pPr>
              <w:pStyle w:val="T2"/>
            </w:pPr>
            <w:r>
              <w:t>T</w:t>
            </w:r>
            <w:r w:rsidRPr="005A327E">
              <w:t xml:space="preserve">elecon Minutes for </w:t>
            </w:r>
            <w:proofErr w:type="spellStart"/>
            <w:r w:rsidRPr="005A327E">
              <w:t>REVme</w:t>
            </w:r>
            <w:proofErr w:type="spellEnd"/>
            <w:r w:rsidRPr="005A327E">
              <w:t xml:space="preserve"> - November Electronic Plenary</w:t>
            </w:r>
          </w:p>
        </w:tc>
      </w:tr>
      <w:tr w:rsidR="00CA09B2" w14:paraId="6454B7B8" w14:textId="77777777">
        <w:tblPrEx>
          <w:tblCellMar>
            <w:top w:w="0" w:type="dxa"/>
            <w:bottom w:w="0" w:type="dxa"/>
          </w:tblCellMar>
        </w:tblPrEx>
        <w:trPr>
          <w:trHeight w:val="359"/>
          <w:jc w:val="center"/>
        </w:trPr>
        <w:tc>
          <w:tcPr>
            <w:tcW w:w="9576" w:type="dxa"/>
            <w:gridSpan w:val="5"/>
            <w:vAlign w:val="center"/>
          </w:tcPr>
          <w:p w14:paraId="7BD638FA" w14:textId="21D278E0" w:rsidR="00CA09B2" w:rsidRDefault="00CA09B2">
            <w:pPr>
              <w:pStyle w:val="T2"/>
              <w:ind w:left="0"/>
              <w:rPr>
                <w:sz w:val="20"/>
              </w:rPr>
            </w:pPr>
            <w:r>
              <w:rPr>
                <w:sz w:val="20"/>
              </w:rPr>
              <w:t>Date:</w:t>
            </w:r>
            <w:r>
              <w:rPr>
                <w:b w:val="0"/>
                <w:sz w:val="20"/>
              </w:rPr>
              <w:t xml:space="preserve">  </w:t>
            </w:r>
            <w:r w:rsidR="005A327E">
              <w:rPr>
                <w:b w:val="0"/>
                <w:sz w:val="20"/>
              </w:rPr>
              <w:t>2021</w:t>
            </w:r>
            <w:r>
              <w:rPr>
                <w:b w:val="0"/>
                <w:sz w:val="20"/>
              </w:rPr>
              <w:t>-</w:t>
            </w:r>
            <w:r w:rsidR="005A327E">
              <w:rPr>
                <w:b w:val="0"/>
                <w:sz w:val="20"/>
              </w:rPr>
              <w:t>11</w:t>
            </w:r>
            <w:r>
              <w:rPr>
                <w:b w:val="0"/>
                <w:sz w:val="20"/>
              </w:rPr>
              <w:t>-</w:t>
            </w:r>
            <w:r w:rsidR="005A327E">
              <w:rPr>
                <w:b w:val="0"/>
                <w:sz w:val="20"/>
              </w:rPr>
              <w:t>09</w:t>
            </w:r>
          </w:p>
        </w:tc>
      </w:tr>
      <w:tr w:rsidR="00CA09B2" w14:paraId="5531E296" w14:textId="77777777">
        <w:tblPrEx>
          <w:tblCellMar>
            <w:top w:w="0" w:type="dxa"/>
            <w:bottom w:w="0" w:type="dxa"/>
          </w:tblCellMar>
        </w:tblPrEx>
        <w:trPr>
          <w:cantSplit/>
          <w:jc w:val="center"/>
        </w:trPr>
        <w:tc>
          <w:tcPr>
            <w:tcW w:w="9576" w:type="dxa"/>
            <w:gridSpan w:val="5"/>
            <w:vAlign w:val="center"/>
          </w:tcPr>
          <w:p w14:paraId="2118F313" w14:textId="77777777" w:rsidR="00CA09B2" w:rsidRDefault="00CA09B2">
            <w:pPr>
              <w:pStyle w:val="T2"/>
              <w:spacing w:after="0"/>
              <w:ind w:left="0" w:right="0"/>
              <w:jc w:val="left"/>
              <w:rPr>
                <w:sz w:val="20"/>
              </w:rPr>
            </w:pPr>
            <w:r>
              <w:rPr>
                <w:sz w:val="20"/>
              </w:rPr>
              <w:t>Author(s):</w:t>
            </w:r>
          </w:p>
        </w:tc>
      </w:tr>
      <w:tr w:rsidR="00CA09B2" w14:paraId="3048DC13" w14:textId="77777777" w:rsidTr="00F304CA">
        <w:tblPrEx>
          <w:tblCellMar>
            <w:top w:w="0" w:type="dxa"/>
            <w:bottom w:w="0" w:type="dxa"/>
          </w:tblCellMar>
        </w:tblPrEx>
        <w:trPr>
          <w:jc w:val="center"/>
        </w:trPr>
        <w:tc>
          <w:tcPr>
            <w:tcW w:w="1336" w:type="dxa"/>
            <w:vAlign w:val="center"/>
          </w:tcPr>
          <w:p w14:paraId="75CE87A7" w14:textId="77777777" w:rsidR="00CA09B2" w:rsidRDefault="00CA09B2" w:rsidP="00F304CA">
            <w:pPr>
              <w:pStyle w:val="T2"/>
              <w:spacing w:after="0"/>
              <w:ind w:left="0" w:right="0"/>
              <w:rPr>
                <w:sz w:val="20"/>
              </w:rPr>
            </w:pPr>
            <w:r>
              <w:rPr>
                <w:sz w:val="20"/>
              </w:rPr>
              <w:t>Name</w:t>
            </w:r>
          </w:p>
        </w:tc>
        <w:tc>
          <w:tcPr>
            <w:tcW w:w="1742" w:type="dxa"/>
            <w:vAlign w:val="center"/>
          </w:tcPr>
          <w:p w14:paraId="0F3718D8" w14:textId="77777777" w:rsidR="00CA09B2" w:rsidRDefault="0062440B" w:rsidP="00F304CA">
            <w:pPr>
              <w:pStyle w:val="T2"/>
              <w:spacing w:after="0"/>
              <w:ind w:left="0" w:right="0"/>
              <w:rPr>
                <w:sz w:val="20"/>
              </w:rPr>
            </w:pPr>
            <w:r>
              <w:rPr>
                <w:sz w:val="20"/>
              </w:rPr>
              <w:t>Affiliation</w:t>
            </w:r>
          </w:p>
        </w:tc>
        <w:tc>
          <w:tcPr>
            <w:tcW w:w="2340" w:type="dxa"/>
            <w:vAlign w:val="center"/>
          </w:tcPr>
          <w:p w14:paraId="4FC0BDA8" w14:textId="77777777" w:rsidR="00CA09B2" w:rsidRDefault="00CA09B2" w:rsidP="00F304CA">
            <w:pPr>
              <w:pStyle w:val="T2"/>
              <w:spacing w:after="0"/>
              <w:ind w:left="0" w:right="0"/>
              <w:rPr>
                <w:sz w:val="20"/>
              </w:rPr>
            </w:pPr>
            <w:r>
              <w:rPr>
                <w:sz w:val="20"/>
              </w:rPr>
              <w:t>Address</w:t>
            </w:r>
          </w:p>
        </w:tc>
        <w:tc>
          <w:tcPr>
            <w:tcW w:w="1890" w:type="dxa"/>
            <w:vAlign w:val="center"/>
          </w:tcPr>
          <w:p w14:paraId="3038AFCC" w14:textId="77777777" w:rsidR="00CA09B2" w:rsidRDefault="00CA09B2" w:rsidP="00F304CA">
            <w:pPr>
              <w:pStyle w:val="T2"/>
              <w:spacing w:after="0"/>
              <w:ind w:left="0" w:right="0"/>
              <w:rPr>
                <w:sz w:val="20"/>
              </w:rPr>
            </w:pPr>
            <w:r>
              <w:rPr>
                <w:sz w:val="20"/>
              </w:rPr>
              <w:t>Phone</w:t>
            </w:r>
          </w:p>
        </w:tc>
        <w:tc>
          <w:tcPr>
            <w:tcW w:w="2268" w:type="dxa"/>
            <w:vAlign w:val="center"/>
          </w:tcPr>
          <w:p w14:paraId="09BCEFD1" w14:textId="77777777" w:rsidR="00CA09B2" w:rsidRDefault="00CA09B2" w:rsidP="00F304CA">
            <w:pPr>
              <w:pStyle w:val="T2"/>
              <w:spacing w:after="0"/>
              <w:ind w:left="0" w:right="0"/>
              <w:rPr>
                <w:sz w:val="20"/>
              </w:rPr>
            </w:pPr>
            <w:r>
              <w:rPr>
                <w:sz w:val="20"/>
              </w:rPr>
              <w:t>email</w:t>
            </w:r>
          </w:p>
        </w:tc>
      </w:tr>
      <w:tr w:rsidR="00CA09B2" w14:paraId="29D85946" w14:textId="77777777" w:rsidTr="00F304CA">
        <w:tblPrEx>
          <w:tblCellMar>
            <w:top w:w="0" w:type="dxa"/>
            <w:bottom w:w="0" w:type="dxa"/>
          </w:tblCellMar>
        </w:tblPrEx>
        <w:trPr>
          <w:jc w:val="center"/>
        </w:trPr>
        <w:tc>
          <w:tcPr>
            <w:tcW w:w="1336" w:type="dxa"/>
            <w:vAlign w:val="center"/>
          </w:tcPr>
          <w:p w14:paraId="762F92C0" w14:textId="24BDB90C" w:rsidR="00CA09B2" w:rsidRPr="00F304CA" w:rsidRDefault="00C1045B">
            <w:pPr>
              <w:pStyle w:val="T2"/>
              <w:spacing w:after="0"/>
              <w:ind w:left="0" w:right="0"/>
              <w:rPr>
                <w:b w:val="0"/>
                <w:sz w:val="20"/>
              </w:rPr>
            </w:pPr>
            <w:r w:rsidRPr="00F304CA">
              <w:rPr>
                <w:b w:val="0"/>
                <w:sz w:val="20"/>
              </w:rPr>
              <w:t>Jon Rosdahl</w:t>
            </w:r>
          </w:p>
        </w:tc>
        <w:tc>
          <w:tcPr>
            <w:tcW w:w="1742" w:type="dxa"/>
            <w:vAlign w:val="center"/>
          </w:tcPr>
          <w:p w14:paraId="1A1DC564" w14:textId="0B911E09" w:rsidR="00CA09B2" w:rsidRPr="00F304CA" w:rsidRDefault="00C1045B">
            <w:pPr>
              <w:pStyle w:val="T2"/>
              <w:spacing w:after="0"/>
              <w:ind w:left="0" w:right="0"/>
              <w:rPr>
                <w:b w:val="0"/>
                <w:sz w:val="20"/>
              </w:rPr>
            </w:pPr>
            <w:r w:rsidRPr="00F304CA">
              <w:rPr>
                <w:b w:val="0"/>
                <w:sz w:val="20"/>
              </w:rPr>
              <w:t>Qualcomm Technology, Inc.</w:t>
            </w:r>
          </w:p>
        </w:tc>
        <w:tc>
          <w:tcPr>
            <w:tcW w:w="2340" w:type="dxa"/>
            <w:vAlign w:val="center"/>
          </w:tcPr>
          <w:p w14:paraId="0F422FFD" w14:textId="77777777" w:rsidR="00CA09B2" w:rsidRPr="00F304CA" w:rsidRDefault="00C1045B">
            <w:pPr>
              <w:pStyle w:val="T2"/>
              <w:spacing w:after="0"/>
              <w:ind w:left="0" w:right="0"/>
              <w:rPr>
                <w:b w:val="0"/>
                <w:sz w:val="20"/>
              </w:rPr>
            </w:pPr>
            <w:r w:rsidRPr="00F304CA">
              <w:rPr>
                <w:b w:val="0"/>
                <w:sz w:val="20"/>
              </w:rPr>
              <w:t>10871 N 5750 W</w:t>
            </w:r>
          </w:p>
          <w:p w14:paraId="032A47B4" w14:textId="39E8D8FB" w:rsidR="00C1045B" w:rsidRPr="00F304CA" w:rsidRDefault="00C1045B">
            <w:pPr>
              <w:pStyle w:val="T2"/>
              <w:spacing w:after="0"/>
              <w:ind w:left="0" w:right="0"/>
              <w:rPr>
                <w:b w:val="0"/>
                <w:sz w:val="20"/>
              </w:rPr>
            </w:pPr>
            <w:r w:rsidRPr="00F304CA">
              <w:rPr>
                <w:b w:val="0"/>
                <w:sz w:val="20"/>
              </w:rPr>
              <w:t>Highland, UT 84003</w:t>
            </w:r>
          </w:p>
        </w:tc>
        <w:tc>
          <w:tcPr>
            <w:tcW w:w="1890" w:type="dxa"/>
            <w:vAlign w:val="center"/>
          </w:tcPr>
          <w:p w14:paraId="080D649D" w14:textId="6B001212" w:rsidR="00CA09B2" w:rsidRPr="00F304CA" w:rsidRDefault="00C1045B">
            <w:pPr>
              <w:pStyle w:val="T2"/>
              <w:spacing w:after="0"/>
              <w:ind w:left="0" w:right="0"/>
              <w:rPr>
                <w:b w:val="0"/>
                <w:sz w:val="20"/>
              </w:rPr>
            </w:pPr>
            <w:r w:rsidRPr="00F304CA">
              <w:rPr>
                <w:b w:val="0"/>
                <w:sz w:val="20"/>
              </w:rPr>
              <w:t>+1-801-492-4023</w:t>
            </w:r>
          </w:p>
        </w:tc>
        <w:tc>
          <w:tcPr>
            <w:tcW w:w="2268" w:type="dxa"/>
            <w:vAlign w:val="center"/>
          </w:tcPr>
          <w:p w14:paraId="04D99290" w14:textId="754B49E6" w:rsidR="00CA09B2" w:rsidRPr="00F304CA" w:rsidRDefault="00C1045B">
            <w:pPr>
              <w:pStyle w:val="T2"/>
              <w:spacing w:after="0"/>
              <w:ind w:left="0" w:right="0"/>
              <w:rPr>
                <w:b w:val="0"/>
                <w:sz w:val="20"/>
              </w:rPr>
            </w:pPr>
            <w:proofErr w:type="spellStart"/>
            <w:r w:rsidRPr="00F304CA">
              <w:rPr>
                <w:b w:val="0"/>
                <w:sz w:val="20"/>
              </w:rPr>
              <w:t>jrosdahl</w:t>
            </w:r>
            <w:proofErr w:type="spellEnd"/>
            <w:r w:rsidRPr="00F304CA">
              <w:rPr>
                <w:b w:val="0"/>
                <w:sz w:val="20"/>
              </w:rPr>
              <w:t xml:space="preserve"> @ </w:t>
            </w:r>
            <w:proofErr w:type="spellStart"/>
            <w:proofErr w:type="gramStart"/>
            <w:r w:rsidRPr="00F304CA">
              <w:rPr>
                <w:b w:val="0"/>
                <w:sz w:val="20"/>
              </w:rPr>
              <w:t>ieee</w:t>
            </w:r>
            <w:proofErr w:type="spellEnd"/>
            <w:r w:rsidRPr="00F304CA">
              <w:rPr>
                <w:b w:val="0"/>
                <w:sz w:val="20"/>
              </w:rPr>
              <w:t xml:space="preserve"> .</w:t>
            </w:r>
            <w:proofErr w:type="gramEnd"/>
            <w:r w:rsidRPr="00F304CA">
              <w:rPr>
                <w:b w:val="0"/>
                <w:sz w:val="20"/>
              </w:rPr>
              <w:t xml:space="preserve"> org</w:t>
            </w:r>
          </w:p>
        </w:tc>
      </w:tr>
      <w:tr w:rsidR="00CA09B2" w14:paraId="1FE5CE53" w14:textId="77777777" w:rsidTr="00F304CA">
        <w:tblPrEx>
          <w:tblCellMar>
            <w:top w:w="0" w:type="dxa"/>
            <w:bottom w:w="0" w:type="dxa"/>
          </w:tblCellMar>
        </w:tblPrEx>
        <w:trPr>
          <w:jc w:val="center"/>
        </w:trPr>
        <w:tc>
          <w:tcPr>
            <w:tcW w:w="1336" w:type="dxa"/>
            <w:vAlign w:val="center"/>
          </w:tcPr>
          <w:p w14:paraId="6BE59B23" w14:textId="77777777" w:rsidR="00CA09B2" w:rsidRDefault="00CA09B2">
            <w:pPr>
              <w:pStyle w:val="T2"/>
              <w:spacing w:after="0"/>
              <w:ind w:left="0" w:right="0"/>
              <w:rPr>
                <w:b w:val="0"/>
                <w:sz w:val="20"/>
              </w:rPr>
            </w:pPr>
          </w:p>
        </w:tc>
        <w:tc>
          <w:tcPr>
            <w:tcW w:w="1742" w:type="dxa"/>
            <w:vAlign w:val="center"/>
          </w:tcPr>
          <w:p w14:paraId="627D7650" w14:textId="77777777" w:rsidR="00CA09B2" w:rsidRDefault="00CA09B2">
            <w:pPr>
              <w:pStyle w:val="T2"/>
              <w:spacing w:after="0"/>
              <w:ind w:left="0" w:right="0"/>
              <w:rPr>
                <w:b w:val="0"/>
                <w:sz w:val="20"/>
              </w:rPr>
            </w:pPr>
          </w:p>
        </w:tc>
        <w:tc>
          <w:tcPr>
            <w:tcW w:w="2340" w:type="dxa"/>
            <w:vAlign w:val="center"/>
          </w:tcPr>
          <w:p w14:paraId="0230CAC9" w14:textId="77777777" w:rsidR="00CA09B2" w:rsidRDefault="00CA09B2">
            <w:pPr>
              <w:pStyle w:val="T2"/>
              <w:spacing w:after="0"/>
              <w:ind w:left="0" w:right="0"/>
              <w:rPr>
                <w:b w:val="0"/>
                <w:sz w:val="20"/>
              </w:rPr>
            </w:pPr>
          </w:p>
        </w:tc>
        <w:tc>
          <w:tcPr>
            <w:tcW w:w="1890" w:type="dxa"/>
            <w:vAlign w:val="center"/>
          </w:tcPr>
          <w:p w14:paraId="24E02DD4" w14:textId="77777777" w:rsidR="00CA09B2" w:rsidRDefault="00CA09B2">
            <w:pPr>
              <w:pStyle w:val="T2"/>
              <w:spacing w:after="0"/>
              <w:ind w:left="0" w:right="0"/>
              <w:rPr>
                <w:b w:val="0"/>
                <w:sz w:val="20"/>
              </w:rPr>
            </w:pPr>
          </w:p>
        </w:tc>
        <w:tc>
          <w:tcPr>
            <w:tcW w:w="2268" w:type="dxa"/>
            <w:vAlign w:val="center"/>
          </w:tcPr>
          <w:p w14:paraId="474AE952" w14:textId="77777777" w:rsidR="00CA09B2" w:rsidRDefault="00CA09B2">
            <w:pPr>
              <w:pStyle w:val="T2"/>
              <w:spacing w:after="0"/>
              <w:ind w:left="0" w:right="0"/>
              <w:rPr>
                <w:b w:val="0"/>
                <w:sz w:val="16"/>
              </w:rPr>
            </w:pPr>
          </w:p>
        </w:tc>
      </w:tr>
    </w:tbl>
    <w:p w14:paraId="4E291055" w14:textId="77777777" w:rsidR="00CA09B2" w:rsidRDefault="00CA09B2">
      <w:pPr>
        <w:pStyle w:val="T1"/>
        <w:spacing w:after="120"/>
        <w:rPr>
          <w:sz w:val="22"/>
        </w:rPr>
      </w:pPr>
      <w:r>
        <w:rPr>
          <w:noProof/>
        </w:rPr>
        <w:pict w14:anchorId="0EF17C30">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2;mso-position-horizontal-relative:text;mso-position-vertical-relative:text" o:allowincell="f" stroked="f">
            <v:textbox style="mso-next-textbox:#_x0000_s1027">
              <w:txbxContent>
                <w:p w14:paraId="64153579" w14:textId="77777777" w:rsidR="0029020B" w:rsidRDefault="0029020B">
                  <w:pPr>
                    <w:pStyle w:val="T1"/>
                    <w:spacing w:after="120"/>
                  </w:pPr>
                  <w:r>
                    <w:t>Abstract</w:t>
                  </w:r>
                </w:p>
                <w:p w14:paraId="1CB15E24" w14:textId="3C8CCF2D" w:rsidR="0029020B" w:rsidRDefault="005A327E" w:rsidP="005A327E">
                  <w:pPr>
                    <w:jc w:val="both"/>
                    <w:rPr>
                      <w:rFonts w:ascii="Verdana" w:hAnsi="Verdana"/>
                      <w:color w:val="000000"/>
                      <w:szCs w:val="22"/>
                      <w:shd w:val="clear" w:color="auto" w:fill="FFFFFF"/>
                    </w:rPr>
                  </w:pPr>
                  <w:r w:rsidRPr="00F304CA">
                    <w:rPr>
                      <w:rFonts w:ascii="Verdana" w:hAnsi="Verdana"/>
                      <w:color w:val="000000"/>
                      <w:szCs w:val="22"/>
                      <w:shd w:val="clear" w:color="auto" w:fill="FFFFFF"/>
                    </w:rPr>
                    <w:t xml:space="preserve">This file </w:t>
                  </w:r>
                  <w:r w:rsidR="00D1124B">
                    <w:rPr>
                      <w:rFonts w:ascii="Verdana" w:hAnsi="Verdana"/>
                      <w:color w:val="000000"/>
                      <w:szCs w:val="22"/>
                      <w:shd w:val="clear" w:color="auto" w:fill="FFFFFF"/>
                    </w:rPr>
                    <w:t xml:space="preserve">has the </w:t>
                  </w:r>
                  <w:r w:rsidRPr="00F304CA">
                    <w:rPr>
                      <w:rFonts w:ascii="Verdana" w:hAnsi="Verdana"/>
                      <w:color w:val="000000"/>
                      <w:szCs w:val="22"/>
                      <w:shd w:val="clear" w:color="auto" w:fill="FFFFFF"/>
                    </w:rPr>
                    <w:t>T</w:t>
                  </w:r>
                  <w:r w:rsidRPr="00F304CA">
                    <w:rPr>
                      <w:rFonts w:ascii="Verdana" w:hAnsi="Verdana"/>
                      <w:color w:val="000000"/>
                      <w:szCs w:val="22"/>
                      <w:shd w:val="clear" w:color="auto" w:fill="FFFFFF"/>
                    </w:rPr>
                    <w:t xml:space="preserve">elecon Minutes for </w:t>
                  </w:r>
                  <w:proofErr w:type="spellStart"/>
                  <w:r w:rsidRPr="00F304CA">
                    <w:rPr>
                      <w:rFonts w:ascii="Verdana" w:hAnsi="Verdana"/>
                      <w:color w:val="000000"/>
                      <w:szCs w:val="22"/>
                      <w:shd w:val="clear" w:color="auto" w:fill="FFFFFF"/>
                    </w:rPr>
                    <w:t>REVme</w:t>
                  </w:r>
                  <w:proofErr w:type="spellEnd"/>
                  <w:r w:rsidRPr="00F304CA">
                    <w:rPr>
                      <w:rFonts w:ascii="Verdana" w:hAnsi="Verdana"/>
                      <w:color w:val="000000"/>
                      <w:szCs w:val="22"/>
                      <w:shd w:val="clear" w:color="auto" w:fill="FFFFFF"/>
                    </w:rPr>
                    <w:t xml:space="preserve"> </w:t>
                  </w:r>
                  <w:r w:rsidR="00D1124B">
                    <w:rPr>
                      <w:rFonts w:ascii="Verdana" w:hAnsi="Verdana"/>
                      <w:color w:val="000000"/>
                      <w:szCs w:val="22"/>
                      <w:shd w:val="clear" w:color="auto" w:fill="FFFFFF"/>
                    </w:rPr>
                    <w:t>during the 2021 November IEEE 802</w:t>
                  </w:r>
                  <w:r w:rsidRPr="00F304CA">
                    <w:rPr>
                      <w:rFonts w:ascii="Verdana" w:hAnsi="Verdana"/>
                      <w:color w:val="000000"/>
                      <w:szCs w:val="22"/>
                      <w:shd w:val="clear" w:color="auto" w:fill="FFFFFF"/>
                    </w:rPr>
                    <w:t xml:space="preserve"> Electronic Plenary</w:t>
                  </w:r>
                  <w:r w:rsidR="00D1124B">
                    <w:rPr>
                      <w:rFonts w:ascii="Verdana" w:hAnsi="Verdana"/>
                      <w:color w:val="000000"/>
                      <w:szCs w:val="22"/>
                      <w:shd w:val="clear" w:color="auto" w:fill="FFFFFF"/>
                    </w:rPr>
                    <w:t>.</w:t>
                  </w:r>
                </w:p>
                <w:p w14:paraId="00F4CAAB" w14:textId="4A0FA304" w:rsidR="00D1124B" w:rsidRDefault="00D1124B" w:rsidP="005A327E">
                  <w:pPr>
                    <w:jc w:val="both"/>
                    <w:rPr>
                      <w:rFonts w:ascii="Verdana" w:hAnsi="Verdana"/>
                      <w:color w:val="000000"/>
                      <w:szCs w:val="22"/>
                      <w:shd w:val="clear" w:color="auto" w:fill="FFFFFF"/>
                    </w:rPr>
                  </w:pPr>
                </w:p>
                <w:p w14:paraId="54EDA054" w14:textId="1095FAF8" w:rsidR="00D1124B" w:rsidRPr="00F304CA" w:rsidRDefault="00D1124B" w:rsidP="005A327E">
                  <w:pPr>
                    <w:jc w:val="both"/>
                    <w:rPr>
                      <w:szCs w:val="22"/>
                    </w:rPr>
                  </w:pPr>
                  <w:r>
                    <w:rPr>
                      <w:rFonts w:ascii="Verdana" w:hAnsi="Verdana"/>
                      <w:color w:val="000000"/>
                      <w:szCs w:val="22"/>
                      <w:shd w:val="clear" w:color="auto" w:fill="FFFFFF"/>
                    </w:rPr>
                    <w:t xml:space="preserve">R0: Nov 9 - </w:t>
                  </w:r>
                </w:p>
              </w:txbxContent>
            </v:textbox>
          </v:shape>
        </w:pict>
      </w:r>
    </w:p>
    <w:p w14:paraId="490C59C9" w14:textId="5BD5FE75" w:rsidR="00CA09B2" w:rsidRPr="00745DA8" w:rsidRDefault="00CA09B2" w:rsidP="00AB29AC">
      <w:pPr>
        <w:numPr>
          <w:ilvl w:val="0"/>
          <w:numId w:val="9"/>
        </w:numPr>
        <w:rPr>
          <w:b/>
          <w:bCs/>
        </w:rPr>
      </w:pPr>
      <w:r>
        <w:br w:type="page"/>
      </w:r>
      <w:proofErr w:type="spellStart"/>
      <w:r w:rsidR="00037841" w:rsidRPr="00745DA8">
        <w:rPr>
          <w:b/>
          <w:bCs/>
        </w:rPr>
        <w:lastRenderedPageBreak/>
        <w:t>TGme</w:t>
      </w:r>
      <w:proofErr w:type="spellEnd"/>
      <w:r w:rsidR="00037841" w:rsidRPr="00745DA8">
        <w:rPr>
          <w:b/>
          <w:bCs/>
        </w:rPr>
        <w:t xml:space="preserve"> (</w:t>
      </w:r>
      <w:proofErr w:type="spellStart"/>
      <w:r w:rsidR="00037841" w:rsidRPr="00745DA8">
        <w:rPr>
          <w:b/>
          <w:bCs/>
        </w:rPr>
        <w:t>REVme</w:t>
      </w:r>
      <w:proofErr w:type="spellEnd"/>
      <w:r w:rsidR="00037841" w:rsidRPr="00745DA8">
        <w:rPr>
          <w:b/>
          <w:bCs/>
        </w:rPr>
        <w:t>) Telecon – 2021 November 802 Electronic Plenary – Tuesday 9 Nov 4-6pm ET.</w:t>
      </w:r>
    </w:p>
    <w:p w14:paraId="60FFCA78" w14:textId="77777777" w:rsidR="00AB29AC" w:rsidRDefault="00037841" w:rsidP="008F757E">
      <w:pPr>
        <w:pStyle w:val="ListParagraph"/>
        <w:numPr>
          <w:ilvl w:val="1"/>
          <w:numId w:val="9"/>
        </w:numPr>
      </w:pPr>
      <w:r w:rsidRPr="00745DA8">
        <w:rPr>
          <w:b/>
          <w:bCs/>
        </w:rPr>
        <w:t>Called to order</w:t>
      </w:r>
      <w:r>
        <w:t xml:space="preserve"> 1</w:t>
      </w:r>
      <w:r>
        <w:t>6</w:t>
      </w:r>
      <w:r>
        <w:t>:0</w:t>
      </w:r>
      <w:r>
        <w:t>3</w:t>
      </w:r>
      <w:r>
        <w:t>am ET by the TG Chair, Michael MONTEMURRO (Huawei).</w:t>
      </w:r>
    </w:p>
    <w:p w14:paraId="4445DE4D" w14:textId="77777777" w:rsidR="00AB29AC" w:rsidRPr="00745DA8" w:rsidRDefault="00037841" w:rsidP="008F757E">
      <w:pPr>
        <w:pStyle w:val="ListParagraph"/>
        <w:numPr>
          <w:ilvl w:val="1"/>
          <w:numId w:val="9"/>
        </w:numPr>
        <w:rPr>
          <w:b/>
          <w:bCs/>
        </w:rPr>
      </w:pPr>
      <w:r w:rsidRPr="00745DA8">
        <w:rPr>
          <w:b/>
          <w:bCs/>
        </w:rPr>
        <w:t>Introductions of Officers.</w:t>
      </w:r>
    </w:p>
    <w:p w14:paraId="21DD535F" w14:textId="77777777" w:rsidR="00AB29AC" w:rsidRDefault="00037841" w:rsidP="008F757E">
      <w:pPr>
        <w:pStyle w:val="ListParagraph"/>
        <w:numPr>
          <w:ilvl w:val="2"/>
          <w:numId w:val="9"/>
        </w:numPr>
      </w:pPr>
      <w:r>
        <w:t xml:space="preserve"> </w:t>
      </w:r>
      <w:r>
        <w:t>Vice Chair - Mark HAMILTON (Ruckus/CommScope)</w:t>
      </w:r>
    </w:p>
    <w:p w14:paraId="1A7F6E0B" w14:textId="77777777" w:rsidR="00AB29AC" w:rsidRDefault="00037841" w:rsidP="008F757E">
      <w:pPr>
        <w:pStyle w:val="ListParagraph"/>
        <w:numPr>
          <w:ilvl w:val="2"/>
          <w:numId w:val="9"/>
        </w:numPr>
      </w:pPr>
      <w:r>
        <w:t xml:space="preserve"> Vice Chair – Mark RISON (Samsung)</w:t>
      </w:r>
    </w:p>
    <w:p w14:paraId="35377A33" w14:textId="77777777" w:rsidR="00AB29AC" w:rsidRDefault="00037841" w:rsidP="008F757E">
      <w:pPr>
        <w:pStyle w:val="ListParagraph"/>
        <w:numPr>
          <w:ilvl w:val="2"/>
          <w:numId w:val="9"/>
        </w:numPr>
      </w:pPr>
      <w:r>
        <w:t xml:space="preserve"> </w:t>
      </w:r>
      <w:r>
        <w:t>Editor - Emily QI (Intel)</w:t>
      </w:r>
    </w:p>
    <w:p w14:paraId="2A319A09" w14:textId="77777777" w:rsidR="008F757E" w:rsidRDefault="00037841" w:rsidP="008F757E">
      <w:pPr>
        <w:pStyle w:val="ListParagraph"/>
        <w:numPr>
          <w:ilvl w:val="2"/>
          <w:numId w:val="9"/>
        </w:numPr>
      </w:pPr>
      <w:r>
        <w:t xml:space="preserve">Secretary - Jon ROSDAHL (Qualcomm) </w:t>
      </w:r>
    </w:p>
    <w:p w14:paraId="11EF98BE" w14:textId="77777777" w:rsidR="00FD3738" w:rsidRPr="00745DA8" w:rsidRDefault="00037841" w:rsidP="00FD3738">
      <w:pPr>
        <w:pStyle w:val="ListParagraph"/>
        <w:numPr>
          <w:ilvl w:val="1"/>
          <w:numId w:val="9"/>
        </w:numPr>
        <w:rPr>
          <w:b/>
          <w:bCs/>
        </w:rPr>
      </w:pPr>
      <w:r w:rsidRPr="00745DA8">
        <w:rPr>
          <w:b/>
          <w:bCs/>
        </w:rPr>
        <w:t>Review Patent Policy, Copyright Policy and 802 Policies</w:t>
      </w:r>
    </w:p>
    <w:p w14:paraId="491C07E0" w14:textId="77777777" w:rsidR="00FD3738" w:rsidRDefault="00037841" w:rsidP="00FD3738">
      <w:pPr>
        <w:pStyle w:val="ListParagraph"/>
        <w:numPr>
          <w:ilvl w:val="2"/>
          <w:numId w:val="9"/>
        </w:numPr>
      </w:pPr>
      <w:r>
        <w:t>No response to call for Patent.</w:t>
      </w:r>
    </w:p>
    <w:p w14:paraId="5BB4D2E9" w14:textId="77777777" w:rsidR="00FD3738" w:rsidRDefault="00037841" w:rsidP="00FD3738">
      <w:pPr>
        <w:pStyle w:val="ListParagraph"/>
        <w:numPr>
          <w:ilvl w:val="1"/>
          <w:numId w:val="9"/>
        </w:numPr>
      </w:pPr>
      <w:r w:rsidRPr="00745DA8">
        <w:rPr>
          <w:b/>
          <w:bCs/>
        </w:rPr>
        <w:t>Chair Statement</w:t>
      </w:r>
      <w:r>
        <w:t xml:space="preserve"> on goals and status of Task Group.</w:t>
      </w:r>
    </w:p>
    <w:p w14:paraId="4BA39326" w14:textId="58617EBA" w:rsidR="00511D92" w:rsidRDefault="00511D92" w:rsidP="00FD3738">
      <w:pPr>
        <w:pStyle w:val="ListParagraph"/>
        <w:numPr>
          <w:ilvl w:val="2"/>
          <w:numId w:val="9"/>
        </w:numPr>
      </w:pPr>
      <w:r>
        <w:t>Target to get the CC35 Comments resolved this session.</w:t>
      </w:r>
    </w:p>
    <w:p w14:paraId="2F4778BE" w14:textId="49E6EB6C" w:rsidR="00FD3738" w:rsidRDefault="00FD3738" w:rsidP="00FD3738">
      <w:pPr>
        <w:pStyle w:val="ListParagraph"/>
        <w:numPr>
          <w:ilvl w:val="2"/>
          <w:numId w:val="9"/>
        </w:numPr>
      </w:pPr>
      <w:r>
        <w:t xml:space="preserve"> Desire to work together to be ready for First WG LB out of this session.</w:t>
      </w:r>
    </w:p>
    <w:p w14:paraId="29775B0D" w14:textId="0E55266D" w:rsidR="005D48FC" w:rsidRDefault="00037841" w:rsidP="005D48FC">
      <w:pPr>
        <w:pStyle w:val="ListParagraph"/>
        <w:numPr>
          <w:ilvl w:val="1"/>
          <w:numId w:val="9"/>
        </w:numPr>
      </w:pPr>
      <w:r w:rsidRPr="00745DA8">
        <w:rPr>
          <w:b/>
          <w:bCs/>
        </w:rPr>
        <w:t xml:space="preserve">Review </w:t>
      </w:r>
      <w:r w:rsidR="005D48FC" w:rsidRPr="00745DA8">
        <w:rPr>
          <w:b/>
          <w:bCs/>
        </w:rPr>
        <w:t>today’s a</w:t>
      </w:r>
      <w:r w:rsidRPr="00745DA8">
        <w:rPr>
          <w:b/>
          <w:bCs/>
        </w:rPr>
        <w:t>genda</w:t>
      </w:r>
      <w:r>
        <w:t>:</w:t>
      </w:r>
    </w:p>
    <w:p w14:paraId="73AFDBDE" w14:textId="6BF8CC89" w:rsidR="004D2E39" w:rsidRDefault="00264B27" w:rsidP="004D2E39">
      <w:pPr>
        <w:pStyle w:val="ListParagraph"/>
        <w:numPr>
          <w:ilvl w:val="2"/>
          <w:numId w:val="9"/>
        </w:numPr>
      </w:pPr>
      <w:hyperlink r:id="rId7" w:history="1">
        <w:r w:rsidRPr="00E6522B">
          <w:rPr>
            <w:rStyle w:val="Hyperlink"/>
          </w:rPr>
          <w:t>https://mentor.ieee.org/802.11/dcn/21/11-21-1632-01-000m-revme-agenda-november-2021-session.pptx</w:t>
        </w:r>
      </w:hyperlink>
      <w:r>
        <w:t xml:space="preserve"> </w:t>
      </w:r>
    </w:p>
    <w:p w14:paraId="756053DD" w14:textId="77777777" w:rsidR="00264B27" w:rsidRDefault="00264B27" w:rsidP="00264B27">
      <w:pPr>
        <w:pStyle w:val="ListParagraph"/>
        <w:numPr>
          <w:ilvl w:val="2"/>
          <w:numId w:val="9"/>
        </w:numPr>
      </w:pPr>
      <w:r>
        <w:t xml:space="preserve">  Draft Agenda:</w:t>
      </w:r>
    </w:p>
    <w:p w14:paraId="7C186073" w14:textId="3FB3F239" w:rsidR="0057618B" w:rsidRPr="00037841" w:rsidRDefault="0057618B" w:rsidP="00264B27">
      <w:pPr>
        <w:pStyle w:val="ListParagraph"/>
        <w:ind w:left="1224"/>
      </w:pPr>
      <w:r w:rsidRPr="00037841">
        <w:t>Tuesday Nov 9, 4pm ET</w:t>
      </w:r>
    </w:p>
    <w:p w14:paraId="4E391263" w14:textId="77777777" w:rsidR="0057618B" w:rsidRPr="00037841" w:rsidRDefault="0057618B" w:rsidP="0057618B">
      <w:pPr>
        <w:numPr>
          <w:ilvl w:val="2"/>
          <w:numId w:val="2"/>
        </w:numPr>
      </w:pPr>
      <w:r w:rsidRPr="00037841">
        <w:t>Chair’s Welcome, Policy &amp; patent reminder</w:t>
      </w:r>
    </w:p>
    <w:p w14:paraId="7E834E7B" w14:textId="77777777" w:rsidR="0057618B" w:rsidRPr="00037841" w:rsidRDefault="0057618B" w:rsidP="0057618B">
      <w:pPr>
        <w:numPr>
          <w:ilvl w:val="2"/>
          <w:numId w:val="2"/>
        </w:numPr>
      </w:pPr>
      <w:r w:rsidRPr="00037841">
        <w:t>Approve agenda</w:t>
      </w:r>
    </w:p>
    <w:p w14:paraId="0E66C1D1" w14:textId="77777777" w:rsidR="0057618B" w:rsidRPr="00037841" w:rsidRDefault="0057618B" w:rsidP="0057618B">
      <w:pPr>
        <w:numPr>
          <w:ilvl w:val="2"/>
          <w:numId w:val="2"/>
        </w:numPr>
      </w:pPr>
      <w:r w:rsidRPr="00037841">
        <w:t>802.11ay Corrigendum PAR Review</w:t>
      </w:r>
    </w:p>
    <w:p w14:paraId="17262F97" w14:textId="77777777" w:rsidR="0057618B" w:rsidRPr="00037841" w:rsidRDefault="0057618B" w:rsidP="0057618B">
      <w:pPr>
        <w:numPr>
          <w:ilvl w:val="2"/>
          <w:numId w:val="2"/>
        </w:numPr>
      </w:pPr>
      <w:r w:rsidRPr="00037841">
        <w:t>Editor Report</w:t>
      </w:r>
    </w:p>
    <w:p w14:paraId="2EFC8454" w14:textId="77777777" w:rsidR="0057618B" w:rsidRPr="00037841" w:rsidRDefault="0057618B" w:rsidP="0057618B">
      <w:pPr>
        <w:numPr>
          <w:ilvl w:val="2"/>
          <w:numId w:val="2"/>
        </w:numPr>
      </w:pPr>
      <w:r w:rsidRPr="00037841">
        <w:t>Comment Resolution</w:t>
      </w:r>
    </w:p>
    <w:p w14:paraId="286D6781" w14:textId="77777777" w:rsidR="0057618B" w:rsidRPr="00037841" w:rsidRDefault="0057618B" w:rsidP="0057618B">
      <w:pPr>
        <w:numPr>
          <w:ilvl w:val="0"/>
          <w:numId w:val="4"/>
        </w:numPr>
      </w:pPr>
      <w:r w:rsidRPr="00037841">
        <w:t>MAC Comments – McCann (Huawei)</w:t>
      </w:r>
    </w:p>
    <w:p w14:paraId="0828834D" w14:textId="77777777" w:rsidR="0057618B" w:rsidRPr="00037841" w:rsidRDefault="0057618B" w:rsidP="0057618B">
      <w:pPr>
        <w:numPr>
          <w:ilvl w:val="0"/>
          <w:numId w:val="4"/>
        </w:numPr>
      </w:pPr>
      <w:r w:rsidRPr="00037841">
        <w:t>MAC Comments – Rison (Samsung)</w:t>
      </w:r>
    </w:p>
    <w:p w14:paraId="31379170" w14:textId="6000D788" w:rsidR="005D48FC" w:rsidRDefault="0057618B" w:rsidP="0057618B">
      <w:pPr>
        <w:numPr>
          <w:ilvl w:val="2"/>
          <w:numId w:val="2"/>
        </w:numPr>
      </w:pPr>
      <w:r w:rsidRPr="00037841">
        <w:t>Recess</w:t>
      </w:r>
    </w:p>
    <w:p w14:paraId="4DC42E49" w14:textId="77777777" w:rsidR="0057618B" w:rsidRDefault="00511D92" w:rsidP="0057618B">
      <w:pPr>
        <w:pStyle w:val="ListParagraph"/>
        <w:numPr>
          <w:ilvl w:val="2"/>
          <w:numId w:val="9"/>
        </w:numPr>
      </w:pPr>
      <w:r>
        <w:t>Unanimous Approval for Proposed Agenda – No Objection.</w:t>
      </w:r>
    </w:p>
    <w:p w14:paraId="3F4CBDC0" w14:textId="77777777" w:rsidR="002D4862" w:rsidRDefault="00511D92" w:rsidP="002D4862">
      <w:pPr>
        <w:pStyle w:val="ListParagraph"/>
        <w:numPr>
          <w:ilvl w:val="1"/>
          <w:numId w:val="9"/>
        </w:numPr>
      </w:pPr>
      <w:r w:rsidRPr="0057618B">
        <w:rPr>
          <w:b/>
          <w:bCs/>
        </w:rPr>
        <w:t>802.11ay Corrigendum PAR Review</w:t>
      </w:r>
      <w:r w:rsidR="00F66B06">
        <w:t xml:space="preserve"> Jon ROSDAHL (Qualcomm)</w:t>
      </w:r>
    </w:p>
    <w:p w14:paraId="25186159" w14:textId="77777777" w:rsidR="002D4862" w:rsidRDefault="002D4862" w:rsidP="002D4862">
      <w:pPr>
        <w:pStyle w:val="ListParagraph"/>
        <w:numPr>
          <w:ilvl w:val="2"/>
          <w:numId w:val="9"/>
        </w:numPr>
      </w:pPr>
      <w:hyperlink r:id="rId8" w:history="1">
        <w:r w:rsidRPr="00E6522B">
          <w:rPr>
            <w:rStyle w:val="Hyperlink"/>
          </w:rPr>
          <w:t>https://mentor.ieee.org/802.11/dcn/21/11-21-1750-01-000m-par-corrigendum-1-correct-802-11ay-assignment-of-protected-announce-support-bit.docx</w:t>
        </w:r>
      </w:hyperlink>
      <w:r w:rsidR="00F66B06">
        <w:t xml:space="preserve"> </w:t>
      </w:r>
    </w:p>
    <w:p w14:paraId="34617FBC" w14:textId="77777777" w:rsidR="007F0CA3" w:rsidRDefault="00F66B06" w:rsidP="007F0CA3">
      <w:pPr>
        <w:pStyle w:val="ListParagraph"/>
        <w:numPr>
          <w:ilvl w:val="2"/>
          <w:numId w:val="9"/>
        </w:numPr>
      </w:pPr>
      <w:r>
        <w:t>Review the changes from last Monday.</w:t>
      </w:r>
    </w:p>
    <w:p w14:paraId="2E9B6307" w14:textId="77777777" w:rsidR="007F0CA3" w:rsidRDefault="00F66B06" w:rsidP="007F0CA3">
      <w:pPr>
        <w:pStyle w:val="ListParagraph"/>
        <w:numPr>
          <w:ilvl w:val="2"/>
          <w:numId w:val="9"/>
        </w:numPr>
      </w:pPr>
      <w:r>
        <w:t>No objection – Will motion on Monday Nov 15</w:t>
      </w:r>
      <w:r w:rsidRPr="007F0CA3">
        <w:rPr>
          <w:vertAlign w:val="superscript"/>
        </w:rPr>
        <w:t>th</w:t>
      </w:r>
      <w:r>
        <w:t xml:space="preserve"> for sending to WG.</w:t>
      </w:r>
    </w:p>
    <w:p w14:paraId="43708D95" w14:textId="77777777" w:rsidR="007F0CA3" w:rsidRDefault="00F66B06" w:rsidP="007F0CA3">
      <w:pPr>
        <w:pStyle w:val="ListParagraph"/>
        <w:numPr>
          <w:ilvl w:val="1"/>
          <w:numId w:val="9"/>
        </w:numPr>
      </w:pPr>
      <w:r w:rsidRPr="007F0CA3">
        <w:rPr>
          <w:b/>
          <w:bCs/>
        </w:rPr>
        <w:t>Editor Report</w:t>
      </w:r>
      <w:r>
        <w:t xml:space="preserve"> – Emily QI (Intel)</w:t>
      </w:r>
    </w:p>
    <w:p w14:paraId="07E05D71" w14:textId="77777777" w:rsidR="007F0CA3" w:rsidRDefault="007F0CA3" w:rsidP="007F0CA3">
      <w:pPr>
        <w:pStyle w:val="ListParagraph"/>
        <w:numPr>
          <w:ilvl w:val="2"/>
          <w:numId w:val="9"/>
        </w:numPr>
      </w:pPr>
      <w:hyperlink r:id="rId9" w:history="1">
        <w:r w:rsidRPr="00E6522B">
          <w:rPr>
            <w:rStyle w:val="Hyperlink"/>
          </w:rPr>
          <w:t>https://mentor.ieee.org/802.11/dcn/21/11-21-0687-04-000m-802-11revme-editor-s-report.pptx</w:t>
        </w:r>
      </w:hyperlink>
      <w:r w:rsidR="00F66B06">
        <w:t xml:space="preserve"> </w:t>
      </w:r>
    </w:p>
    <w:p w14:paraId="26A32E5E" w14:textId="77777777" w:rsidR="007F0CA3" w:rsidRDefault="00F66B06" w:rsidP="007F0CA3">
      <w:pPr>
        <w:pStyle w:val="ListParagraph"/>
        <w:numPr>
          <w:ilvl w:val="2"/>
          <w:numId w:val="9"/>
        </w:numPr>
      </w:pPr>
      <w:r>
        <w:t>Reference Documents:</w:t>
      </w:r>
    </w:p>
    <w:p w14:paraId="5E432818" w14:textId="77777777" w:rsidR="007F0CA3" w:rsidRPr="007F0CA3" w:rsidRDefault="00F66B06" w:rsidP="007F0CA3">
      <w:pPr>
        <w:pStyle w:val="ListParagraph"/>
        <w:numPr>
          <w:ilvl w:val="3"/>
          <w:numId w:val="9"/>
        </w:numPr>
      </w:pPr>
      <w:r w:rsidRPr="007F0CA3">
        <w:rPr>
          <w:b/>
          <w:bCs/>
        </w:rPr>
        <w:t>Draft:  P802.11REVme D 0.4 (members’ area)</w:t>
      </w:r>
    </w:p>
    <w:p w14:paraId="41843D34" w14:textId="77777777" w:rsidR="007F0CA3" w:rsidRDefault="00F66B06" w:rsidP="007F0CA3">
      <w:pPr>
        <w:pStyle w:val="ListParagraph"/>
        <w:numPr>
          <w:ilvl w:val="4"/>
          <w:numId w:val="9"/>
        </w:numPr>
      </w:pPr>
      <w:hyperlink r:id="rId10" w:history="1">
        <w:r w:rsidRPr="007F0CA3">
          <w:rPr>
            <w:rStyle w:val="Hyperlink"/>
            <w:lang w:val="en-US"/>
          </w:rPr>
          <w:t>Draft P802.11REVme_D0.4.pdf</w:t>
        </w:r>
      </w:hyperlink>
    </w:p>
    <w:p w14:paraId="0F122337" w14:textId="77777777" w:rsidR="007F0CA3" w:rsidRDefault="00F66B06" w:rsidP="007F0CA3">
      <w:pPr>
        <w:pStyle w:val="ListParagraph"/>
        <w:numPr>
          <w:ilvl w:val="4"/>
          <w:numId w:val="9"/>
        </w:numPr>
      </w:pPr>
      <w:hyperlink r:id="rId11" w:history="1">
        <w:r w:rsidRPr="007F0CA3">
          <w:rPr>
            <w:rStyle w:val="Hyperlink"/>
            <w:lang w:val="en-US"/>
          </w:rPr>
          <w:t>Draft P802.11REVme_D0.4 Redline Compared to D0.3.pdf</w:t>
        </w:r>
      </w:hyperlink>
    </w:p>
    <w:p w14:paraId="751EF069" w14:textId="77777777" w:rsidR="007F0CA3" w:rsidRPr="007F0CA3" w:rsidRDefault="00F66B06" w:rsidP="007F0CA3">
      <w:pPr>
        <w:pStyle w:val="ListParagraph"/>
        <w:numPr>
          <w:ilvl w:val="3"/>
          <w:numId w:val="9"/>
        </w:numPr>
      </w:pPr>
      <w:r w:rsidRPr="007F0CA3">
        <w:rPr>
          <w:b/>
          <w:bCs/>
        </w:rPr>
        <w:t>D0.4 Word docs and figures are also available (member’s area) for preparing submissions.</w:t>
      </w:r>
    </w:p>
    <w:p w14:paraId="5543D4EF" w14:textId="77777777" w:rsidR="007F0CA3" w:rsidRDefault="00F66B06" w:rsidP="007F0CA3">
      <w:pPr>
        <w:pStyle w:val="ListParagraph"/>
        <w:numPr>
          <w:ilvl w:val="4"/>
          <w:numId w:val="9"/>
        </w:numPr>
      </w:pPr>
      <w:hyperlink r:id="rId12" w:history="1">
        <w:r w:rsidRPr="007F0CA3">
          <w:rPr>
            <w:rStyle w:val="Hyperlink"/>
            <w:lang w:val="en-US"/>
          </w:rPr>
          <w:t>REVme_D0.4-Figure Source.zip</w:t>
        </w:r>
      </w:hyperlink>
    </w:p>
    <w:p w14:paraId="4B536682" w14:textId="77777777" w:rsidR="007F0CA3" w:rsidRDefault="00F66B06" w:rsidP="007F0CA3">
      <w:pPr>
        <w:pStyle w:val="ListParagraph"/>
        <w:numPr>
          <w:ilvl w:val="4"/>
          <w:numId w:val="9"/>
        </w:numPr>
      </w:pPr>
      <w:hyperlink r:id="rId13" w:history="1">
        <w:r w:rsidRPr="007F0CA3">
          <w:rPr>
            <w:rStyle w:val="Hyperlink"/>
            <w:lang w:val="en-US"/>
          </w:rPr>
          <w:t>REVme_D0.4.rtf.zip</w:t>
        </w:r>
      </w:hyperlink>
    </w:p>
    <w:p w14:paraId="7B4DABBF" w14:textId="77777777" w:rsidR="007F0CA3" w:rsidRPr="007F0CA3" w:rsidRDefault="00F66B06" w:rsidP="007F0CA3">
      <w:pPr>
        <w:pStyle w:val="ListParagraph"/>
        <w:numPr>
          <w:ilvl w:val="3"/>
          <w:numId w:val="9"/>
        </w:numPr>
      </w:pPr>
      <w:r w:rsidRPr="007F0CA3">
        <w:rPr>
          <w:b/>
          <w:bCs/>
        </w:rPr>
        <w:t>CC35 Comments</w:t>
      </w:r>
    </w:p>
    <w:p w14:paraId="51DD32E2" w14:textId="77777777" w:rsidR="009366EE" w:rsidRPr="009366EE" w:rsidRDefault="009366EE" w:rsidP="009366EE">
      <w:pPr>
        <w:pStyle w:val="ListParagraph"/>
        <w:numPr>
          <w:ilvl w:val="4"/>
          <w:numId w:val="9"/>
        </w:numPr>
      </w:pPr>
      <w:hyperlink r:id="rId14" w:history="1">
        <w:r w:rsidRPr="00E6522B">
          <w:rPr>
            <w:rStyle w:val="Hyperlink"/>
            <w:lang w:val="en-US"/>
          </w:rPr>
          <w:t>https://mentor.ieee.org/802.11/dcn/21/11-21-0684-09-000m-revme-wg-cc35-comments.xlsx</w:t>
        </w:r>
      </w:hyperlink>
    </w:p>
    <w:p w14:paraId="70DF3352" w14:textId="77777777" w:rsidR="009366EE" w:rsidRDefault="00F66B06" w:rsidP="009366EE">
      <w:pPr>
        <w:pStyle w:val="ListParagraph"/>
        <w:numPr>
          <w:ilvl w:val="2"/>
          <w:numId w:val="9"/>
        </w:numPr>
      </w:pPr>
      <w:r>
        <w:t>Amendment Roll-in</w:t>
      </w:r>
    </w:p>
    <w:p w14:paraId="40B38318" w14:textId="77777777" w:rsidR="00F66B06" w:rsidRPr="00F66B06" w:rsidRDefault="00745DA8" w:rsidP="00745DA8">
      <w:pPr>
        <w:numPr>
          <w:ilvl w:val="0"/>
          <w:numId w:val="10"/>
        </w:numPr>
        <w:rPr>
          <w:lang w:val="en-US"/>
        </w:rPr>
      </w:pPr>
      <w:r w:rsidRPr="00F66B06">
        <w:rPr>
          <w:b/>
          <w:bCs/>
        </w:rPr>
        <w:t>802.11-2020 – Done, D0.0</w:t>
      </w:r>
    </w:p>
    <w:p w14:paraId="41B905D0" w14:textId="77777777" w:rsidR="00F66B06" w:rsidRPr="00F66B06" w:rsidRDefault="00745DA8" w:rsidP="00745DA8">
      <w:pPr>
        <w:numPr>
          <w:ilvl w:val="0"/>
          <w:numId w:val="10"/>
        </w:numPr>
        <w:rPr>
          <w:lang w:val="en-US"/>
        </w:rPr>
      </w:pPr>
      <w:r w:rsidRPr="00F66B06">
        <w:rPr>
          <w:b/>
          <w:bCs/>
        </w:rPr>
        <w:t xml:space="preserve">802.11ax-2021 – Done, D0.1 </w:t>
      </w:r>
    </w:p>
    <w:p w14:paraId="7220CB16" w14:textId="77777777" w:rsidR="00F66B06" w:rsidRPr="00F66B06" w:rsidRDefault="00745DA8" w:rsidP="00745DA8">
      <w:pPr>
        <w:numPr>
          <w:ilvl w:val="0"/>
          <w:numId w:val="10"/>
        </w:numPr>
        <w:rPr>
          <w:lang w:val="en-US"/>
        </w:rPr>
      </w:pPr>
      <w:r w:rsidRPr="00F66B06">
        <w:rPr>
          <w:b/>
          <w:bCs/>
        </w:rPr>
        <w:t>802.11ay-2021 – by September 2021</w:t>
      </w:r>
    </w:p>
    <w:p w14:paraId="71B513A2" w14:textId="62E60002" w:rsidR="00745DA8" w:rsidRPr="00745DA8" w:rsidRDefault="00745DA8" w:rsidP="00745DA8">
      <w:pPr>
        <w:numPr>
          <w:ilvl w:val="0"/>
          <w:numId w:val="10"/>
        </w:numPr>
        <w:rPr>
          <w:lang w:val="en-US"/>
        </w:rPr>
      </w:pPr>
      <w:r w:rsidRPr="00F66B06">
        <w:rPr>
          <w:b/>
          <w:bCs/>
        </w:rPr>
        <w:t xml:space="preserve">802.11ba-2021 – by November 2021 </w:t>
      </w:r>
    </w:p>
    <w:p w14:paraId="68514099" w14:textId="77777777" w:rsidR="006447DB" w:rsidRDefault="00F66B06" w:rsidP="006447DB">
      <w:pPr>
        <w:pStyle w:val="ListParagraph"/>
        <w:numPr>
          <w:ilvl w:val="2"/>
          <w:numId w:val="9"/>
        </w:numPr>
      </w:pPr>
      <w:r>
        <w:lastRenderedPageBreak/>
        <w:t xml:space="preserve">CC35 Comments – Resolution Status: </w:t>
      </w:r>
      <w:r>
        <w:rPr>
          <w:noProof/>
        </w:rPr>
      </w:r>
      <w:r>
        <w:pict w14:anchorId="1369A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width:360.95pt;height:107.95pt;mso-left-percent:-10001;mso-top-percent:-10001;mso-position-horizontal:absolute;mso-position-horizontal-relative:char;mso-position-vertical:absolute;mso-position-vertical-relative:line;mso-left-percent:-10001;mso-top-percent:-10001">
            <v:imagedata r:id="rId15" o:title=""/>
            <w10:anchorlock/>
          </v:shape>
        </w:pict>
      </w:r>
    </w:p>
    <w:p w14:paraId="5E0552B5" w14:textId="31558BBE" w:rsidR="006447DB" w:rsidRDefault="00F66B06" w:rsidP="006447DB">
      <w:pPr>
        <w:pStyle w:val="ListParagraph"/>
        <w:numPr>
          <w:ilvl w:val="3"/>
          <w:numId w:val="9"/>
        </w:numPr>
      </w:pPr>
      <w:r>
        <w:t xml:space="preserve">79 </w:t>
      </w:r>
      <w:r w:rsidR="006447DB">
        <w:t xml:space="preserve">CIDs </w:t>
      </w:r>
      <w:r>
        <w:t>currently ready for Motion</w:t>
      </w:r>
    </w:p>
    <w:p w14:paraId="584E0993" w14:textId="1EB40920" w:rsidR="0058480F" w:rsidRDefault="00F66B06" w:rsidP="006447DB">
      <w:pPr>
        <w:pStyle w:val="ListParagraph"/>
        <w:numPr>
          <w:ilvl w:val="2"/>
          <w:numId w:val="9"/>
        </w:numPr>
      </w:pPr>
      <w:r>
        <w:t>Assignees</w:t>
      </w:r>
      <w:r w:rsidR="0058480F">
        <w:t>:</w:t>
      </w:r>
    </w:p>
    <w:tbl>
      <w:tblPr>
        <w:tblpPr w:leftFromText="180" w:rightFromText="180" w:vertAnchor="text" w:horzAnchor="page" w:tblpX="2993" w:tblpY="142"/>
        <w:tblW w:w="7300" w:type="dxa"/>
        <w:tblCellMar>
          <w:left w:w="0" w:type="dxa"/>
          <w:right w:w="0" w:type="dxa"/>
        </w:tblCellMar>
        <w:tblLook w:val="0600" w:firstRow="0" w:lastRow="0" w:firstColumn="0" w:lastColumn="0" w:noHBand="1" w:noVBand="1"/>
      </w:tblPr>
      <w:tblGrid>
        <w:gridCol w:w="1790"/>
        <w:gridCol w:w="805"/>
        <w:gridCol w:w="717"/>
        <w:gridCol w:w="627"/>
        <w:gridCol w:w="627"/>
        <w:gridCol w:w="548"/>
        <w:gridCol w:w="1115"/>
        <w:gridCol w:w="1071"/>
      </w:tblGrid>
      <w:tr w:rsidR="00764986" w:rsidRPr="00283D09" w14:paraId="68AE50C9" w14:textId="77777777" w:rsidTr="00764986">
        <w:trPr>
          <w:trHeight w:val="610"/>
        </w:trPr>
        <w:tc>
          <w:tcPr>
            <w:tcW w:w="1790" w:type="dxa"/>
            <w:tcBorders>
              <w:top w:val="nil"/>
              <w:left w:val="nil"/>
              <w:bottom w:val="nil"/>
              <w:right w:val="single" w:sz="4" w:space="0" w:color="000000"/>
            </w:tcBorders>
            <w:shd w:val="clear" w:color="auto" w:fill="4F81BD"/>
            <w:tcMar>
              <w:top w:w="10" w:type="dxa"/>
              <w:left w:w="10" w:type="dxa"/>
              <w:bottom w:w="0" w:type="dxa"/>
              <w:right w:w="10" w:type="dxa"/>
            </w:tcMar>
            <w:vAlign w:val="bottom"/>
            <w:hideMark/>
          </w:tcPr>
          <w:p w14:paraId="54E92C01" w14:textId="77777777" w:rsidR="0058480F" w:rsidRPr="00283D09" w:rsidRDefault="0058480F" w:rsidP="0058480F">
            <w:pPr>
              <w:rPr>
                <w:szCs w:val="22"/>
                <w:lang w:val="en-US"/>
              </w:rPr>
            </w:pPr>
            <w:r w:rsidRPr="00F113C9">
              <w:rPr>
                <w:b/>
                <w:bCs/>
                <w:szCs w:val="22"/>
                <w:lang w:val="en-US"/>
              </w:rPr>
              <w:t>Owning Ad-hoc</w:t>
            </w:r>
          </w:p>
        </w:tc>
        <w:tc>
          <w:tcPr>
            <w:tcW w:w="80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104A0340" w14:textId="77777777" w:rsidR="0058480F" w:rsidRPr="00283D09" w:rsidRDefault="0058480F" w:rsidP="00764986">
            <w:pPr>
              <w:jc w:val="center"/>
              <w:rPr>
                <w:szCs w:val="22"/>
                <w:lang w:val="en-US"/>
              </w:rPr>
            </w:pPr>
            <w:r w:rsidRPr="00F113C9">
              <w:rPr>
                <w:b/>
                <w:bCs/>
                <w:szCs w:val="22"/>
                <w:lang w:val="en-US"/>
              </w:rPr>
              <w:t>GEN</w:t>
            </w:r>
          </w:p>
        </w:tc>
        <w:tc>
          <w:tcPr>
            <w:tcW w:w="71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026B5C69" w14:textId="77777777" w:rsidR="0058480F" w:rsidRPr="00283D09" w:rsidRDefault="0058480F" w:rsidP="00764986">
            <w:pPr>
              <w:jc w:val="center"/>
              <w:rPr>
                <w:szCs w:val="22"/>
                <w:lang w:val="en-US"/>
              </w:rPr>
            </w:pPr>
            <w:r w:rsidRPr="00F113C9">
              <w:rPr>
                <w:b/>
                <w:bCs/>
                <w:szCs w:val="22"/>
                <w:lang w:val="en-US"/>
              </w:rPr>
              <w:t>MAC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6BC4D76C" w14:textId="77777777" w:rsidR="0058480F" w:rsidRPr="00283D09" w:rsidRDefault="0058480F" w:rsidP="00764986">
            <w:pPr>
              <w:jc w:val="center"/>
              <w:rPr>
                <w:szCs w:val="22"/>
                <w:lang w:val="en-US"/>
              </w:rPr>
            </w:pPr>
            <w:r w:rsidRPr="00F113C9">
              <w:rPr>
                <w:b/>
                <w:bCs/>
                <w:szCs w:val="22"/>
                <w:lang w:val="en-US"/>
              </w:rPr>
              <w:t>SEC</w:t>
            </w:r>
          </w:p>
        </w:tc>
        <w:tc>
          <w:tcPr>
            <w:tcW w:w="627"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9893BAD" w14:textId="77777777" w:rsidR="0058480F" w:rsidRPr="00283D09" w:rsidRDefault="0058480F" w:rsidP="00764986">
            <w:pPr>
              <w:jc w:val="center"/>
              <w:rPr>
                <w:szCs w:val="22"/>
                <w:lang w:val="en-US"/>
              </w:rPr>
            </w:pPr>
            <w:r w:rsidRPr="00F113C9">
              <w:rPr>
                <w:b/>
                <w:bCs/>
                <w:szCs w:val="22"/>
                <w:lang w:val="en-US"/>
              </w:rPr>
              <w:t>ED2</w:t>
            </w:r>
          </w:p>
        </w:tc>
        <w:tc>
          <w:tcPr>
            <w:tcW w:w="548"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20C34CEB" w14:textId="77777777" w:rsidR="0058480F" w:rsidRPr="00283D09" w:rsidRDefault="0058480F" w:rsidP="00764986">
            <w:pPr>
              <w:jc w:val="center"/>
              <w:rPr>
                <w:szCs w:val="22"/>
                <w:lang w:val="en-US"/>
              </w:rPr>
            </w:pPr>
            <w:r w:rsidRPr="00F113C9">
              <w:rPr>
                <w:b/>
                <w:bCs/>
                <w:szCs w:val="22"/>
                <w:lang w:val="en-US"/>
              </w:rPr>
              <w:t>ED1</w:t>
            </w:r>
          </w:p>
        </w:tc>
        <w:tc>
          <w:tcPr>
            <w:tcW w:w="1115"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7F6A8A97" w14:textId="77777777" w:rsidR="0058480F" w:rsidRPr="00283D09" w:rsidRDefault="0058480F" w:rsidP="00764986">
            <w:pPr>
              <w:ind w:right="268"/>
              <w:rPr>
                <w:szCs w:val="22"/>
                <w:lang w:val="en-US"/>
              </w:rPr>
            </w:pPr>
            <w:r w:rsidRPr="00F113C9">
              <w:rPr>
                <w:b/>
                <w:bCs/>
                <w:szCs w:val="22"/>
                <w:lang w:val="en-US"/>
              </w:rPr>
              <w:t>PHY</w:t>
            </w:r>
          </w:p>
        </w:tc>
        <w:tc>
          <w:tcPr>
            <w:tcW w:w="1071" w:type="dxa"/>
            <w:tcBorders>
              <w:top w:val="single" w:sz="4" w:space="0" w:color="000000"/>
              <w:left w:val="single" w:sz="4" w:space="0" w:color="000000"/>
              <w:bottom w:val="single" w:sz="4" w:space="0" w:color="000000"/>
              <w:right w:val="single" w:sz="4" w:space="0" w:color="000000"/>
            </w:tcBorders>
            <w:shd w:val="clear" w:color="auto" w:fill="4F81BD"/>
            <w:tcMar>
              <w:top w:w="10" w:type="dxa"/>
              <w:left w:w="10" w:type="dxa"/>
              <w:bottom w:w="0" w:type="dxa"/>
              <w:right w:w="10" w:type="dxa"/>
            </w:tcMar>
            <w:vAlign w:val="bottom"/>
            <w:hideMark/>
          </w:tcPr>
          <w:p w14:paraId="3553BE0A" w14:textId="77777777" w:rsidR="0058480F" w:rsidRPr="00283D09" w:rsidRDefault="0058480F" w:rsidP="00764986">
            <w:pPr>
              <w:jc w:val="center"/>
              <w:rPr>
                <w:szCs w:val="22"/>
                <w:lang w:val="en-US"/>
              </w:rPr>
            </w:pPr>
            <w:r w:rsidRPr="00F113C9">
              <w:rPr>
                <w:b/>
                <w:bCs/>
                <w:szCs w:val="22"/>
                <w:lang w:val="en-US"/>
              </w:rPr>
              <w:t>Grand Total</w:t>
            </w:r>
          </w:p>
        </w:tc>
      </w:tr>
      <w:tr w:rsidR="0058480F" w:rsidRPr="00283D09" w14:paraId="27469422"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25E0FFB" w14:textId="77777777" w:rsidR="0058480F" w:rsidRPr="00283D09" w:rsidRDefault="0058480F" w:rsidP="0058480F">
            <w:pPr>
              <w:rPr>
                <w:szCs w:val="22"/>
                <w:lang w:val="en-US"/>
              </w:rPr>
            </w:pPr>
            <w:r w:rsidRPr="00283D09">
              <w:rPr>
                <w:szCs w:val="22"/>
                <w:lang w:val="en-US"/>
              </w:rPr>
              <w:t>Brian HART</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97C54E"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279393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95223D"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74F529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920D2F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B4ADCBF"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036501" w14:textId="77777777" w:rsidR="0058480F" w:rsidRPr="00283D09" w:rsidRDefault="0058480F" w:rsidP="00764986">
            <w:pPr>
              <w:jc w:val="center"/>
              <w:rPr>
                <w:szCs w:val="22"/>
                <w:lang w:val="en-US"/>
              </w:rPr>
            </w:pPr>
            <w:r w:rsidRPr="00283D09">
              <w:rPr>
                <w:szCs w:val="22"/>
                <w:lang w:val="en-US"/>
              </w:rPr>
              <w:t>1</w:t>
            </w:r>
          </w:p>
        </w:tc>
      </w:tr>
      <w:tr w:rsidR="0058480F" w:rsidRPr="00283D09" w14:paraId="13F3D29C"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59AD9BBD" w14:textId="77777777" w:rsidR="0058480F" w:rsidRPr="00283D09" w:rsidRDefault="0058480F" w:rsidP="0058480F">
            <w:pPr>
              <w:rPr>
                <w:szCs w:val="22"/>
                <w:lang w:val="en-US"/>
              </w:rPr>
            </w:pPr>
            <w:r w:rsidRPr="00283D09">
              <w:rPr>
                <w:szCs w:val="22"/>
                <w:lang w:val="en-US"/>
              </w:rPr>
              <w:t>Dan Harkins</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43C951F"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331C2F1"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107AF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4ACA73"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6455A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A9AC83"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4BCC92" w14:textId="77777777" w:rsidR="0058480F" w:rsidRPr="00283D09" w:rsidRDefault="0058480F" w:rsidP="00764986">
            <w:pPr>
              <w:jc w:val="center"/>
              <w:rPr>
                <w:szCs w:val="22"/>
                <w:lang w:val="en-US"/>
              </w:rPr>
            </w:pPr>
            <w:r w:rsidRPr="00283D09">
              <w:rPr>
                <w:szCs w:val="22"/>
                <w:lang w:val="en-US"/>
              </w:rPr>
              <w:t>2</w:t>
            </w:r>
          </w:p>
        </w:tc>
      </w:tr>
      <w:tr w:rsidR="0058480F" w:rsidRPr="00283D09" w14:paraId="26D10B89"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BE36EC9" w14:textId="77777777" w:rsidR="0058480F" w:rsidRPr="00283D09" w:rsidRDefault="0058480F" w:rsidP="0058480F">
            <w:pPr>
              <w:rPr>
                <w:szCs w:val="22"/>
                <w:lang w:val="en-US"/>
              </w:rPr>
            </w:pPr>
            <w:r w:rsidRPr="00283D09">
              <w:rPr>
                <w:szCs w:val="22"/>
                <w:lang w:val="en-US"/>
              </w:rPr>
              <w:t>Edward Au</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1DCCC4"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5A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0AB4F5B"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71039A3" w14:textId="77777777" w:rsidR="0058480F" w:rsidRPr="00283D09" w:rsidRDefault="0058480F" w:rsidP="00764986">
            <w:pPr>
              <w:jc w:val="center"/>
              <w:rPr>
                <w:szCs w:val="22"/>
                <w:lang w:val="en-US"/>
              </w:rPr>
            </w:pPr>
            <w:r w:rsidRPr="00283D09">
              <w:rPr>
                <w:szCs w:val="22"/>
                <w:lang w:val="en-US"/>
              </w:rPr>
              <w:t>22</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4800B7D"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F459C3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C85DF37" w14:textId="77777777" w:rsidR="0058480F" w:rsidRPr="00283D09" w:rsidRDefault="0058480F" w:rsidP="00764986">
            <w:pPr>
              <w:jc w:val="center"/>
              <w:rPr>
                <w:szCs w:val="22"/>
                <w:lang w:val="en-US"/>
              </w:rPr>
            </w:pPr>
            <w:r w:rsidRPr="00283D09">
              <w:rPr>
                <w:szCs w:val="22"/>
                <w:lang w:val="en-US"/>
              </w:rPr>
              <w:t>25</w:t>
            </w:r>
          </w:p>
        </w:tc>
      </w:tr>
      <w:tr w:rsidR="0058480F" w:rsidRPr="00283D09" w14:paraId="3D842C3B"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3CB45658" w14:textId="77777777" w:rsidR="0058480F" w:rsidRPr="00283D09" w:rsidRDefault="0058480F" w:rsidP="0058480F">
            <w:pPr>
              <w:rPr>
                <w:szCs w:val="22"/>
                <w:lang w:val="en-US"/>
              </w:rPr>
            </w:pPr>
            <w:r w:rsidRPr="00283D09">
              <w:rPr>
                <w:szCs w:val="22"/>
                <w:lang w:val="en-US"/>
              </w:rPr>
              <w:t>Graham Smith</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D61440F" w14:textId="77777777" w:rsidR="0058480F" w:rsidRPr="00283D09" w:rsidRDefault="0058480F" w:rsidP="00764986">
            <w:pPr>
              <w:jc w:val="center"/>
              <w:rPr>
                <w:szCs w:val="22"/>
                <w:lang w:val="en-US"/>
              </w:rPr>
            </w:pPr>
            <w:r w:rsidRPr="00283D09">
              <w:rPr>
                <w:szCs w:val="22"/>
                <w:lang w:val="en-US"/>
              </w:rPr>
              <w:t>3</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77CE856"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EA12DF"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E2B081"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E9A273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AE06252"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D28B3BD" w14:textId="77777777" w:rsidR="0058480F" w:rsidRPr="00283D09" w:rsidRDefault="0058480F" w:rsidP="00764986">
            <w:pPr>
              <w:jc w:val="center"/>
              <w:rPr>
                <w:szCs w:val="22"/>
                <w:lang w:val="en-US"/>
              </w:rPr>
            </w:pPr>
            <w:r w:rsidRPr="00283D09">
              <w:rPr>
                <w:szCs w:val="22"/>
                <w:lang w:val="en-US"/>
              </w:rPr>
              <w:t>3</w:t>
            </w:r>
          </w:p>
        </w:tc>
      </w:tr>
      <w:tr w:rsidR="0058480F" w:rsidRPr="00283D09" w14:paraId="7677000F"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12A1B3B8" w14:textId="77777777" w:rsidR="0058480F" w:rsidRPr="00283D09" w:rsidRDefault="0058480F" w:rsidP="0058480F">
            <w:pPr>
              <w:rPr>
                <w:szCs w:val="22"/>
                <w:lang w:val="en-US"/>
              </w:rPr>
            </w:pPr>
            <w:r w:rsidRPr="00283D09">
              <w:rPr>
                <w:szCs w:val="22"/>
                <w:lang w:val="en-US"/>
              </w:rPr>
              <w:t>Jon Rosdahl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785CFA" w14:textId="77777777" w:rsidR="0058480F" w:rsidRPr="00283D09" w:rsidRDefault="0058480F" w:rsidP="00764986">
            <w:pPr>
              <w:jc w:val="center"/>
              <w:rPr>
                <w:szCs w:val="22"/>
                <w:lang w:val="en-US"/>
              </w:rPr>
            </w:pPr>
            <w:r w:rsidRPr="00283D09">
              <w:rPr>
                <w:szCs w:val="22"/>
                <w:lang w:val="en-US"/>
              </w:rPr>
              <w:t>10</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493D970"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7093F6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D2489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3740C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BC615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F01589" w14:textId="77777777" w:rsidR="0058480F" w:rsidRPr="00283D09" w:rsidRDefault="0058480F" w:rsidP="00764986">
            <w:pPr>
              <w:jc w:val="center"/>
              <w:rPr>
                <w:szCs w:val="22"/>
                <w:lang w:val="en-US"/>
              </w:rPr>
            </w:pPr>
            <w:r w:rsidRPr="00283D09">
              <w:rPr>
                <w:szCs w:val="22"/>
                <w:lang w:val="en-US"/>
              </w:rPr>
              <w:t>10</w:t>
            </w:r>
          </w:p>
        </w:tc>
      </w:tr>
      <w:tr w:rsidR="0058480F" w:rsidRPr="00283D09" w14:paraId="34179501"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E4A3C34" w14:textId="77777777" w:rsidR="0058480F" w:rsidRPr="00283D09" w:rsidRDefault="0058480F" w:rsidP="0058480F">
            <w:pPr>
              <w:rPr>
                <w:szCs w:val="22"/>
                <w:lang w:val="en-US"/>
              </w:rPr>
            </w:pPr>
            <w:r w:rsidRPr="00283D09">
              <w:rPr>
                <w:szCs w:val="22"/>
                <w:lang w:val="en-US"/>
              </w:rPr>
              <w:t>Mark HAMILTON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0F4815E" w14:textId="77777777" w:rsidR="0058480F" w:rsidRPr="00283D09" w:rsidRDefault="0058480F" w:rsidP="00764986">
            <w:pPr>
              <w:jc w:val="center"/>
              <w:rPr>
                <w:szCs w:val="22"/>
                <w:lang w:val="en-US"/>
              </w:rPr>
            </w:pPr>
            <w:r w:rsidRPr="00283D09">
              <w:rPr>
                <w:szCs w:val="22"/>
                <w:lang w:val="en-US"/>
              </w:rPr>
              <w:t>1</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13AAE6" w14:textId="77777777" w:rsidR="0058480F" w:rsidRPr="00283D09" w:rsidRDefault="0058480F" w:rsidP="00764986">
            <w:pPr>
              <w:jc w:val="center"/>
              <w:rPr>
                <w:szCs w:val="22"/>
                <w:lang w:val="en-US"/>
              </w:rPr>
            </w:pPr>
            <w:r w:rsidRPr="00283D09">
              <w:rPr>
                <w:szCs w:val="22"/>
                <w:lang w:val="en-US"/>
              </w:rPr>
              <w:t>14</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08FF26E"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541445"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D9A584A"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539B6DB" w14:textId="77777777" w:rsidR="0058480F" w:rsidRPr="00283D09" w:rsidRDefault="0058480F" w:rsidP="00764986">
            <w:pPr>
              <w:jc w:val="center"/>
              <w:rPr>
                <w:szCs w:val="22"/>
                <w:lang w:val="en-US"/>
              </w:rPr>
            </w:pPr>
            <w:r w:rsidRPr="00283D09">
              <w:rPr>
                <w:szCs w:val="22"/>
                <w:lang w:val="en-US"/>
              </w:rPr>
              <w:t>1</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228D8F2" w14:textId="77777777" w:rsidR="0058480F" w:rsidRPr="00283D09" w:rsidRDefault="0058480F" w:rsidP="00764986">
            <w:pPr>
              <w:jc w:val="center"/>
              <w:rPr>
                <w:szCs w:val="22"/>
                <w:lang w:val="en-US"/>
              </w:rPr>
            </w:pPr>
            <w:r w:rsidRPr="00283D09">
              <w:rPr>
                <w:szCs w:val="22"/>
                <w:lang w:val="en-US"/>
              </w:rPr>
              <w:t>17</w:t>
            </w:r>
          </w:p>
        </w:tc>
      </w:tr>
      <w:tr w:rsidR="0058480F" w:rsidRPr="00283D09" w14:paraId="71020F2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07BC2015" w14:textId="77777777" w:rsidR="0058480F" w:rsidRPr="00283D09" w:rsidRDefault="0058480F" w:rsidP="0058480F">
            <w:pPr>
              <w:rPr>
                <w:szCs w:val="22"/>
                <w:lang w:val="en-US"/>
              </w:rPr>
            </w:pPr>
            <w:r w:rsidRPr="00283D09">
              <w:rPr>
                <w:szCs w:val="22"/>
                <w:lang w:val="en-US"/>
              </w:rPr>
              <w:t>Mark RISON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277B80" w14:textId="77777777" w:rsidR="0058480F" w:rsidRPr="00283D09" w:rsidRDefault="0058480F" w:rsidP="00764986">
            <w:pPr>
              <w:jc w:val="center"/>
              <w:rPr>
                <w:szCs w:val="22"/>
                <w:lang w:val="en-US"/>
              </w:rPr>
            </w:pPr>
            <w:r w:rsidRPr="00283D09">
              <w:rPr>
                <w:szCs w:val="22"/>
                <w:lang w:val="en-US"/>
              </w:rPr>
              <w:t>22</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0B9CE58" w14:textId="77777777" w:rsidR="0058480F" w:rsidRPr="00283D09" w:rsidRDefault="0058480F" w:rsidP="00764986">
            <w:pPr>
              <w:jc w:val="center"/>
              <w:rPr>
                <w:szCs w:val="22"/>
                <w:lang w:val="en-US"/>
              </w:rPr>
            </w:pPr>
            <w:r w:rsidRPr="00283D09">
              <w:rPr>
                <w:szCs w:val="22"/>
                <w:lang w:val="en-US"/>
              </w:rPr>
              <w:t>73</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32DCE94" w14:textId="77777777" w:rsidR="0058480F" w:rsidRPr="00283D09" w:rsidRDefault="0058480F" w:rsidP="00764986">
            <w:pPr>
              <w:jc w:val="center"/>
              <w:rPr>
                <w:szCs w:val="22"/>
                <w:lang w:val="en-US"/>
              </w:rPr>
            </w:pPr>
            <w:r w:rsidRPr="00283D09">
              <w:rPr>
                <w:szCs w:val="22"/>
                <w:lang w:val="en-US"/>
              </w:rPr>
              <w:t>18</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F5AB79D" w14:textId="77777777" w:rsidR="0058480F" w:rsidRPr="00283D09" w:rsidRDefault="0058480F" w:rsidP="00764986">
            <w:pPr>
              <w:jc w:val="center"/>
              <w:rPr>
                <w:szCs w:val="22"/>
                <w:lang w:val="en-US"/>
              </w:rPr>
            </w:pPr>
            <w:r w:rsidRPr="00283D09">
              <w:rPr>
                <w:szCs w:val="22"/>
                <w:lang w:val="en-US"/>
              </w:rPr>
              <w:t>15</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642F68D" w14:textId="77777777" w:rsidR="0058480F" w:rsidRPr="00283D09" w:rsidRDefault="0058480F" w:rsidP="00764986">
            <w:pPr>
              <w:jc w:val="center"/>
              <w:rPr>
                <w:szCs w:val="22"/>
                <w:lang w:val="en-US"/>
              </w:rPr>
            </w:pPr>
            <w:r w:rsidRPr="00283D09">
              <w:rPr>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1F94402" w14:textId="77777777" w:rsidR="0058480F" w:rsidRPr="00283D09" w:rsidRDefault="0058480F" w:rsidP="00764986">
            <w:pPr>
              <w:jc w:val="center"/>
              <w:rPr>
                <w:szCs w:val="22"/>
                <w:lang w:val="en-US"/>
              </w:rPr>
            </w:pPr>
            <w:r w:rsidRPr="00283D09">
              <w:rPr>
                <w:szCs w:val="22"/>
                <w:lang w:val="en-US"/>
              </w:rPr>
              <w:t>5</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2B2D0D4" w14:textId="77777777" w:rsidR="0058480F" w:rsidRPr="00283D09" w:rsidRDefault="0058480F" w:rsidP="00764986">
            <w:pPr>
              <w:jc w:val="center"/>
              <w:rPr>
                <w:szCs w:val="22"/>
                <w:lang w:val="en-US"/>
              </w:rPr>
            </w:pPr>
            <w:r w:rsidRPr="00283D09">
              <w:rPr>
                <w:szCs w:val="22"/>
                <w:lang w:val="en-US"/>
              </w:rPr>
              <w:t>136</w:t>
            </w:r>
          </w:p>
        </w:tc>
      </w:tr>
      <w:tr w:rsidR="0058480F" w:rsidRPr="00283D09" w14:paraId="189FD91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70C6FEF" w14:textId="77777777" w:rsidR="0058480F" w:rsidRPr="00283D09" w:rsidRDefault="0058480F" w:rsidP="0058480F">
            <w:pPr>
              <w:rPr>
                <w:szCs w:val="22"/>
                <w:lang w:val="en-US"/>
              </w:rPr>
            </w:pPr>
            <w:r w:rsidRPr="00283D09">
              <w:rPr>
                <w:szCs w:val="22"/>
                <w:lang w:val="en-US"/>
              </w:rPr>
              <w:t>Menzo WENTINK</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32F0E26"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F3E980E" w14:textId="77777777" w:rsidR="0058480F" w:rsidRPr="00283D09" w:rsidRDefault="0058480F" w:rsidP="00764986">
            <w:pPr>
              <w:jc w:val="center"/>
              <w:rPr>
                <w:szCs w:val="22"/>
                <w:lang w:val="en-US"/>
              </w:rPr>
            </w:pPr>
            <w:r w:rsidRPr="00283D09">
              <w:rPr>
                <w:szCs w:val="22"/>
                <w:lang w:val="en-US"/>
              </w:rPr>
              <w:t>12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5C192C"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B3E566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18631DF"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433FA2D"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1152BD" w14:textId="77777777" w:rsidR="0058480F" w:rsidRPr="00283D09" w:rsidRDefault="0058480F" w:rsidP="00764986">
            <w:pPr>
              <w:jc w:val="center"/>
              <w:rPr>
                <w:szCs w:val="22"/>
                <w:lang w:val="en-US"/>
              </w:rPr>
            </w:pPr>
            <w:r w:rsidRPr="00283D09">
              <w:rPr>
                <w:szCs w:val="22"/>
                <w:lang w:val="en-US"/>
              </w:rPr>
              <w:t>12</w:t>
            </w:r>
          </w:p>
        </w:tc>
      </w:tr>
      <w:tr w:rsidR="0058480F" w:rsidRPr="00283D09" w14:paraId="292110A8"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475820EF" w14:textId="77777777" w:rsidR="0058480F" w:rsidRPr="00283D09" w:rsidRDefault="0058480F" w:rsidP="0058480F">
            <w:pPr>
              <w:rPr>
                <w:szCs w:val="22"/>
                <w:lang w:val="en-US"/>
              </w:rPr>
            </w:pPr>
            <w:r w:rsidRPr="00283D09">
              <w:rPr>
                <w:szCs w:val="22"/>
                <w:lang w:val="en-US"/>
              </w:rPr>
              <w:t>Michael Montemurro</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F43D4B"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6E0148E"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D8148CD" w14:textId="77777777" w:rsidR="0058480F" w:rsidRPr="00283D09" w:rsidRDefault="0058480F" w:rsidP="00764986">
            <w:pPr>
              <w:jc w:val="center"/>
              <w:rPr>
                <w:szCs w:val="22"/>
                <w:lang w:val="en-US"/>
              </w:rPr>
            </w:pPr>
            <w:r w:rsidRPr="00283D09">
              <w:rPr>
                <w:szCs w:val="22"/>
                <w:lang w:val="en-US"/>
              </w:rPr>
              <w:t>1</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3D2C9AC"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88FA639"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9E8B146"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EE598BA" w14:textId="77777777" w:rsidR="0058480F" w:rsidRPr="00283D09" w:rsidRDefault="0058480F" w:rsidP="00764986">
            <w:pPr>
              <w:jc w:val="center"/>
              <w:rPr>
                <w:szCs w:val="22"/>
                <w:lang w:val="en-US"/>
              </w:rPr>
            </w:pPr>
            <w:r w:rsidRPr="00283D09">
              <w:rPr>
                <w:szCs w:val="22"/>
                <w:lang w:val="en-US"/>
              </w:rPr>
              <w:t>1</w:t>
            </w:r>
          </w:p>
        </w:tc>
      </w:tr>
      <w:tr w:rsidR="0058480F" w:rsidRPr="00283D09" w14:paraId="044B6FB5" w14:textId="77777777" w:rsidTr="00764986">
        <w:trPr>
          <w:trHeight w:val="420"/>
        </w:trPr>
        <w:tc>
          <w:tcPr>
            <w:tcW w:w="1790" w:type="dxa"/>
            <w:tcBorders>
              <w:top w:val="nil"/>
              <w:left w:val="nil"/>
              <w:bottom w:val="nil"/>
              <w:right w:val="single" w:sz="4" w:space="0" w:color="000000"/>
            </w:tcBorders>
            <w:shd w:val="clear" w:color="auto" w:fill="auto"/>
            <w:tcMar>
              <w:top w:w="10" w:type="dxa"/>
              <w:left w:w="10" w:type="dxa"/>
              <w:bottom w:w="0" w:type="dxa"/>
              <w:right w:w="10" w:type="dxa"/>
            </w:tcMar>
            <w:vAlign w:val="bottom"/>
            <w:hideMark/>
          </w:tcPr>
          <w:p w14:paraId="7488C4E2" w14:textId="77777777" w:rsidR="0058480F" w:rsidRPr="00283D09" w:rsidRDefault="0058480F" w:rsidP="0058480F">
            <w:pPr>
              <w:rPr>
                <w:szCs w:val="22"/>
                <w:lang w:val="en-US"/>
              </w:rPr>
            </w:pPr>
            <w:r w:rsidRPr="00283D09">
              <w:rPr>
                <w:szCs w:val="22"/>
                <w:lang w:val="en-US"/>
              </w:rPr>
              <w:t>Stephen McCann</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DF619B9"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5459F5B" w14:textId="77777777" w:rsidR="0058480F" w:rsidRPr="00283D09" w:rsidRDefault="0058480F" w:rsidP="00764986">
            <w:pPr>
              <w:jc w:val="center"/>
              <w:rPr>
                <w:szCs w:val="22"/>
                <w:lang w:val="en-US"/>
              </w:rPr>
            </w:pPr>
            <w:r w:rsidRPr="00283D09">
              <w:rPr>
                <w:szCs w:val="22"/>
                <w:lang w:val="en-US"/>
              </w:rPr>
              <w:t>16</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AFF3508"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BA25EFB"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0F228C64"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3B709D90"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A5970DB" w14:textId="77777777" w:rsidR="0058480F" w:rsidRPr="00283D09" w:rsidRDefault="0058480F" w:rsidP="00764986">
            <w:pPr>
              <w:jc w:val="center"/>
              <w:rPr>
                <w:szCs w:val="22"/>
                <w:lang w:val="en-US"/>
              </w:rPr>
            </w:pPr>
            <w:r w:rsidRPr="00283D09">
              <w:rPr>
                <w:szCs w:val="22"/>
                <w:lang w:val="en-US"/>
              </w:rPr>
              <w:t>16</w:t>
            </w:r>
          </w:p>
        </w:tc>
      </w:tr>
      <w:tr w:rsidR="0058480F" w:rsidRPr="00283D09" w14:paraId="2ABDFA78" w14:textId="77777777" w:rsidTr="00764986">
        <w:trPr>
          <w:trHeight w:val="420"/>
        </w:trPr>
        <w:tc>
          <w:tcPr>
            <w:tcW w:w="1790" w:type="dxa"/>
            <w:tcBorders>
              <w:top w:val="nil"/>
              <w:left w:val="nil"/>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D0926AE" w14:textId="77777777" w:rsidR="0058480F" w:rsidRPr="00283D09" w:rsidRDefault="0058480F" w:rsidP="0058480F">
            <w:pPr>
              <w:rPr>
                <w:szCs w:val="22"/>
                <w:lang w:val="en-US"/>
              </w:rPr>
            </w:pPr>
            <w:r w:rsidRPr="00283D09">
              <w:rPr>
                <w:szCs w:val="22"/>
                <w:lang w:val="en-US"/>
              </w:rPr>
              <w:t>Youhan KIM</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431DB654" w14:textId="77777777" w:rsidR="0058480F" w:rsidRPr="00283D09" w:rsidRDefault="0058480F" w:rsidP="00764986">
            <w:pPr>
              <w:jc w:val="center"/>
              <w:rPr>
                <w:szCs w:val="22"/>
                <w:lang w:val="en-US"/>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5E89B8A" w14:textId="77777777" w:rsidR="0058480F" w:rsidRPr="00283D09" w:rsidRDefault="0058480F" w:rsidP="00764986">
            <w:pPr>
              <w:jc w:val="center"/>
              <w:rPr>
                <w:szCs w:val="22"/>
                <w:lang w:val="en-US"/>
              </w:rPr>
            </w:pPr>
            <w:r w:rsidRPr="00283D09">
              <w:rPr>
                <w:szCs w:val="22"/>
                <w:lang w:val="en-US"/>
              </w:rPr>
              <w:t>2</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7A3F3F9" w14:textId="77777777" w:rsidR="0058480F" w:rsidRPr="00283D09" w:rsidRDefault="0058480F" w:rsidP="00764986">
            <w:pPr>
              <w:jc w:val="center"/>
              <w:rPr>
                <w:szCs w:val="22"/>
                <w:lang w:val="en-US"/>
              </w:rPr>
            </w:pP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7D34E14" w14:textId="77777777" w:rsidR="0058480F" w:rsidRPr="00283D09" w:rsidRDefault="0058480F" w:rsidP="00764986">
            <w:pPr>
              <w:jc w:val="center"/>
              <w:rPr>
                <w:szCs w:val="22"/>
                <w:lang w:val="en-US"/>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60673F10" w14:textId="77777777" w:rsidR="0058480F" w:rsidRPr="00283D09" w:rsidRDefault="0058480F" w:rsidP="00764986">
            <w:pPr>
              <w:jc w:val="center"/>
              <w:rPr>
                <w:szCs w:val="22"/>
                <w:lang w:val="en-US"/>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3EB34EE" w14:textId="77777777" w:rsidR="0058480F" w:rsidRPr="00283D09" w:rsidRDefault="0058480F" w:rsidP="00764986">
            <w:pPr>
              <w:jc w:val="center"/>
              <w:rPr>
                <w:szCs w:val="22"/>
                <w:lang w:val="en-US"/>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15A92C9" w14:textId="77777777" w:rsidR="0058480F" w:rsidRPr="00283D09" w:rsidRDefault="0058480F" w:rsidP="00764986">
            <w:pPr>
              <w:jc w:val="center"/>
              <w:rPr>
                <w:szCs w:val="22"/>
                <w:lang w:val="en-US"/>
              </w:rPr>
            </w:pPr>
            <w:r w:rsidRPr="00283D09">
              <w:rPr>
                <w:szCs w:val="22"/>
                <w:lang w:val="en-US"/>
              </w:rPr>
              <w:t>2</w:t>
            </w:r>
          </w:p>
        </w:tc>
      </w:tr>
      <w:tr w:rsidR="0058480F" w:rsidRPr="00283D09" w14:paraId="757B8541" w14:textId="77777777" w:rsidTr="00764986">
        <w:trPr>
          <w:trHeight w:val="420"/>
        </w:trPr>
        <w:tc>
          <w:tcPr>
            <w:tcW w:w="179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53E9214" w14:textId="77777777" w:rsidR="0058480F" w:rsidRPr="00283D09" w:rsidRDefault="0058480F" w:rsidP="0058480F">
            <w:pPr>
              <w:rPr>
                <w:szCs w:val="22"/>
                <w:lang w:val="en-US"/>
              </w:rPr>
            </w:pPr>
            <w:r w:rsidRPr="00283D09">
              <w:rPr>
                <w:b/>
                <w:bCs/>
                <w:szCs w:val="22"/>
                <w:lang w:val="en-US"/>
              </w:rPr>
              <w:t>Grand Total</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C76E3DA" w14:textId="77777777" w:rsidR="0058480F" w:rsidRPr="00283D09" w:rsidRDefault="0058480F" w:rsidP="00764986">
            <w:pPr>
              <w:jc w:val="center"/>
              <w:rPr>
                <w:szCs w:val="22"/>
                <w:lang w:val="en-US"/>
              </w:rPr>
            </w:pPr>
            <w:r w:rsidRPr="00283D09">
              <w:rPr>
                <w:b/>
                <w:bCs/>
                <w:szCs w:val="22"/>
                <w:lang w:val="en-US"/>
              </w:rPr>
              <w:t>39</w:t>
            </w:r>
          </w:p>
        </w:tc>
        <w:tc>
          <w:tcPr>
            <w:tcW w:w="7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8101330" w14:textId="77777777" w:rsidR="0058480F" w:rsidRPr="00283D09" w:rsidRDefault="0058480F" w:rsidP="00764986">
            <w:pPr>
              <w:jc w:val="center"/>
              <w:rPr>
                <w:szCs w:val="22"/>
                <w:lang w:val="en-US"/>
              </w:rPr>
            </w:pPr>
            <w:r w:rsidRPr="00283D09">
              <w:rPr>
                <w:b/>
                <w:bCs/>
                <w:szCs w:val="22"/>
                <w:lang w:val="en-US"/>
              </w:rPr>
              <w:t>119</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BBCEEFA" w14:textId="77777777" w:rsidR="0058480F" w:rsidRPr="00283D09" w:rsidRDefault="0058480F" w:rsidP="00764986">
            <w:pPr>
              <w:jc w:val="center"/>
              <w:rPr>
                <w:szCs w:val="22"/>
                <w:lang w:val="en-US"/>
              </w:rPr>
            </w:pPr>
            <w:r w:rsidRPr="00283D09">
              <w:rPr>
                <w:b/>
                <w:bCs/>
                <w:szCs w:val="22"/>
                <w:lang w:val="en-US"/>
              </w:rPr>
              <w:t>20</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1A28E528" w14:textId="77777777" w:rsidR="0058480F" w:rsidRPr="00283D09" w:rsidRDefault="0058480F" w:rsidP="00764986">
            <w:pPr>
              <w:jc w:val="center"/>
              <w:rPr>
                <w:szCs w:val="22"/>
                <w:lang w:val="en-US"/>
              </w:rPr>
            </w:pPr>
            <w:r w:rsidRPr="00283D09">
              <w:rPr>
                <w:b/>
                <w:bCs/>
                <w:szCs w:val="22"/>
                <w:lang w:val="en-US"/>
              </w:rPr>
              <w:t>37</w:t>
            </w:r>
          </w:p>
        </w:tc>
        <w:tc>
          <w:tcPr>
            <w:tcW w:w="54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2DEBFE95" w14:textId="77777777" w:rsidR="0058480F" w:rsidRPr="00283D09" w:rsidRDefault="0058480F" w:rsidP="00764986">
            <w:pPr>
              <w:jc w:val="center"/>
              <w:rPr>
                <w:szCs w:val="22"/>
                <w:lang w:val="en-US"/>
              </w:rPr>
            </w:pPr>
            <w:r w:rsidRPr="00283D09">
              <w:rPr>
                <w:b/>
                <w:bCs/>
                <w:szCs w:val="22"/>
                <w:lang w:val="en-US"/>
              </w:rPr>
              <w:t>3</w:t>
            </w:r>
          </w:p>
        </w:tc>
        <w:tc>
          <w:tcPr>
            <w:tcW w:w="111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519265CE" w14:textId="77777777" w:rsidR="0058480F" w:rsidRPr="00283D09" w:rsidRDefault="0058480F" w:rsidP="00764986">
            <w:pPr>
              <w:jc w:val="center"/>
              <w:rPr>
                <w:szCs w:val="22"/>
                <w:lang w:val="en-US"/>
              </w:rPr>
            </w:pPr>
            <w:r w:rsidRPr="00283D09">
              <w:rPr>
                <w:b/>
                <w:bCs/>
                <w:szCs w:val="22"/>
                <w:lang w:val="en-US"/>
              </w:rPr>
              <w:t>7</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bottom"/>
            <w:hideMark/>
          </w:tcPr>
          <w:p w14:paraId="78587B34" w14:textId="77777777" w:rsidR="0058480F" w:rsidRPr="00283D09" w:rsidRDefault="0058480F" w:rsidP="00764986">
            <w:pPr>
              <w:jc w:val="center"/>
              <w:rPr>
                <w:szCs w:val="22"/>
                <w:lang w:val="en-US"/>
              </w:rPr>
            </w:pPr>
            <w:r w:rsidRPr="00283D09">
              <w:rPr>
                <w:b/>
                <w:bCs/>
                <w:szCs w:val="22"/>
                <w:lang w:val="en-US"/>
              </w:rPr>
              <w:t>225</w:t>
            </w:r>
          </w:p>
        </w:tc>
      </w:tr>
    </w:tbl>
    <w:p w14:paraId="6E8A062E" w14:textId="77777777" w:rsidR="00E8481F" w:rsidRDefault="00F66B06" w:rsidP="00E8481F">
      <w:pPr>
        <w:pStyle w:val="ListParagraph"/>
        <w:ind w:left="1224"/>
      </w:pPr>
      <w:r>
        <w:t>:</w:t>
      </w:r>
    </w:p>
    <w:p w14:paraId="0C42EF66" w14:textId="77777777" w:rsidR="00E8481F" w:rsidRDefault="00E8481F" w:rsidP="00E8481F">
      <w:pPr>
        <w:pStyle w:val="ListParagraph"/>
        <w:ind w:left="1224"/>
      </w:pPr>
    </w:p>
    <w:p w14:paraId="780D8211" w14:textId="77777777" w:rsidR="00E8481F" w:rsidRDefault="00E8481F" w:rsidP="00E8481F">
      <w:pPr>
        <w:pStyle w:val="ListParagraph"/>
        <w:ind w:left="1224"/>
      </w:pPr>
    </w:p>
    <w:p w14:paraId="762A1F7C" w14:textId="77777777" w:rsidR="00E8481F" w:rsidRDefault="00E8481F" w:rsidP="00E8481F">
      <w:pPr>
        <w:pStyle w:val="ListParagraph"/>
        <w:ind w:left="1224"/>
      </w:pPr>
    </w:p>
    <w:p w14:paraId="25D6CA1B" w14:textId="77777777" w:rsidR="00E8481F" w:rsidRDefault="00E8481F" w:rsidP="00E8481F">
      <w:pPr>
        <w:pStyle w:val="ListParagraph"/>
        <w:ind w:left="1224"/>
      </w:pPr>
    </w:p>
    <w:p w14:paraId="6ED73674" w14:textId="77777777" w:rsidR="00E8481F" w:rsidRDefault="00E8481F" w:rsidP="00E8481F">
      <w:pPr>
        <w:pStyle w:val="ListParagraph"/>
        <w:ind w:left="1224"/>
      </w:pPr>
    </w:p>
    <w:p w14:paraId="26A499E6" w14:textId="77777777" w:rsidR="00E8481F" w:rsidRDefault="00E8481F" w:rsidP="00E8481F">
      <w:pPr>
        <w:pStyle w:val="ListParagraph"/>
        <w:ind w:left="1224"/>
      </w:pPr>
    </w:p>
    <w:p w14:paraId="02E2B51F" w14:textId="77777777" w:rsidR="00E8481F" w:rsidRDefault="00E8481F" w:rsidP="00E8481F">
      <w:pPr>
        <w:pStyle w:val="ListParagraph"/>
        <w:ind w:left="1224"/>
      </w:pPr>
    </w:p>
    <w:p w14:paraId="2FA6362D" w14:textId="77777777" w:rsidR="00E8481F" w:rsidRDefault="00E8481F" w:rsidP="00E8481F">
      <w:pPr>
        <w:pStyle w:val="ListParagraph"/>
        <w:ind w:left="1224"/>
      </w:pPr>
    </w:p>
    <w:p w14:paraId="407FFF5F" w14:textId="77777777" w:rsidR="00E8481F" w:rsidRDefault="00E8481F" w:rsidP="00E8481F">
      <w:pPr>
        <w:pStyle w:val="ListParagraph"/>
        <w:ind w:left="1224"/>
      </w:pPr>
    </w:p>
    <w:p w14:paraId="5EAF7B17" w14:textId="77777777" w:rsidR="00E8481F" w:rsidRDefault="00E8481F" w:rsidP="00E8481F">
      <w:pPr>
        <w:pStyle w:val="ListParagraph"/>
        <w:ind w:left="1224"/>
      </w:pPr>
    </w:p>
    <w:p w14:paraId="06853757" w14:textId="77777777" w:rsidR="00E8481F" w:rsidRDefault="00E8481F" w:rsidP="00E8481F">
      <w:pPr>
        <w:pStyle w:val="ListParagraph"/>
        <w:ind w:left="1224"/>
      </w:pPr>
    </w:p>
    <w:p w14:paraId="45465F56" w14:textId="77777777" w:rsidR="00E8481F" w:rsidRDefault="00E8481F" w:rsidP="00E8481F">
      <w:pPr>
        <w:pStyle w:val="ListParagraph"/>
        <w:ind w:left="1224"/>
      </w:pPr>
    </w:p>
    <w:p w14:paraId="00A162DF" w14:textId="77777777" w:rsidR="00E8481F" w:rsidRDefault="00E8481F" w:rsidP="00E8481F">
      <w:pPr>
        <w:pStyle w:val="ListParagraph"/>
        <w:ind w:left="1224"/>
      </w:pPr>
    </w:p>
    <w:p w14:paraId="157B640D" w14:textId="77777777" w:rsidR="00E8481F" w:rsidRDefault="00E8481F" w:rsidP="00E8481F">
      <w:pPr>
        <w:pStyle w:val="ListParagraph"/>
        <w:ind w:left="1224"/>
      </w:pPr>
    </w:p>
    <w:p w14:paraId="3135CBE1" w14:textId="77777777" w:rsidR="00E8481F" w:rsidRDefault="00E8481F" w:rsidP="00E8481F">
      <w:pPr>
        <w:pStyle w:val="ListParagraph"/>
        <w:ind w:left="1224"/>
      </w:pPr>
    </w:p>
    <w:p w14:paraId="30989301" w14:textId="77777777" w:rsidR="00E8481F" w:rsidRDefault="00E8481F" w:rsidP="00E8481F">
      <w:pPr>
        <w:pStyle w:val="ListParagraph"/>
        <w:ind w:left="1224"/>
      </w:pPr>
    </w:p>
    <w:p w14:paraId="536E269A" w14:textId="77777777" w:rsidR="00E8481F" w:rsidRDefault="00E8481F" w:rsidP="00E8481F">
      <w:pPr>
        <w:pStyle w:val="ListParagraph"/>
        <w:ind w:left="1224"/>
      </w:pPr>
    </w:p>
    <w:p w14:paraId="789CAEF3" w14:textId="77777777" w:rsidR="00E8481F" w:rsidRDefault="00E8481F" w:rsidP="00E8481F">
      <w:pPr>
        <w:pStyle w:val="ListParagraph"/>
        <w:ind w:left="1224"/>
      </w:pPr>
    </w:p>
    <w:p w14:paraId="015AF6AE" w14:textId="77777777" w:rsidR="00E8481F" w:rsidRDefault="00E8481F" w:rsidP="00E8481F">
      <w:pPr>
        <w:pStyle w:val="ListParagraph"/>
        <w:ind w:left="1224"/>
      </w:pPr>
    </w:p>
    <w:p w14:paraId="79A1FD04" w14:textId="77777777" w:rsidR="00E8481F" w:rsidRDefault="00E8481F" w:rsidP="00E8481F">
      <w:pPr>
        <w:pStyle w:val="ListParagraph"/>
        <w:ind w:left="1224"/>
      </w:pPr>
    </w:p>
    <w:p w14:paraId="4D39FA86" w14:textId="77777777" w:rsidR="00E8481F" w:rsidRDefault="00E8481F" w:rsidP="00E8481F">
      <w:pPr>
        <w:pStyle w:val="ListParagraph"/>
        <w:ind w:left="1224"/>
      </w:pPr>
    </w:p>
    <w:p w14:paraId="4EA529F2" w14:textId="77777777" w:rsidR="00E8481F" w:rsidRDefault="00E8481F" w:rsidP="00E8481F">
      <w:pPr>
        <w:pStyle w:val="ListParagraph"/>
        <w:ind w:left="1224"/>
      </w:pPr>
    </w:p>
    <w:p w14:paraId="0DBFC697" w14:textId="77777777" w:rsidR="00E8481F" w:rsidRDefault="00E8481F" w:rsidP="00E8481F">
      <w:pPr>
        <w:pStyle w:val="ListParagraph"/>
        <w:ind w:left="1224"/>
      </w:pPr>
    </w:p>
    <w:p w14:paraId="4E6FBC56" w14:textId="77777777" w:rsidR="00E8481F" w:rsidRDefault="00E8481F" w:rsidP="00E8481F">
      <w:pPr>
        <w:pStyle w:val="ListParagraph"/>
        <w:ind w:left="1224"/>
      </w:pPr>
    </w:p>
    <w:p w14:paraId="17221CC5" w14:textId="77777777" w:rsidR="00E8481F" w:rsidRDefault="00F66B06" w:rsidP="00E8481F">
      <w:pPr>
        <w:pStyle w:val="ListParagraph"/>
        <w:numPr>
          <w:ilvl w:val="1"/>
          <w:numId w:val="9"/>
        </w:numPr>
      </w:pPr>
      <w:r w:rsidRPr="00E8481F">
        <w:rPr>
          <w:b/>
          <w:bCs/>
        </w:rPr>
        <w:t>Review doc 11-21/1637r4</w:t>
      </w:r>
      <w:r>
        <w:t xml:space="preserve"> </w:t>
      </w:r>
      <w:r w:rsidR="00EE50EC">
        <w:t xml:space="preserve">- </w:t>
      </w:r>
      <w:r>
        <w:t>MAC CIDs – Stephen MCCAAN (Huawei)</w:t>
      </w:r>
    </w:p>
    <w:p w14:paraId="6FB1C135" w14:textId="77777777" w:rsidR="00E8481F" w:rsidRDefault="00F66B06" w:rsidP="00E8481F">
      <w:pPr>
        <w:pStyle w:val="ListParagraph"/>
        <w:numPr>
          <w:ilvl w:val="2"/>
          <w:numId w:val="9"/>
        </w:numPr>
      </w:pPr>
      <w:r w:rsidRPr="00F66B06">
        <w:t xml:space="preserve"> </w:t>
      </w:r>
      <w:hyperlink r:id="rId16" w:history="1">
        <w:r w:rsidRPr="00E6522B">
          <w:rPr>
            <w:rStyle w:val="Hyperlink"/>
          </w:rPr>
          <w:t>https://mentor.ieee.org/802.11/dcn/21/11-21-1637-04-000m-proposed-comment-resolutions-for-mac-cids.docx</w:t>
        </w:r>
      </w:hyperlink>
    </w:p>
    <w:p w14:paraId="00D0E51D" w14:textId="77777777" w:rsidR="00E8481F" w:rsidRDefault="00F66B06" w:rsidP="00E8481F">
      <w:pPr>
        <w:pStyle w:val="ListParagraph"/>
        <w:numPr>
          <w:ilvl w:val="2"/>
          <w:numId w:val="9"/>
        </w:numPr>
      </w:pPr>
      <w:r>
        <w:t>All references are against D0.0</w:t>
      </w:r>
    </w:p>
    <w:p w14:paraId="0BA57406" w14:textId="77777777" w:rsidR="0054618D" w:rsidRDefault="00F66B06" w:rsidP="0054618D">
      <w:pPr>
        <w:pStyle w:val="ListParagraph"/>
        <w:numPr>
          <w:ilvl w:val="2"/>
          <w:numId w:val="9"/>
        </w:numPr>
      </w:pPr>
      <w:r w:rsidRPr="00E8481F">
        <w:rPr>
          <w:highlight w:val="green"/>
        </w:rPr>
        <w:t>CID 524 (MAC)</w:t>
      </w:r>
    </w:p>
    <w:p w14:paraId="152C24B5" w14:textId="77777777" w:rsidR="0054618D" w:rsidRDefault="00F66B06" w:rsidP="0054618D">
      <w:pPr>
        <w:pStyle w:val="ListParagraph"/>
        <w:numPr>
          <w:ilvl w:val="3"/>
          <w:numId w:val="9"/>
        </w:numPr>
      </w:pPr>
      <w:r>
        <w:t xml:space="preserve"> </w:t>
      </w:r>
      <w:r w:rsidR="00EE50EC">
        <w:t>Review Comment</w:t>
      </w:r>
    </w:p>
    <w:p w14:paraId="6751BB41" w14:textId="77777777" w:rsidR="0054618D" w:rsidRDefault="00EE50EC" w:rsidP="0054618D">
      <w:pPr>
        <w:pStyle w:val="ListParagraph"/>
        <w:numPr>
          <w:ilvl w:val="3"/>
          <w:numId w:val="9"/>
        </w:numPr>
      </w:pPr>
      <w:r>
        <w:t xml:space="preserve"> Discussion on how </w:t>
      </w:r>
      <w:proofErr w:type="spellStart"/>
      <w:r>
        <w:t>subelements</w:t>
      </w:r>
      <w:proofErr w:type="spellEnd"/>
      <w:r>
        <w:t xml:space="preserve"> and elements are ordered.</w:t>
      </w:r>
    </w:p>
    <w:p w14:paraId="396E6F63" w14:textId="77777777" w:rsidR="0054618D" w:rsidRDefault="00EE50EC" w:rsidP="0054618D">
      <w:pPr>
        <w:pStyle w:val="ListParagraph"/>
        <w:numPr>
          <w:ilvl w:val="3"/>
          <w:numId w:val="9"/>
        </w:numPr>
      </w:pPr>
      <w:r>
        <w:t xml:space="preserve"> Proposed resolution: </w:t>
      </w:r>
      <w:r w:rsidRPr="00EE50EC">
        <w:t>CID 524 (MAC): ACCEPTED (MAC: 2021-11-09 21:29:33Z)</w:t>
      </w:r>
    </w:p>
    <w:p w14:paraId="219AA682" w14:textId="77777777" w:rsidR="0054618D" w:rsidRDefault="00EE50EC" w:rsidP="0054618D">
      <w:pPr>
        <w:pStyle w:val="ListParagraph"/>
        <w:numPr>
          <w:ilvl w:val="3"/>
          <w:numId w:val="9"/>
        </w:numPr>
      </w:pPr>
      <w:r>
        <w:t xml:space="preserve"> No objection – Mark Ready for Motion</w:t>
      </w:r>
    </w:p>
    <w:p w14:paraId="21F7094B" w14:textId="77777777" w:rsidR="0054618D" w:rsidRDefault="00EE50EC" w:rsidP="0054618D">
      <w:pPr>
        <w:pStyle w:val="ListParagraph"/>
        <w:numPr>
          <w:ilvl w:val="2"/>
          <w:numId w:val="9"/>
        </w:numPr>
      </w:pPr>
      <w:r w:rsidRPr="0054618D">
        <w:rPr>
          <w:highlight w:val="green"/>
        </w:rPr>
        <w:t>CID 147 (MAC)</w:t>
      </w:r>
    </w:p>
    <w:p w14:paraId="4A131656" w14:textId="77777777" w:rsidR="0054618D" w:rsidRDefault="00EE50EC" w:rsidP="0054618D">
      <w:pPr>
        <w:pStyle w:val="ListParagraph"/>
        <w:numPr>
          <w:ilvl w:val="3"/>
          <w:numId w:val="9"/>
        </w:numPr>
      </w:pPr>
      <w:r>
        <w:t xml:space="preserve"> Review Comment</w:t>
      </w:r>
    </w:p>
    <w:p w14:paraId="14E301B4" w14:textId="77777777" w:rsidR="0054618D" w:rsidRDefault="00EE50EC" w:rsidP="0054618D">
      <w:pPr>
        <w:pStyle w:val="ListParagraph"/>
        <w:numPr>
          <w:ilvl w:val="3"/>
          <w:numId w:val="9"/>
        </w:numPr>
      </w:pPr>
      <w:r>
        <w:t xml:space="preserve"> Proposed resolution: </w:t>
      </w:r>
      <w:r w:rsidRPr="00EE50EC">
        <w:t>CID 147 (MAC): ACCEPTED (MAC: 2021-11-09 21:33:20Z)</w:t>
      </w:r>
    </w:p>
    <w:p w14:paraId="1B299C77" w14:textId="77777777" w:rsidR="0054618D" w:rsidRDefault="00EE50EC" w:rsidP="0054618D">
      <w:pPr>
        <w:pStyle w:val="ListParagraph"/>
        <w:numPr>
          <w:ilvl w:val="3"/>
          <w:numId w:val="9"/>
        </w:numPr>
      </w:pPr>
      <w:r>
        <w:lastRenderedPageBreak/>
        <w:t>No Objection – Mark Ready for Motion</w:t>
      </w:r>
    </w:p>
    <w:p w14:paraId="71720713" w14:textId="77777777" w:rsidR="0054618D" w:rsidRDefault="00EE50EC" w:rsidP="0054618D">
      <w:pPr>
        <w:pStyle w:val="ListParagraph"/>
        <w:numPr>
          <w:ilvl w:val="2"/>
          <w:numId w:val="9"/>
        </w:numPr>
      </w:pPr>
      <w:r w:rsidRPr="0054618D">
        <w:rPr>
          <w:highlight w:val="green"/>
        </w:rPr>
        <w:t>CID 148 (MAC)</w:t>
      </w:r>
    </w:p>
    <w:p w14:paraId="5B2474A1" w14:textId="77777777" w:rsidR="0054618D" w:rsidRDefault="00EE50EC" w:rsidP="0054618D">
      <w:pPr>
        <w:pStyle w:val="ListParagraph"/>
        <w:numPr>
          <w:ilvl w:val="3"/>
          <w:numId w:val="9"/>
        </w:numPr>
      </w:pPr>
      <w:r>
        <w:t xml:space="preserve"> Review Comment</w:t>
      </w:r>
    </w:p>
    <w:p w14:paraId="67672B4D" w14:textId="77777777" w:rsidR="000354D2" w:rsidRDefault="00EE50EC" w:rsidP="000354D2">
      <w:pPr>
        <w:pStyle w:val="ListParagraph"/>
        <w:numPr>
          <w:ilvl w:val="3"/>
          <w:numId w:val="9"/>
        </w:numPr>
      </w:pPr>
      <w:r>
        <w:t xml:space="preserve"> Proposed Resolution: </w:t>
      </w:r>
      <w:r w:rsidRPr="00EE50EC">
        <w:t>CID 148 (MAC): ACCEPTED (MAC: 2021-11-09 21:33:52Z)</w:t>
      </w:r>
    </w:p>
    <w:p w14:paraId="00BE3E64" w14:textId="77777777" w:rsidR="000354D2" w:rsidRDefault="00EE50EC" w:rsidP="000354D2">
      <w:pPr>
        <w:pStyle w:val="ListParagraph"/>
        <w:numPr>
          <w:ilvl w:val="3"/>
          <w:numId w:val="9"/>
        </w:numPr>
      </w:pPr>
      <w:r>
        <w:t xml:space="preserve"> </w:t>
      </w:r>
      <w:r>
        <w:t>No Objection – Mark Ready for Motion</w:t>
      </w:r>
    </w:p>
    <w:p w14:paraId="6CEA1663" w14:textId="77777777" w:rsidR="000354D2" w:rsidRDefault="00EE50EC" w:rsidP="000354D2">
      <w:pPr>
        <w:pStyle w:val="ListParagraph"/>
        <w:numPr>
          <w:ilvl w:val="2"/>
          <w:numId w:val="9"/>
        </w:numPr>
      </w:pPr>
      <w:r w:rsidRPr="000354D2">
        <w:rPr>
          <w:highlight w:val="green"/>
        </w:rPr>
        <w:t>CID 149 (MAC)</w:t>
      </w:r>
    </w:p>
    <w:p w14:paraId="4228C35E" w14:textId="77777777" w:rsidR="000354D2" w:rsidRDefault="00EE50EC" w:rsidP="000354D2">
      <w:pPr>
        <w:pStyle w:val="ListParagraph"/>
        <w:numPr>
          <w:ilvl w:val="3"/>
          <w:numId w:val="9"/>
        </w:numPr>
      </w:pPr>
      <w:r>
        <w:t xml:space="preserve"> </w:t>
      </w:r>
      <w:r>
        <w:t>Review Comment</w:t>
      </w:r>
    </w:p>
    <w:p w14:paraId="4DFDA3A7" w14:textId="77777777" w:rsidR="000354D2" w:rsidRDefault="00EE50EC" w:rsidP="000354D2">
      <w:pPr>
        <w:pStyle w:val="ListParagraph"/>
        <w:numPr>
          <w:ilvl w:val="3"/>
          <w:numId w:val="9"/>
        </w:numPr>
      </w:pPr>
      <w:r>
        <w:t xml:space="preserve"> </w:t>
      </w:r>
      <w:r>
        <w:t>Proposed Resolution</w:t>
      </w:r>
      <w:r w:rsidRPr="00EE50EC">
        <w:t xml:space="preserve"> </w:t>
      </w:r>
      <w:r w:rsidRPr="00EE50EC">
        <w:t>CID 149 (MAC): ACCEPTED (MAC: 2021-11-09 21:34:59Z)</w:t>
      </w:r>
    </w:p>
    <w:p w14:paraId="4E948536" w14:textId="77777777" w:rsidR="000354D2" w:rsidRDefault="00EE50EC" w:rsidP="000354D2">
      <w:pPr>
        <w:pStyle w:val="ListParagraph"/>
        <w:numPr>
          <w:ilvl w:val="3"/>
          <w:numId w:val="9"/>
        </w:numPr>
      </w:pPr>
      <w:r>
        <w:t xml:space="preserve"> </w:t>
      </w:r>
      <w:r>
        <w:t>No Objection – Mark Ready for Motion</w:t>
      </w:r>
    </w:p>
    <w:p w14:paraId="02A7EFD1" w14:textId="77777777" w:rsidR="000354D2" w:rsidRDefault="00EE50EC" w:rsidP="000354D2">
      <w:pPr>
        <w:pStyle w:val="ListParagraph"/>
        <w:numPr>
          <w:ilvl w:val="2"/>
          <w:numId w:val="9"/>
        </w:numPr>
      </w:pPr>
      <w:r w:rsidRPr="000354D2">
        <w:rPr>
          <w:highlight w:val="green"/>
        </w:rPr>
        <w:t>CID 150 (MAC)</w:t>
      </w:r>
    </w:p>
    <w:p w14:paraId="5B2DEDE8" w14:textId="77777777" w:rsidR="000354D2" w:rsidRDefault="00EE50EC" w:rsidP="000354D2">
      <w:pPr>
        <w:pStyle w:val="ListParagraph"/>
        <w:numPr>
          <w:ilvl w:val="3"/>
          <w:numId w:val="9"/>
        </w:numPr>
      </w:pPr>
      <w:r>
        <w:t>Review Comment</w:t>
      </w:r>
    </w:p>
    <w:p w14:paraId="4CF45491" w14:textId="77777777" w:rsidR="002B2389" w:rsidRDefault="00EE50EC" w:rsidP="000354D2">
      <w:pPr>
        <w:pStyle w:val="ListParagraph"/>
        <w:numPr>
          <w:ilvl w:val="3"/>
          <w:numId w:val="9"/>
        </w:numPr>
      </w:pPr>
      <w:r>
        <w:t xml:space="preserve"> Discussion on if we need DMG STA or not.</w:t>
      </w:r>
    </w:p>
    <w:p w14:paraId="37258D15" w14:textId="77777777" w:rsidR="002B2389" w:rsidRDefault="00EE50EC" w:rsidP="002B2389">
      <w:pPr>
        <w:pStyle w:val="ListParagraph"/>
        <w:numPr>
          <w:ilvl w:val="3"/>
          <w:numId w:val="9"/>
        </w:numPr>
      </w:pPr>
      <w:r>
        <w:t xml:space="preserve"> Look to make a change to </w:t>
      </w:r>
      <w:r w:rsidRPr="00EE50EC">
        <w:t>"4.3.26 CDMG STA</w:t>
      </w:r>
      <w:r w:rsidRPr="00EE50EC">
        <w:cr/>
        <w:t>An IEEE 802.11 CDMG STA is a DMG STA that supports CDMG operation in the Chinese 60 GHz</w:t>
      </w:r>
      <w:r w:rsidR="005D4405">
        <w:t xml:space="preserve"> </w:t>
      </w:r>
      <w:r w:rsidRPr="00EE50EC">
        <w:t xml:space="preserve">frequency </w:t>
      </w:r>
      <w:r w:rsidR="005D4405" w:rsidRPr="00EE50EC">
        <w:t>band and</w:t>
      </w:r>
      <w:r w:rsidRPr="00EE50EC">
        <w:t xml:space="preserve"> has</w:t>
      </w:r>
      <w:r w:rsidR="005D4405">
        <w:t xml:space="preserve"> </w:t>
      </w:r>
      <w:r w:rsidRPr="00EE50EC">
        <w:t>dot11CDMGOptionImplemented equal to true. In addition to CDMG features, a</w:t>
      </w:r>
      <w:r w:rsidR="005D4405">
        <w:t xml:space="preserve"> </w:t>
      </w:r>
      <w:r w:rsidRPr="00EE50EC">
        <w:t>CDMG STA supports DMG features as described in 4.3.22 (DMG STA)."</w:t>
      </w:r>
    </w:p>
    <w:p w14:paraId="53FC9401" w14:textId="77777777" w:rsidR="006A2CF7" w:rsidRDefault="00EE50EC" w:rsidP="006A2CF7">
      <w:pPr>
        <w:pStyle w:val="ListParagraph"/>
        <w:numPr>
          <w:ilvl w:val="3"/>
          <w:numId w:val="9"/>
        </w:numPr>
      </w:pPr>
      <w:r>
        <w:t xml:space="preserve"> </w:t>
      </w:r>
      <w:r>
        <w:t>Proposed Resolution</w:t>
      </w:r>
      <w:r>
        <w:t xml:space="preserve">: </w:t>
      </w:r>
      <w:r w:rsidRPr="00EE50EC">
        <w:t>CID 150 (MAC): REVISED (MAC: 2021-11-09 21:36:53Z): Add "or CMMG STA" after "DMG STA".</w:t>
      </w:r>
    </w:p>
    <w:p w14:paraId="4A61A319" w14:textId="77777777" w:rsidR="006A2CF7" w:rsidRDefault="00EE50EC" w:rsidP="006A2CF7">
      <w:pPr>
        <w:pStyle w:val="ListParagraph"/>
        <w:numPr>
          <w:ilvl w:val="3"/>
          <w:numId w:val="9"/>
        </w:numPr>
      </w:pPr>
      <w:r>
        <w:t xml:space="preserve"> </w:t>
      </w:r>
      <w:r>
        <w:t>No Objection – Mark Ready for Motion</w:t>
      </w:r>
    </w:p>
    <w:p w14:paraId="6742C79D" w14:textId="77777777" w:rsidR="006A2CF7" w:rsidRDefault="00EE50EC" w:rsidP="006A2CF7">
      <w:pPr>
        <w:pStyle w:val="ListParagraph"/>
        <w:numPr>
          <w:ilvl w:val="2"/>
          <w:numId w:val="9"/>
        </w:numPr>
      </w:pPr>
      <w:r w:rsidRPr="006A2CF7">
        <w:rPr>
          <w:highlight w:val="green"/>
        </w:rPr>
        <w:t>CID 159 (MAC)</w:t>
      </w:r>
    </w:p>
    <w:p w14:paraId="59AB39B6" w14:textId="77777777" w:rsidR="006A2CF7" w:rsidRDefault="00EE50EC" w:rsidP="006A2CF7">
      <w:pPr>
        <w:pStyle w:val="ListParagraph"/>
        <w:numPr>
          <w:ilvl w:val="3"/>
          <w:numId w:val="9"/>
        </w:numPr>
      </w:pPr>
      <w:r>
        <w:t xml:space="preserve"> Review comment</w:t>
      </w:r>
    </w:p>
    <w:p w14:paraId="375CA2FD" w14:textId="77777777" w:rsidR="004C6B7C" w:rsidRDefault="00EE50EC" w:rsidP="006A2CF7">
      <w:pPr>
        <w:pStyle w:val="ListParagraph"/>
        <w:numPr>
          <w:ilvl w:val="3"/>
          <w:numId w:val="9"/>
        </w:numPr>
      </w:pPr>
      <w:r>
        <w:t xml:space="preserve"> </w:t>
      </w:r>
      <w:r w:rsidR="005D4405">
        <w:t>Proposed Resolution:</w:t>
      </w:r>
      <w:r w:rsidR="005D4405" w:rsidRPr="005D4405">
        <w:t xml:space="preserve"> </w:t>
      </w:r>
      <w:r w:rsidR="006A2CF7">
        <w:t xml:space="preserve">CID 159 (MAC): REVISED (MAC: 2021-11-09 21:38:51Z): </w:t>
      </w:r>
    </w:p>
    <w:p w14:paraId="50750D4B" w14:textId="3CD0F53B" w:rsidR="006A2CF7" w:rsidRDefault="006A2CF7" w:rsidP="004C6B7C">
      <w:pPr>
        <w:pStyle w:val="ListParagraph"/>
        <w:ind w:left="1728" w:firstLine="432"/>
      </w:pPr>
      <w:r>
        <w:t>At P1802L60, change "has not failed" to "</w:t>
      </w:r>
      <w:proofErr w:type="gramStart"/>
      <w:r>
        <w:t>is considered to be</w:t>
      </w:r>
      <w:proofErr w:type="gramEnd"/>
      <w:r>
        <w:t xml:space="preserve"> a successful transmission".</w:t>
      </w:r>
    </w:p>
    <w:p w14:paraId="358BD315" w14:textId="77777777" w:rsidR="006A2CF7" w:rsidRDefault="006A2CF7" w:rsidP="004C6B7C">
      <w:pPr>
        <w:ind w:left="1440" w:firstLine="720"/>
      </w:pPr>
      <w:r>
        <w:t xml:space="preserve">At P1802L40 change "transmission failure" to "transmission success or failure". </w:t>
      </w:r>
    </w:p>
    <w:p w14:paraId="0256B969" w14:textId="77777777" w:rsidR="004C6B7C" w:rsidRDefault="005D4405" w:rsidP="004C6B7C">
      <w:pPr>
        <w:pStyle w:val="ListParagraph"/>
        <w:numPr>
          <w:ilvl w:val="3"/>
          <w:numId w:val="9"/>
        </w:numPr>
      </w:pPr>
      <w:r>
        <w:t>No Objection – Mark Ready for Motion</w:t>
      </w:r>
    </w:p>
    <w:p w14:paraId="010B60DB" w14:textId="77777777" w:rsidR="004C6B7C" w:rsidRDefault="005D4405" w:rsidP="004C6B7C">
      <w:pPr>
        <w:pStyle w:val="ListParagraph"/>
        <w:numPr>
          <w:ilvl w:val="2"/>
          <w:numId w:val="9"/>
        </w:numPr>
      </w:pPr>
      <w:r w:rsidRPr="004C6B7C">
        <w:rPr>
          <w:highlight w:val="green"/>
        </w:rPr>
        <w:t>CID 136 (MAC)</w:t>
      </w:r>
    </w:p>
    <w:p w14:paraId="49DD8249" w14:textId="77777777" w:rsidR="004C6B7C" w:rsidRDefault="005D4405" w:rsidP="004C6B7C">
      <w:pPr>
        <w:pStyle w:val="ListParagraph"/>
        <w:numPr>
          <w:ilvl w:val="3"/>
          <w:numId w:val="9"/>
        </w:numPr>
      </w:pPr>
      <w:r>
        <w:t xml:space="preserve"> </w:t>
      </w:r>
      <w:r>
        <w:t>Review comment</w:t>
      </w:r>
    </w:p>
    <w:p w14:paraId="679F5AE8" w14:textId="77777777" w:rsidR="004C6B7C" w:rsidRDefault="005D4405" w:rsidP="004C6B7C">
      <w:pPr>
        <w:pStyle w:val="ListParagraph"/>
        <w:numPr>
          <w:ilvl w:val="3"/>
          <w:numId w:val="9"/>
        </w:numPr>
      </w:pPr>
      <w:r>
        <w:t xml:space="preserve"> Proposed Resolution:</w:t>
      </w:r>
      <w:r>
        <w:t xml:space="preserve"> </w:t>
      </w:r>
      <w:r w:rsidRPr="005D4405">
        <w:t>CID 136 (MAC): ACCEPTED (MAC: 2021-11-09 21:41:12Z)</w:t>
      </w:r>
    </w:p>
    <w:p w14:paraId="4B9BD794" w14:textId="77777777" w:rsidR="004C6B7C" w:rsidRDefault="005D4405" w:rsidP="004C6B7C">
      <w:pPr>
        <w:pStyle w:val="ListParagraph"/>
        <w:numPr>
          <w:ilvl w:val="3"/>
          <w:numId w:val="9"/>
        </w:numPr>
      </w:pPr>
      <w:r>
        <w:t xml:space="preserve"> </w:t>
      </w:r>
      <w:r>
        <w:t>No Objection – Mark Ready for Motion</w:t>
      </w:r>
    </w:p>
    <w:p w14:paraId="28B0CB56" w14:textId="77777777" w:rsidR="004C6B7C" w:rsidRDefault="005D4405" w:rsidP="004C6B7C">
      <w:pPr>
        <w:pStyle w:val="ListParagraph"/>
        <w:numPr>
          <w:ilvl w:val="2"/>
          <w:numId w:val="9"/>
        </w:numPr>
      </w:pPr>
      <w:r w:rsidRPr="004C6B7C">
        <w:rPr>
          <w:highlight w:val="green"/>
        </w:rPr>
        <w:t>CID 13</w:t>
      </w:r>
      <w:r w:rsidRPr="004C6B7C">
        <w:rPr>
          <w:highlight w:val="green"/>
        </w:rPr>
        <w:t>8</w:t>
      </w:r>
      <w:r w:rsidRPr="004C6B7C">
        <w:rPr>
          <w:highlight w:val="green"/>
        </w:rPr>
        <w:t xml:space="preserve"> (MAC)</w:t>
      </w:r>
    </w:p>
    <w:p w14:paraId="086826D6" w14:textId="77777777" w:rsidR="004C6B7C" w:rsidRDefault="005D4405" w:rsidP="004C6B7C">
      <w:pPr>
        <w:pStyle w:val="ListParagraph"/>
        <w:numPr>
          <w:ilvl w:val="3"/>
          <w:numId w:val="9"/>
        </w:numPr>
      </w:pPr>
      <w:r>
        <w:t xml:space="preserve"> Review comment</w:t>
      </w:r>
    </w:p>
    <w:p w14:paraId="3FA3E24B" w14:textId="77777777" w:rsidR="004C6B7C" w:rsidRDefault="005D4405" w:rsidP="004C6B7C">
      <w:pPr>
        <w:pStyle w:val="ListParagraph"/>
        <w:numPr>
          <w:ilvl w:val="3"/>
          <w:numId w:val="9"/>
        </w:numPr>
      </w:pPr>
      <w:r>
        <w:t>Discussion on if present vs optionally present.</w:t>
      </w:r>
    </w:p>
    <w:p w14:paraId="410E9D56" w14:textId="77777777" w:rsidR="004C6B7C" w:rsidRDefault="005D4405" w:rsidP="004C6B7C">
      <w:pPr>
        <w:pStyle w:val="ListParagraph"/>
        <w:numPr>
          <w:ilvl w:val="3"/>
          <w:numId w:val="9"/>
        </w:numPr>
      </w:pPr>
      <w:r>
        <w:t>Suggested wording: “</w:t>
      </w:r>
      <w:r w:rsidRPr="005D4405">
        <w:t>is present if dot11WNM is true and the BSS max idle period is nonzero, or optionally present if dot11S1G is true</w:t>
      </w:r>
    </w:p>
    <w:p w14:paraId="3D79BA27" w14:textId="77777777" w:rsidR="004C6B7C" w:rsidRDefault="005D4405" w:rsidP="004C6B7C">
      <w:pPr>
        <w:pStyle w:val="ListParagraph"/>
        <w:numPr>
          <w:ilvl w:val="3"/>
          <w:numId w:val="9"/>
        </w:numPr>
      </w:pPr>
      <w:r>
        <w:t xml:space="preserve"> Proposed Resolution: </w:t>
      </w:r>
      <w:r w:rsidR="008E5BB1" w:rsidRPr="008E5BB1">
        <w:t>CID 138 (MAC): REVISED (MAC: 2021-11-09 21:48:56Z) - Change "is present if dot11WirelessManagementImplemented is true" (the first occurrence in the paragraph) to "is present if dot11WirelessManagementImplemented is true and the BSS max idle period is nonzero,"</w:t>
      </w:r>
    </w:p>
    <w:p w14:paraId="692B36AA" w14:textId="77777777" w:rsidR="004C6B7C" w:rsidRDefault="005D4405" w:rsidP="004C6B7C">
      <w:pPr>
        <w:pStyle w:val="ListParagraph"/>
        <w:numPr>
          <w:ilvl w:val="3"/>
          <w:numId w:val="9"/>
        </w:numPr>
      </w:pPr>
      <w:r>
        <w:t xml:space="preserve"> No Objection – Mark Ready for Motion</w:t>
      </w:r>
    </w:p>
    <w:p w14:paraId="7BD7B8D5" w14:textId="77777777" w:rsidR="004C6B7C" w:rsidRDefault="005D4405" w:rsidP="004C6B7C">
      <w:pPr>
        <w:pStyle w:val="ListParagraph"/>
        <w:numPr>
          <w:ilvl w:val="2"/>
          <w:numId w:val="9"/>
        </w:numPr>
      </w:pPr>
      <w:r w:rsidRPr="004C6B7C">
        <w:rPr>
          <w:highlight w:val="yellow"/>
        </w:rPr>
        <w:t xml:space="preserve">CID </w:t>
      </w:r>
      <w:r w:rsidR="008E5BB1" w:rsidRPr="004C6B7C">
        <w:rPr>
          <w:highlight w:val="yellow"/>
        </w:rPr>
        <w:t>359 (MAC)</w:t>
      </w:r>
    </w:p>
    <w:p w14:paraId="0CB3553A" w14:textId="77777777" w:rsidR="004C6B7C" w:rsidRDefault="005D4405" w:rsidP="004C6B7C">
      <w:pPr>
        <w:pStyle w:val="ListParagraph"/>
        <w:numPr>
          <w:ilvl w:val="3"/>
          <w:numId w:val="9"/>
        </w:numPr>
      </w:pPr>
      <w:r>
        <w:t>Review comment</w:t>
      </w:r>
    </w:p>
    <w:p w14:paraId="091D5572" w14:textId="77777777" w:rsidR="004C6B7C" w:rsidRDefault="008E5BB1" w:rsidP="004C6B7C">
      <w:pPr>
        <w:pStyle w:val="ListParagraph"/>
        <w:numPr>
          <w:ilvl w:val="3"/>
          <w:numId w:val="9"/>
        </w:numPr>
      </w:pPr>
      <w:r>
        <w:t>Review context on p774.33.</w:t>
      </w:r>
    </w:p>
    <w:p w14:paraId="0E158488" w14:textId="77777777" w:rsidR="004C6B7C" w:rsidRDefault="008E5BB1" w:rsidP="004C6B7C">
      <w:pPr>
        <w:pStyle w:val="ListParagraph"/>
        <w:numPr>
          <w:ilvl w:val="3"/>
          <w:numId w:val="9"/>
        </w:numPr>
      </w:pPr>
      <w:r>
        <w:t>Discussion on if “natural binary” has a meaning or not.</w:t>
      </w:r>
    </w:p>
    <w:p w14:paraId="7D6585D9" w14:textId="4B42A6C3" w:rsidR="003F3DE6" w:rsidRDefault="008E5BB1" w:rsidP="003F3DE6">
      <w:pPr>
        <w:pStyle w:val="ListParagraph"/>
        <w:numPr>
          <w:ilvl w:val="3"/>
          <w:numId w:val="9"/>
        </w:numPr>
      </w:pPr>
      <w:r>
        <w:lastRenderedPageBreak/>
        <w:t>Straw Poll:</w:t>
      </w:r>
    </w:p>
    <w:p w14:paraId="5704616D" w14:textId="550BE81B" w:rsidR="008A0D4F" w:rsidRDefault="008A0D4F" w:rsidP="008A0D4F">
      <w:pPr>
        <w:pStyle w:val="ListParagraph"/>
        <w:ind w:left="2160"/>
      </w:pPr>
      <w:r>
        <w:t>Which do you support?</w:t>
      </w:r>
    </w:p>
    <w:p w14:paraId="2DD4439E" w14:textId="3BB21234" w:rsidR="003F3DE6" w:rsidRDefault="003F3DE6" w:rsidP="003F3DE6">
      <w:pPr>
        <w:pStyle w:val="ListParagraph"/>
        <w:ind w:left="2160"/>
      </w:pPr>
      <w:r>
        <w:t>a)</w:t>
      </w:r>
      <w:r>
        <w:t xml:space="preserve"> </w:t>
      </w:r>
      <w:r>
        <w:t>Delete the sentence</w:t>
      </w:r>
    </w:p>
    <w:p w14:paraId="4332C8F5" w14:textId="47B59B1D" w:rsidR="003F3DE6" w:rsidRDefault="003F3DE6" w:rsidP="003F3DE6">
      <w:pPr>
        <w:pStyle w:val="ListParagraph"/>
        <w:ind w:left="2160"/>
      </w:pPr>
      <w:r>
        <w:t>b)</w:t>
      </w:r>
      <w:r>
        <w:t xml:space="preserve"> </w:t>
      </w:r>
      <w:r>
        <w:t>Delete the word Natural</w:t>
      </w:r>
    </w:p>
    <w:p w14:paraId="0E544090" w14:textId="01A70A41" w:rsidR="003F3DE6" w:rsidRDefault="003F3DE6" w:rsidP="003F3DE6">
      <w:pPr>
        <w:pStyle w:val="ListParagraph"/>
        <w:ind w:left="2160"/>
      </w:pPr>
      <w:r>
        <w:t>c)</w:t>
      </w:r>
      <w:r>
        <w:t xml:space="preserve"> </w:t>
      </w:r>
      <w:r>
        <w:t>Reject the comment</w:t>
      </w:r>
    </w:p>
    <w:p w14:paraId="6021DEAB" w14:textId="58AEEBBF" w:rsidR="003F3DE6" w:rsidRDefault="003F3DE6" w:rsidP="003F3DE6">
      <w:pPr>
        <w:pStyle w:val="ListParagraph"/>
        <w:ind w:left="2160"/>
      </w:pPr>
      <w:r>
        <w:t>d)</w:t>
      </w:r>
      <w:r>
        <w:t xml:space="preserve"> </w:t>
      </w:r>
      <w:r>
        <w:t>Abstain</w:t>
      </w:r>
    </w:p>
    <w:p w14:paraId="475E58D0" w14:textId="77777777" w:rsidR="008A0D4F" w:rsidRDefault="008E5BB1" w:rsidP="008A0D4F">
      <w:pPr>
        <w:pStyle w:val="ListParagraph"/>
        <w:numPr>
          <w:ilvl w:val="4"/>
          <w:numId w:val="9"/>
        </w:numPr>
      </w:pPr>
      <w:r>
        <w:t xml:space="preserve">Results: </w:t>
      </w:r>
      <w:r w:rsidR="005B0038">
        <w:t>3-14-12-13 no answer =</w:t>
      </w:r>
      <w:r w:rsidR="008A0D4F">
        <w:t xml:space="preserve"> </w:t>
      </w:r>
      <w:r w:rsidR="005B0038">
        <w:t>64</w:t>
      </w:r>
    </w:p>
    <w:p w14:paraId="43755F47" w14:textId="77777777" w:rsidR="008A0D4F" w:rsidRDefault="005B0038" w:rsidP="008A0D4F">
      <w:pPr>
        <w:pStyle w:val="ListParagraph"/>
        <w:numPr>
          <w:ilvl w:val="3"/>
          <w:numId w:val="9"/>
        </w:numPr>
      </w:pPr>
      <w:r>
        <w:t>Suggestion to Delete the word “Natural”.</w:t>
      </w:r>
    </w:p>
    <w:p w14:paraId="33F5DEF1" w14:textId="77777777" w:rsidR="008A0D4F" w:rsidRDefault="005B0038" w:rsidP="008A0D4F">
      <w:pPr>
        <w:pStyle w:val="ListParagraph"/>
        <w:numPr>
          <w:ilvl w:val="4"/>
          <w:numId w:val="9"/>
        </w:numPr>
      </w:pPr>
      <w:r>
        <w:t>There was an objection to delete the word, and to reject the CID.</w:t>
      </w:r>
    </w:p>
    <w:p w14:paraId="2C3A7050" w14:textId="77777777" w:rsidR="00AF34D8" w:rsidRDefault="005B0038" w:rsidP="00AF34D8">
      <w:pPr>
        <w:pStyle w:val="ListParagraph"/>
        <w:numPr>
          <w:ilvl w:val="3"/>
          <w:numId w:val="9"/>
        </w:numPr>
      </w:pPr>
      <w:r>
        <w:t>Discussion on if we need the “binary” assertion and if we need “Natural” or not.</w:t>
      </w:r>
    </w:p>
    <w:p w14:paraId="24910FD7" w14:textId="77777777" w:rsidR="00AF34D8" w:rsidRDefault="005B0038" w:rsidP="00AF34D8">
      <w:pPr>
        <w:pStyle w:val="ListParagraph"/>
        <w:numPr>
          <w:ilvl w:val="3"/>
          <w:numId w:val="9"/>
        </w:numPr>
      </w:pPr>
      <w:r>
        <w:t>Discussion on possible Rejection.</w:t>
      </w:r>
    </w:p>
    <w:p w14:paraId="586FBC77" w14:textId="0E091440" w:rsidR="00AF34D8" w:rsidRDefault="005B0038" w:rsidP="00AF34D8">
      <w:pPr>
        <w:pStyle w:val="ListParagraph"/>
        <w:numPr>
          <w:ilvl w:val="3"/>
          <w:numId w:val="9"/>
        </w:numPr>
      </w:pPr>
      <w:r w:rsidRPr="005B0038">
        <w:t xml:space="preserve">This sentence </w:t>
      </w:r>
      <w:r w:rsidR="00AF34D8">
        <w:t xml:space="preserve">has </w:t>
      </w:r>
      <w:r w:rsidRPr="005B0038">
        <w:t>exist</w:t>
      </w:r>
      <w:r w:rsidR="00AF34D8">
        <w:t>ed</w:t>
      </w:r>
      <w:r w:rsidRPr="005B0038">
        <w:t xml:space="preserve"> since 802.11-1997.</w:t>
      </w:r>
    </w:p>
    <w:p w14:paraId="4D75BFAB" w14:textId="77777777" w:rsidR="00AF34D8" w:rsidRDefault="005B0038" w:rsidP="00AF34D8">
      <w:pPr>
        <w:pStyle w:val="ListParagraph"/>
        <w:numPr>
          <w:ilvl w:val="3"/>
          <w:numId w:val="9"/>
        </w:numPr>
      </w:pPr>
      <w:r>
        <w:t>ACTION ITEM: Stephen MCCAAN will send details of CID 359 (MAC) to the reflector for more offline discussion.</w:t>
      </w:r>
    </w:p>
    <w:p w14:paraId="3E26E4D2" w14:textId="77777777" w:rsidR="00AF34D8" w:rsidRDefault="005B0038" w:rsidP="009A7499">
      <w:pPr>
        <w:pStyle w:val="ListParagraph"/>
        <w:numPr>
          <w:ilvl w:val="3"/>
          <w:numId w:val="9"/>
        </w:numPr>
      </w:pPr>
      <w:r>
        <w:t>Will be a separate item on Monday’s Agenda.</w:t>
      </w:r>
    </w:p>
    <w:p w14:paraId="6D30C3B0" w14:textId="77777777" w:rsidR="009A7499" w:rsidRDefault="005B0038" w:rsidP="009A7499">
      <w:pPr>
        <w:pStyle w:val="ListParagraph"/>
        <w:numPr>
          <w:ilvl w:val="3"/>
          <w:numId w:val="9"/>
        </w:numPr>
      </w:pPr>
      <w:r w:rsidRPr="005B0038">
        <w:t xml:space="preserve">CID 359 (MAC): No consensus could be found.  Will continue </w:t>
      </w:r>
      <w:r w:rsidRPr="005B0038">
        <w:t>working and</w:t>
      </w:r>
      <w:r w:rsidRPr="005B0038">
        <w:t xml:space="preserve"> try to bring back.</w:t>
      </w:r>
    </w:p>
    <w:p w14:paraId="2380520D" w14:textId="77777777" w:rsidR="009A7499" w:rsidRDefault="005B0038" w:rsidP="009A7499">
      <w:pPr>
        <w:pStyle w:val="ListParagraph"/>
        <w:numPr>
          <w:ilvl w:val="2"/>
          <w:numId w:val="9"/>
        </w:numPr>
      </w:pPr>
      <w:r w:rsidRPr="009A7499">
        <w:rPr>
          <w:highlight w:val="green"/>
        </w:rPr>
        <w:t>CID 366 (MAC)</w:t>
      </w:r>
    </w:p>
    <w:p w14:paraId="19BF6961" w14:textId="77777777" w:rsidR="009A7499" w:rsidRDefault="005B0038" w:rsidP="009A7499">
      <w:pPr>
        <w:pStyle w:val="ListParagraph"/>
        <w:numPr>
          <w:ilvl w:val="3"/>
          <w:numId w:val="9"/>
        </w:numPr>
      </w:pPr>
      <w:r>
        <w:t>Review Comment</w:t>
      </w:r>
    </w:p>
    <w:p w14:paraId="28F3624D" w14:textId="77777777" w:rsidR="009A7499" w:rsidRDefault="005B0038" w:rsidP="009A7499">
      <w:pPr>
        <w:pStyle w:val="ListParagraph"/>
        <w:numPr>
          <w:ilvl w:val="3"/>
          <w:numId w:val="9"/>
        </w:numPr>
      </w:pPr>
      <w:r>
        <w:t>Discussion on if the field holds a number or string.</w:t>
      </w:r>
    </w:p>
    <w:p w14:paraId="2AB6439B" w14:textId="77777777" w:rsidR="009A7499" w:rsidRDefault="005B0038" w:rsidP="009A7499">
      <w:pPr>
        <w:pStyle w:val="ListParagraph"/>
        <w:numPr>
          <w:ilvl w:val="3"/>
          <w:numId w:val="9"/>
        </w:numPr>
      </w:pPr>
      <w:r>
        <w:t>Review context on P1475.62</w:t>
      </w:r>
    </w:p>
    <w:p w14:paraId="52989C55" w14:textId="77777777" w:rsidR="009A7499" w:rsidRDefault="006A7A67" w:rsidP="009A7499">
      <w:pPr>
        <w:pStyle w:val="ListParagraph"/>
        <w:numPr>
          <w:ilvl w:val="3"/>
          <w:numId w:val="9"/>
        </w:numPr>
      </w:pPr>
      <w:r>
        <w:t>Discussion on use of the values and if it is “USD” or 840.</w:t>
      </w:r>
    </w:p>
    <w:p w14:paraId="6037F0EF" w14:textId="77777777" w:rsidR="009A7499" w:rsidRDefault="006A7A67" w:rsidP="009A7499">
      <w:pPr>
        <w:pStyle w:val="ListParagraph"/>
        <w:numPr>
          <w:ilvl w:val="3"/>
          <w:numId w:val="9"/>
        </w:numPr>
      </w:pPr>
      <w:r>
        <w:t>Discussion of ISO 4217 description of the 3-octect string.</w:t>
      </w:r>
    </w:p>
    <w:p w14:paraId="544F37EE" w14:textId="77777777" w:rsidR="009A7499" w:rsidRDefault="006A7A67" w:rsidP="009A7499">
      <w:pPr>
        <w:pStyle w:val="ListParagraph"/>
        <w:numPr>
          <w:ilvl w:val="3"/>
          <w:numId w:val="9"/>
        </w:numPr>
      </w:pPr>
      <w:r>
        <w:t xml:space="preserve">Discussion in chat window: </w:t>
      </w:r>
      <w:r w:rsidRPr="006A7A67">
        <w:t xml:space="preserve">options </w:t>
      </w:r>
      <w:proofErr w:type="gramStart"/>
      <w:r w:rsidRPr="006A7A67">
        <w:t>are:</w:t>
      </w:r>
      <w:proofErr w:type="gramEnd"/>
      <w:r w:rsidRPr="006A7A67">
        <w:t xml:space="preserve"> receiver only needs to understand alphabetic, receiver only needs to understand numeric, receiver needs to understand both</w:t>
      </w:r>
    </w:p>
    <w:p w14:paraId="77E9CD82" w14:textId="77777777" w:rsidR="00D913F4" w:rsidRDefault="006A7A67" w:rsidP="00D913F4">
      <w:pPr>
        <w:pStyle w:val="ListParagraph"/>
        <w:numPr>
          <w:ilvl w:val="3"/>
          <w:numId w:val="9"/>
        </w:numPr>
      </w:pPr>
      <w:r>
        <w:t>Currency codes are defined by ISO 4217 and can be either numeric (3.g. “840”) or alphabetic (</w:t>
      </w:r>
      <w:proofErr w:type="gramStart"/>
      <w:r>
        <w:t>e.g.</w:t>
      </w:r>
      <w:proofErr w:type="gramEnd"/>
      <w:r>
        <w:t xml:space="preserve"> “USD”). Therefore, the phrase “Alphabetic or numeric” may be more appropriate.</w:t>
      </w:r>
    </w:p>
    <w:p w14:paraId="4B5C28EB" w14:textId="77777777" w:rsidR="00D913F4" w:rsidRDefault="006A7A67" w:rsidP="00D913F4">
      <w:pPr>
        <w:pStyle w:val="ListParagraph"/>
        <w:numPr>
          <w:ilvl w:val="3"/>
          <w:numId w:val="9"/>
        </w:numPr>
      </w:pPr>
      <w:r w:rsidRPr="006A7A67">
        <w:t>The currency code field is a 3-octet as defined in ISO 4217.</w:t>
      </w:r>
    </w:p>
    <w:p w14:paraId="4C004C63" w14:textId="77777777" w:rsidR="00D913F4" w:rsidRDefault="006A7A67" w:rsidP="00D913F4">
      <w:pPr>
        <w:pStyle w:val="ListParagraph"/>
        <w:numPr>
          <w:ilvl w:val="3"/>
          <w:numId w:val="9"/>
        </w:numPr>
      </w:pPr>
      <w:r>
        <w:t xml:space="preserve">Suggested changes </w:t>
      </w:r>
      <w:r w:rsidRPr="006A7A67">
        <w:t>"An ASCII or UTF-8 string is a sequence of ASCII or UTF-8 encoded code points, respectively, without a</w:t>
      </w:r>
      <w:r w:rsidRPr="006A7A67">
        <w:cr/>
        <w:t>terminating null."</w:t>
      </w:r>
    </w:p>
    <w:p w14:paraId="0C064A7E" w14:textId="77777777" w:rsidR="00D913F4" w:rsidRDefault="005D4405" w:rsidP="00D913F4">
      <w:pPr>
        <w:pStyle w:val="ListParagraph"/>
        <w:numPr>
          <w:ilvl w:val="3"/>
          <w:numId w:val="9"/>
        </w:numPr>
      </w:pPr>
      <w:r>
        <w:t xml:space="preserve"> Proposed Resolution: </w:t>
      </w:r>
      <w:r w:rsidR="006A7A67" w:rsidRPr="006A7A67">
        <w:t xml:space="preserve">CID 366 (MAC): REVISED (MAC: 2021-11-09 22:18:18Z): Change </w:t>
      </w:r>
      <w:r w:rsidR="006A7A67" w:rsidRPr="006A7A67">
        <w:t>the cited</w:t>
      </w:r>
      <w:r w:rsidR="006A7A67" w:rsidRPr="006A7A67">
        <w:t xml:space="preserve"> sentence to: "The Currency Code field is a 3-octet ASCII string representing an ISO 4217 currency alphabetic or numeric code (e.g., "USD")."</w:t>
      </w:r>
    </w:p>
    <w:p w14:paraId="268C88EB" w14:textId="77777777" w:rsidR="00D913F4" w:rsidRDefault="005D4405" w:rsidP="00D913F4">
      <w:pPr>
        <w:pStyle w:val="ListParagraph"/>
        <w:numPr>
          <w:ilvl w:val="3"/>
          <w:numId w:val="9"/>
        </w:numPr>
      </w:pPr>
      <w:r>
        <w:t xml:space="preserve"> No Objection – Mark Ready for Motion</w:t>
      </w:r>
    </w:p>
    <w:p w14:paraId="3B712889" w14:textId="77777777" w:rsidR="00D913F4" w:rsidRDefault="006A7A67" w:rsidP="00D913F4">
      <w:pPr>
        <w:pStyle w:val="ListParagraph"/>
        <w:numPr>
          <w:ilvl w:val="2"/>
          <w:numId w:val="9"/>
        </w:numPr>
      </w:pPr>
      <w:r w:rsidRPr="00D913F4">
        <w:rPr>
          <w:highlight w:val="green"/>
        </w:rPr>
        <w:t>CID 439 (MAC)</w:t>
      </w:r>
    </w:p>
    <w:p w14:paraId="14FC7C07" w14:textId="77777777" w:rsidR="00D913F4" w:rsidRDefault="006A7A67" w:rsidP="00D913F4">
      <w:pPr>
        <w:pStyle w:val="ListParagraph"/>
        <w:numPr>
          <w:ilvl w:val="3"/>
          <w:numId w:val="9"/>
        </w:numPr>
      </w:pPr>
      <w:r>
        <w:t>Review Comment</w:t>
      </w:r>
    </w:p>
    <w:p w14:paraId="51080C4E" w14:textId="77777777" w:rsidR="00D913F4" w:rsidRDefault="002C399D" w:rsidP="00D913F4">
      <w:pPr>
        <w:pStyle w:val="ListParagraph"/>
        <w:numPr>
          <w:ilvl w:val="3"/>
          <w:numId w:val="9"/>
        </w:numPr>
      </w:pPr>
      <w:r>
        <w:t>Review context at 2120.55</w:t>
      </w:r>
    </w:p>
    <w:p w14:paraId="504E6617" w14:textId="77777777" w:rsidR="00D913F4" w:rsidRDefault="002C399D" w:rsidP="00D913F4">
      <w:pPr>
        <w:pStyle w:val="ListParagraph"/>
        <w:numPr>
          <w:ilvl w:val="3"/>
          <w:numId w:val="9"/>
        </w:numPr>
      </w:pPr>
      <w:r>
        <w:t>Review proposed changes.</w:t>
      </w:r>
    </w:p>
    <w:p w14:paraId="2812D16B" w14:textId="77777777" w:rsidR="00D913F4" w:rsidRDefault="002C399D" w:rsidP="00D913F4">
      <w:pPr>
        <w:pStyle w:val="ListParagraph"/>
        <w:numPr>
          <w:ilvl w:val="3"/>
          <w:numId w:val="9"/>
        </w:numPr>
      </w:pPr>
      <w:r>
        <w:t>Discussion on if the full change is needed.</w:t>
      </w:r>
    </w:p>
    <w:p w14:paraId="4B38BADE" w14:textId="77777777" w:rsidR="00D913F4" w:rsidRDefault="002C399D" w:rsidP="00D913F4">
      <w:pPr>
        <w:pStyle w:val="ListParagraph"/>
        <w:numPr>
          <w:ilvl w:val="3"/>
          <w:numId w:val="9"/>
        </w:numPr>
      </w:pPr>
      <w:r>
        <w:t>Suggestion to reject the CID as it is clear.</w:t>
      </w:r>
    </w:p>
    <w:p w14:paraId="75C8FB5C" w14:textId="77777777" w:rsidR="00D913F4" w:rsidRDefault="002C399D" w:rsidP="00D913F4">
      <w:pPr>
        <w:pStyle w:val="ListParagraph"/>
        <w:numPr>
          <w:ilvl w:val="3"/>
          <w:numId w:val="9"/>
        </w:numPr>
      </w:pPr>
      <w:r>
        <w:t xml:space="preserve">Proposed Resolution: </w:t>
      </w:r>
      <w:r w:rsidRPr="002C399D">
        <w:t>REVISED (MAC: 2021-11-09 22:22:37Z): Replace "STAs" with "Non-AP STAs that are not in a PBSS" in the cited sentence.  Change "In a PBSS, STAs" to "Non-AP STAs in a PBSS" in the second location.</w:t>
      </w:r>
    </w:p>
    <w:p w14:paraId="3D32E5C3" w14:textId="77777777" w:rsidR="00D913F4" w:rsidRDefault="002C399D" w:rsidP="00D913F4">
      <w:pPr>
        <w:pStyle w:val="ListParagraph"/>
        <w:numPr>
          <w:ilvl w:val="3"/>
          <w:numId w:val="9"/>
        </w:numPr>
      </w:pPr>
      <w:r>
        <w:t>No Objection – Mark Ready for Motion</w:t>
      </w:r>
    </w:p>
    <w:p w14:paraId="411192F5" w14:textId="77777777" w:rsidR="00D913F4" w:rsidRDefault="002C399D" w:rsidP="00D913F4">
      <w:pPr>
        <w:pStyle w:val="ListParagraph"/>
        <w:numPr>
          <w:ilvl w:val="2"/>
          <w:numId w:val="9"/>
        </w:numPr>
      </w:pPr>
      <w:r w:rsidRPr="00D913F4">
        <w:rPr>
          <w:highlight w:val="green"/>
        </w:rPr>
        <w:t>CID 429 (MAC)</w:t>
      </w:r>
    </w:p>
    <w:p w14:paraId="77E3DAF2" w14:textId="77777777" w:rsidR="00D913F4" w:rsidRDefault="002C399D" w:rsidP="00D913F4">
      <w:pPr>
        <w:pStyle w:val="ListParagraph"/>
        <w:numPr>
          <w:ilvl w:val="3"/>
          <w:numId w:val="9"/>
        </w:numPr>
      </w:pPr>
      <w:r>
        <w:lastRenderedPageBreak/>
        <w:t>Review comment</w:t>
      </w:r>
    </w:p>
    <w:p w14:paraId="7618A728" w14:textId="77777777" w:rsidR="00D913F4" w:rsidRDefault="002C399D" w:rsidP="00D913F4">
      <w:pPr>
        <w:pStyle w:val="ListParagraph"/>
        <w:numPr>
          <w:ilvl w:val="3"/>
          <w:numId w:val="9"/>
        </w:numPr>
      </w:pPr>
      <w:r>
        <w:t xml:space="preserve">Proposed Resolution: </w:t>
      </w:r>
      <w:r w:rsidRPr="002C399D">
        <w:t>CID 429 (MAC): ACCEPTED (MAC: 2021-11-09 22:27:00Z)</w:t>
      </w:r>
    </w:p>
    <w:p w14:paraId="4F81ACB6" w14:textId="77777777" w:rsidR="00D913F4" w:rsidRDefault="002C399D" w:rsidP="00D913F4">
      <w:pPr>
        <w:pStyle w:val="ListParagraph"/>
        <w:numPr>
          <w:ilvl w:val="3"/>
          <w:numId w:val="9"/>
        </w:numPr>
      </w:pPr>
      <w:r>
        <w:t>No Objection – Mark Ready for Motion</w:t>
      </w:r>
    </w:p>
    <w:p w14:paraId="6AAFB4F9" w14:textId="77777777" w:rsidR="00D913F4" w:rsidRDefault="00661F02" w:rsidP="00D913F4">
      <w:pPr>
        <w:pStyle w:val="ListParagraph"/>
        <w:numPr>
          <w:ilvl w:val="2"/>
          <w:numId w:val="9"/>
        </w:numPr>
      </w:pPr>
      <w:r w:rsidRPr="00D913F4">
        <w:rPr>
          <w:highlight w:val="green"/>
        </w:rPr>
        <w:t>CID 434 (MAC)</w:t>
      </w:r>
    </w:p>
    <w:p w14:paraId="32486B9C" w14:textId="77777777" w:rsidR="00D913F4" w:rsidRDefault="00661F02" w:rsidP="00D913F4">
      <w:pPr>
        <w:pStyle w:val="ListParagraph"/>
        <w:numPr>
          <w:ilvl w:val="3"/>
          <w:numId w:val="9"/>
        </w:numPr>
      </w:pPr>
      <w:r>
        <w:t>Review comment</w:t>
      </w:r>
    </w:p>
    <w:p w14:paraId="7C35553B" w14:textId="4E9481E7" w:rsidR="00487E71" w:rsidRDefault="00661F02" w:rsidP="00D913F4">
      <w:pPr>
        <w:pStyle w:val="ListParagraph"/>
        <w:numPr>
          <w:ilvl w:val="3"/>
          <w:numId w:val="9"/>
        </w:numPr>
      </w:pPr>
      <w:r>
        <w:t>Proposed Resolution</w:t>
      </w:r>
      <w:r w:rsidR="00487E71" w:rsidRPr="00487E71">
        <w:t xml:space="preserve"> </w:t>
      </w:r>
      <w:r w:rsidR="00487E71">
        <w:t>CID 434 (MAC): REVISED (MAC: 2021-11-09 22:27:45Z): At P2294L45, change “multicast group address" to "multicast-group address".</w:t>
      </w:r>
    </w:p>
    <w:p w14:paraId="28429B13" w14:textId="77777777" w:rsidR="00D913F4" w:rsidRDefault="00487E71" w:rsidP="00D913F4">
      <w:pPr>
        <w:ind w:left="2880"/>
      </w:pPr>
      <w:r>
        <w:t>At P3996L27 and P4010L62, change “Multicast Group address indicates the MAC address of the multicast group" to "Indicates the multicast-group address of the multicast group”.</w:t>
      </w:r>
    </w:p>
    <w:p w14:paraId="05B7282B" w14:textId="77777777" w:rsidR="00A05187" w:rsidRDefault="00661F02" w:rsidP="00A05187">
      <w:pPr>
        <w:pStyle w:val="ListParagraph"/>
        <w:numPr>
          <w:ilvl w:val="3"/>
          <w:numId w:val="9"/>
        </w:numPr>
      </w:pPr>
      <w:r>
        <w:t>No Objection – Mark Ready for Motion</w:t>
      </w:r>
    </w:p>
    <w:p w14:paraId="1734DF54" w14:textId="77777777" w:rsidR="00A05187" w:rsidRDefault="00661F02" w:rsidP="00A05187">
      <w:pPr>
        <w:pStyle w:val="ListParagraph"/>
        <w:numPr>
          <w:ilvl w:val="2"/>
          <w:numId w:val="9"/>
        </w:numPr>
      </w:pPr>
      <w:r w:rsidRPr="00A05187">
        <w:rPr>
          <w:highlight w:val="green"/>
        </w:rPr>
        <w:t xml:space="preserve">CID </w:t>
      </w:r>
      <w:r w:rsidRPr="00A05187">
        <w:rPr>
          <w:highlight w:val="green"/>
        </w:rPr>
        <w:t>374</w:t>
      </w:r>
      <w:r w:rsidRPr="00A05187">
        <w:rPr>
          <w:highlight w:val="green"/>
        </w:rPr>
        <w:t xml:space="preserve"> (MAC)</w:t>
      </w:r>
    </w:p>
    <w:p w14:paraId="0EAE3BF8" w14:textId="77777777" w:rsidR="00A05187" w:rsidRDefault="00661F02" w:rsidP="00A05187">
      <w:pPr>
        <w:pStyle w:val="ListParagraph"/>
        <w:numPr>
          <w:ilvl w:val="3"/>
          <w:numId w:val="9"/>
        </w:numPr>
      </w:pPr>
      <w:r>
        <w:t>Review comment</w:t>
      </w:r>
    </w:p>
    <w:p w14:paraId="5DA5A53A" w14:textId="77777777" w:rsidR="00A05187" w:rsidRDefault="00661F02" w:rsidP="00A05187">
      <w:pPr>
        <w:pStyle w:val="ListParagraph"/>
        <w:numPr>
          <w:ilvl w:val="3"/>
          <w:numId w:val="9"/>
        </w:numPr>
      </w:pPr>
      <w:r>
        <w:t>Proposed Resolution</w:t>
      </w:r>
      <w:r w:rsidR="00483DE9">
        <w:t xml:space="preserve">: </w:t>
      </w:r>
      <w:r w:rsidR="00483DE9" w:rsidRPr="00483DE9">
        <w:t>CID 374 (MAC): ACCEPTED (MAC: 2021-11-09 22:29:11Z)</w:t>
      </w:r>
    </w:p>
    <w:p w14:paraId="37A2D4F0" w14:textId="77777777" w:rsidR="00A05187" w:rsidRDefault="00661F02" w:rsidP="00A05187">
      <w:pPr>
        <w:pStyle w:val="ListParagraph"/>
        <w:numPr>
          <w:ilvl w:val="3"/>
          <w:numId w:val="9"/>
        </w:numPr>
      </w:pPr>
      <w:r>
        <w:t>No Objection – Mark Ready for Motion</w:t>
      </w:r>
    </w:p>
    <w:p w14:paraId="358C0B7E" w14:textId="77777777" w:rsidR="00A05187" w:rsidRDefault="00A2167B" w:rsidP="00A05187">
      <w:pPr>
        <w:pStyle w:val="ListParagraph"/>
        <w:numPr>
          <w:ilvl w:val="2"/>
          <w:numId w:val="9"/>
        </w:numPr>
      </w:pPr>
      <w:r w:rsidRPr="00A05187">
        <w:rPr>
          <w:highlight w:val="green"/>
        </w:rPr>
        <w:t>CID 572 (MAC)</w:t>
      </w:r>
    </w:p>
    <w:p w14:paraId="07555AD0" w14:textId="77777777" w:rsidR="00A05187" w:rsidRDefault="00A2167B" w:rsidP="00A05187">
      <w:pPr>
        <w:pStyle w:val="ListParagraph"/>
        <w:numPr>
          <w:ilvl w:val="3"/>
          <w:numId w:val="9"/>
        </w:numPr>
      </w:pPr>
      <w:r>
        <w:t>Review Comment</w:t>
      </w:r>
    </w:p>
    <w:p w14:paraId="30B1218B" w14:textId="77777777" w:rsidR="00A05187" w:rsidRDefault="00A2167B" w:rsidP="00A05187">
      <w:pPr>
        <w:pStyle w:val="ListParagraph"/>
        <w:numPr>
          <w:ilvl w:val="4"/>
          <w:numId w:val="9"/>
        </w:numPr>
      </w:pPr>
      <w:r>
        <w:t xml:space="preserve">Proposed Resolution: </w:t>
      </w:r>
      <w:r w:rsidR="00DB7A56" w:rsidRPr="00DB7A56">
        <w:t>CID 572 (MAC): ACCEPTED (MAC: 2021-11-09 22:31:45Z)</w:t>
      </w:r>
    </w:p>
    <w:p w14:paraId="2FEA3658" w14:textId="77777777" w:rsidR="00A05187" w:rsidRDefault="00A2167B" w:rsidP="00A05187">
      <w:pPr>
        <w:pStyle w:val="ListParagraph"/>
        <w:numPr>
          <w:ilvl w:val="4"/>
          <w:numId w:val="9"/>
        </w:numPr>
      </w:pPr>
      <w:r>
        <w:t>No Objection – Mark Ready for Motion</w:t>
      </w:r>
    </w:p>
    <w:p w14:paraId="1D26B98A" w14:textId="77777777" w:rsidR="00A05187" w:rsidRDefault="00DB7A56" w:rsidP="00A05187">
      <w:pPr>
        <w:pStyle w:val="ListParagraph"/>
        <w:numPr>
          <w:ilvl w:val="2"/>
          <w:numId w:val="9"/>
        </w:numPr>
      </w:pPr>
      <w:r w:rsidRPr="00A05187">
        <w:rPr>
          <w:highlight w:val="green"/>
        </w:rPr>
        <w:t>CID 591 (MAC)</w:t>
      </w:r>
    </w:p>
    <w:p w14:paraId="245ABBBC" w14:textId="77777777" w:rsidR="00A05187" w:rsidRDefault="00DB7A56" w:rsidP="00A05187">
      <w:pPr>
        <w:pStyle w:val="ListParagraph"/>
        <w:numPr>
          <w:ilvl w:val="3"/>
          <w:numId w:val="9"/>
        </w:numPr>
      </w:pPr>
      <w:r>
        <w:t>Review Comment</w:t>
      </w:r>
    </w:p>
    <w:p w14:paraId="00DEB081" w14:textId="70EEDD06" w:rsidR="00A05187" w:rsidRDefault="00DB7A56" w:rsidP="00A05187">
      <w:pPr>
        <w:pStyle w:val="ListParagraph"/>
        <w:numPr>
          <w:ilvl w:val="3"/>
          <w:numId w:val="9"/>
        </w:numPr>
      </w:pPr>
      <w:r>
        <w:t>Proposed Resolution:</w:t>
      </w:r>
      <w:r w:rsidR="00A05187" w:rsidRPr="00A05187">
        <w:t xml:space="preserve"> </w:t>
      </w:r>
      <w:r w:rsidR="00A05187" w:rsidRPr="001E0AF1">
        <w:t>CID 591 (MAC): REJECTED (MAC: 2021-11-09 22:32:28Z): The comment fails to identify changes in sufficient detail so that the specific wording of the changes that will satisfy the commenter can be determined</w:t>
      </w:r>
      <w:r w:rsidR="008676E6">
        <w:t>.</w:t>
      </w:r>
    </w:p>
    <w:p w14:paraId="1958DCA9" w14:textId="77777777" w:rsidR="008676E6" w:rsidRDefault="008676E6" w:rsidP="008676E6">
      <w:pPr>
        <w:numPr>
          <w:ilvl w:val="3"/>
          <w:numId w:val="9"/>
        </w:numPr>
      </w:pPr>
      <w:r>
        <w:t xml:space="preserve">Move to insufficient details tab to keep rejections of this type separate from the others. </w:t>
      </w:r>
    </w:p>
    <w:p w14:paraId="55BFEF59" w14:textId="77777777" w:rsidR="008676E6" w:rsidRDefault="00DB7A56" w:rsidP="008676E6">
      <w:pPr>
        <w:pStyle w:val="ListParagraph"/>
        <w:numPr>
          <w:ilvl w:val="3"/>
          <w:numId w:val="9"/>
        </w:numPr>
      </w:pPr>
      <w:r>
        <w:t>No Objection – Mark Ready for Motion</w:t>
      </w:r>
    </w:p>
    <w:p w14:paraId="3E50E491" w14:textId="77777777" w:rsidR="008676E6" w:rsidRDefault="006147F1" w:rsidP="008676E6">
      <w:pPr>
        <w:pStyle w:val="ListParagraph"/>
        <w:numPr>
          <w:ilvl w:val="1"/>
          <w:numId w:val="9"/>
        </w:numPr>
      </w:pPr>
      <w:r w:rsidRPr="008676E6">
        <w:rPr>
          <w:b/>
          <w:bCs/>
        </w:rPr>
        <w:t xml:space="preserve">Review doc </w:t>
      </w:r>
      <w:r w:rsidR="00763C39" w:rsidRPr="008676E6">
        <w:rPr>
          <w:b/>
          <w:bCs/>
        </w:rPr>
        <w:t>11-21/0829r7</w:t>
      </w:r>
      <w:r w:rsidR="00763C39">
        <w:t xml:space="preserve"> - </w:t>
      </w:r>
      <w:r w:rsidR="00763C39" w:rsidRPr="00037841">
        <w:t xml:space="preserve">MAC Comments – </w:t>
      </w:r>
      <w:r w:rsidR="00763C39">
        <w:t xml:space="preserve">Mark </w:t>
      </w:r>
      <w:r w:rsidR="00763C39" w:rsidRPr="00037841">
        <w:t xml:space="preserve">RISON </w:t>
      </w:r>
      <w:r w:rsidR="00763C39" w:rsidRPr="00037841">
        <w:t>(Samsung)</w:t>
      </w:r>
    </w:p>
    <w:p w14:paraId="4324E6D0" w14:textId="77777777" w:rsidR="008676E6" w:rsidRDefault="00763C39" w:rsidP="008676E6">
      <w:pPr>
        <w:pStyle w:val="ListParagraph"/>
        <w:numPr>
          <w:ilvl w:val="2"/>
          <w:numId w:val="9"/>
        </w:numPr>
      </w:pPr>
      <w:hyperlink r:id="rId17" w:history="1">
        <w:r w:rsidRPr="00E6522B">
          <w:rPr>
            <w:rStyle w:val="Hyperlink"/>
          </w:rPr>
          <w:t>https://mentor.ieee.org/802.11/dcn/21/11-21-0829-07-000m-resolutions-for-some-comments-on-11me-d0-0-cc35.docx</w:t>
        </w:r>
      </w:hyperlink>
      <w:r>
        <w:t xml:space="preserve"> </w:t>
      </w:r>
    </w:p>
    <w:p w14:paraId="074928A1" w14:textId="77777777" w:rsidR="008676E6" w:rsidRDefault="00763C39" w:rsidP="008676E6">
      <w:pPr>
        <w:pStyle w:val="ListParagraph"/>
        <w:numPr>
          <w:ilvl w:val="2"/>
          <w:numId w:val="9"/>
        </w:numPr>
      </w:pPr>
      <w:r w:rsidRPr="008676E6">
        <w:rPr>
          <w:highlight w:val="green"/>
        </w:rPr>
        <w:t>CID 114 (MAC)</w:t>
      </w:r>
    </w:p>
    <w:p w14:paraId="0AA2389B" w14:textId="77777777" w:rsidR="008676E6" w:rsidRDefault="00763C39" w:rsidP="008676E6">
      <w:pPr>
        <w:pStyle w:val="ListParagraph"/>
        <w:numPr>
          <w:ilvl w:val="3"/>
          <w:numId w:val="9"/>
        </w:numPr>
      </w:pPr>
      <w:r>
        <w:t xml:space="preserve"> Review Comment</w:t>
      </w:r>
    </w:p>
    <w:p w14:paraId="25044740" w14:textId="77777777" w:rsidR="008676E6" w:rsidRDefault="00E73167" w:rsidP="008676E6">
      <w:pPr>
        <w:pStyle w:val="ListParagraph"/>
        <w:numPr>
          <w:ilvl w:val="3"/>
          <w:numId w:val="9"/>
        </w:numPr>
      </w:pPr>
      <w:r>
        <w:t xml:space="preserve"> Review the proposed resolution.</w:t>
      </w:r>
    </w:p>
    <w:p w14:paraId="03C9614F" w14:textId="77777777" w:rsidR="008676E6" w:rsidRDefault="00E73167" w:rsidP="008676E6">
      <w:pPr>
        <w:pStyle w:val="ListParagraph"/>
        <w:numPr>
          <w:ilvl w:val="3"/>
          <w:numId w:val="9"/>
        </w:numPr>
      </w:pPr>
      <w:r>
        <w:t xml:space="preserve"> </w:t>
      </w:r>
      <w:r w:rsidR="00F10985">
        <w:t>Discussion on why “one or more” is appropriate.</w:t>
      </w:r>
    </w:p>
    <w:p w14:paraId="628EF8CC" w14:textId="7D807B4E" w:rsidR="00293FE8" w:rsidRDefault="007541C7" w:rsidP="008676E6">
      <w:pPr>
        <w:pStyle w:val="ListParagraph"/>
        <w:numPr>
          <w:ilvl w:val="3"/>
          <w:numId w:val="9"/>
        </w:numPr>
      </w:pPr>
      <w:r>
        <w:t xml:space="preserve">Proposed Resolution: </w:t>
      </w:r>
      <w:r w:rsidR="00293FE8">
        <w:t>CID 114 (MAC): REVISED (MAC: 2021-11-09 22:36:06Z):</w:t>
      </w:r>
      <w:r w:rsidR="00293FE8">
        <w:t xml:space="preserve"> </w:t>
      </w:r>
      <w:r w:rsidR="00293FE8">
        <w:t>In the referenced subclause, replace:</w:t>
      </w:r>
    </w:p>
    <w:p w14:paraId="6764E294" w14:textId="43CFCEB0" w:rsidR="00293FE8" w:rsidRDefault="00C97675" w:rsidP="00293FE8">
      <w:pPr>
        <w:ind w:left="2880"/>
      </w:pPr>
      <w:r>
        <w:t>“</w:t>
      </w:r>
      <w:r w:rsidR="00293FE8">
        <w:t>The transmission process is started by the MAC’s receipt of an MA-</w:t>
      </w:r>
      <w:proofErr w:type="spellStart"/>
      <w:r w:rsidR="00293FE8">
        <w:t>UNITDATA.request</w:t>
      </w:r>
      <w:proofErr w:type="spellEnd"/>
      <w:r w:rsidR="00293FE8">
        <w:t xml:space="preserve"> primitive containing an MSDU and the associated parameters. This might cause one or more Data frames containing the MSDU to be transmitted following A-MSDU aggregation, fragmentation, and security encapsulation, as appropriate.</w:t>
      </w:r>
    </w:p>
    <w:p w14:paraId="245540C7" w14:textId="77777777" w:rsidR="00293FE8" w:rsidRDefault="00293FE8" w:rsidP="00293FE8">
      <w:pPr>
        <w:ind w:left="2880"/>
      </w:pPr>
    </w:p>
    <w:p w14:paraId="75A2D32E" w14:textId="0A4434CC" w:rsidR="00293FE8" w:rsidRDefault="00293FE8" w:rsidP="00293FE8">
      <w:pPr>
        <w:ind w:left="2880"/>
      </w:pPr>
      <w:r>
        <w:t>The MAC generates the MA-</w:t>
      </w:r>
      <w:proofErr w:type="spellStart"/>
      <w:r>
        <w:t>UNITDATA.indication</w:t>
      </w:r>
      <w:proofErr w:type="spellEnd"/>
      <w:r>
        <w:t xml:space="preserve"> primitive in response to one or more received Data frames containing an MSDU following validation, address filtering, decryption, </w:t>
      </w:r>
      <w:r>
        <w:lastRenderedPageBreak/>
        <w:t xml:space="preserve">decapsulation, defragmentation, and A-MSDU </w:t>
      </w:r>
      <w:proofErr w:type="spellStart"/>
      <w:r>
        <w:t>deaggregation</w:t>
      </w:r>
      <w:proofErr w:type="spellEnd"/>
      <w:r>
        <w:t>, as appropriate</w:t>
      </w:r>
      <w:r w:rsidR="00C97675">
        <w:t>”</w:t>
      </w:r>
    </w:p>
    <w:p w14:paraId="028C7118" w14:textId="77777777" w:rsidR="00293FE8" w:rsidRDefault="00293FE8" w:rsidP="00293FE8">
      <w:pPr>
        <w:ind w:left="2880"/>
      </w:pPr>
    </w:p>
    <w:p w14:paraId="60DB500D" w14:textId="77777777" w:rsidR="00293FE8" w:rsidRDefault="00293FE8" w:rsidP="00293FE8">
      <w:pPr>
        <w:ind w:left="2880"/>
      </w:pPr>
      <w:r>
        <w:t>with:</w:t>
      </w:r>
    </w:p>
    <w:p w14:paraId="4BA71F79" w14:textId="76D73037" w:rsidR="00293FE8" w:rsidRDefault="00C97675" w:rsidP="00293FE8">
      <w:pPr>
        <w:ind w:left="2880"/>
      </w:pPr>
      <w:r>
        <w:t>“</w:t>
      </w:r>
      <w:r w:rsidR="00293FE8">
        <w:t>The transmission process is started by the MAC’s receipt of one or more MA-</w:t>
      </w:r>
      <w:proofErr w:type="spellStart"/>
      <w:r w:rsidR="00293FE8">
        <w:t>UNITDATA.request</w:t>
      </w:r>
      <w:proofErr w:type="spellEnd"/>
      <w:r w:rsidR="00293FE8">
        <w:t xml:space="preserve"> primitives, each containing an MSDU and its associated parameters. This might cause one or more Data frames, containing the MSDU(s), to be transmitted.</w:t>
      </w:r>
    </w:p>
    <w:p w14:paraId="656F4922" w14:textId="77777777" w:rsidR="00293FE8" w:rsidRDefault="00293FE8" w:rsidP="00293FE8">
      <w:pPr>
        <w:ind w:left="2880"/>
      </w:pPr>
      <w:r>
        <w:t xml:space="preserve"> </w:t>
      </w:r>
    </w:p>
    <w:p w14:paraId="15CA5400" w14:textId="0F476159" w:rsidR="00293FE8" w:rsidRDefault="00293FE8" w:rsidP="00293FE8">
      <w:pPr>
        <w:ind w:left="2880"/>
      </w:pPr>
      <w:r>
        <w:t>The reception process is started by the MAC’s receipt of one or more Data frames containing one or more MSDUs.  This might cause one or more MA-</w:t>
      </w:r>
      <w:proofErr w:type="spellStart"/>
      <w:r>
        <w:t>UNITDATA.indication</w:t>
      </w:r>
      <w:proofErr w:type="spellEnd"/>
      <w:r>
        <w:t xml:space="preserve"> primitives, each containing an MSDU and its associated parameters, to be issued.</w:t>
      </w:r>
      <w:r w:rsidR="00C97675">
        <w:t>”</w:t>
      </w:r>
    </w:p>
    <w:p w14:paraId="09546C4B" w14:textId="77777777" w:rsidR="001C789E" w:rsidRDefault="00C97675" w:rsidP="001C789E">
      <w:pPr>
        <w:pStyle w:val="ListParagraph"/>
        <w:numPr>
          <w:ilvl w:val="3"/>
          <w:numId w:val="9"/>
        </w:numPr>
      </w:pPr>
      <w:r>
        <w:t xml:space="preserve"> </w:t>
      </w:r>
      <w:r w:rsidR="00293FE8">
        <w:t xml:space="preserve">No Objection – Mark Ready for Motion </w:t>
      </w:r>
    </w:p>
    <w:p w14:paraId="3D5BC962" w14:textId="77777777" w:rsidR="001C789E" w:rsidRDefault="00C73279" w:rsidP="001C789E">
      <w:pPr>
        <w:pStyle w:val="ListParagraph"/>
        <w:numPr>
          <w:ilvl w:val="2"/>
          <w:numId w:val="9"/>
        </w:numPr>
      </w:pPr>
      <w:r w:rsidRPr="001C789E">
        <w:rPr>
          <w:highlight w:val="green"/>
        </w:rPr>
        <w:t xml:space="preserve">CID </w:t>
      </w:r>
      <w:r w:rsidR="00340D4E" w:rsidRPr="001C789E">
        <w:rPr>
          <w:highlight w:val="green"/>
        </w:rPr>
        <w:t>17</w:t>
      </w:r>
      <w:r w:rsidR="005C7CD6" w:rsidRPr="001C789E">
        <w:rPr>
          <w:highlight w:val="green"/>
        </w:rPr>
        <w:t>0 and 172 (MAC)</w:t>
      </w:r>
    </w:p>
    <w:p w14:paraId="631E4215" w14:textId="38F08EFF" w:rsidR="001C789E" w:rsidRDefault="005C7CD6" w:rsidP="001C789E">
      <w:pPr>
        <w:pStyle w:val="ListParagraph"/>
        <w:numPr>
          <w:ilvl w:val="3"/>
          <w:numId w:val="9"/>
        </w:numPr>
      </w:pPr>
      <w:r>
        <w:t>Review Comment</w:t>
      </w:r>
      <w:r w:rsidR="001C789E">
        <w:t>s</w:t>
      </w:r>
    </w:p>
    <w:p w14:paraId="6F8B360A" w14:textId="77777777" w:rsidR="001C789E" w:rsidRDefault="005C7CD6" w:rsidP="001C789E">
      <w:pPr>
        <w:pStyle w:val="ListParagraph"/>
        <w:numPr>
          <w:ilvl w:val="3"/>
          <w:numId w:val="9"/>
        </w:numPr>
      </w:pPr>
      <w:r>
        <w:t>Review submission discussion.</w:t>
      </w:r>
    </w:p>
    <w:p w14:paraId="20D3CFCE" w14:textId="77777777" w:rsidR="001C789E" w:rsidRDefault="005C7CD6" w:rsidP="001C789E">
      <w:pPr>
        <w:pStyle w:val="ListParagraph"/>
        <w:numPr>
          <w:ilvl w:val="3"/>
          <w:numId w:val="9"/>
        </w:numPr>
      </w:pPr>
      <w:r>
        <w:t xml:space="preserve"> </w:t>
      </w:r>
      <w:r w:rsidR="00A81AFF">
        <w:t xml:space="preserve">Proposed Resolution: </w:t>
      </w:r>
      <w:r w:rsidR="00143DB4" w:rsidRPr="00143DB4">
        <w:t>CID 170 (MAC): ACCEPTED (MAC: 2021-11-09 22:41:36Z)</w:t>
      </w:r>
    </w:p>
    <w:p w14:paraId="3425E277" w14:textId="77777777" w:rsidR="00E938FB" w:rsidRDefault="00A81AFF" w:rsidP="00E938FB">
      <w:pPr>
        <w:pStyle w:val="ListParagraph"/>
        <w:numPr>
          <w:ilvl w:val="3"/>
          <w:numId w:val="9"/>
        </w:numPr>
      </w:pPr>
      <w:r>
        <w:t xml:space="preserve"> Proposed Resolution:</w:t>
      </w:r>
      <w:r w:rsidR="00D52F1A" w:rsidRPr="00D52F1A">
        <w:t xml:space="preserve"> </w:t>
      </w:r>
      <w:r w:rsidR="00D52F1A" w:rsidRPr="00D52F1A">
        <w:t>CID 172 (MAC): REVISED (MAC: 2021-11-09 22:41:51Z): Make the change proposed by the commenter and additionally in 11.2.7.2.2 and 11.2.7.3.2 change "that contain a BU or are QoS Null frame" to "that are acknowledged by the AP".</w:t>
      </w:r>
    </w:p>
    <w:p w14:paraId="71510559" w14:textId="77777777" w:rsidR="00E938FB" w:rsidRDefault="00A81AFF" w:rsidP="00E938FB">
      <w:pPr>
        <w:pStyle w:val="ListParagraph"/>
        <w:numPr>
          <w:ilvl w:val="3"/>
          <w:numId w:val="9"/>
        </w:numPr>
      </w:pPr>
      <w:r>
        <w:t xml:space="preserve"> No </w:t>
      </w:r>
      <w:r w:rsidR="007461AD">
        <w:t>O</w:t>
      </w:r>
      <w:r>
        <w:t>bjection – Mark both CIDs Ready for Motion</w:t>
      </w:r>
    </w:p>
    <w:p w14:paraId="3A881E7C" w14:textId="77777777" w:rsidR="00E938FB" w:rsidRDefault="00D52F1A" w:rsidP="00E938FB">
      <w:pPr>
        <w:pStyle w:val="ListParagraph"/>
        <w:numPr>
          <w:ilvl w:val="2"/>
          <w:numId w:val="9"/>
        </w:numPr>
      </w:pPr>
      <w:r w:rsidRPr="00E938FB">
        <w:rPr>
          <w:highlight w:val="green"/>
        </w:rPr>
        <w:t>CID 231 (MAC)</w:t>
      </w:r>
    </w:p>
    <w:p w14:paraId="5119A886" w14:textId="77777777" w:rsidR="00E938FB" w:rsidRDefault="00D52F1A" w:rsidP="00E938FB">
      <w:pPr>
        <w:pStyle w:val="ListParagraph"/>
        <w:numPr>
          <w:ilvl w:val="3"/>
          <w:numId w:val="9"/>
        </w:numPr>
      </w:pPr>
      <w:r>
        <w:t xml:space="preserve"> Review Comment</w:t>
      </w:r>
    </w:p>
    <w:p w14:paraId="416E00D1" w14:textId="77777777" w:rsidR="00E938FB" w:rsidRDefault="00D52F1A" w:rsidP="00E938FB">
      <w:pPr>
        <w:pStyle w:val="ListParagraph"/>
        <w:numPr>
          <w:ilvl w:val="3"/>
          <w:numId w:val="9"/>
        </w:numPr>
      </w:pPr>
      <w:r>
        <w:t xml:space="preserve"> </w:t>
      </w:r>
      <w:r w:rsidR="00AB668A">
        <w:t>Review submission discussion.</w:t>
      </w:r>
    </w:p>
    <w:p w14:paraId="444C9D19" w14:textId="77777777" w:rsidR="00E938FB" w:rsidRDefault="00914B88" w:rsidP="00E938FB">
      <w:pPr>
        <w:pStyle w:val="ListParagraph"/>
        <w:numPr>
          <w:ilvl w:val="3"/>
          <w:numId w:val="9"/>
        </w:numPr>
      </w:pPr>
      <w:r>
        <w:t xml:space="preserve"> </w:t>
      </w:r>
      <w:r w:rsidR="00EF5C5C">
        <w:t xml:space="preserve">Review how the 11ay changes </w:t>
      </w:r>
      <w:r w:rsidR="007461AD">
        <w:t>were duplicative of changes made by 11ax.</w:t>
      </w:r>
    </w:p>
    <w:p w14:paraId="2B87913B" w14:textId="683B417F" w:rsidR="008B1AAA" w:rsidRDefault="00AB668A" w:rsidP="00E938FB">
      <w:pPr>
        <w:pStyle w:val="ListParagraph"/>
        <w:numPr>
          <w:ilvl w:val="3"/>
          <w:numId w:val="9"/>
        </w:numPr>
      </w:pPr>
      <w:r>
        <w:t xml:space="preserve"> </w:t>
      </w:r>
      <w:r w:rsidR="00914B88">
        <w:t>Proposed Resolution:</w:t>
      </w:r>
      <w:r w:rsidR="008B1AAA">
        <w:t xml:space="preserve">  </w:t>
      </w:r>
      <w:r w:rsidR="008B1AAA">
        <w:t xml:space="preserve">CID 231 (MAC): REVISED (MAC: 2021-11-09 22:47:32Z): In D0.4 Subclause 11.2.6 after “while the EDMG STA enables its multiple receive chains only when the frame it receives indicates that the following transmission requires the activation of multiple receive chains” append </w:t>
      </w:r>
      <w:proofErr w:type="gramStart"/>
      <w:r w:rsidR="008B1AAA">
        <w:t>“ (</w:t>
      </w:r>
      <w:proofErr w:type="gramEnd"/>
      <w:r w:rsidR="008B1AAA">
        <w:t>see 10.39.12.4 (MIMO channel access)”, and change:</w:t>
      </w:r>
    </w:p>
    <w:p w14:paraId="1CED52E8" w14:textId="77777777" w:rsidR="008B1AAA" w:rsidRDefault="008B1AAA" w:rsidP="00E938FB">
      <w:pPr>
        <w:ind w:left="1728"/>
      </w:pPr>
      <w:r>
        <w:t>“The (11</w:t>
      </w:r>
      <w:proofErr w:type="gramStart"/>
      <w:r>
        <w:t>ay)HT</w:t>
      </w:r>
      <w:proofErr w:type="gramEnd"/>
      <w:r>
        <w:t xml:space="preserve"> STA may switch back to the single receive chain mode immediately after the end of the frame exchange sequence.(11ax)(11ay) The EDMG STA switches to the multiple receive chain mode when it receives a frame addressed to it and the frame indicates the following transmission requires multiple receive chains (see 10.39.12.4 (MIMO channel access)); the EDMG STA switches back immediately when the frame exchange sequence ends.”</w:t>
      </w:r>
    </w:p>
    <w:p w14:paraId="21E0166B" w14:textId="77777777" w:rsidR="008B1AAA" w:rsidRDefault="008B1AAA" w:rsidP="00FE4AA5">
      <w:pPr>
        <w:ind w:left="1008" w:firstLine="720"/>
      </w:pPr>
      <w:r>
        <w:t>to:</w:t>
      </w:r>
    </w:p>
    <w:p w14:paraId="52267425" w14:textId="2C0C1538" w:rsidR="008B1AAA" w:rsidRDefault="008B1AAA" w:rsidP="00FE4AA5">
      <w:pPr>
        <w:ind w:left="1728"/>
      </w:pPr>
      <w:r>
        <w:t>“The STA may switch back to the single receive chain mode immediately after the end of the frame exchange sequence.”.</w:t>
      </w:r>
    </w:p>
    <w:p w14:paraId="11085787" w14:textId="77777777" w:rsidR="00FE4AA5" w:rsidRDefault="007461AD" w:rsidP="00FE4AA5">
      <w:pPr>
        <w:pStyle w:val="ListParagraph"/>
        <w:numPr>
          <w:ilvl w:val="3"/>
          <w:numId w:val="9"/>
        </w:numPr>
      </w:pPr>
      <w:r>
        <w:t xml:space="preserve"> No Objection – Mark Ready for motion </w:t>
      </w:r>
    </w:p>
    <w:p w14:paraId="4B6F1475" w14:textId="77777777" w:rsidR="00FE4AA5" w:rsidRDefault="008B1AAA" w:rsidP="00FE4AA5">
      <w:pPr>
        <w:pStyle w:val="ListParagraph"/>
        <w:numPr>
          <w:ilvl w:val="2"/>
          <w:numId w:val="9"/>
        </w:numPr>
      </w:pPr>
      <w:r w:rsidRPr="00FE4AA5">
        <w:rPr>
          <w:highlight w:val="green"/>
        </w:rPr>
        <w:t>CID 263 (MAC)</w:t>
      </w:r>
    </w:p>
    <w:p w14:paraId="229A238A" w14:textId="77777777" w:rsidR="00FE4AA5" w:rsidRDefault="00CB5687" w:rsidP="00FE4AA5">
      <w:pPr>
        <w:pStyle w:val="ListParagraph"/>
        <w:numPr>
          <w:ilvl w:val="3"/>
          <w:numId w:val="9"/>
        </w:numPr>
      </w:pPr>
      <w:r>
        <w:t xml:space="preserve"> Review Comment</w:t>
      </w:r>
    </w:p>
    <w:p w14:paraId="63F6D2CE" w14:textId="77777777" w:rsidR="00FE4AA5" w:rsidRDefault="00CB5687" w:rsidP="00FE4AA5">
      <w:pPr>
        <w:pStyle w:val="ListParagraph"/>
        <w:numPr>
          <w:ilvl w:val="3"/>
          <w:numId w:val="9"/>
        </w:numPr>
      </w:pPr>
      <w:r>
        <w:t xml:space="preserve"> Review submission discussion.</w:t>
      </w:r>
    </w:p>
    <w:p w14:paraId="71F8F9A3" w14:textId="77777777" w:rsidR="00EB7029" w:rsidRDefault="00B8794F" w:rsidP="00EB7029">
      <w:pPr>
        <w:pStyle w:val="ListParagraph"/>
        <w:numPr>
          <w:ilvl w:val="3"/>
          <w:numId w:val="9"/>
        </w:numPr>
      </w:pPr>
      <w:r>
        <w:t xml:space="preserve"> </w:t>
      </w:r>
      <w:r w:rsidR="00361E6A">
        <w:t>Proposed Resolution:</w:t>
      </w:r>
      <w:r w:rsidR="00B21D84" w:rsidRPr="00B21D84">
        <w:t xml:space="preserve"> </w:t>
      </w:r>
      <w:r w:rsidR="00B21D84" w:rsidRPr="00B21D84">
        <w:t xml:space="preserve">CID 263 (MAC): REVISED (MAC: 2021-11-09 22:48:50Z): Change the cited NOTE to “NOTE 2—AC_VO might be selected </w:t>
      </w:r>
      <w:r w:rsidR="00B21D84" w:rsidRPr="00B21D84">
        <w:lastRenderedPageBreak/>
        <w:t>prior to completion of the (re)association procedure, to assist timely discovery of and joining a BSS.”</w:t>
      </w:r>
    </w:p>
    <w:p w14:paraId="772DC2B2" w14:textId="77777777" w:rsidR="00EB7029" w:rsidRDefault="00361E6A" w:rsidP="00EB7029">
      <w:pPr>
        <w:pStyle w:val="ListParagraph"/>
        <w:numPr>
          <w:ilvl w:val="3"/>
          <w:numId w:val="9"/>
        </w:numPr>
      </w:pPr>
      <w:r>
        <w:t xml:space="preserve"> No Objection – Mark Ready for Motion</w:t>
      </w:r>
    </w:p>
    <w:p w14:paraId="19E1F2E6" w14:textId="77777777" w:rsidR="00EB7029" w:rsidRDefault="00B21D84" w:rsidP="00EB7029">
      <w:pPr>
        <w:pStyle w:val="ListParagraph"/>
        <w:numPr>
          <w:ilvl w:val="2"/>
          <w:numId w:val="9"/>
        </w:numPr>
      </w:pPr>
      <w:r w:rsidRPr="00EB7029">
        <w:rPr>
          <w:highlight w:val="green"/>
        </w:rPr>
        <w:t>CID 270 (MAC)</w:t>
      </w:r>
    </w:p>
    <w:p w14:paraId="2A2D6F05" w14:textId="77777777" w:rsidR="00EB7029" w:rsidRDefault="00727559" w:rsidP="00EB7029">
      <w:pPr>
        <w:pStyle w:val="ListParagraph"/>
        <w:numPr>
          <w:ilvl w:val="3"/>
          <w:numId w:val="9"/>
        </w:numPr>
      </w:pPr>
      <w:r>
        <w:t xml:space="preserve"> Review Comment</w:t>
      </w:r>
    </w:p>
    <w:p w14:paraId="75F46C6D" w14:textId="77777777" w:rsidR="00EB7029" w:rsidRDefault="00727559" w:rsidP="00EB7029">
      <w:pPr>
        <w:pStyle w:val="ListParagraph"/>
        <w:numPr>
          <w:ilvl w:val="3"/>
          <w:numId w:val="9"/>
        </w:numPr>
      </w:pPr>
      <w:r>
        <w:t xml:space="preserve"> Review submission discussion.</w:t>
      </w:r>
    </w:p>
    <w:p w14:paraId="1B65461C" w14:textId="77777777" w:rsidR="00EB7029" w:rsidRDefault="00322853" w:rsidP="00EB7029">
      <w:pPr>
        <w:pStyle w:val="ListParagraph"/>
        <w:numPr>
          <w:ilvl w:val="3"/>
          <w:numId w:val="9"/>
        </w:numPr>
      </w:pPr>
      <w:r>
        <w:t>Review proposed changes</w:t>
      </w:r>
    </w:p>
    <w:p w14:paraId="7D8A56A0" w14:textId="77777777" w:rsidR="00EB7029" w:rsidRDefault="000910A8" w:rsidP="00EB7029">
      <w:pPr>
        <w:pStyle w:val="ListParagraph"/>
        <w:numPr>
          <w:ilvl w:val="3"/>
          <w:numId w:val="9"/>
        </w:numPr>
      </w:pPr>
      <w:r>
        <w:t>Discussion on change for 10.25</w:t>
      </w:r>
      <w:r w:rsidR="005825CB">
        <w:t>.8.4.</w:t>
      </w:r>
    </w:p>
    <w:p w14:paraId="32DA566B" w14:textId="77777777" w:rsidR="00EB7029" w:rsidRDefault="004F16F3" w:rsidP="00EB7029">
      <w:pPr>
        <w:pStyle w:val="ListParagraph"/>
        <w:numPr>
          <w:ilvl w:val="3"/>
          <w:numId w:val="9"/>
        </w:numPr>
      </w:pPr>
      <w:r>
        <w:t>This is in the context is all A-MSDU, so we should not change to MSDU.</w:t>
      </w:r>
    </w:p>
    <w:p w14:paraId="0ACD3B68" w14:textId="77777777" w:rsidR="00EB7029" w:rsidRDefault="003F264C" w:rsidP="00EB7029">
      <w:pPr>
        <w:pStyle w:val="ListParagraph"/>
        <w:numPr>
          <w:ilvl w:val="3"/>
          <w:numId w:val="9"/>
        </w:numPr>
      </w:pPr>
      <w:r>
        <w:t>Proposed Resolution:</w:t>
      </w:r>
      <w:r w:rsidR="000B0518" w:rsidRPr="000B0518">
        <w:t xml:space="preserve"> </w:t>
      </w:r>
      <w:r w:rsidR="000B0518" w:rsidRPr="000B0518">
        <w:t xml:space="preserve">CID 270 (MAC): REVISED (MAC: 2021-11-09 22:58:09Z): Incorporate the changes as shown in  </w:t>
      </w:r>
      <w:r w:rsidR="00E81761">
        <w:t>11-21/829r7</w:t>
      </w:r>
      <w:r w:rsidR="00961A27">
        <w:t xml:space="preserve"> &lt;</w:t>
      </w:r>
      <w:hyperlink r:id="rId18" w:history="1">
        <w:r w:rsidR="00961A27" w:rsidRPr="00E6522B">
          <w:rPr>
            <w:rStyle w:val="Hyperlink"/>
          </w:rPr>
          <w:t>https://mentor.ieee.org/802.11/dcn/21/11-21-0829-07-000m-resolutions-for-some-comments-on-11me-d0-0-cc35.docx</w:t>
        </w:r>
      </w:hyperlink>
      <w:r w:rsidR="00961A27">
        <w:t>&gt;</w:t>
      </w:r>
      <w:r w:rsidR="00E81761">
        <w:t xml:space="preserve"> </w:t>
      </w:r>
      <w:r w:rsidR="000B0518" w:rsidRPr="000B0518">
        <w:t xml:space="preserve"> for CID 270, which make the proposed changes except saying "A-MSDU" in 10.2</w:t>
      </w:r>
      <w:r w:rsidR="00E15D94">
        <w:t>5</w:t>
      </w:r>
      <w:r w:rsidR="000B0518" w:rsidRPr="000B0518">
        <w:t>.8.4, instead of "MSDU".</w:t>
      </w:r>
    </w:p>
    <w:p w14:paraId="0E7600FA" w14:textId="77777777" w:rsidR="004D2E39" w:rsidRDefault="003F264C" w:rsidP="004D2E39">
      <w:pPr>
        <w:pStyle w:val="ListParagraph"/>
        <w:numPr>
          <w:ilvl w:val="3"/>
          <w:numId w:val="9"/>
        </w:numPr>
      </w:pPr>
      <w:r>
        <w:t>No Objection – Mark Ready for Motion.</w:t>
      </w:r>
    </w:p>
    <w:p w14:paraId="6FF5F589" w14:textId="2DB4DC59" w:rsidR="003F264C" w:rsidRPr="004D2E39" w:rsidRDefault="000B0518" w:rsidP="004D2E39">
      <w:pPr>
        <w:pStyle w:val="ListParagraph"/>
        <w:numPr>
          <w:ilvl w:val="1"/>
          <w:numId w:val="9"/>
        </w:numPr>
        <w:rPr>
          <w:b/>
          <w:bCs/>
        </w:rPr>
      </w:pPr>
      <w:r w:rsidRPr="004D2E39">
        <w:rPr>
          <w:b/>
          <w:bCs/>
        </w:rPr>
        <w:t xml:space="preserve">Recess at 6:01pm </w:t>
      </w:r>
      <w:r w:rsidR="00120A65" w:rsidRPr="004D2E39">
        <w:rPr>
          <w:b/>
          <w:bCs/>
        </w:rPr>
        <w:t>ET.</w:t>
      </w:r>
    </w:p>
    <w:p w14:paraId="67183930" w14:textId="77777777" w:rsidR="00037841" w:rsidRDefault="00037841" w:rsidP="004D2E39">
      <w:pPr>
        <w:ind w:left="360"/>
      </w:pPr>
    </w:p>
    <w:p w14:paraId="79DD52BA" w14:textId="77777777" w:rsidR="00CA09B2" w:rsidRDefault="00CA09B2"/>
    <w:p w14:paraId="3ABB9A30" w14:textId="77777777" w:rsidR="00CA09B2" w:rsidRDefault="00CA09B2"/>
    <w:p w14:paraId="4A16FD93" w14:textId="77777777" w:rsidR="00CA09B2" w:rsidRDefault="00CA09B2">
      <w:pPr>
        <w:rPr>
          <w:b/>
          <w:sz w:val="24"/>
        </w:rPr>
      </w:pPr>
      <w:r>
        <w:br w:type="page"/>
      </w:r>
      <w:r>
        <w:rPr>
          <w:b/>
          <w:sz w:val="24"/>
        </w:rPr>
        <w:lastRenderedPageBreak/>
        <w:t>References:</w:t>
      </w:r>
    </w:p>
    <w:p w14:paraId="6F0ADDF2" w14:textId="1B93F066" w:rsidR="00CA09B2" w:rsidRDefault="004D2E39">
      <w:r>
        <w:t>November 9:</w:t>
      </w:r>
    </w:p>
    <w:p w14:paraId="157A3107" w14:textId="5CEB8D3A" w:rsidR="004D2E39" w:rsidRDefault="00264B27" w:rsidP="008637A0">
      <w:pPr>
        <w:numPr>
          <w:ilvl w:val="0"/>
          <w:numId w:val="11"/>
        </w:numPr>
      </w:pPr>
      <w:hyperlink r:id="rId19" w:history="1">
        <w:r w:rsidRPr="00E6522B">
          <w:rPr>
            <w:rStyle w:val="Hyperlink"/>
          </w:rPr>
          <w:t>https://mentor.ieee.org/802.11/dcn/21/11-21-1632-01-000m-revme-agenda-november-2021-session.pptx</w:t>
        </w:r>
      </w:hyperlink>
    </w:p>
    <w:p w14:paraId="59A47165" w14:textId="179B44C6" w:rsidR="00264B27" w:rsidRDefault="00706E2C" w:rsidP="008637A0">
      <w:pPr>
        <w:numPr>
          <w:ilvl w:val="0"/>
          <w:numId w:val="11"/>
        </w:numPr>
      </w:pPr>
      <w:hyperlink r:id="rId20" w:history="1">
        <w:r w:rsidRPr="00E6522B">
          <w:rPr>
            <w:rStyle w:val="Hyperlink"/>
          </w:rPr>
          <w:t>https://mentor.ieee.org/802.11/dcn/21/11-21-1750-01-000m-par-corrigendum-1-correct-802-11ay-assignment-of-protected-announce-support-bit.docx</w:t>
        </w:r>
      </w:hyperlink>
    </w:p>
    <w:p w14:paraId="3AAA1F65" w14:textId="41280C36" w:rsidR="00706E2C" w:rsidRDefault="00706E2C" w:rsidP="008637A0">
      <w:pPr>
        <w:numPr>
          <w:ilvl w:val="0"/>
          <w:numId w:val="11"/>
        </w:numPr>
      </w:pPr>
      <w:hyperlink r:id="rId21" w:history="1">
        <w:r w:rsidRPr="00E6522B">
          <w:rPr>
            <w:rStyle w:val="Hyperlink"/>
          </w:rPr>
          <w:t>https://mentor.ieee.org/802.11/dcn/21/11-21-0687-04-000m-802-11revme-editor-s-report.pptx</w:t>
        </w:r>
      </w:hyperlink>
    </w:p>
    <w:p w14:paraId="386944C4" w14:textId="7069F554" w:rsidR="00706E2C" w:rsidRDefault="00706E2C" w:rsidP="008637A0">
      <w:pPr>
        <w:numPr>
          <w:ilvl w:val="0"/>
          <w:numId w:val="11"/>
        </w:numPr>
      </w:pPr>
      <w:hyperlink r:id="rId22" w:history="1">
        <w:r w:rsidRPr="00E6522B">
          <w:rPr>
            <w:rStyle w:val="Hyperlink"/>
          </w:rPr>
          <w:t>https://mentor.ieee.org/802.11/dcn/21/11-21-1637-04-000m-proposed-comment-resolutions-for-mac-cids.docx</w:t>
        </w:r>
      </w:hyperlink>
    </w:p>
    <w:p w14:paraId="2BF58EBA" w14:textId="5EA318E1" w:rsidR="00706E2C" w:rsidRDefault="00706E2C" w:rsidP="008637A0">
      <w:pPr>
        <w:numPr>
          <w:ilvl w:val="0"/>
          <w:numId w:val="11"/>
        </w:numPr>
      </w:pPr>
      <w:hyperlink r:id="rId23" w:history="1">
        <w:r w:rsidRPr="00E6522B">
          <w:rPr>
            <w:rStyle w:val="Hyperlink"/>
          </w:rPr>
          <w:t>https://mentor.ieee.org/802.11/dcn/21/11-21-0829-07-000m-resolutions-for-some-comments-on-11me-d0-0-cc35.docx</w:t>
        </w:r>
      </w:hyperlink>
    </w:p>
    <w:sectPr w:rsidR="00706E2C" w:rsidSect="00D721D6">
      <w:headerReference w:type="default" r:id="rId24"/>
      <w:footerReference w:type="default" r:id="rId25"/>
      <w:pgSz w:w="12240" w:h="15840" w:code="1"/>
      <w:pgMar w:top="1440" w:right="1440" w:bottom="1440" w:left="144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18397" w14:textId="77777777" w:rsidR="00B540DF" w:rsidRDefault="00B540DF">
      <w:r>
        <w:separator/>
      </w:r>
    </w:p>
  </w:endnote>
  <w:endnote w:type="continuationSeparator" w:id="0">
    <w:p w14:paraId="6449A732" w14:textId="77777777" w:rsidR="00B540DF" w:rsidRDefault="00B5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3874" w14:textId="5207D094" w:rsidR="0029020B" w:rsidRDefault="0029020B">
    <w:pPr>
      <w:pStyle w:val="Footer"/>
      <w:tabs>
        <w:tab w:val="clear" w:pos="6480"/>
        <w:tab w:val="center" w:pos="4680"/>
        <w:tab w:val="right" w:pos="9360"/>
      </w:tabs>
    </w:pPr>
    <w:fldSimple w:instr=" SUBJECT  \* MERGEFORMAT ">
      <w:r w:rsidR="00725FBC">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725FBC">
        <w:t>Jon Rosdahl, Qualcomm</w:t>
      </w:r>
    </w:fldSimple>
  </w:p>
  <w:p w14:paraId="79F2A4FC"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50D4F" w14:textId="77777777" w:rsidR="00B540DF" w:rsidRDefault="00B540DF">
      <w:r>
        <w:separator/>
      </w:r>
    </w:p>
  </w:footnote>
  <w:footnote w:type="continuationSeparator" w:id="0">
    <w:p w14:paraId="69188AF0" w14:textId="77777777" w:rsidR="00B540DF" w:rsidRDefault="00B54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9F63" w14:textId="3007FD88" w:rsidR="0029020B" w:rsidRDefault="0029020B">
    <w:pPr>
      <w:pStyle w:val="Header"/>
      <w:tabs>
        <w:tab w:val="clear" w:pos="6480"/>
        <w:tab w:val="center" w:pos="4680"/>
        <w:tab w:val="right" w:pos="9360"/>
      </w:tabs>
    </w:pPr>
    <w:fldSimple w:instr=" KEYWORDS  \* MERGEFORMAT ">
      <w:r w:rsidR="00725FBC">
        <w:t>November 2021</w:t>
      </w:r>
    </w:fldSimple>
    <w:r>
      <w:tab/>
    </w:r>
    <w:r>
      <w:tab/>
    </w:r>
    <w:fldSimple w:instr=" TITLE  \* MERGEFORMAT ">
      <w:r w:rsidR="00725FBC">
        <w:t>doc.: IEEE 802.11-21/1838r0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6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A5774"/>
    <w:multiLevelType w:val="hybridMultilevel"/>
    <w:tmpl w:val="654465D0"/>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15:restartNumberingAfterBreak="0">
    <w:nsid w:val="07F74E04"/>
    <w:multiLevelType w:val="hybridMultilevel"/>
    <w:tmpl w:val="67823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F517E"/>
    <w:multiLevelType w:val="hybridMultilevel"/>
    <w:tmpl w:val="41388A6E"/>
    <w:lvl w:ilvl="0" w:tplc="49F46D62">
      <w:start w:val="1"/>
      <w:numFmt w:val="bullet"/>
      <w:lvlText w:val="•"/>
      <w:lvlJc w:val="left"/>
      <w:pPr>
        <w:tabs>
          <w:tab w:val="num" w:pos="720"/>
        </w:tabs>
        <w:ind w:left="720" w:hanging="360"/>
      </w:pPr>
      <w:rPr>
        <w:rFonts w:ascii="Times New Roman" w:hAnsi="Times New Roman" w:hint="default"/>
      </w:rPr>
    </w:lvl>
    <w:lvl w:ilvl="1" w:tplc="DBA84946">
      <w:numFmt w:val="bullet"/>
      <w:lvlText w:val="–"/>
      <w:lvlJc w:val="left"/>
      <w:pPr>
        <w:tabs>
          <w:tab w:val="num" w:pos="1440"/>
        </w:tabs>
        <w:ind w:left="1440" w:hanging="360"/>
      </w:pPr>
      <w:rPr>
        <w:rFonts w:ascii="Times New Roman" w:hAnsi="Times New Roman" w:hint="default"/>
      </w:rPr>
    </w:lvl>
    <w:lvl w:ilvl="2" w:tplc="8F9E4214" w:tentative="1">
      <w:start w:val="1"/>
      <w:numFmt w:val="bullet"/>
      <w:lvlText w:val="•"/>
      <w:lvlJc w:val="left"/>
      <w:pPr>
        <w:tabs>
          <w:tab w:val="num" w:pos="2160"/>
        </w:tabs>
        <w:ind w:left="2160" w:hanging="360"/>
      </w:pPr>
      <w:rPr>
        <w:rFonts w:ascii="Times New Roman" w:hAnsi="Times New Roman" w:hint="default"/>
      </w:rPr>
    </w:lvl>
    <w:lvl w:ilvl="3" w:tplc="577ED000" w:tentative="1">
      <w:start w:val="1"/>
      <w:numFmt w:val="bullet"/>
      <w:lvlText w:val="•"/>
      <w:lvlJc w:val="left"/>
      <w:pPr>
        <w:tabs>
          <w:tab w:val="num" w:pos="2880"/>
        </w:tabs>
        <w:ind w:left="2880" w:hanging="360"/>
      </w:pPr>
      <w:rPr>
        <w:rFonts w:ascii="Times New Roman" w:hAnsi="Times New Roman" w:hint="default"/>
      </w:rPr>
    </w:lvl>
    <w:lvl w:ilvl="4" w:tplc="127C8F60" w:tentative="1">
      <w:start w:val="1"/>
      <w:numFmt w:val="bullet"/>
      <w:lvlText w:val="•"/>
      <w:lvlJc w:val="left"/>
      <w:pPr>
        <w:tabs>
          <w:tab w:val="num" w:pos="3600"/>
        </w:tabs>
        <w:ind w:left="3600" w:hanging="360"/>
      </w:pPr>
      <w:rPr>
        <w:rFonts w:ascii="Times New Roman" w:hAnsi="Times New Roman" w:hint="default"/>
      </w:rPr>
    </w:lvl>
    <w:lvl w:ilvl="5" w:tplc="C542264A" w:tentative="1">
      <w:start w:val="1"/>
      <w:numFmt w:val="bullet"/>
      <w:lvlText w:val="•"/>
      <w:lvlJc w:val="left"/>
      <w:pPr>
        <w:tabs>
          <w:tab w:val="num" w:pos="4320"/>
        </w:tabs>
        <w:ind w:left="4320" w:hanging="360"/>
      </w:pPr>
      <w:rPr>
        <w:rFonts w:ascii="Times New Roman" w:hAnsi="Times New Roman" w:hint="default"/>
      </w:rPr>
    </w:lvl>
    <w:lvl w:ilvl="6" w:tplc="6EDEB7FE" w:tentative="1">
      <w:start w:val="1"/>
      <w:numFmt w:val="bullet"/>
      <w:lvlText w:val="•"/>
      <w:lvlJc w:val="left"/>
      <w:pPr>
        <w:tabs>
          <w:tab w:val="num" w:pos="5040"/>
        </w:tabs>
        <w:ind w:left="5040" w:hanging="360"/>
      </w:pPr>
      <w:rPr>
        <w:rFonts w:ascii="Times New Roman" w:hAnsi="Times New Roman" w:hint="default"/>
      </w:rPr>
    </w:lvl>
    <w:lvl w:ilvl="7" w:tplc="0DFA7274" w:tentative="1">
      <w:start w:val="1"/>
      <w:numFmt w:val="bullet"/>
      <w:lvlText w:val="•"/>
      <w:lvlJc w:val="left"/>
      <w:pPr>
        <w:tabs>
          <w:tab w:val="num" w:pos="5760"/>
        </w:tabs>
        <w:ind w:left="5760" w:hanging="360"/>
      </w:pPr>
      <w:rPr>
        <w:rFonts w:ascii="Times New Roman" w:hAnsi="Times New Roman" w:hint="default"/>
      </w:rPr>
    </w:lvl>
    <w:lvl w:ilvl="8" w:tplc="37B440A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105451C"/>
    <w:multiLevelType w:val="hybridMultilevel"/>
    <w:tmpl w:val="23365170"/>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35D26685"/>
    <w:multiLevelType w:val="multilevel"/>
    <w:tmpl w:val="AABA1DF8"/>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6" w15:restartNumberingAfterBreak="0">
    <w:nsid w:val="42446D6F"/>
    <w:multiLevelType w:val="multilevel"/>
    <w:tmpl w:val="1B444FF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640447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3872A9"/>
    <w:multiLevelType w:val="hybridMultilevel"/>
    <w:tmpl w:val="3E20C344"/>
    <w:lvl w:ilvl="0" w:tplc="8904D692">
      <w:start w:val="1"/>
      <w:numFmt w:val="bullet"/>
      <w:lvlText w:val="•"/>
      <w:lvlJc w:val="left"/>
      <w:pPr>
        <w:tabs>
          <w:tab w:val="num" w:pos="720"/>
        </w:tabs>
        <w:ind w:left="720" w:hanging="360"/>
      </w:pPr>
      <w:rPr>
        <w:rFonts w:ascii="Times New Roman" w:hAnsi="Times New Roman" w:hint="default"/>
      </w:rPr>
    </w:lvl>
    <w:lvl w:ilvl="1" w:tplc="3C620862" w:tentative="1">
      <w:start w:val="1"/>
      <w:numFmt w:val="bullet"/>
      <w:lvlText w:val="•"/>
      <w:lvlJc w:val="left"/>
      <w:pPr>
        <w:tabs>
          <w:tab w:val="num" w:pos="1440"/>
        </w:tabs>
        <w:ind w:left="1440" w:hanging="360"/>
      </w:pPr>
      <w:rPr>
        <w:rFonts w:ascii="Times New Roman" w:hAnsi="Times New Roman" w:hint="default"/>
      </w:rPr>
    </w:lvl>
    <w:lvl w:ilvl="2" w:tplc="080ABB12" w:tentative="1">
      <w:start w:val="1"/>
      <w:numFmt w:val="bullet"/>
      <w:lvlText w:val="•"/>
      <w:lvlJc w:val="left"/>
      <w:pPr>
        <w:tabs>
          <w:tab w:val="num" w:pos="2160"/>
        </w:tabs>
        <w:ind w:left="2160" w:hanging="360"/>
      </w:pPr>
      <w:rPr>
        <w:rFonts w:ascii="Times New Roman" w:hAnsi="Times New Roman" w:hint="default"/>
      </w:rPr>
    </w:lvl>
    <w:lvl w:ilvl="3" w:tplc="5026214C" w:tentative="1">
      <w:start w:val="1"/>
      <w:numFmt w:val="bullet"/>
      <w:lvlText w:val="•"/>
      <w:lvlJc w:val="left"/>
      <w:pPr>
        <w:tabs>
          <w:tab w:val="num" w:pos="2880"/>
        </w:tabs>
        <w:ind w:left="2880" w:hanging="360"/>
      </w:pPr>
      <w:rPr>
        <w:rFonts w:ascii="Times New Roman" w:hAnsi="Times New Roman" w:hint="default"/>
      </w:rPr>
    </w:lvl>
    <w:lvl w:ilvl="4" w:tplc="C3201560" w:tentative="1">
      <w:start w:val="1"/>
      <w:numFmt w:val="bullet"/>
      <w:lvlText w:val="•"/>
      <w:lvlJc w:val="left"/>
      <w:pPr>
        <w:tabs>
          <w:tab w:val="num" w:pos="3600"/>
        </w:tabs>
        <w:ind w:left="3600" w:hanging="360"/>
      </w:pPr>
      <w:rPr>
        <w:rFonts w:ascii="Times New Roman" w:hAnsi="Times New Roman" w:hint="default"/>
      </w:rPr>
    </w:lvl>
    <w:lvl w:ilvl="5" w:tplc="40E4DEBA" w:tentative="1">
      <w:start w:val="1"/>
      <w:numFmt w:val="bullet"/>
      <w:lvlText w:val="•"/>
      <w:lvlJc w:val="left"/>
      <w:pPr>
        <w:tabs>
          <w:tab w:val="num" w:pos="4320"/>
        </w:tabs>
        <w:ind w:left="4320" w:hanging="360"/>
      </w:pPr>
      <w:rPr>
        <w:rFonts w:ascii="Times New Roman" w:hAnsi="Times New Roman" w:hint="default"/>
      </w:rPr>
    </w:lvl>
    <w:lvl w:ilvl="6" w:tplc="35CACF1A" w:tentative="1">
      <w:start w:val="1"/>
      <w:numFmt w:val="bullet"/>
      <w:lvlText w:val="•"/>
      <w:lvlJc w:val="left"/>
      <w:pPr>
        <w:tabs>
          <w:tab w:val="num" w:pos="5040"/>
        </w:tabs>
        <w:ind w:left="5040" w:hanging="360"/>
      </w:pPr>
      <w:rPr>
        <w:rFonts w:ascii="Times New Roman" w:hAnsi="Times New Roman" w:hint="default"/>
      </w:rPr>
    </w:lvl>
    <w:lvl w:ilvl="7" w:tplc="D79E49E0" w:tentative="1">
      <w:start w:val="1"/>
      <w:numFmt w:val="bullet"/>
      <w:lvlText w:val="•"/>
      <w:lvlJc w:val="left"/>
      <w:pPr>
        <w:tabs>
          <w:tab w:val="num" w:pos="5760"/>
        </w:tabs>
        <w:ind w:left="5760" w:hanging="360"/>
      </w:pPr>
      <w:rPr>
        <w:rFonts w:ascii="Times New Roman" w:hAnsi="Times New Roman" w:hint="default"/>
      </w:rPr>
    </w:lvl>
    <w:lvl w:ilvl="8" w:tplc="6F56A03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A627A9B"/>
    <w:multiLevelType w:val="hybridMultilevel"/>
    <w:tmpl w:val="D130B9B8"/>
    <w:lvl w:ilvl="0" w:tplc="04090017">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0" w15:restartNumberingAfterBreak="0">
    <w:nsid w:val="7A76568F"/>
    <w:multiLevelType w:val="multilevel"/>
    <w:tmpl w:val="771E2200"/>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0"/>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8"/>
  </w:num>
  <w:num w:numId="7">
    <w:abstractNumId w:val="1"/>
  </w:num>
  <w:num w:numId="8">
    <w:abstractNumId w:val="7"/>
  </w:num>
  <w:num w:numId="9">
    <w:abstractNumId w:val="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7841"/>
    <w:rsid w:val="000354D2"/>
    <w:rsid w:val="00037841"/>
    <w:rsid w:val="000910A8"/>
    <w:rsid w:val="000B0518"/>
    <w:rsid w:val="000F5A11"/>
    <w:rsid w:val="00120A65"/>
    <w:rsid w:val="00143DB4"/>
    <w:rsid w:val="001C789E"/>
    <w:rsid w:val="001D723B"/>
    <w:rsid w:val="001E0AF1"/>
    <w:rsid w:val="00264B27"/>
    <w:rsid w:val="00283D09"/>
    <w:rsid w:val="0029020B"/>
    <w:rsid w:val="00293FE8"/>
    <w:rsid w:val="002B2389"/>
    <w:rsid w:val="002C399D"/>
    <w:rsid w:val="002D44BE"/>
    <w:rsid w:val="002D4862"/>
    <w:rsid w:val="00322853"/>
    <w:rsid w:val="00340D4E"/>
    <w:rsid w:val="00361E6A"/>
    <w:rsid w:val="003F264C"/>
    <w:rsid w:val="003F3DE6"/>
    <w:rsid w:val="00442037"/>
    <w:rsid w:val="00483DE9"/>
    <w:rsid w:val="00487E71"/>
    <w:rsid w:val="004B064B"/>
    <w:rsid w:val="004C6B7C"/>
    <w:rsid w:val="004D2E39"/>
    <w:rsid w:val="004F16F3"/>
    <w:rsid w:val="00511D92"/>
    <w:rsid w:val="0054618D"/>
    <w:rsid w:val="0057618B"/>
    <w:rsid w:val="005825CB"/>
    <w:rsid w:val="0058480F"/>
    <w:rsid w:val="005A327E"/>
    <w:rsid w:val="005A57E5"/>
    <w:rsid w:val="005B0038"/>
    <w:rsid w:val="005C7CD6"/>
    <w:rsid w:val="005D4405"/>
    <w:rsid w:val="005D48FC"/>
    <w:rsid w:val="006147F1"/>
    <w:rsid w:val="0062440B"/>
    <w:rsid w:val="006447DB"/>
    <w:rsid w:val="00661F02"/>
    <w:rsid w:val="006A2CF7"/>
    <w:rsid w:val="006A7A67"/>
    <w:rsid w:val="006C0727"/>
    <w:rsid w:val="006E145F"/>
    <w:rsid w:val="006E2270"/>
    <w:rsid w:val="00706E2C"/>
    <w:rsid w:val="00725FBC"/>
    <w:rsid w:val="00727559"/>
    <w:rsid w:val="00745DA8"/>
    <w:rsid w:val="007461AD"/>
    <w:rsid w:val="007541C7"/>
    <w:rsid w:val="00763C39"/>
    <w:rsid w:val="00764986"/>
    <w:rsid w:val="00770572"/>
    <w:rsid w:val="007C738D"/>
    <w:rsid w:val="007E6F30"/>
    <w:rsid w:val="007F0CA3"/>
    <w:rsid w:val="008637A0"/>
    <w:rsid w:val="008676E6"/>
    <w:rsid w:val="008A0D4F"/>
    <w:rsid w:val="008A6D5C"/>
    <w:rsid w:val="008B1AAA"/>
    <w:rsid w:val="008D6015"/>
    <w:rsid w:val="008E5BB1"/>
    <w:rsid w:val="008F757E"/>
    <w:rsid w:val="00914B88"/>
    <w:rsid w:val="00931F14"/>
    <w:rsid w:val="009366EE"/>
    <w:rsid w:val="00961A27"/>
    <w:rsid w:val="009A7499"/>
    <w:rsid w:val="009D6451"/>
    <w:rsid w:val="009F2FBC"/>
    <w:rsid w:val="00A05187"/>
    <w:rsid w:val="00A2167B"/>
    <w:rsid w:val="00A81AFF"/>
    <w:rsid w:val="00AA427C"/>
    <w:rsid w:val="00AB29AC"/>
    <w:rsid w:val="00AB668A"/>
    <w:rsid w:val="00AF34D8"/>
    <w:rsid w:val="00B21D84"/>
    <w:rsid w:val="00B23943"/>
    <w:rsid w:val="00B540DF"/>
    <w:rsid w:val="00B8794F"/>
    <w:rsid w:val="00BE68C2"/>
    <w:rsid w:val="00C02492"/>
    <w:rsid w:val="00C1045B"/>
    <w:rsid w:val="00C73279"/>
    <w:rsid w:val="00C97675"/>
    <w:rsid w:val="00CA09B2"/>
    <w:rsid w:val="00CB5687"/>
    <w:rsid w:val="00D1124B"/>
    <w:rsid w:val="00D52F1A"/>
    <w:rsid w:val="00D721D6"/>
    <w:rsid w:val="00D913F4"/>
    <w:rsid w:val="00DB7A56"/>
    <w:rsid w:val="00DC5A7B"/>
    <w:rsid w:val="00E15D94"/>
    <w:rsid w:val="00E73167"/>
    <w:rsid w:val="00E81761"/>
    <w:rsid w:val="00E8481F"/>
    <w:rsid w:val="00E938FB"/>
    <w:rsid w:val="00E950C8"/>
    <w:rsid w:val="00EB7029"/>
    <w:rsid w:val="00EE50EC"/>
    <w:rsid w:val="00EF5C5C"/>
    <w:rsid w:val="00F10985"/>
    <w:rsid w:val="00F113C9"/>
    <w:rsid w:val="00F304CA"/>
    <w:rsid w:val="00F66B06"/>
    <w:rsid w:val="00FD3738"/>
    <w:rsid w:val="00FE4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936474"/>
  <w15:chartTrackingRefBased/>
  <w15:docId w15:val="{0FB30C73-D4F4-4DB1-80F3-989179E2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AA5"/>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37841"/>
    <w:pPr>
      <w:ind w:left="720"/>
      <w:contextualSpacing/>
    </w:pPr>
  </w:style>
  <w:style w:type="character" w:styleId="UnresolvedMention">
    <w:name w:val="Unresolved Mention"/>
    <w:uiPriority w:val="99"/>
    <w:semiHidden/>
    <w:unhideWhenUsed/>
    <w:rsid w:val="00F66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0718">
      <w:bodyDiv w:val="1"/>
      <w:marLeft w:val="0"/>
      <w:marRight w:val="0"/>
      <w:marTop w:val="0"/>
      <w:marBottom w:val="0"/>
      <w:divBdr>
        <w:top w:val="none" w:sz="0" w:space="0" w:color="auto"/>
        <w:left w:val="none" w:sz="0" w:space="0" w:color="auto"/>
        <w:bottom w:val="none" w:sz="0" w:space="0" w:color="auto"/>
        <w:right w:val="none" w:sz="0" w:space="0" w:color="auto"/>
      </w:divBdr>
      <w:divsChild>
        <w:div w:id="1674063860">
          <w:marLeft w:val="547"/>
          <w:marRight w:val="0"/>
          <w:marTop w:val="115"/>
          <w:marBottom w:val="0"/>
          <w:divBdr>
            <w:top w:val="none" w:sz="0" w:space="0" w:color="auto"/>
            <w:left w:val="none" w:sz="0" w:space="0" w:color="auto"/>
            <w:bottom w:val="none" w:sz="0" w:space="0" w:color="auto"/>
            <w:right w:val="none" w:sz="0" w:space="0" w:color="auto"/>
          </w:divBdr>
        </w:div>
        <w:div w:id="708457175">
          <w:marLeft w:val="1166"/>
          <w:marRight w:val="0"/>
          <w:marTop w:val="96"/>
          <w:marBottom w:val="0"/>
          <w:divBdr>
            <w:top w:val="none" w:sz="0" w:space="0" w:color="auto"/>
            <w:left w:val="none" w:sz="0" w:space="0" w:color="auto"/>
            <w:bottom w:val="none" w:sz="0" w:space="0" w:color="auto"/>
            <w:right w:val="none" w:sz="0" w:space="0" w:color="auto"/>
          </w:divBdr>
        </w:div>
        <w:div w:id="628828327">
          <w:marLeft w:val="1166"/>
          <w:marRight w:val="0"/>
          <w:marTop w:val="96"/>
          <w:marBottom w:val="0"/>
          <w:divBdr>
            <w:top w:val="none" w:sz="0" w:space="0" w:color="auto"/>
            <w:left w:val="none" w:sz="0" w:space="0" w:color="auto"/>
            <w:bottom w:val="none" w:sz="0" w:space="0" w:color="auto"/>
            <w:right w:val="none" w:sz="0" w:space="0" w:color="auto"/>
          </w:divBdr>
        </w:div>
        <w:div w:id="1979802459">
          <w:marLeft w:val="547"/>
          <w:marRight w:val="0"/>
          <w:marTop w:val="115"/>
          <w:marBottom w:val="0"/>
          <w:divBdr>
            <w:top w:val="none" w:sz="0" w:space="0" w:color="auto"/>
            <w:left w:val="none" w:sz="0" w:space="0" w:color="auto"/>
            <w:bottom w:val="none" w:sz="0" w:space="0" w:color="auto"/>
            <w:right w:val="none" w:sz="0" w:space="0" w:color="auto"/>
          </w:divBdr>
        </w:div>
        <w:div w:id="1219130933">
          <w:marLeft w:val="1166"/>
          <w:marRight w:val="0"/>
          <w:marTop w:val="96"/>
          <w:marBottom w:val="0"/>
          <w:divBdr>
            <w:top w:val="none" w:sz="0" w:space="0" w:color="auto"/>
            <w:left w:val="none" w:sz="0" w:space="0" w:color="auto"/>
            <w:bottom w:val="none" w:sz="0" w:space="0" w:color="auto"/>
            <w:right w:val="none" w:sz="0" w:space="0" w:color="auto"/>
          </w:divBdr>
        </w:div>
        <w:div w:id="692414481">
          <w:marLeft w:val="1166"/>
          <w:marRight w:val="0"/>
          <w:marTop w:val="96"/>
          <w:marBottom w:val="0"/>
          <w:divBdr>
            <w:top w:val="none" w:sz="0" w:space="0" w:color="auto"/>
            <w:left w:val="none" w:sz="0" w:space="0" w:color="auto"/>
            <w:bottom w:val="none" w:sz="0" w:space="0" w:color="auto"/>
            <w:right w:val="none" w:sz="0" w:space="0" w:color="auto"/>
          </w:divBdr>
        </w:div>
        <w:div w:id="1029798649">
          <w:marLeft w:val="547"/>
          <w:marRight w:val="0"/>
          <w:marTop w:val="115"/>
          <w:marBottom w:val="0"/>
          <w:divBdr>
            <w:top w:val="none" w:sz="0" w:space="0" w:color="auto"/>
            <w:left w:val="none" w:sz="0" w:space="0" w:color="auto"/>
            <w:bottom w:val="none" w:sz="0" w:space="0" w:color="auto"/>
            <w:right w:val="none" w:sz="0" w:space="0" w:color="auto"/>
          </w:divBdr>
        </w:div>
        <w:div w:id="1295675026">
          <w:marLeft w:val="1166"/>
          <w:marRight w:val="0"/>
          <w:marTop w:val="96"/>
          <w:marBottom w:val="0"/>
          <w:divBdr>
            <w:top w:val="none" w:sz="0" w:space="0" w:color="auto"/>
            <w:left w:val="none" w:sz="0" w:space="0" w:color="auto"/>
            <w:bottom w:val="none" w:sz="0" w:space="0" w:color="auto"/>
            <w:right w:val="none" w:sz="0" w:space="0" w:color="auto"/>
          </w:divBdr>
        </w:div>
      </w:divsChild>
    </w:div>
    <w:div w:id="157575931">
      <w:bodyDiv w:val="1"/>
      <w:marLeft w:val="0"/>
      <w:marRight w:val="0"/>
      <w:marTop w:val="0"/>
      <w:marBottom w:val="0"/>
      <w:divBdr>
        <w:top w:val="none" w:sz="0" w:space="0" w:color="auto"/>
        <w:left w:val="none" w:sz="0" w:space="0" w:color="auto"/>
        <w:bottom w:val="none" w:sz="0" w:space="0" w:color="auto"/>
        <w:right w:val="none" w:sz="0" w:space="0" w:color="auto"/>
      </w:divBdr>
    </w:div>
    <w:div w:id="180360471">
      <w:bodyDiv w:val="1"/>
      <w:marLeft w:val="0"/>
      <w:marRight w:val="0"/>
      <w:marTop w:val="0"/>
      <w:marBottom w:val="0"/>
      <w:divBdr>
        <w:top w:val="none" w:sz="0" w:space="0" w:color="auto"/>
        <w:left w:val="none" w:sz="0" w:space="0" w:color="auto"/>
        <w:bottom w:val="none" w:sz="0" w:space="0" w:color="auto"/>
        <w:right w:val="none" w:sz="0" w:space="0" w:color="auto"/>
      </w:divBdr>
    </w:div>
    <w:div w:id="417292932">
      <w:bodyDiv w:val="1"/>
      <w:marLeft w:val="0"/>
      <w:marRight w:val="0"/>
      <w:marTop w:val="0"/>
      <w:marBottom w:val="0"/>
      <w:divBdr>
        <w:top w:val="none" w:sz="0" w:space="0" w:color="auto"/>
        <w:left w:val="none" w:sz="0" w:space="0" w:color="auto"/>
        <w:bottom w:val="none" w:sz="0" w:space="0" w:color="auto"/>
        <w:right w:val="none" w:sz="0" w:space="0" w:color="auto"/>
      </w:divBdr>
    </w:div>
    <w:div w:id="640690678">
      <w:bodyDiv w:val="1"/>
      <w:marLeft w:val="0"/>
      <w:marRight w:val="0"/>
      <w:marTop w:val="0"/>
      <w:marBottom w:val="0"/>
      <w:divBdr>
        <w:top w:val="none" w:sz="0" w:space="0" w:color="auto"/>
        <w:left w:val="none" w:sz="0" w:space="0" w:color="auto"/>
        <w:bottom w:val="none" w:sz="0" w:space="0" w:color="auto"/>
        <w:right w:val="none" w:sz="0" w:space="0" w:color="auto"/>
      </w:divBdr>
    </w:div>
    <w:div w:id="656878183">
      <w:bodyDiv w:val="1"/>
      <w:marLeft w:val="0"/>
      <w:marRight w:val="0"/>
      <w:marTop w:val="0"/>
      <w:marBottom w:val="0"/>
      <w:divBdr>
        <w:top w:val="none" w:sz="0" w:space="0" w:color="auto"/>
        <w:left w:val="none" w:sz="0" w:space="0" w:color="auto"/>
        <w:bottom w:val="none" w:sz="0" w:space="0" w:color="auto"/>
        <w:right w:val="none" w:sz="0" w:space="0" w:color="auto"/>
      </w:divBdr>
      <w:divsChild>
        <w:div w:id="1143234688">
          <w:marLeft w:val="547"/>
          <w:marRight w:val="0"/>
          <w:marTop w:val="115"/>
          <w:marBottom w:val="0"/>
          <w:divBdr>
            <w:top w:val="none" w:sz="0" w:space="0" w:color="auto"/>
            <w:left w:val="none" w:sz="0" w:space="0" w:color="auto"/>
            <w:bottom w:val="none" w:sz="0" w:space="0" w:color="auto"/>
            <w:right w:val="none" w:sz="0" w:space="0" w:color="auto"/>
          </w:divBdr>
        </w:div>
        <w:div w:id="753356333">
          <w:marLeft w:val="547"/>
          <w:marRight w:val="0"/>
          <w:marTop w:val="115"/>
          <w:marBottom w:val="0"/>
          <w:divBdr>
            <w:top w:val="none" w:sz="0" w:space="0" w:color="auto"/>
            <w:left w:val="none" w:sz="0" w:space="0" w:color="auto"/>
            <w:bottom w:val="none" w:sz="0" w:space="0" w:color="auto"/>
            <w:right w:val="none" w:sz="0" w:space="0" w:color="auto"/>
          </w:divBdr>
        </w:div>
        <w:div w:id="776097018">
          <w:marLeft w:val="547"/>
          <w:marRight w:val="0"/>
          <w:marTop w:val="115"/>
          <w:marBottom w:val="0"/>
          <w:divBdr>
            <w:top w:val="none" w:sz="0" w:space="0" w:color="auto"/>
            <w:left w:val="none" w:sz="0" w:space="0" w:color="auto"/>
            <w:bottom w:val="none" w:sz="0" w:space="0" w:color="auto"/>
            <w:right w:val="none" w:sz="0" w:space="0" w:color="auto"/>
          </w:divBdr>
        </w:div>
        <w:div w:id="810951280">
          <w:marLeft w:val="547"/>
          <w:marRight w:val="0"/>
          <w:marTop w:val="115"/>
          <w:marBottom w:val="0"/>
          <w:divBdr>
            <w:top w:val="none" w:sz="0" w:space="0" w:color="auto"/>
            <w:left w:val="none" w:sz="0" w:space="0" w:color="auto"/>
            <w:bottom w:val="none" w:sz="0" w:space="0" w:color="auto"/>
            <w:right w:val="none" w:sz="0" w:space="0" w:color="auto"/>
          </w:divBdr>
        </w:div>
      </w:divsChild>
    </w:div>
    <w:div w:id="160838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1750-01-000m-par-corrigendum-1-correct-802-11ay-assignment-of-protected-announce-support-bit.docx" TargetMode="External"/><Relationship Id="rId13" Type="http://schemas.openxmlformats.org/officeDocument/2006/relationships/hyperlink" Target="https://www.ieee802.org/11/private/Draft_Standards/11me/REVme_D0.4.rtf.zip" TargetMode="External"/><Relationship Id="rId18" Type="http://schemas.openxmlformats.org/officeDocument/2006/relationships/hyperlink" Target="https://mentor.ieee.org/802.11/dcn/21/11-21-0829-07-000m-resolutions-for-some-comments-on-11me-d0-0-cc35.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ntor.ieee.org/802.11/dcn/21/11-21-0687-04-000m-802-11revme-editor-s-report.pptx" TargetMode="External"/><Relationship Id="rId7" Type="http://schemas.openxmlformats.org/officeDocument/2006/relationships/hyperlink" Target="https://mentor.ieee.org/802.11/dcn/21/11-21-1632-01-000m-revme-agenda-november-2021-session.pptx" TargetMode="External"/><Relationship Id="rId12" Type="http://schemas.openxmlformats.org/officeDocument/2006/relationships/hyperlink" Target="https://www.ieee802.org/11/private/Draft_Standards/11me/Figure%20Source-D0.4.zip" TargetMode="External"/><Relationship Id="rId17" Type="http://schemas.openxmlformats.org/officeDocument/2006/relationships/hyperlink" Target="https://mentor.ieee.org/802.11/dcn/21/11-21-0829-07-000m-resolutions-for-some-comments-on-11me-d0-0-cc35.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ntor.ieee.org/802.11/dcn/21/11-21-1637-04-000m-proposed-comment-resolutions-for-mac-cids.docx" TargetMode="External"/><Relationship Id="rId20" Type="http://schemas.openxmlformats.org/officeDocument/2006/relationships/hyperlink" Target="https://mentor.ieee.org/802.11/dcn/21/11-21-1750-01-000m-par-corrigendum-1-correct-802-11ay-assignment-of-protected-announce-support-bit.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ee802.org/11/private/Draft_Standards/11me/Draft%20P802.11REVme_D0.4%20Redline%20Compared%20to%20D0.3.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s://mentor.ieee.org/802.11/dcn/21/11-21-0829-07-000m-resolutions-for-some-comments-on-11me-d0-0-cc35.docx" TargetMode="External"/><Relationship Id="rId10" Type="http://schemas.openxmlformats.org/officeDocument/2006/relationships/hyperlink" Target="https://www.ieee802.org/11/private/Draft_Standards/11me/Draft%20P802.11REVme_D0.4.pdf" TargetMode="External"/><Relationship Id="rId19" Type="http://schemas.openxmlformats.org/officeDocument/2006/relationships/hyperlink" Target="https://mentor.ieee.org/802.11/dcn/21/11-21-1632-01-000m-revme-agenda-november-2021-session.pptx" TargetMode="External"/><Relationship Id="rId4" Type="http://schemas.openxmlformats.org/officeDocument/2006/relationships/webSettings" Target="webSettings.xml"/><Relationship Id="rId9" Type="http://schemas.openxmlformats.org/officeDocument/2006/relationships/hyperlink" Target="https://mentor.ieee.org/802.11/dcn/21/11-21-0687-04-000m-802-11revme-editor-s-report.pptx" TargetMode="External"/><Relationship Id="rId14" Type="http://schemas.openxmlformats.org/officeDocument/2006/relationships/hyperlink" Target="https://mentor.ieee.org/802.11/dcn/21/11-21-0684-09-000m-revme-wg-cc35-comments.xlsx" TargetMode="External"/><Relationship Id="rId22" Type="http://schemas.openxmlformats.org/officeDocument/2006/relationships/hyperlink" Target="https://mentor.ieee.org/802.11/dcn/21/11-21-1637-04-000m-proposed-comment-resolutions-for-mac-cids.doc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57</TotalTime>
  <Pages>9</Pages>
  <Words>2219</Words>
  <Characters>12650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doc.: IEEE 802.11-21/1838r0</vt:lpstr>
    </vt:vector>
  </TitlesOfParts>
  <Company>Qualcomm Technology, Inc.</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802.11-21/1838r0</dc:title>
  <dc:subject>Minutes</dc:subject>
  <dc:creator>Jon Rosdahl</dc:creator>
  <cp:keywords>November 2021</cp:keywords>
  <dc:description>Jon Rosdahl, Qualcomm</dc:description>
  <cp:lastModifiedBy>Jon Rosdahl</cp:lastModifiedBy>
  <cp:revision>45</cp:revision>
  <cp:lastPrinted>1601-01-01T00:00:00Z</cp:lastPrinted>
  <dcterms:created xsi:type="dcterms:W3CDTF">2021-11-10T00:22:00Z</dcterms:created>
  <dcterms:modified xsi:type="dcterms:W3CDTF">2021-11-10T01:01:00Z</dcterms:modified>
</cp:coreProperties>
</file>