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3B3A63FE" w:rsidR="00B6527E" w:rsidRDefault="00C92D89" w:rsidP="00A2662F">
            <w:pPr>
              <w:pStyle w:val="T2"/>
              <w:rPr>
                <w:lang w:eastAsia="zh-CN"/>
              </w:rPr>
            </w:pPr>
            <w:r>
              <w:t>Comment Resolution</w:t>
            </w:r>
            <w:r w:rsidR="00A2662F">
              <w:t>s</w:t>
            </w:r>
            <w:r>
              <w:t xml:space="preserve"> </w:t>
            </w:r>
            <w:r w:rsidR="00A2662F">
              <w:t>for</w:t>
            </w:r>
            <w:r w:rsidR="00E711B9">
              <w:t xml:space="preserve"> </w:t>
            </w:r>
            <w:r w:rsidR="000574F4">
              <w:t xml:space="preserve">11be </w:t>
            </w:r>
            <w:r w:rsidR="00684C14">
              <w:t>D</w:t>
            </w:r>
            <w:r w:rsidR="001D09B1">
              <w:t>1.0</w:t>
            </w:r>
            <w:r w:rsidR="008B2184">
              <w:t xml:space="preserve"> AFC </w:t>
            </w:r>
            <w:r w:rsidR="003226A9">
              <w:t>CIDs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531A4051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21</w:t>
            </w:r>
            <w:r>
              <w:rPr>
                <w:b w:val="0"/>
                <w:sz w:val="20"/>
              </w:rPr>
              <w:t>-</w:t>
            </w:r>
            <w:r w:rsidR="001D09B1">
              <w:rPr>
                <w:b w:val="0"/>
                <w:sz w:val="20"/>
              </w:rPr>
              <w:t>11</w:t>
            </w:r>
            <w:r>
              <w:rPr>
                <w:b w:val="0"/>
                <w:sz w:val="20"/>
              </w:rPr>
              <w:t>-</w:t>
            </w:r>
            <w:r w:rsidR="00776049">
              <w:rPr>
                <w:b w:val="0"/>
                <w:sz w:val="20"/>
              </w:rPr>
              <w:t>1</w:t>
            </w:r>
            <w:r w:rsidR="001D09B1">
              <w:rPr>
                <w:b w:val="0"/>
                <w:sz w:val="20"/>
              </w:rPr>
              <w:t>7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7277F8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77777777" w:rsidR="007277F8" w:rsidRPr="00B77FE4" w:rsidRDefault="00964E0D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Align w:val="center"/>
          </w:tcPr>
          <w:p w14:paraId="3E512D79" w14:textId="77777777" w:rsidR="007277F8" w:rsidRPr="00B77FE4" w:rsidRDefault="00243052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070" w:type="dxa"/>
            <w:vAlign w:val="center"/>
          </w:tcPr>
          <w:p w14:paraId="4B4A5133" w14:textId="77777777" w:rsidR="007277F8" w:rsidRPr="00B77FE4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7277F8" w:rsidRPr="00B77FE4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77777777" w:rsidR="007277F8" w:rsidRPr="00B77FE4" w:rsidRDefault="00243052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Rojan.chitrakar@sg.panasonic.com</w:t>
            </w:r>
          </w:p>
        </w:tc>
      </w:tr>
      <w:tr w:rsidR="007277F8" w14:paraId="5BF4F958" w14:textId="77777777" w:rsidTr="00243052">
        <w:trPr>
          <w:jc w:val="center"/>
        </w:trPr>
        <w:tc>
          <w:tcPr>
            <w:tcW w:w="1615" w:type="dxa"/>
            <w:vAlign w:val="center"/>
          </w:tcPr>
          <w:p w14:paraId="617C1B67" w14:textId="75CAAA9B" w:rsidR="007277F8" w:rsidRPr="00B6527E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7134243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785F58F4" w14:textId="77777777" w:rsidR="007277F8" w:rsidRPr="00B6527E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CE48159" w14:textId="77777777" w:rsidR="007277F8" w:rsidRPr="00B6527E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5432525" w14:textId="77777777" w:rsidR="007277F8" w:rsidRPr="00B6527E" w:rsidRDefault="007277F8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76049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7B000187" w:rsidR="00776049" w:rsidRPr="00964E0D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68D26C4C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B918655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76049" w:rsidRPr="00B6527E" w:rsidRDefault="00776049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4A4796BF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2BB5883D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5B7ADB" w:rsidRDefault="005B7AD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0D1808C4" w:rsidR="005B7ADB" w:rsidRDefault="005B7ADB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</w:t>
                            </w:r>
                            <w:r w:rsidR="001D09B1">
                              <w:rPr>
                                <w:lang w:eastAsia="ko-KR"/>
                              </w:rPr>
                              <w:t xml:space="preserve">36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</w:t>
                            </w:r>
                            <w:r w:rsidR="00776049">
                              <w:rPr>
                                <w:lang w:eastAsia="ko-KR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1D09B1">
                              <w:rPr>
                                <w:lang w:eastAsia="ko-KR"/>
                              </w:rPr>
                              <w:t>1.0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072BB9F" w14:textId="094F3A21" w:rsidR="005B7ADB" w:rsidRDefault="005B7ADB" w:rsidP="000743C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="00296DAE">
                              <w:rPr>
                                <w:lang w:eastAsia="ko-KR"/>
                              </w:rPr>
                              <w:t>6</w:t>
                            </w:r>
                            <w:r w:rsidR="008B2184">
                              <w:rPr>
                                <w:lang w:eastAsia="ko-KR"/>
                              </w:rPr>
                              <w:t>943</w:t>
                            </w:r>
                            <w:r w:rsidR="00296DAE" w:rsidRPr="00296DAE">
                              <w:rPr>
                                <w:rFonts w:eastAsia="SimSun"/>
                                <w:lang w:eastAsia="ko-KR"/>
                              </w:rPr>
                              <w:t xml:space="preserve"> </w:t>
                            </w:r>
                            <w:r w:rsidR="006B5313" w:rsidRPr="00296DAE">
                              <w:rPr>
                                <w:rFonts w:eastAsia="SimSun"/>
                                <w:lang w:eastAsia="zh-CN"/>
                              </w:rPr>
                              <w:t>(</w:t>
                            </w:r>
                            <w:r w:rsidR="008B2184">
                              <w:rPr>
                                <w:rFonts w:eastAsia="SimSun"/>
                                <w:lang w:eastAsia="zh-CN"/>
                              </w:rPr>
                              <w:t>1</w:t>
                            </w:r>
                            <w:r w:rsidRPr="00296DAE">
                              <w:rPr>
                                <w:rFonts w:eastAsia="SimSun"/>
                                <w:lang w:eastAsia="zh-CN"/>
                              </w:rPr>
                              <w:t xml:space="preserve"> CIDs)</w:t>
                            </w:r>
                          </w:p>
                          <w:p w14:paraId="5C9493D5" w14:textId="77777777" w:rsidR="005B7ADB" w:rsidRDefault="005B7ADB" w:rsidP="000619B9"/>
                          <w:p w14:paraId="4AF840BF" w14:textId="77777777" w:rsidR="005B7ADB" w:rsidRDefault="005B7ADB" w:rsidP="00CA7A4F">
                            <w:r>
                              <w:t>Revisions:</w:t>
                            </w:r>
                          </w:p>
                          <w:p w14:paraId="30D8CE95" w14:textId="77777777" w:rsidR="005B7ADB" w:rsidRDefault="005B7ADB" w:rsidP="00CA7A4F"/>
                          <w:p w14:paraId="0879F2E3" w14:textId="67777996" w:rsidR="005B7ADB" w:rsidRDefault="005B7ADB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5B7ADB" w:rsidRDefault="005B7ADB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5B7ADB" w:rsidRDefault="005B7AD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0D1808C4" w:rsidR="005B7ADB" w:rsidRDefault="005B7ADB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</w:t>
                      </w:r>
                      <w:r w:rsidR="001D09B1">
                        <w:rPr>
                          <w:lang w:eastAsia="ko-KR"/>
                        </w:rPr>
                        <w:t xml:space="preserve">36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</w:t>
                      </w:r>
                      <w:r w:rsidR="00776049">
                        <w:rPr>
                          <w:lang w:eastAsia="ko-KR"/>
                        </w:rPr>
                        <w:t>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1D09B1">
                        <w:rPr>
                          <w:lang w:eastAsia="ko-KR"/>
                        </w:rPr>
                        <w:t>1.0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072BB9F" w14:textId="094F3A21" w:rsidR="005B7ADB" w:rsidRDefault="005B7ADB" w:rsidP="000743C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="00296DAE">
                        <w:rPr>
                          <w:lang w:eastAsia="ko-KR"/>
                        </w:rPr>
                        <w:t>6</w:t>
                      </w:r>
                      <w:r w:rsidR="008B2184">
                        <w:rPr>
                          <w:lang w:eastAsia="ko-KR"/>
                        </w:rPr>
                        <w:t>943</w:t>
                      </w:r>
                      <w:r w:rsidR="00296DAE" w:rsidRPr="00296DAE">
                        <w:rPr>
                          <w:rFonts w:eastAsia="SimSun"/>
                          <w:lang w:eastAsia="ko-KR"/>
                        </w:rPr>
                        <w:t xml:space="preserve"> </w:t>
                      </w:r>
                      <w:r w:rsidR="006B5313" w:rsidRPr="00296DAE">
                        <w:rPr>
                          <w:rFonts w:eastAsia="SimSun"/>
                          <w:lang w:eastAsia="zh-CN"/>
                        </w:rPr>
                        <w:t>(</w:t>
                      </w:r>
                      <w:r w:rsidR="008B2184">
                        <w:rPr>
                          <w:rFonts w:eastAsia="SimSun"/>
                          <w:lang w:eastAsia="zh-CN"/>
                        </w:rPr>
                        <w:t>1</w:t>
                      </w:r>
                      <w:r w:rsidRPr="00296DAE">
                        <w:rPr>
                          <w:rFonts w:eastAsia="SimSun"/>
                          <w:lang w:eastAsia="zh-CN"/>
                        </w:rPr>
                        <w:t xml:space="preserve"> CIDs)</w:t>
                      </w:r>
                    </w:p>
                    <w:p w14:paraId="5C9493D5" w14:textId="77777777" w:rsidR="005B7ADB" w:rsidRDefault="005B7ADB" w:rsidP="000619B9"/>
                    <w:p w14:paraId="4AF840BF" w14:textId="77777777" w:rsidR="005B7ADB" w:rsidRDefault="005B7ADB" w:rsidP="00CA7A4F">
                      <w:r>
                        <w:t>Revisions:</w:t>
                      </w:r>
                    </w:p>
                    <w:p w14:paraId="30D8CE95" w14:textId="77777777" w:rsidR="005B7ADB" w:rsidRDefault="005B7ADB" w:rsidP="00CA7A4F"/>
                    <w:p w14:paraId="0879F2E3" w14:textId="67777996" w:rsidR="005B7ADB" w:rsidRDefault="005B7ADB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5B7ADB" w:rsidRDefault="005B7ADB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proofErr w:type="spellEnd"/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22"/>
        <w:gridCol w:w="720"/>
        <w:gridCol w:w="768"/>
        <w:gridCol w:w="1662"/>
        <w:gridCol w:w="2307"/>
        <w:gridCol w:w="2126"/>
      </w:tblGrid>
      <w:tr w:rsidR="00776049" w:rsidRPr="00966382" w14:paraId="465D7E89" w14:textId="77777777" w:rsidTr="00776049">
        <w:trPr>
          <w:trHeight w:val="473"/>
        </w:trPr>
        <w:tc>
          <w:tcPr>
            <w:tcW w:w="709" w:type="dxa"/>
          </w:tcPr>
          <w:p w14:paraId="047C1A93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RTF35383035323a2048342c312e"/>
            <w:r w:rsidRPr="00966382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1276" w:type="dxa"/>
          </w:tcPr>
          <w:p w14:paraId="28143F63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 w:rsidRPr="00966382">
              <w:rPr>
                <w:rFonts w:ascii="Arial" w:hAnsi="Arial" w:cs="Arial"/>
                <w:sz w:val="20"/>
              </w:rPr>
              <w:t>Commenter</w:t>
            </w:r>
          </w:p>
        </w:tc>
        <w:tc>
          <w:tcPr>
            <w:tcW w:w="922" w:type="dxa"/>
          </w:tcPr>
          <w:p w14:paraId="2BD08578" w14:textId="77777777" w:rsidR="00776049" w:rsidRPr="00966382" w:rsidRDefault="00776049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720" w:type="dxa"/>
          </w:tcPr>
          <w:p w14:paraId="799D1186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Page</w:t>
            </w:r>
          </w:p>
        </w:tc>
        <w:tc>
          <w:tcPr>
            <w:tcW w:w="768" w:type="dxa"/>
          </w:tcPr>
          <w:p w14:paraId="19B64615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1662" w:type="dxa"/>
          </w:tcPr>
          <w:p w14:paraId="00AB459C" w14:textId="1D5BC245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2307" w:type="dxa"/>
          </w:tcPr>
          <w:p w14:paraId="459A2B11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126" w:type="dxa"/>
          </w:tcPr>
          <w:p w14:paraId="46730A43" w14:textId="77777777" w:rsidR="00776049" w:rsidRPr="00966382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tr w:rsidR="008B2184" w:rsidRPr="00966382" w14:paraId="59762130" w14:textId="77777777" w:rsidTr="00776049">
        <w:trPr>
          <w:trHeight w:val="243"/>
        </w:trPr>
        <w:tc>
          <w:tcPr>
            <w:tcW w:w="709" w:type="dxa"/>
          </w:tcPr>
          <w:p w14:paraId="0BCC3194" w14:textId="2D752572" w:rsidR="008B2184" w:rsidRDefault="008B2184" w:rsidP="008B2184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6943</w:t>
            </w:r>
          </w:p>
        </w:tc>
        <w:tc>
          <w:tcPr>
            <w:tcW w:w="1276" w:type="dxa"/>
          </w:tcPr>
          <w:p w14:paraId="3396AC25" w14:textId="022A632E" w:rsidR="008B2184" w:rsidRDefault="008B2184" w:rsidP="008B218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Saju Palayur</w:t>
            </w:r>
          </w:p>
        </w:tc>
        <w:tc>
          <w:tcPr>
            <w:tcW w:w="922" w:type="dxa"/>
          </w:tcPr>
          <w:p w14:paraId="3656D5D1" w14:textId="2F2B8A3E" w:rsidR="008B2184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10.22.2</w:t>
            </w:r>
          </w:p>
        </w:tc>
        <w:tc>
          <w:tcPr>
            <w:tcW w:w="720" w:type="dxa"/>
          </w:tcPr>
          <w:p w14:paraId="3C558C9E" w14:textId="34633EA6" w:rsidR="008B2184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8" w:type="dxa"/>
          </w:tcPr>
          <w:p w14:paraId="39004D22" w14:textId="5E6733C7" w:rsidR="008B2184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2" w:type="dxa"/>
          </w:tcPr>
          <w:p w14:paraId="5B9BF2FB" w14:textId="383A5274" w:rsidR="008B2184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EHT AP may require to access AFC database and verify that 6GHz U-NII-5 and U-NII7  channels could be used, this information shall be delivered in beacons</w:t>
            </w:r>
          </w:p>
        </w:tc>
        <w:tc>
          <w:tcPr>
            <w:tcW w:w="2307" w:type="dxa"/>
          </w:tcPr>
          <w:p w14:paraId="08C57B07" w14:textId="3079FAF7" w:rsidR="008B2184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normative in  Operation upon entering a regulatory domain</w:t>
            </w:r>
          </w:p>
        </w:tc>
        <w:tc>
          <w:tcPr>
            <w:tcW w:w="2126" w:type="dxa"/>
          </w:tcPr>
          <w:p w14:paraId="1B0D67FA" w14:textId="00A039E3" w:rsidR="008B2184" w:rsidRPr="00966382" w:rsidRDefault="008B2184" w:rsidP="008B21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6382"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9C10CB">
              <w:rPr>
                <w:rFonts w:ascii="Arial" w:hAnsi="Arial" w:cs="Arial"/>
                <w:b/>
                <w:sz w:val="20"/>
                <w:szCs w:val="20"/>
              </w:rPr>
              <w:t>jected</w:t>
            </w:r>
            <w:r w:rsidRPr="009663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C5AB0A4" w14:textId="77777777" w:rsidR="008B2184" w:rsidRPr="00966382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78713" w14:textId="385C1887" w:rsidR="008B2184" w:rsidRPr="00966382" w:rsidRDefault="00484DD2" w:rsidP="00EC1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requirements for an EHT AP to operate in the 6 GHz band is not different</w:t>
            </w:r>
            <w:r w:rsidR="00AA1D56">
              <w:rPr>
                <w:rFonts w:ascii="Arial" w:hAnsi="Arial" w:cs="Arial"/>
                <w:sz w:val="20"/>
                <w:szCs w:val="20"/>
              </w:rPr>
              <w:t xml:space="preserve"> from an HE AP operating in the 6 GHz band. There is no requirement for an HE AP to advertise AFC information regarding the use of U-NII-5 and U-NII-7 channels in Beacon frames, and the same applies for EHT APs as well.</w:t>
            </w:r>
            <w:r w:rsidR="00EC1533">
              <w:rPr>
                <w:rFonts w:ascii="Arial" w:hAnsi="Arial" w:cs="Arial"/>
                <w:sz w:val="20"/>
                <w:szCs w:val="20"/>
              </w:rPr>
              <w:t xml:space="preserve"> The information necessary to operate in the 6 GHz band is already advertised by EHT APs in the </w:t>
            </w:r>
            <w:r w:rsidR="00EC1533" w:rsidRPr="00EC1533">
              <w:rPr>
                <w:rFonts w:ascii="Arial" w:hAnsi="Arial" w:cs="Arial"/>
                <w:sz w:val="20"/>
                <w:szCs w:val="20"/>
              </w:rPr>
              <w:t>6 GHz</w:t>
            </w:r>
            <w:r w:rsidR="0045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533" w:rsidRPr="00EC1533">
              <w:rPr>
                <w:rFonts w:ascii="Arial" w:hAnsi="Arial" w:cs="Arial"/>
                <w:sz w:val="20"/>
                <w:szCs w:val="20"/>
              </w:rPr>
              <w:t>Operation</w:t>
            </w:r>
            <w:r w:rsidR="0045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533" w:rsidRPr="00EC1533">
              <w:rPr>
                <w:rFonts w:ascii="Arial" w:hAnsi="Arial" w:cs="Arial"/>
                <w:sz w:val="20"/>
                <w:szCs w:val="20"/>
              </w:rPr>
              <w:t>Information</w:t>
            </w:r>
            <w:r w:rsidR="00EC1533">
              <w:rPr>
                <w:rFonts w:ascii="Arial" w:hAnsi="Arial" w:cs="Arial"/>
                <w:sz w:val="20"/>
                <w:szCs w:val="20"/>
              </w:rPr>
              <w:t xml:space="preserve"> subfield in the HE Operation element. No further changes</w:t>
            </w:r>
            <w:r w:rsidR="00456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533">
              <w:rPr>
                <w:rFonts w:ascii="Arial" w:hAnsi="Arial" w:cs="Arial"/>
                <w:sz w:val="20"/>
                <w:szCs w:val="20"/>
              </w:rPr>
              <w:t>are required.</w:t>
            </w:r>
          </w:p>
          <w:p w14:paraId="0A0AC00B" w14:textId="344628BD" w:rsidR="008B2184" w:rsidRPr="00966382" w:rsidRDefault="008B2184" w:rsidP="008B2184">
            <w:pPr>
              <w:rPr>
                <w:rFonts w:ascii="Arial" w:hAnsi="Arial" w:cs="Arial"/>
                <w:sz w:val="20"/>
                <w:szCs w:val="20"/>
              </w:rPr>
            </w:pPr>
            <w:r w:rsidRPr="009663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83259A0" w14:textId="6A2F5AB0" w:rsidR="00D119F8" w:rsidRDefault="00D119F8" w:rsidP="00EE5D9B">
      <w:pPr>
        <w:pStyle w:val="T"/>
        <w:rPr>
          <w:sz w:val="24"/>
        </w:rPr>
      </w:pPr>
    </w:p>
    <w:p w14:paraId="35B6F60B" w14:textId="75B8185C" w:rsidR="00D119F8" w:rsidRDefault="00D119F8" w:rsidP="00EE5D9B">
      <w:pPr>
        <w:pStyle w:val="T"/>
        <w:rPr>
          <w:sz w:val="24"/>
        </w:rPr>
      </w:pPr>
      <w:r>
        <w:rPr>
          <w:sz w:val="24"/>
        </w:rPr>
        <w:t xml:space="preserve">SP: Do you agree to incorporate the changes proposed in </w:t>
      </w:r>
      <w:sdt>
        <w:sdtPr>
          <w:rPr>
            <w:sz w:val="24"/>
          </w:rPr>
          <w:alias w:val="Title"/>
          <w:tag w:val=""/>
          <w:id w:val="837199740"/>
          <w:placeholder>
            <w:docPart w:val="5CDA5FD3811744168375010903B428A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7E50">
            <w:rPr>
              <w:sz w:val="24"/>
            </w:rPr>
            <w:t>IEEE 802.11-21/1278r0</w:t>
          </w:r>
        </w:sdtContent>
      </w:sdt>
      <w:r>
        <w:rPr>
          <w:sz w:val="24"/>
        </w:rPr>
        <w:t xml:space="preserve"> to the la</w:t>
      </w:r>
      <w:r w:rsidR="00D77569">
        <w:rPr>
          <w:sz w:val="24"/>
        </w:rPr>
        <w:t>te</w:t>
      </w:r>
      <w:r>
        <w:rPr>
          <w:sz w:val="24"/>
        </w:rPr>
        <w:t xml:space="preserve">st 11be draft for </w:t>
      </w:r>
      <w:r w:rsidR="001D09B1">
        <w:rPr>
          <w:sz w:val="24"/>
        </w:rPr>
        <w:t xml:space="preserve">the following </w:t>
      </w:r>
      <w:r>
        <w:rPr>
          <w:sz w:val="24"/>
        </w:rPr>
        <w:t>CIDs?</w:t>
      </w:r>
    </w:p>
    <w:p w14:paraId="0383C014" w14:textId="7B1BD123" w:rsidR="001D09B1" w:rsidRDefault="001D09B1" w:rsidP="00EE5D9B">
      <w:pPr>
        <w:pStyle w:val="T"/>
        <w:rPr>
          <w:lang w:eastAsia="ko-KR"/>
        </w:rPr>
      </w:pPr>
      <w:r>
        <w:rPr>
          <w:sz w:val="24"/>
        </w:rPr>
        <w:t xml:space="preserve">CID: </w:t>
      </w:r>
      <w:r w:rsidR="00864410">
        <w:rPr>
          <w:lang w:eastAsia="ko-KR"/>
        </w:rPr>
        <w:t>6943</w:t>
      </w:r>
    </w:p>
    <w:bookmarkEnd w:id="0"/>
    <w:sectPr w:rsidR="001D09B1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2F85F" w14:textId="77777777" w:rsidR="008937AA" w:rsidRDefault="008937AA">
      <w:r>
        <w:separator/>
      </w:r>
    </w:p>
  </w:endnote>
  <w:endnote w:type="continuationSeparator" w:id="0">
    <w:p w14:paraId="792D3D61" w14:textId="77777777" w:rsidR="008937AA" w:rsidRDefault="0089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8590" w14:textId="77777777" w:rsidR="005B7ADB" w:rsidRDefault="00456F0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B7ADB">
        <w:t>Submission</w:t>
      </w:r>
    </w:fldSimple>
    <w:r w:rsidR="005B7ADB">
      <w:tab/>
      <w:t xml:space="preserve">page </w:t>
    </w:r>
    <w:r w:rsidR="005B7ADB">
      <w:fldChar w:fldCharType="begin"/>
    </w:r>
    <w:r w:rsidR="005B7ADB">
      <w:instrText xml:space="preserve">page </w:instrText>
    </w:r>
    <w:r w:rsidR="005B7ADB">
      <w:fldChar w:fldCharType="separate"/>
    </w:r>
    <w:r w:rsidR="00113268">
      <w:rPr>
        <w:noProof/>
      </w:rPr>
      <w:t>1</w:t>
    </w:r>
    <w:r w:rsidR="005B7ADB">
      <w:rPr>
        <w:noProof/>
      </w:rPr>
      <w:fldChar w:fldCharType="end"/>
    </w:r>
    <w:r w:rsidR="005B7ADB">
      <w:tab/>
      <w:t xml:space="preserve">Rojan Chitrakar, Panasonic </w:t>
    </w:r>
    <w:r w:rsidR="005B7ADB">
      <w:fldChar w:fldCharType="begin"/>
    </w:r>
    <w:r w:rsidR="005B7ADB">
      <w:instrText xml:space="preserve"> COMMENTS  \* MERGEFORMAT </w:instrText>
    </w:r>
    <w:r w:rsidR="005B7ADB">
      <w:fldChar w:fldCharType="end"/>
    </w:r>
  </w:p>
  <w:p w14:paraId="786DEF1A" w14:textId="77777777" w:rsidR="005B7ADB" w:rsidRPr="00F60BF6" w:rsidRDefault="005B7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70AA" w14:textId="77777777" w:rsidR="008937AA" w:rsidRDefault="008937AA">
      <w:r>
        <w:separator/>
      </w:r>
    </w:p>
  </w:footnote>
  <w:footnote w:type="continuationSeparator" w:id="0">
    <w:p w14:paraId="20C2D319" w14:textId="77777777" w:rsidR="008937AA" w:rsidRDefault="0089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195E" w14:textId="3DCA498E" w:rsidR="005B7ADB" w:rsidRDefault="001D09B1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November</w:t>
    </w:r>
    <w:r w:rsidR="005B7ADB">
      <w:t xml:space="preserve"> 20</w:t>
    </w:r>
    <w:r w:rsidR="00776049">
      <w:t>2</w:t>
    </w:r>
    <w:r w:rsidR="005B7ADB">
      <w:t>1</w:t>
    </w:r>
    <w:r w:rsidR="005B7ADB">
      <w:tab/>
    </w:r>
    <w:r w:rsidR="005B7ADB">
      <w:tab/>
      <w:t xml:space="preserve">doc.: </w:t>
    </w:r>
    <w:sdt>
      <w:sdtPr>
        <w:alias w:val="Title"/>
        <w:tag w:val=""/>
        <w:id w:val="1703056321"/>
        <w:placeholder>
          <w:docPart w:val="D61D9AE765034EA78C85BDEF27AD5A5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17E50">
          <w:t>IEEE 802.11-21/1278r0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8C7574"/>
    <w:lvl w:ilvl="0">
      <w:numFmt w:val="bullet"/>
      <w:lvlText w:val="*"/>
      <w:lvlJc w:val="left"/>
    </w:lvl>
  </w:abstractNum>
  <w:abstractNum w:abstractNumId="2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36C1"/>
    <w:multiLevelType w:val="multilevel"/>
    <w:tmpl w:val="B79EDBBE"/>
    <w:lvl w:ilvl="0">
      <w:start w:val="2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3D90EFE"/>
    <w:multiLevelType w:val="hybridMultilevel"/>
    <w:tmpl w:val="8D580A52"/>
    <w:lvl w:ilvl="0" w:tplc="52864EB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570A4D"/>
    <w:multiLevelType w:val="hybridMultilevel"/>
    <w:tmpl w:val="BB36BA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3C7F8E"/>
    <w:multiLevelType w:val="hybridMultilevel"/>
    <w:tmpl w:val="5BB0C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6F45F8"/>
    <w:multiLevelType w:val="hybridMultilevel"/>
    <w:tmpl w:val="E6FA8258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9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0"/>
  </w:num>
  <w:num w:numId="5">
    <w:abstractNumId w:val="1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9.6.3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Table 9-5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3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Figure 9-776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Figure 9-776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776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29.10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Annex 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B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B.4.3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B.4.3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9.10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3"/>
  </w:num>
  <w:num w:numId="27">
    <w:abstractNumId w:val="1"/>
    <w:lvlOverride w:ilvl="0">
      <w:lvl w:ilvl="0">
        <w:start w:val="1"/>
        <w:numFmt w:val="bullet"/>
        <w:lvlText w:val="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Figure 9-993e—"/>
        <w:legacy w:legacy="1" w:legacySpace="0" w:legacyIndent="0"/>
        <w:lvlJc w:val="center"/>
        <w:pPr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color w:val="000000"/>
          <w:sz w:val="22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6"/>
  </w:num>
  <w:num w:numId="31">
    <w:abstractNumId w:val="7"/>
  </w:num>
  <w:num w:numId="32">
    <w:abstractNumId w:val="1"/>
    <w:lvlOverride w:ilvl="0">
      <w:lvl w:ilvl="0">
        <w:start w:val="1"/>
        <w:numFmt w:val="bullet"/>
        <w:lvlText w:val="Figure 29-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8"/>
  </w:num>
  <w:num w:numId="34">
    <w:abstractNumId w:val="1"/>
    <w:lvlOverride w:ilvl="0">
      <w:lvl w:ilvl="0">
        <w:start w:val="1"/>
        <w:numFmt w:val="bullet"/>
        <w:lvlText w:val="6.3.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6.3.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6.3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6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6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6.3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6.3.9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6.3.9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6.3.9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6.3.9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1"/>
    <w:lvlOverride w:ilvl="0">
      <w:lvl w:ilvl="0">
        <w:start w:val="1"/>
        <w:numFmt w:val="bullet"/>
        <w:lvlText w:val="6.3.94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29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29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1">
    <w:abstractNumId w:val="5"/>
  </w:num>
  <w:num w:numId="52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9"/>
  </w:num>
  <w:num w:numId="54">
    <w:abstractNumId w:val="1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8B4"/>
    <w:rsid w:val="00013718"/>
    <w:rsid w:val="00013A38"/>
    <w:rsid w:val="000156E6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755E"/>
    <w:rsid w:val="0005080D"/>
    <w:rsid w:val="000514EB"/>
    <w:rsid w:val="00051A94"/>
    <w:rsid w:val="00053477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1039"/>
    <w:rsid w:val="00071B90"/>
    <w:rsid w:val="00072045"/>
    <w:rsid w:val="00072E8A"/>
    <w:rsid w:val="00075704"/>
    <w:rsid w:val="000759D8"/>
    <w:rsid w:val="00080395"/>
    <w:rsid w:val="000804D5"/>
    <w:rsid w:val="00080540"/>
    <w:rsid w:val="00080B3E"/>
    <w:rsid w:val="000813CF"/>
    <w:rsid w:val="000818A3"/>
    <w:rsid w:val="000846C1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A6CAD"/>
    <w:rsid w:val="000B0858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E0CE9"/>
    <w:rsid w:val="000E2CA6"/>
    <w:rsid w:val="000E3163"/>
    <w:rsid w:val="000E36C2"/>
    <w:rsid w:val="000E4DD1"/>
    <w:rsid w:val="000F09C1"/>
    <w:rsid w:val="000F3FBA"/>
    <w:rsid w:val="000F5F2B"/>
    <w:rsid w:val="000F67D0"/>
    <w:rsid w:val="000F6CED"/>
    <w:rsid w:val="000F7838"/>
    <w:rsid w:val="000F7A21"/>
    <w:rsid w:val="000F7EC8"/>
    <w:rsid w:val="00101596"/>
    <w:rsid w:val="001015C8"/>
    <w:rsid w:val="0010281E"/>
    <w:rsid w:val="0010363F"/>
    <w:rsid w:val="0010567A"/>
    <w:rsid w:val="00106168"/>
    <w:rsid w:val="001072C2"/>
    <w:rsid w:val="00110B78"/>
    <w:rsid w:val="00111F98"/>
    <w:rsid w:val="00113268"/>
    <w:rsid w:val="001135E1"/>
    <w:rsid w:val="00113A3F"/>
    <w:rsid w:val="001171AF"/>
    <w:rsid w:val="00117386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2348"/>
    <w:rsid w:val="001323E9"/>
    <w:rsid w:val="00135ABF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6B6F"/>
    <w:rsid w:val="00150727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F3B"/>
    <w:rsid w:val="00167F98"/>
    <w:rsid w:val="00170A3C"/>
    <w:rsid w:val="00172F06"/>
    <w:rsid w:val="00173E5E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4FC3"/>
    <w:rsid w:val="001C1ADC"/>
    <w:rsid w:val="001C34F7"/>
    <w:rsid w:val="001C3711"/>
    <w:rsid w:val="001C5399"/>
    <w:rsid w:val="001C5AFD"/>
    <w:rsid w:val="001C6548"/>
    <w:rsid w:val="001C6C25"/>
    <w:rsid w:val="001C7EAD"/>
    <w:rsid w:val="001D09B1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7C8"/>
    <w:rsid w:val="001E2C5D"/>
    <w:rsid w:val="001E4706"/>
    <w:rsid w:val="001E54D1"/>
    <w:rsid w:val="001E5650"/>
    <w:rsid w:val="001E5896"/>
    <w:rsid w:val="001E6213"/>
    <w:rsid w:val="001E768F"/>
    <w:rsid w:val="001F07B2"/>
    <w:rsid w:val="001F0DC7"/>
    <w:rsid w:val="001F1C30"/>
    <w:rsid w:val="001F297A"/>
    <w:rsid w:val="001F546A"/>
    <w:rsid w:val="001F5CBC"/>
    <w:rsid w:val="001F6580"/>
    <w:rsid w:val="001F7049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7BB3"/>
    <w:rsid w:val="002206DD"/>
    <w:rsid w:val="002208EC"/>
    <w:rsid w:val="002217D0"/>
    <w:rsid w:val="002220B7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43A7"/>
    <w:rsid w:val="002545BF"/>
    <w:rsid w:val="0025518D"/>
    <w:rsid w:val="002578D6"/>
    <w:rsid w:val="002606B7"/>
    <w:rsid w:val="002633B1"/>
    <w:rsid w:val="00264EFE"/>
    <w:rsid w:val="002667D6"/>
    <w:rsid w:val="00266F7D"/>
    <w:rsid w:val="002677DF"/>
    <w:rsid w:val="00270FDC"/>
    <w:rsid w:val="002718E6"/>
    <w:rsid w:val="002727FA"/>
    <w:rsid w:val="00273181"/>
    <w:rsid w:val="00273983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F73"/>
    <w:rsid w:val="00295403"/>
    <w:rsid w:val="0029575F"/>
    <w:rsid w:val="00296944"/>
    <w:rsid w:val="00296DAE"/>
    <w:rsid w:val="00297573"/>
    <w:rsid w:val="002A0C93"/>
    <w:rsid w:val="002A3512"/>
    <w:rsid w:val="002A3868"/>
    <w:rsid w:val="002A390D"/>
    <w:rsid w:val="002A4A5B"/>
    <w:rsid w:val="002B274E"/>
    <w:rsid w:val="002B36AF"/>
    <w:rsid w:val="002B3890"/>
    <w:rsid w:val="002B436C"/>
    <w:rsid w:val="002B6510"/>
    <w:rsid w:val="002B7268"/>
    <w:rsid w:val="002C3043"/>
    <w:rsid w:val="002C4259"/>
    <w:rsid w:val="002C4346"/>
    <w:rsid w:val="002C6659"/>
    <w:rsid w:val="002D02D7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5C8"/>
    <w:rsid w:val="00300944"/>
    <w:rsid w:val="003009D6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105D0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41C9"/>
    <w:rsid w:val="00325031"/>
    <w:rsid w:val="00331570"/>
    <w:rsid w:val="00331E45"/>
    <w:rsid w:val="0033263A"/>
    <w:rsid w:val="00332E4A"/>
    <w:rsid w:val="0033321B"/>
    <w:rsid w:val="003333DD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109A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2859"/>
    <w:rsid w:val="003632E2"/>
    <w:rsid w:val="00363366"/>
    <w:rsid w:val="00363945"/>
    <w:rsid w:val="003639EB"/>
    <w:rsid w:val="003642E1"/>
    <w:rsid w:val="0036569A"/>
    <w:rsid w:val="00365E37"/>
    <w:rsid w:val="0036620D"/>
    <w:rsid w:val="00366641"/>
    <w:rsid w:val="00370D54"/>
    <w:rsid w:val="0037198F"/>
    <w:rsid w:val="00374F67"/>
    <w:rsid w:val="00375D98"/>
    <w:rsid w:val="0038054B"/>
    <w:rsid w:val="00380723"/>
    <w:rsid w:val="00381243"/>
    <w:rsid w:val="0038228A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FFB"/>
    <w:rsid w:val="003B051C"/>
    <w:rsid w:val="003B3F9D"/>
    <w:rsid w:val="003B4470"/>
    <w:rsid w:val="003B529B"/>
    <w:rsid w:val="003C06E2"/>
    <w:rsid w:val="003C0B0B"/>
    <w:rsid w:val="003C1C1D"/>
    <w:rsid w:val="003C2509"/>
    <w:rsid w:val="003C33FC"/>
    <w:rsid w:val="003C6D4E"/>
    <w:rsid w:val="003D1229"/>
    <w:rsid w:val="003D2692"/>
    <w:rsid w:val="003D301E"/>
    <w:rsid w:val="003D48A7"/>
    <w:rsid w:val="003D5CB0"/>
    <w:rsid w:val="003D78AF"/>
    <w:rsid w:val="003E013D"/>
    <w:rsid w:val="003E0D81"/>
    <w:rsid w:val="003E1DA1"/>
    <w:rsid w:val="003E4321"/>
    <w:rsid w:val="003E6F16"/>
    <w:rsid w:val="003E7FA7"/>
    <w:rsid w:val="003F074F"/>
    <w:rsid w:val="003F11D9"/>
    <w:rsid w:val="003F22C0"/>
    <w:rsid w:val="003F3CC2"/>
    <w:rsid w:val="003F4755"/>
    <w:rsid w:val="003F495E"/>
    <w:rsid w:val="003F4B3C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17FCC"/>
    <w:rsid w:val="00422303"/>
    <w:rsid w:val="00424118"/>
    <w:rsid w:val="00425B89"/>
    <w:rsid w:val="00425D4E"/>
    <w:rsid w:val="00432950"/>
    <w:rsid w:val="00433406"/>
    <w:rsid w:val="00433BF2"/>
    <w:rsid w:val="00434607"/>
    <w:rsid w:val="0043490F"/>
    <w:rsid w:val="00434EF2"/>
    <w:rsid w:val="00435B8B"/>
    <w:rsid w:val="004361D7"/>
    <w:rsid w:val="004406EA"/>
    <w:rsid w:val="004409CE"/>
    <w:rsid w:val="00440C98"/>
    <w:rsid w:val="004410DA"/>
    <w:rsid w:val="00441C91"/>
    <w:rsid w:val="00442037"/>
    <w:rsid w:val="0044391A"/>
    <w:rsid w:val="00443B20"/>
    <w:rsid w:val="00444301"/>
    <w:rsid w:val="0044570A"/>
    <w:rsid w:val="00450194"/>
    <w:rsid w:val="00451293"/>
    <w:rsid w:val="00451CDF"/>
    <w:rsid w:val="004520F0"/>
    <w:rsid w:val="00454BC3"/>
    <w:rsid w:val="00455F85"/>
    <w:rsid w:val="00455F9B"/>
    <w:rsid w:val="00456F0A"/>
    <w:rsid w:val="004574B5"/>
    <w:rsid w:val="00457AB0"/>
    <w:rsid w:val="00461188"/>
    <w:rsid w:val="0046121E"/>
    <w:rsid w:val="004622B1"/>
    <w:rsid w:val="00463548"/>
    <w:rsid w:val="00463CCB"/>
    <w:rsid w:val="00464BD4"/>
    <w:rsid w:val="004655C4"/>
    <w:rsid w:val="00466733"/>
    <w:rsid w:val="00466A08"/>
    <w:rsid w:val="004701F8"/>
    <w:rsid w:val="0047066F"/>
    <w:rsid w:val="004714A1"/>
    <w:rsid w:val="00473360"/>
    <w:rsid w:val="00473ED6"/>
    <w:rsid w:val="00474174"/>
    <w:rsid w:val="00474AE0"/>
    <w:rsid w:val="004754AC"/>
    <w:rsid w:val="00480FA0"/>
    <w:rsid w:val="004818C8"/>
    <w:rsid w:val="00483771"/>
    <w:rsid w:val="00484DD2"/>
    <w:rsid w:val="004853E9"/>
    <w:rsid w:val="00487C22"/>
    <w:rsid w:val="00490A7C"/>
    <w:rsid w:val="0049281B"/>
    <w:rsid w:val="0049343A"/>
    <w:rsid w:val="0049405F"/>
    <w:rsid w:val="00496822"/>
    <w:rsid w:val="00496A67"/>
    <w:rsid w:val="004A046D"/>
    <w:rsid w:val="004A0F14"/>
    <w:rsid w:val="004A2C69"/>
    <w:rsid w:val="004A32C4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D0485"/>
    <w:rsid w:val="004D066A"/>
    <w:rsid w:val="004D2BCE"/>
    <w:rsid w:val="004D3B3F"/>
    <w:rsid w:val="004D455F"/>
    <w:rsid w:val="004D5EBB"/>
    <w:rsid w:val="004D6850"/>
    <w:rsid w:val="004E0917"/>
    <w:rsid w:val="004E113D"/>
    <w:rsid w:val="004E13CF"/>
    <w:rsid w:val="004E228E"/>
    <w:rsid w:val="004E31BE"/>
    <w:rsid w:val="004E340C"/>
    <w:rsid w:val="004E5276"/>
    <w:rsid w:val="004F10C4"/>
    <w:rsid w:val="004F10D5"/>
    <w:rsid w:val="004F542F"/>
    <w:rsid w:val="004F6745"/>
    <w:rsid w:val="004F6D90"/>
    <w:rsid w:val="004F6DC1"/>
    <w:rsid w:val="004F72F3"/>
    <w:rsid w:val="00503EE9"/>
    <w:rsid w:val="00506D91"/>
    <w:rsid w:val="00511E78"/>
    <w:rsid w:val="0051257D"/>
    <w:rsid w:val="005125AE"/>
    <w:rsid w:val="00512AA7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9BF"/>
    <w:rsid w:val="00523D51"/>
    <w:rsid w:val="00525426"/>
    <w:rsid w:val="0053207D"/>
    <w:rsid w:val="005352E1"/>
    <w:rsid w:val="00535DD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1969"/>
    <w:rsid w:val="00571DE6"/>
    <w:rsid w:val="00572580"/>
    <w:rsid w:val="00572627"/>
    <w:rsid w:val="00572898"/>
    <w:rsid w:val="00572948"/>
    <w:rsid w:val="00572C38"/>
    <w:rsid w:val="00573E44"/>
    <w:rsid w:val="00576254"/>
    <w:rsid w:val="00576508"/>
    <w:rsid w:val="00576EEC"/>
    <w:rsid w:val="00577D51"/>
    <w:rsid w:val="00577FD0"/>
    <w:rsid w:val="00581602"/>
    <w:rsid w:val="00581754"/>
    <w:rsid w:val="00583917"/>
    <w:rsid w:val="00584126"/>
    <w:rsid w:val="00585205"/>
    <w:rsid w:val="005865F3"/>
    <w:rsid w:val="00586C11"/>
    <w:rsid w:val="00587447"/>
    <w:rsid w:val="0059174B"/>
    <w:rsid w:val="00591CFB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5886"/>
    <w:rsid w:val="005D67FC"/>
    <w:rsid w:val="005E0FB2"/>
    <w:rsid w:val="005E1223"/>
    <w:rsid w:val="005E5272"/>
    <w:rsid w:val="005E77EC"/>
    <w:rsid w:val="005F3BED"/>
    <w:rsid w:val="005F4109"/>
    <w:rsid w:val="005F7818"/>
    <w:rsid w:val="00601010"/>
    <w:rsid w:val="00601652"/>
    <w:rsid w:val="006026B8"/>
    <w:rsid w:val="00602DB5"/>
    <w:rsid w:val="00602EBF"/>
    <w:rsid w:val="00604E70"/>
    <w:rsid w:val="00605CEB"/>
    <w:rsid w:val="00606EB1"/>
    <w:rsid w:val="00611E65"/>
    <w:rsid w:val="00613010"/>
    <w:rsid w:val="00613220"/>
    <w:rsid w:val="00613E61"/>
    <w:rsid w:val="00614B04"/>
    <w:rsid w:val="00614DE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F7F"/>
    <w:rsid w:val="006429CB"/>
    <w:rsid w:val="00645B64"/>
    <w:rsid w:val="0064793A"/>
    <w:rsid w:val="006504E1"/>
    <w:rsid w:val="0065427E"/>
    <w:rsid w:val="00655721"/>
    <w:rsid w:val="0065589C"/>
    <w:rsid w:val="00655B2D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E7D"/>
    <w:rsid w:val="00681C5C"/>
    <w:rsid w:val="006842FC"/>
    <w:rsid w:val="00684C14"/>
    <w:rsid w:val="00684D32"/>
    <w:rsid w:val="006852A9"/>
    <w:rsid w:val="0069281D"/>
    <w:rsid w:val="00692A09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2A2"/>
    <w:rsid w:val="006A260E"/>
    <w:rsid w:val="006A4F2D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720C"/>
    <w:rsid w:val="006D1A14"/>
    <w:rsid w:val="006D478A"/>
    <w:rsid w:val="006D615B"/>
    <w:rsid w:val="006D786D"/>
    <w:rsid w:val="006E145F"/>
    <w:rsid w:val="006E3203"/>
    <w:rsid w:val="006E4DDB"/>
    <w:rsid w:val="006E4DF1"/>
    <w:rsid w:val="006E6D60"/>
    <w:rsid w:val="006F0695"/>
    <w:rsid w:val="006F07D1"/>
    <w:rsid w:val="006F1B6F"/>
    <w:rsid w:val="006F2381"/>
    <w:rsid w:val="006F523F"/>
    <w:rsid w:val="006F7924"/>
    <w:rsid w:val="00700303"/>
    <w:rsid w:val="0070423B"/>
    <w:rsid w:val="0070490A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77F8"/>
    <w:rsid w:val="00727B27"/>
    <w:rsid w:val="007308AF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43A2"/>
    <w:rsid w:val="007646DE"/>
    <w:rsid w:val="00765F76"/>
    <w:rsid w:val="00766BE1"/>
    <w:rsid w:val="007676F9"/>
    <w:rsid w:val="00767AD5"/>
    <w:rsid w:val="00767C0C"/>
    <w:rsid w:val="00770572"/>
    <w:rsid w:val="00774B9A"/>
    <w:rsid w:val="0077520A"/>
    <w:rsid w:val="00775643"/>
    <w:rsid w:val="00775F67"/>
    <w:rsid w:val="00776049"/>
    <w:rsid w:val="00776263"/>
    <w:rsid w:val="00776997"/>
    <w:rsid w:val="00783701"/>
    <w:rsid w:val="00783EB5"/>
    <w:rsid w:val="007854DA"/>
    <w:rsid w:val="0078550D"/>
    <w:rsid w:val="0078553D"/>
    <w:rsid w:val="007877D0"/>
    <w:rsid w:val="0079029E"/>
    <w:rsid w:val="00791E38"/>
    <w:rsid w:val="00792A0E"/>
    <w:rsid w:val="007931DB"/>
    <w:rsid w:val="007949BA"/>
    <w:rsid w:val="00794D12"/>
    <w:rsid w:val="00796556"/>
    <w:rsid w:val="007A164A"/>
    <w:rsid w:val="007A1C50"/>
    <w:rsid w:val="007A1D20"/>
    <w:rsid w:val="007A2737"/>
    <w:rsid w:val="007A3898"/>
    <w:rsid w:val="007A3B91"/>
    <w:rsid w:val="007A3F63"/>
    <w:rsid w:val="007A6040"/>
    <w:rsid w:val="007A6CEE"/>
    <w:rsid w:val="007B1408"/>
    <w:rsid w:val="007B1F7D"/>
    <w:rsid w:val="007B29F3"/>
    <w:rsid w:val="007C0CF5"/>
    <w:rsid w:val="007C26AD"/>
    <w:rsid w:val="007C2C14"/>
    <w:rsid w:val="007C2D50"/>
    <w:rsid w:val="007C2E5E"/>
    <w:rsid w:val="007C338E"/>
    <w:rsid w:val="007C3403"/>
    <w:rsid w:val="007C515A"/>
    <w:rsid w:val="007C550E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27EB"/>
    <w:rsid w:val="007E2BCD"/>
    <w:rsid w:val="007E52CB"/>
    <w:rsid w:val="007E628B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07BD"/>
    <w:rsid w:val="0080142D"/>
    <w:rsid w:val="008049D7"/>
    <w:rsid w:val="00805475"/>
    <w:rsid w:val="00806BA0"/>
    <w:rsid w:val="00806BB6"/>
    <w:rsid w:val="00811660"/>
    <w:rsid w:val="008143C4"/>
    <w:rsid w:val="00814BE2"/>
    <w:rsid w:val="008202C1"/>
    <w:rsid w:val="00820670"/>
    <w:rsid w:val="00821CF7"/>
    <w:rsid w:val="008229C2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240A"/>
    <w:rsid w:val="00842726"/>
    <w:rsid w:val="00845838"/>
    <w:rsid w:val="0084628F"/>
    <w:rsid w:val="008463DC"/>
    <w:rsid w:val="0084692C"/>
    <w:rsid w:val="008478D0"/>
    <w:rsid w:val="008507F9"/>
    <w:rsid w:val="00851133"/>
    <w:rsid w:val="00851917"/>
    <w:rsid w:val="00852179"/>
    <w:rsid w:val="00853DFA"/>
    <w:rsid w:val="00855877"/>
    <w:rsid w:val="0085712A"/>
    <w:rsid w:val="00857EC2"/>
    <w:rsid w:val="0086046A"/>
    <w:rsid w:val="008605B6"/>
    <w:rsid w:val="00860B16"/>
    <w:rsid w:val="008616C4"/>
    <w:rsid w:val="00864410"/>
    <w:rsid w:val="008657A6"/>
    <w:rsid w:val="00866C54"/>
    <w:rsid w:val="008676A5"/>
    <w:rsid w:val="00867BC1"/>
    <w:rsid w:val="00870CA4"/>
    <w:rsid w:val="00870FD9"/>
    <w:rsid w:val="00871657"/>
    <w:rsid w:val="00871F1F"/>
    <w:rsid w:val="00872093"/>
    <w:rsid w:val="008723E4"/>
    <w:rsid w:val="008728C0"/>
    <w:rsid w:val="00872AB2"/>
    <w:rsid w:val="00874F06"/>
    <w:rsid w:val="00875B30"/>
    <w:rsid w:val="00876DC8"/>
    <w:rsid w:val="00877E77"/>
    <w:rsid w:val="00877F5F"/>
    <w:rsid w:val="008806D4"/>
    <w:rsid w:val="00880DB1"/>
    <w:rsid w:val="00881494"/>
    <w:rsid w:val="00883DE1"/>
    <w:rsid w:val="00884F8A"/>
    <w:rsid w:val="0088556F"/>
    <w:rsid w:val="0089041F"/>
    <w:rsid w:val="00891193"/>
    <w:rsid w:val="00892294"/>
    <w:rsid w:val="00892C49"/>
    <w:rsid w:val="008937AA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717F"/>
    <w:rsid w:val="008B075B"/>
    <w:rsid w:val="008B0D11"/>
    <w:rsid w:val="008B2184"/>
    <w:rsid w:val="008B3C1E"/>
    <w:rsid w:val="008B3F73"/>
    <w:rsid w:val="008C00F5"/>
    <w:rsid w:val="008C1136"/>
    <w:rsid w:val="008C1D46"/>
    <w:rsid w:val="008C4246"/>
    <w:rsid w:val="008C56C9"/>
    <w:rsid w:val="008D0042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9007DC"/>
    <w:rsid w:val="00905668"/>
    <w:rsid w:val="009058FA"/>
    <w:rsid w:val="00905951"/>
    <w:rsid w:val="009069C1"/>
    <w:rsid w:val="00910E87"/>
    <w:rsid w:val="00912B81"/>
    <w:rsid w:val="00913028"/>
    <w:rsid w:val="00917E50"/>
    <w:rsid w:val="00917EE7"/>
    <w:rsid w:val="00921944"/>
    <w:rsid w:val="009225BC"/>
    <w:rsid w:val="00922D4C"/>
    <w:rsid w:val="009243BB"/>
    <w:rsid w:val="00924D38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2A4D"/>
    <w:rsid w:val="0094301D"/>
    <w:rsid w:val="00943A55"/>
    <w:rsid w:val="00943B18"/>
    <w:rsid w:val="00943E25"/>
    <w:rsid w:val="00945AB2"/>
    <w:rsid w:val="00951BF7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6382"/>
    <w:rsid w:val="00967441"/>
    <w:rsid w:val="009679B0"/>
    <w:rsid w:val="00967C93"/>
    <w:rsid w:val="00971189"/>
    <w:rsid w:val="00972E37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E12"/>
    <w:rsid w:val="009A39B8"/>
    <w:rsid w:val="009A4D11"/>
    <w:rsid w:val="009A5164"/>
    <w:rsid w:val="009A5191"/>
    <w:rsid w:val="009A54DF"/>
    <w:rsid w:val="009A6B9C"/>
    <w:rsid w:val="009A6C22"/>
    <w:rsid w:val="009A7716"/>
    <w:rsid w:val="009A776E"/>
    <w:rsid w:val="009B4BC4"/>
    <w:rsid w:val="009B5B5F"/>
    <w:rsid w:val="009B6FED"/>
    <w:rsid w:val="009C10CB"/>
    <w:rsid w:val="009C1238"/>
    <w:rsid w:val="009C15C2"/>
    <w:rsid w:val="009C197A"/>
    <w:rsid w:val="009C58A1"/>
    <w:rsid w:val="009D0604"/>
    <w:rsid w:val="009D5209"/>
    <w:rsid w:val="009D6187"/>
    <w:rsid w:val="009D6746"/>
    <w:rsid w:val="009D74FE"/>
    <w:rsid w:val="009E0773"/>
    <w:rsid w:val="009E12AF"/>
    <w:rsid w:val="009E2705"/>
    <w:rsid w:val="009E530E"/>
    <w:rsid w:val="009E56E1"/>
    <w:rsid w:val="009E6122"/>
    <w:rsid w:val="009F2FBC"/>
    <w:rsid w:val="009F37EE"/>
    <w:rsid w:val="009F3880"/>
    <w:rsid w:val="009F4C4A"/>
    <w:rsid w:val="009F5F77"/>
    <w:rsid w:val="009F7A22"/>
    <w:rsid w:val="00A027CE"/>
    <w:rsid w:val="00A02EBF"/>
    <w:rsid w:val="00A0563F"/>
    <w:rsid w:val="00A06C22"/>
    <w:rsid w:val="00A0761E"/>
    <w:rsid w:val="00A103CD"/>
    <w:rsid w:val="00A12DAD"/>
    <w:rsid w:val="00A13372"/>
    <w:rsid w:val="00A14586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5BA4"/>
    <w:rsid w:val="00A2662F"/>
    <w:rsid w:val="00A26D93"/>
    <w:rsid w:val="00A27594"/>
    <w:rsid w:val="00A30D14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C5D"/>
    <w:rsid w:val="00A44827"/>
    <w:rsid w:val="00A4536B"/>
    <w:rsid w:val="00A47FAA"/>
    <w:rsid w:val="00A5019E"/>
    <w:rsid w:val="00A503A9"/>
    <w:rsid w:val="00A51E06"/>
    <w:rsid w:val="00A51FDF"/>
    <w:rsid w:val="00A54157"/>
    <w:rsid w:val="00A57EA7"/>
    <w:rsid w:val="00A636F8"/>
    <w:rsid w:val="00A64008"/>
    <w:rsid w:val="00A643E8"/>
    <w:rsid w:val="00A654F0"/>
    <w:rsid w:val="00A65C3B"/>
    <w:rsid w:val="00A70E98"/>
    <w:rsid w:val="00A720B0"/>
    <w:rsid w:val="00A773C4"/>
    <w:rsid w:val="00A81481"/>
    <w:rsid w:val="00A82EE6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1D56"/>
    <w:rsid w:val="00AA427C"/>
    <w:rsid w:val="00AA4954"/>
    <w:rsid w:val="00AA52EB"/>
    <w:rsid w:val="00AA56F8"/>
    <w:rsid w:val="00AA59FA"/>
    <w:rsid w:val="00AA5FB7"/>
    <w:rsid w:val="00AA6237"/>
    <w:rsid w:val="00AB0ECB"/>
    <w:rsid w:val="00AB44BA"/>
    <w:rsid w:val="00AB5192"/>
    <w:rsid w:val="00AB7C2E"/>
    <w:rsid w:val="00AC02AB"/>
    <w:rsid w:val="00AC0F42"/>
    <w:rsid w:val="00AC14EC"/>
    <w:rsid w:val="00AC235A"/>
    <w:rsid w:val="00AC328B"/>
    <w:rsid w:val="00AC55C4"/>
    <w:rsid w:val="00AC66D4"/>
    <w:rsid w:val="00AD3256"/>
    <w:rsid w:val="00AD396C"/>
    <w:rsid w:val="00AD4162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037F"/>
    <w:rsid w:val="00B12933"/>
    <w:rsid w:val="00B178EF"/>
    <w:rsid w:val="00B17EB0"/>
    <w:rsid w:val="00B20DB6"/>
    <w:rsid w:val="00B23316"/>
    <w:rsid w:val="00B24D52"/>
    <w:rsid w:val="00B251C5"/>
    <w:rsid w:val="00B25C5F"/>
    <w:rsid w:val="00B30E2C"/>
    <w:rsid w:val="00B3261E"/>
    <w:rsid w:val="00B32CAF"/>
    <w:rsid w:val="00B32DE6"/>
    <w:rsid w:val="00B3324D"/>
    <w:rsid w:val="00B33917"/>
    <w:rsid w:val="00B33D2B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65FF"/>
    <w:rsid w:val="00B57879"/>
    <w:rsid w:val="00B60193"/>
    <w:rsid w:val="00B60DEC"/>
    <w:rsid w:val="00B61309"/>
    <w:rsid w:val="00B6134F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6DE"/>
    <w:rsid w:val="00B85A42"/>
    <w:rsid w:val="00B860DD"/>
    <w:rsid w:val="00B87610"/>
    <w:rsid w:val="00B87C7D"/>
    <w:rsid w:val="00B917AB"/>
    <w:rsid w:val="00B91F88"/>
    <w:rsid w:val="00B91F91"/>
    <w:rsid w:val="00B94B0A"/>
    <w:rsid w:val="00B9543B"/>
    <w:rsid w:val="00B95B84"/>
    <w:rsid w:val="00BA5E7D"/>
    <w:rsid w:val="00BA65F9"/>
    <w:rsid w:val="00BA78A5"/>
    <w:rsid w:val="00BA7DB4"/>
    <w:rsid w:val="00BB0981"/>
    <w:rsid w:val="00BB1345"/>
    <w:rsid w:val="00BB1AC6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399C"/>
    <w:rsid w:val="00BD3F44"/>
    <w:rsid w:val="00BD4666"/>
    <w:rsid w:val="00BD4BBB"/>
    <w:rsid w:val="00BD5501"/>
    <w:rsid w:val="00BD582C"/>
    <w:rsid w:val="00BD798C"/>
    <w:rsid w:val="00BE1102"/>
    <w:rsid w:val="00BE11B9"/>
    <w:rsid w:val="00BE137F"/>
    <w:rsid w:val="00BE15B2"/>
    <w:rsid w:val="00BE28DB"/>
    <w:rsid w:val="00BE3F01"/>
    <w:rsid w:val="00BE68C2"/>
    <w:rsid w:val="00BF2A2B"/>
    <w:rsid w:val="00BF3D18"/>
    <w:rsid w:val="00BF40CB"/>
    <w:rsid w:val="00BF4E55"/>
    <w:rsid w:val="00BF6FFD"/>
    <w:rsid w:val="00C003DD"/>
    <w:rsid w:val="00C00F81"/>
    <w:rsid w:val="00C01A9F"/>
    <w:rsid w:val="00C10B72"/>
    <w:rsid w:val="00C11F0E"/>
    <w:rsid w:val="00C126CD"/>
    <w:rsid w:val="00C14144"/>
    <w:rsid w:val="00C142AD"/>
    <w:rsid w:val="00C143E1"/>
    <w:rsid w:val="00C16999"/>
    <w:rsid w:val="00C2383C"/>
    <w:rsid w:val="00C24F87"/>
    <w:rsid w:val="00C25378"/>
    <w:rsid w:val="00C26FD0"/>
    <w:rsid w:val="00C30476"/>
    <w:rsid w:val="00C30506"/>
    <w:rsid w:val="00C30D45"/>
    <w:rsid w:val="00C31DD1"/>
    <w:rsid w:val="00C32969"/>
    <w:rsid w:val="00C33145"/>
    <w:rsid w:val="00C33749"/>
    <w:rsid w:val="00C33C04"/>
    <w:rsid w:val="00C37B5E"/>
    <w:rsid w:val="00C42502"/>
    <w:rsid w:val="00C42C9D"/>
    <w:rsid w:val="00C45EDA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2B3D"/>
    <w:rsid w:val="00C83496"/>
    <w:rsid w:val="00C84E34"/>
    <w:rsid w:val="00C86016"/>
    <w:rsid w:val="00C8696E"/>
    <w:rsid w:val="00C86DAD"/>
    <w:rsid w:val="00C87EEB"/>
    <w:rsid w:val="00C91B69"/>
    <w:rsid w:val="00C92D89"/>
    <w:rsid w:val="00C93286"/>
    <w:rsid w:val="00C9458D"/>
    <w:rsid w:val="00C97A5F"/>
    <w:rsid w:val="00CA028E"/>
    <w:rsid w:val="00CA02FE"/>
    <w:rsid w:val="00CA09B2"/>
    <w:rsid w:val="00CA0A57"/>
    <w:rsid w:val="00CA463B"/>
    <w:rsid w:val="00CA4EFA"/>
    <w:rsid w:val="00CA6E7C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652F"/>
    <w:rsid w:val="00CC6C51"/>
    <w:rsid w:val="00CC72A5"/>
    <w:rsid w:val="00CD02D3"/>
    <w:rsid w:val="00CD3287"/>
    <w:rsid w:val="00CD568A"/>
    <w:rsid w:val="00CD6382"/>
    <w:rsid w:val="00CD64CE"/>
    <w:rsid w:val="00CD658E"/>
    <w:rsid w:val="00CD689A"/>
    <w:rsid w:val="00CE0948"/>
    <w:rsid w:val="00CE1444"/>
    <w:rsid w:val="00CE1B0A"/>
    <w:rsid w:val="00CE3098"/>
    <w:rsid w:val="00CE4398"/>
    <w:rsid w:val="00CE5032"/>
    <w:rsid w:val="00CF1147"/>
    <w:rsid w:val="00CF1270"/>
    <w:rsid w:val="00CF212F"/>
    <w:rsid w:val="00CF2B9D"/>
    <w:rsid w:val="00CF2BCC"/>
    <w:rsid w:val="00CF5CF8"/>
    <w:rsid w:val="00CF7990"/>
    <w:rsid w:val="00D01182"/>
    <w:rsid w:val="00D02630"/>
    <w:rsid w:val="00D02731"/>
    <w:rsid w:val="00D06A2B"/>
    <w:rsid w:val="00D06DB5"/>
    <w:rsid w:val="00D1060A"/>
    <w:rsid w:val="00D1138B"/>
    <w:rsid w:val="00D119F8"/>
    <w:rsid w:val="00D12945"/>
    <w:rsid w:val="00D20BE8"/>
    <w:rsid w:val="00D218DD"/>
    <w:rsid w:val="00D21DB5"/>
    <w:rsid w:val="00D245CB"/>
    <w:rsid w:val="00D2460E"/>
    <w:rsid w:val="00D24C91"/>
    <w:rsid w:val="00D24FA6"/>
    <w:rsid w:val="00D25B38"/>
    <w:rsid w:val="00D3017A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50AA8"/>
    <w:rsid w:val="00D50CA1"/>
    <w:rsid w:val="00D51315"/>
    <w:rsid w:val="00D51392"/>
    <w:rsid w:val="00D5157F"/>
    <w:rsid w:val="00D54B8D"/>
    <w:rsid w:val="00D55258"/>
    <w:rsid w:val="00D562E2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569"/>
    <w:rsid w:val="00D7787E"/>
    <w:rsid w:val="00D81227"/>
    <w:rsid w:val="00D82969"/>
    <w:rsid w:val="00D833A0"/>
    <w:rsid w:val="00D93F69"/>
    <w:rsid w:val="00D945FD"/>
    <w:rsid w:val="00D94E00"/>
    <w:rsid w:val="00D96896"/>
    <w:rsid w:val="00D9717C"/>
    <w:rsid w:val="00DA0560"/>
    <w:rsid w:val="00DA1A86"/>
    <w:rsid w:val="00DA2574"/>
    <w:rsid w:val="00DA5B79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A7B"/>
    <w:rsid w:val="00DC6554"/>
    <w:rsid w:val="00DD05B6"/>
    <w:rsid w:val="00DD155B"/>
    <w:rsid w:val="00DD4462"/>
    <w:rsid w:val="00DD570D"/>
    <w:rsid w:val="00DD5BC3"/>
    <w:rsid w:val="00DE014E"/>
    <w:rsid w:val="00DE0CCE"/>
    <w:rsid w:val="00DE1317"/>
    <w:rsid w:val="00DE2CE3"/>
    <w:rsid w:val="00DE534D"/>
    <w:rsid w:val="00DE5EC2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2A7B"/>
    <w:rsid w:val="00E13A7D"/>
    <w:rsid w:val="00E1440D"/>
    <w:rsid w:val="00E14743"/>
    <w:rsid w:val="00E152BA"/>
    <w:rsid w:val="00E179D0"/>
    <w:rsid w:val="00E17C83"/>
    <w:rsid w:val="00E200F3"/>
    <w:rsid w:val="00E20157"/>
    <w:rsid w:val="00E207AE"/>
    <w:rsid w:val="00E20C9B"/>
    <w:rsid w:val="00E240DD"/>
    <w:rsid w:val="00E25F1F"/>
    <w:rsid w:val="00E26544"/>
    <w:rsid w:val="00E3115F"/>
    <w:rsid w:val="00E3371D"/>
    <w:rsid w:val="00E35144"/>
    <w:rsid w:val="00E35367"/>
    <w:rsid w:val="00E35C5F"/>
    <w:rsid w:val="00E3607E"/>
    <w:rsid w:val="00E423DE"/>
    <w:rsid w:val="00E427B6"/>
    <w:rsid w:val="00E42811"/>
    <w:rsid w:val="00E4308D"/>
    <w:rsid w:val="00E431C1"/>
    <w:rsid w:val="00E45139"/>
    <w:rsid w:val="00E45F4E"/>
    <w:rsid w:val="00E47B7E"/>
    <w:rsid w:val="00E5003B"/>
    <w:rsid w:val="00E523C4"/>
    <w:rsid w:val="00E525C2"/>
    <w:rsid w:val="00E52DD6"/>
    <w:rsid w:val="00E543CC"/>
    <w:rsid w:val="00E55F51"/>
    <w:rsid w:val="00E56331"/>
    <w:rsid w:val="00E60ED9"/>
    <w:rsid w:val="00E60FD0"/>
    <w:rsid w:val="00E61601"/>
    <w:rsid w:val="00E61CCA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DC7"/>
    <w:rsid w:val="00EA32EA"/>
    <w:rsid w:val="00EA35AD"/>
    <w:rsid w:val="00EA49DB"/>
    <w:rsid w:val="00EA515B"/>
    <w:rsid w:val="00EA55C4"/>
    <w:rsid w:val="00EB000B"/>
    <w:rsid w:val="00EB10F3"/>
    <w:rsid w:val="00EB71B2"/>
    <w:rsid w:val="00EC1533"/>
    <w:rsid w:val="00EC3BA9"/>
    <w:rsid w:val="00EC4335"/>
    <w:rsid w:val="00EC4E81"/>
    <w:rsid w:val="00EC5817"/>
    <w:rsid w:val="00EC71A3"/>
    <w:rsid w:val="00ED0298"/>
    <w:rsid w:val="00ED2CB3"/>
    <w:rsid w:val="00ED4441"/>
    <w:rsid w:val="00ED79C2"/>
    <w:rsid w:val="00EE07FF"/>
    <w:rsid w:val="00EE2BCB"/>
    <w:rsid w:val="00EE2F0A"/>
    <w:rsid w:val="00EE2FC8"/>
    <w:rsid w:val="00EE3C9B"/>
    <w:rsid w:val="00EE5D9B"/>
    <w:rsid w:val="00EF0C81"/>
    <w:rsid w:val="00EF0D55"/>
    <w:rsid w:val="00EF1602"/>
    <w:rsid w:val="00EF208A"/>
    <w:rsid w:val="00EF2A57"/>
    <w:rsid w:val="00EF2CB9"/>
    <w:rsid w:val="00EF4421"/>
    <w:rsid w:val="00EF4F00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8F6"/>
    <w:rsid w:val="00F12826"/>
    <w:rsid w:val="00F12F0A"/>
    <w:rsid w:val="00F143C9"/>
    <w:rsid w:val="00F15498"/>
    <w:rsid w:val="00F1621D"/>
    <w:rsid w:val="00F174C8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C1B"/>
    <w:rsid w:val="00F701A3"/>
    <w:rsid w:val="00F70B69"/>
    <w:rsid w:val="00F73006"/>
    <w:rsid w:val="00F73047"/>
    <w:rsid w:val="00F730E2"/>
    <w:rsid w:val="00F768AA"/>
    <w:rsid w:val="00F77458"/>
    <w:rsid w:val="00F800AC"/>
    <w:rsid w:val="00F83DCB"/>
    <w:rsid w:val="00F83E84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131D"/>
    <w:rsid w:val="00FB1663"/>
    <w:rsid w:val="00FB2C86"/>
    <w:rsid w:val="00FB36FD"/>
    <w:rsid w:val="00FB5431"/>
    <w:rsid w:val="00FB6463"/>
    <w:rsid w:val="00FB6945"/>
    <w:rsid w:val="00FB6CB5"/>
    <w:rsid w:val="00FB7418"/>
    <w:rsid w:val="00FB7AED"/>
    <w:rsid w:val="00FB7ED9"/>
    <w:rsid w:val="00FC1593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BDB"/>
    <w:rsid w:val="00FE4B61"/>
    <w:rsid w:val="00FE5733"/>
    <w:rsid w:val="00FE6079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299D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61D9AE765034EA78C85BDEF27AD5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CBBA7-007D-4F52-997B-BE1C58B413E8}"/>
      </w:docPartPr>
      <w:docPartBody>
        <w:p w:rsidR="003A0F5A" w:rsidRDefault="00A01AD5">
          <w:r w:rsidRPr="00C84F81">
            <w:rPr>
              <w:rStyle w:val="PlaceholderText"/>
            </w:rPr>
            <w:t>[Title]</w:t>
          </w:r>
        </w:p>
      </w:docPartBody>
    </w:docPart>
    <w:docPart>
      <w:docPartPr>
        <w:name w:val="5CDA5FD3811744168375010903B42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20C86-FFA1-49E3-890B-821B68E4E23C}"/>
      </w:docPartPr>
      <w:docPartBody>
        <w:p w:rsidR="006F6026" w:rsidRDefault="006E6950">
          <w:r w:rsidRPr="006540F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AD5"/>
    <w:rsid w:val="003A0F5A"/>
    <w:rsid w:val="00450734"/>
    <w:rsid w:val="006E6950"/>
    <w:rsid w:val="006F6026"/>
    <w:rsid w:val="00A01AD5"/>
    <w:rsid w:val="00C6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zh-CN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D5"/>
    <w:rPr>
      <w:rFonts w:cs="Mangal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07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F4F5A102-B2A6-4505-A308-20D05B92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39</TotalTime>
  <Pages>2</Pages>
  <Words>309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802.11-21/1278r0</vt:lpstr>
    </vt:vector>
  </TitlesOfParts>
  <Company>Panasonic Corporation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802.11-21/1278r0</dc:title>
  <dc:subject>Submission</dc:subject>
  <dc:creator>Rojan Chitrakar</dc:creator>
  <cp:keywords>March 2016, CTPClassification=CTP_IC:VisualMarkings=</cp:keywords>
  <cp:lastModifiedBy>Rojan Chitrakar</cp:lastModifiedBy>
  <cp:revision>12</cp:revision>
  <cp:lastPrinted>2014-09-06T06:13:00Z</cp:lastPrinted>
  <dcterms:created xsi:type="dcterms:W3CDTF">2021-11-17T03:59:00Z</dcterms:created>
  <dcterms:modified xsi:type="dcterms:W3CDTF">2022-01-24T15:10:00Z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(2)OHHjdrOb8yVE9ho7D9KTwVP4E0qsF2t7fC+s+M+w1HsV9LoXNprC0IOxQTFa0J8SE0kCxjCe
e5psoeGbjOoQR4Wcq0KGtD26f2RoWDxkrz7XNriJ5aJmOMc0+D9awxGb+g0qAxuwSbtBL27a
Q0kmfhNLHzqCUAlejV+omd0XqxnGGCAGEkE41XvRorK7rG37A5AZkFjSy03QFzZgjP8OXZ4O
3PJawRWwWEEWAO3d6I</vt:lpwstr>
  </property>
  <property fmtid="{D5CDD505-2E9C-101B-9397-08002B2CF9AE}" pid="7" name="_2015_ms_pID_7253431">
    <vt:lpwstr>VaRh271GE+0J6QxM7mKOhvkqS+4dgWo1NBjYVHjUWKYxAesgy6xvTw
n71vNxBou4MnxLVsPxVl60Y7PleBojgHQjomAA6SO9b4Bw4pVxyQZrjEUIj8nQyg5+1eRn9h
4V3q/rplM2oibobrpzOerU9l4zOC8UdYYu9JOudHjgssc3f0JnC9G069hplSOCRiJ3NwNwez
8Ug1iuPMCCDIQgd3</vt:lpwstr>
  </property>
  <property fmtid="{D5CDD505-2E9C-101B-9397-08002B2CF9AE}" pid="8" name="CTPClassification">
    <vt:lpwstr>CTP_IC</vt:lpwstr>
  </property>
  <property fmtid="{D5CDD505-2E9C-101B-9397-08002B2CF9AE}" pid="9" name="sflag">
    <vt:lpwstr>1484689079</vt:lpwstr>
  </property>
</Properties>
</file>