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8C180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549F8CA6" w14:textId="77777777" w:rsidTr="009A7A7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9044A35" w14:textId="5FC3A668" w:rsidR="00CA09B2" w:rsidRDefault="009D61D9">
            <w:pPr>
              <w:pStyle w:val="T2"/>
            </w:pPr>
            <w:r>
              <w:t>MAC: Triggered SU Operation</w:t>
            </w:r>
          </w:p>
        </w:tc>
      </w:tr>
      <w:tr w:rsidR="00CA09B2" w14:paraId="41CD1210" w14:textId="77777777" w:rsidTr="009A7A7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7E39B64" w14:textId="749FCEDB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ED7C8A">
              <w:rPr>
                <w:b w:val="0"/>
                <w:sz w:val="20"/>
              </w:rPr>
              <w:t>2021-01-13</w:t>
            </w:r>
          </w:p>
        </w:tc>
      </w:tr>
      <w:tr w:rsidR="00CA09B2" w14:paraId="2E490085" w14:textId="77777777" w:rsidTr="009A7A7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33AB54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54A20BD5" w14:textId="77777777" w:rsidTr="009A7A7F">
        <w:trPr>
          <w:jc w:val="center"/>
        </w:trPr>
        <w:tc>
          <w:tcPr>
            <w:tcW w:w="1336" w:type="dxa"/>
            <w:vAlign w:val="center"/>
          </w:tcPr>
          <w:p w14:paraId="41A5A9E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B732C74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5C7D207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4752D27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4F60EE4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6A364ED8" w14:textId="77777777" w:rsidTr="009A7A7F">
        <w:trPr>
          <w:jc w:val="center"/>
        </w:trPr>
        <w:tc>
          <w:tcPr>
            <w:tcW w:w="1336" w:type="dxa"/>
            <w:vAlign w:val="center"/>
          </w:tcPr>
          <w:p w14:paraId="67ACD5C0" w14:textId="5A584056" w:rsidR="00CA09B2" w:rsidRDefault="009D61D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Dibakar Das</w:t>
            </w:r>
          </w:p>
        </w:tc>
        <w:tc>
          <w:tcPr>
            <w:tcW w:w="2064" w:type="dxa"/>
            <w:vAlign w:val="center"/>
          </w:tcPr>
          <w:p w14:paraId="6C910BC0" w14:textId="48C01E89" w:rsidR="00CA09B2" w:rsidRDefault="009D61D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137CBF4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3C2203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95AC4A2" w14:textId="5E568460" w:rsidR="00CA09B2" w:rsidRDefault="00D47EE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10" w:history="1">
              <w:r w:rsidR="00322627" w:rsidRPr="00E001E8">
                <w:rPr>
                  <w:rStyle w:val="Hyperlink"/>
                  <w:b w:val="0"/>
                  <w:sz w:val="16"/>
                </w:rPr>
                <w:t>Dibakar.das@intel.com</w:t>
              </w:r>
            </w:hyperlink>
          </w:p>
        </w:tc>
      </w:tr>
      <w:tr w:rsidR="009A7A7F" w14:paraId="3B96715B" w14:textId="77777777" w:rsidTr="009A7A7F">
        <w:trPr>
          <w:jc w:val="center"/>
        </w:trPr>
        <w:tc>
          <w:tcPr>
            <w:tcW w:w="1336" w:type="dxa"/>
            <w:vAlign w:val="center"/>
          </w:tcPr>
          <w:p w14:paraId="407BA60F" w14:textId="0330A6E5" w:rsidR="009A7A7F" w:rsidRDefault="009A7A7F" w:rsidP="009A7A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Laurent Cariou</w:t>
            </w:r>
          </w:p>
        </w:tc>
        <w:tc>
          <w:tcPr>
            <w:tcW w:w="2064" w:type="dxa"/>
            <w:vAlign w:val="center"/>
          </w:tcPr>
          <w:p w14:paraId="629E755F" w14:textId="7C7F549D" w:rsidR="009A7A7F" w:rsidRDefault="009A7A7F" w:rsidP="009A7A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7409BB3D" w14:textId="77777777" w:rsidR="009A7A7F" w:rsidRDefault="009A7A7F" w:rsidP="009A7A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4610B6C" w14:textId="77777777" w:rsidR="009A7A7F" w:rsidRDefault="009A7A7F" w:rsidP="009A7A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9FFF63E" w14:textId="77777777" w:rsidR="009A7A7F" w:rsidRDefault="009A7A7F" w:rsidP="009A7A7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0063FB" w14:paraId="08F018E3" w14:textId="77777777" w:rsidTr="009A7A7F">
        <w:trPr>
          <w:jc w:val="center"/>
        </w:trPr>
        <w:tc>
          <w:tcPr>
            <w:tcW w:w="1336" w:type="dxa"/>
            <w:vAlign w:val="center"/>
          </w:tcPr>
          <w:p w14:paraId="250041C8" w14:textId="6D894BAF" w:rsidR="000063FB" w:rsidRDefault="000063FB" w:rsidP="009A7A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Dmitry Akhmetov</w:t>
            </w:r>
          </w:p>
        </w:tc>
        <w:tc>
          <w:tcPr>
            <w:tcW w:w="2064" w:type="dxa"/>
            <w:vAlign w:val="center"/>
          </w:tcPr>
          <w:p w14:paraId="15E86C5A" w14:textId="19641D15" w:rsidR="000063FB" w:rsidRDefault="000063FB" w:rsidP="009A7A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1091723E" w14:textId="77777777" w:rsidR="000063FB" w:rsidRDefault="000063FB" w:rsidP="009A7A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6D87B2F" w14:textId="77777777" w:rsidR="000063FB" w:rsidRDefault="000063FB" w:rsidP="009A7A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9FA7891" w14:textId="77777777" w:rsidR="000063FB" w:rsidRDefault="000063FB" w:rsidP="009A7A7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158778D1" w14:textId="396C8A23" w:rsidR="00CA09B2" w:rsidRDefault="00767276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0152EF9" wp14:editId="40DB558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DCFC7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1FDA5E4" w14:textId="41352D2C" w:rsidR="003640BA" w:rsidRDefault="003640BA" w:rsidP="003640BA">
                            <w:pPr>
                              <w:jc w:val="both"/>
                            </w:pPr>
                            <w:r>
                              <w:t xml:space="preserve">Spec text proposal for 11be D0.4 related to motions on AP assisted non-TB transmission procedures. </w:t>
                            </w:r>
                          </w:p>
                          <w:p w14:paraId="5960F054" w14:textId="77777777" w:rsidR="007075C1" w:rsidRDefault="007075C1" w:rsidP="007075C1">
                            <w:pPr>
                              <w:jc w:val="both"/>
                            </w:pPr>
                            <w:r>
                              <w:t>Revisions</w:t>
                            </w:r>
                          </w:p>
                          <w:p w14:paraId="76F09CE8" w14:textId="77777777" w:rsidR="007075C1" w:rsidRDefault="007075C1" w:rsidP="007075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 xml:space="preserve">Rev 0: Initial version. </w:t>
                            </w:r>
                          </w:p>
                          <w:p w14:paraId="3012B971" w14:textId="77777777" w:rsidR="007075C1" w:rsidRDefault="007075C1" w:rsidP="003640BA">
                            <w:pPr>
                              <w:jc w:val="both"/>
                            </w:pPr>
                          </w:p>
                          <w:p w14:paraId="3378CFFF" w14:textId="6846DF9E" w:rsidR="0029020B" w:rsidRDefault="0029020B" w:rsidP="003640B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152EF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17DDCFC7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1FDA5E4" w14:textId="41352D2C" w:rsidR="003640BA" w:rsidRDefault="003640BA" w:rsidP="003640BA">
                      <w:pPr>
                        <w:jc w:val="both"/>
                      </w:pPr>
                      <w:r>
                        <w:t xml:space="preserve">Spec text proposal for 11be D0.4 related to motions on AP assisted non-TB transmission procedures. </w:t>
                      </w:r>
                    </w:p>
                    <w:p w14:paraId="5960F054" w14:textId="77777777" w:rsidR="007075C1" w:rsidRDefault="007075C1" w:rsidP="007075C1">
                      <w:pPr>
                        <w:jc w:val="both"/>
                      </w:pPr>
                      <w:r>
                        <w:t>Revisions</w:t>
                      </w:r>
                    </w:p>
                    <w:p w14:paraId="76F09CE8" w14:textId="77777777" w:rsidR="007075C1" w:rsidRDefault="007075C1" w:rsidP="007075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 xml:space="preserve">Rev 0: Initial version. </w:t>
                      </w:r>
                    </w:p>
                    <w:p w14:paraId="3012B971" w14:textId="77777777" w:rsidR="007075C1" w:rsidRDefault="007075C1" w:rsidP="003640BA">
                      <w:pPr>
                        <w:jc w:val="both"/>
                      </w:pPr>
                    </w:p>
                    <w:p w14:paraId="3378CFFF" w14:textId="6846DF9E" w:rsidR="0029020B" w:rsidRDefault="0029020B" w:rsidP="003640B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75EE297" w14:textId="77777777" w:rsidR="00F55EC4" w:rsidRDefault="00CA09B2">
      <w:r>
        <w:br w:type="page"/>
      </w:r>
    </w:p>
    <w:p w14:paraId="1A8F1464" w14:textId="77777777" w:rsidR="00F55EC4" w:rsidRPr="00F55EC4" w:rsidRDefault="00F55EC4" w:rsidP="00F55EC4">
      <w:pPr>
        <w:rPr>
          <w:b/>
          <w:bCs/>
        </w:rPr>
      </w:pPr>
      <w:r w:rsidRPr="00F55EC4">
        <w:rPr>
          <w:b/>
          <w:bCs/>
        </w:rPr>
        <w:lastRenderedPageBreak/>
        <w:t>Interpretation of a Motion to Adopt</w:t>
      </w:r>
    </w:p>
    <w:p w14:paraId="7E0DF201" w14:textId="77777777" w:rsidR="00F55EC4" w:rsidRDefault="00F55EC4" w:rsidP="00F55EC4"/>
    <w:p w14:paraId="7809FA9C" w14:textId="77777777" w:rsidR="00F55EC4" w:rsidRDefault="00F55EC4" w:rsidP="00F55EC4">
      <w:r>
        <w:t xml:space="preserve">A motion to approve this submission means that the editing instructions and any changed or added material are actioned in the </w:t>
      </w:r>
      <w:proofErr w:type="spellStart"/>
      <w:r>
        <w:t>TGbe</w:t>
      </w:r>
      <w:proofErr w:type="spellEnd"/>
      <w:r>
        <w:t xml:space="preserve"> Draft. The introduction and the explanation of the proposed changes are not part of the adopted material. </w:t>
      </w:r>
    </w:p>
    <w:p w14:paraId="31E02264" w14:textId="77777777" w:rsidR="00F55EC4" w:rsidRDefault="00F55EC4" w:rsidP="00F55EC4"/>
    <w:p w14:paraId="7E942992" w14:textId="77777777" w:rsidR="00F55EC4" w:rsidRDefault="00F55EC4" w:rsidP="00F55EC4">
      <w:r>
        <w:t xml:space="preserve">Editing instructions formatted like this are intended to be copied into the </w:t>
      </w:r>
      <w:proofErr w:type="spellStart"/>
      <w:r>
        <w:t>TGbe</w:t>
      </w:r>
      <w:proofErr w:type="spellEnd"/>
      <w:r>
        <w:t xml:space="preserve"> Draft (i.e. they are instructions to the 802.11 editor on how to merge the text with the baseline documents).</w:t>
      </w:r>
    </w:p>
    <w:p w14:paraId="150BBEAD" w14:textId="77777777" w:rsidR="00F55EC4" w:rsidRDefault="00F55EC4" w:rsidP="00F55EC4"/>
    <w:p w14:paraId="7E9EB767" w14:textId="77777777" w:rsidR="00F55EC4" w:rsidRDefault="00F55EC4" w:rsidP="00F55EC4"/>
    <w:p w14:paraId="29EEF257" w14:textId="77777777" w:rsidR="00F55EC4" w:rsidRPr="00F55EC4" w:rsidRDefault="00F55EC4" w:rsidP="00F55EC4">
      <w:pPr>
        <w:rPr>
          <w:b/>
          <w:bCs/>
        </w:rPr>
      </w:pPr>
      <w:r w:rsidRPr="00F55EC4">
        <w:rPr>
          <w:b/>
          <w:bCs/>
        </w:rPr>
        <w:t>This document proposes spec text contribution for the following motions that passed in 11be:</w:t>
      </w:r>
    </w:p>
    <w:p w14:paraId="4ED3BA43" w14:textId="77777777" w:rsidR="00F55EC4" w:rsidRDefault="00F55EC4" w:rsidP="00F55EC4"/>
    <w:p w14:paraId="2B9D8132" w14:textId="77777777" w:rsidR="00F55EC4" w:rsidRDefault="00F55EC4" w:rsidP="00F55EC4">
      <w:r>
        <w:t>The 802.11be amendment shall define mechanism(s) for an AP to assist a STA that communicates with another STA.</w:t>
      </w:r>
    </w:p>
    <w:p w14:paraId="5472215F" w14:textId="77777777" w:rsidR="00F55EC4" w:rsidRDefault="00F55EC4" w:rsidP="00F55EC4">
      <w:r>
        <w:t>[Motion 22, [9] and [153]]</w:t>
      </w:r>
    </w:p>
    <w:p w14:paraId="39771AEB" w14:textId="77777777" w:rsidR="00F55EC4" w:rsidRDefault="00F55EC4" w:rsidP="00F55EC4"/>
    <w:p w14:paraId="2950884F" w14:textId="77777777" w:rsidR="00F55EC4" w:rsidRDefault="00F55EC4" w:rsidP="00F55EC4">
      <w:r>
        <w:t>802.11be supports defining a procedure for an AP to share time resource obtained in a TXOP for peer to peer (STA-TO-STA) frame exchanges.</w:t>
      </w:r>
    </w:p>
    <w:p w14:paraId="1189F77F" w14:textId="77777777" w:rsidR="00F55EC4" w:rsidRDefault="00F55EC4" w:rsidP="00F55EC4">
      <w:r>
        <w:t>•</w:t>
      </w:r>
      <w:r>
        <w:tab/>
        <w:t>Whether it is in R1 or R2 is TBD.</w:t>
      </w:r>
    </w:p>
    <w:p w14:paraId="74E890D6" w14:textId="77777777" w:rsidR="00F55EC4" w:rsidRDefault="00F55EC4" w:rsidP="00F55EC4">
      <w:r>
        <w:t>[Motion 111, #SP0611-24, [19] and [154]]</w:t>
      </w:r>
    </w:p>
    <w:p w14:paraId="19094972" w14:textId="77777777" w:rsidR="00F55EC4" w:rsidRDefault="00F55EC4" w:rsidP="00F55EC4"/>
    <w:p w14:paraId="14535CE1" w14:textId="77777777" w:rsidR="00F55EC4" w:rsidRDefault="00F55EC4" w:rsidP="00F55EC4">
      <w:r>
        <w:t>In R1, 802.11be shall define a mechanism for an AP to transmit a modified MU-RTS Trigger frame that allocates time within a TXOP for transmitting one or more non-TB PPDUs.</w:t>
      </w:r>
    </w:p>
    <w:p w14:paraId="5D1EDBA2" w14:textId="77777777" w:rsidR="00F55EC4" w:rsidRDefault="00F55EC4" w:rsidP="00F55EC4">
      <w:r>
        <w:t>•</w:t>
      </w:r>
      <w:r>
        <w:tab/>
        <w:t xml:space="preserve">The time allocation starts after the end of transmission of the MU-RTS frame. </w:t>
      </w:r>
    </w:p>
    <w:p w14:paraId="03DCC307" w14:textId="77777777" w:rsidR="00F55EC4" w:rsidRDefault="00F55EC4" w:rsidP="00F55EC4">
      <w:r>
        <w:t>•</w:t>
      </w:r>
      <w:r>
        <w:tab/>
        <w:t xml:space="preserve">It is TBD whether the AP can optionally not solicit CTS.  </w:t>
      </w:r>
    </w:p>
    <w:p w14:paraId="4732899B" w14:textId="77777777" w:rsidR="00F55EC4" w:rsidRDefault="00F55EC4" w:rsidP="00F55EC4">
      <w:r>
        <w:t>•</w:t>
      </w:r>
      <w:r>
        <w:tab/>
        <w:t xml:space="preserve">This is an optional mechanism for non-AP and AP STAs.  </w:t>
      </w:r>
    </w:p>
    <w:p w14:paraId="78D5E3A2" w14:textId="77777777" w:rsidR="00F55EC4" w:rsidRDefault="00F55EC4" w:rsidP="00F55EC4">
      <w:r>
        <w:t xml:space="preserve">NOTE – The non-TB PPDUs may be transmitted by the non-AP STA to AP or to a peer of a peer-to-peer link. </w:t>
      </w:r>
    </w:p>
    <w:p w14:paraId="6F9D010A" w14:textId="408AC65F" w:rsidR="00F55EC4" w:rsidRDefault="00F55EC4" w:rsidP="00F55EC4">
      <w:r>
        <w:t>[Motion 146, #SP354, [30] and [158]]</w:t>
      </w:r>
    </w:p>
    <w:p w14:paraId="60CF552D" w14:textId="77777777" w:rsidR="00F55EC4" w:rsidRDefault="00F55EC4"/>
    <w:p w14:paraId="0D8EE9FB" w14:textId="04C92051" w:rsidR="00FB30F1" w:rsidRDefault="00FB30F1" w:rsidP="003919C1">
      <w:pPr>
        <w:rPr>
          <w:b/>
          <w:u w:val="single"/>
        </w:rPr>
      </w:pPr>
      <w:r>
        <w:rPr>
          <w:b/>
          <w:u w:val="single"/>
        </w:rPr>
        <w:t>Discussion:</w:t>
      </w:r>
    </w:p>
    <w:p w14:paraId="32E982D1" w14:textId="434C5907" w:rsidR="00FB30F1" w:rsidRDefault="00FB30F1" w:rsidP="003919C1">
      <w:pPr>
        <w:rPr>
          <w:b/>
          <w:u w:val="single"/>
        </w:rPr>
      </w:pPr>
    </w:p>
    <w:p w14:paraId="630037DC" w14:textId="7348F178" w:rsidR="00FB30F1" w:rsidRDefault="00FB30F1" w:rsidP="003919C1">
      <w:pPr>
        <w:rPr>
          <w:bCs/>
        </w:rPr>
      </w:pPr>
      <w:r w:rsidRPr="00FB30F1">
        <w:rPr>
          <w:bCs/>
        </w:rPr>
        <w:t xml:space="preserve">We have </w:t>
      </w:r>
      <w:r>
        <w:rPr>
          <w:bCs/>
        </w:rPr>
        <w:t xml:space="preserve">following main </w:t>
      </w:r>
      <w:r w:rsidR="001650FE">
        <w:rPr>
          <w:bCs/>
        </w:rPr>
        <w:t xml:space="preserve">additions beyond </w:t>
      </w:r>
      <w:proofErr w:type="spellStart"/>
      <w:r w:rsidR="001650FE">
        <w:rPr>
          <w:bCs/>
        </w:rPr>
        <w:t>whats</w:t>
      </w:r>
      <w:proofErr w:type="spellEnd"/>
      <w:r w:rsidR="001650FE">
        <w:rPr>
          <w:bCs/>
        </w:rPr>
        <w:t xml:space="preserve"> covered in the motions:</w:t>
      </w:r>
    </w:p>
    <w:p w14:paraId="5DA4614B" w14:textId="7FC76C7F" w:rsidR="001650FE" w:rsidRDefault="001650FE" w:rsidP="001650FE">
      <w:pPr>
        <w:pStyle w:val="ListParagraph"/>
        <w:numPr>
          <w:ilvl w:val="0"/>
          <w:numId w:val="2"/>
        </w:numPr>
        <w:rPr>
          <w:bCs/>
        </w:rPr>
      </w:pPr>
      <w:r>
        <w:rPr>
          <w:bCs/>
        </w:rPr>
        <w:t xml:space="preserve">Use the term “TXOP sharing TF” to refer to the modified MU-RTS frame </w:t>
      </w:r>
      <w:r w:rsidR="009020BA">
        <w:rPr>
          <w:bCs/>
        </w:rPr>
        <w:t xml:space="preserve">that carries signalling for Triggered non-TB PPDU transmissions. </w:t>
      </w:r>
    </w:p>
    <w:p w14:paraId="50648AF8" w14:textId="28935A88" w:rsidR="001650FE" w:rsidRDefault="001650FE" w:rsidP="001650FE">
      <w:pPr>
        <w:pStyle w:val="ListParagraph"/>
        <w:numPr>
          <w:ilvl w:val="0"/>
          <w:numId w:val="2"/>
        </w:numPr>
        <w:rPr>
          <w:bCs/>
        </w:rPr>
      </w:pPr>
      <w:r>
        <w:rPr>
          <w:bCs/>
        </w:rPr>
        <w:t xml:space="preserve">Clarify that some subfield in the Common Info </w:t>
      </w:r>
      <w:r w:rsidR="007752F2">
        <w:rPr>
          <w:bCs/>
        </w:rPr>
        <w:t xml:space="preserve">field </w:t>
      </w:r>
      <w:r>
        <w:rPr>
          <w:bCs/>
        </w:rPr>
        <w:t>is used to differentia</w:t>
      </w:r>
      <w:r w:rsidR="009020BA">
        <w:rPr>
          <w:bCs/>
        </w:rPr>
        <w:t xml:space="preserve">te the TS-TF from baseline MU-RTS frame. </w:t>
      </w:r>
      <w:r w:rsidR="004C3D9A">
        <w:rPr>
          <w:bCs/>
        </w:rPr>
        <w:t xml:space="preserve">The motivation is to let </w:t>
      </w:r>
      <w:r w:rsidR="0055494B">
        <w:rPr>
          <w:bCs/>
        </w:rPr>
        <w:t xml:space="preserve">all EHT </w:t>
      </w:r>
      <w:r w:rsidR="004C3D9A">
        <w:rPr>
          <w:bCs/>
        </w:rPr>
        <w:t xml:space="preserve">non-AP STAs identify </w:t>
      </w:r>
      <w:r w:rsidR="0055494B">
        <w:rPr>
          <w:bCs/>
        </w:rPr>
        <w:t xml:space="preserve">early on that this TF is not Mu-RTS frame. </w:t>
      </w:r>
    </w:p>
    <w:p w14:paraId="2B1F2F0E" w14:textId="24971908" w:rsidR="009020BA" w:rsidRPr="001650FE" w:rsidRDefault="00AE2349" w:rsidP="001650FE">
      <w:pPr>
        <w:pStyle w:val="ListParagraph"/>
        <w:numPr>
          <w:ilvl w:val="0"/>
          <w:numId w:val="2"/>
        </w:numPr>
        <w:rPr>
          <w:bCs/>
        </w:rPr>
      </w:pPr>
      <w:r>
        <w:rPr>
          <w:bCs/>
        </w:rPr>
        <w:t xml:space="preserve">Define the MIB variable and the field used in Capabilities to be used to signal support for this feature. </w:t>
      </w:r>
    </w:p>
    <w:p w14:paraId="7098BC4F" w14:textId="77777777" w:rsidR="00FB30F1" w:rsidRDefault="00FB30F1" w:rsidP="003919C1">
      <w:pPr>
        <w:rPr>
          <w:b/>
          <w:u w:val="single"/>
        </w:rPr>
      </w:pPr>
    </w:p>
    <w:p w14:paraId="1B1CC19F" w14:textId="3EB2E8C6" w:rsidR="003919C1" w:rsidRDefault="003919C1" w:rsidP="003919C1">
      <w:pPr>
        <w:rPr>
          <w:b/>
          <w:u w:val="single"/>
        </w:rPr>
      </w:pPr>
      <w:r>
        <w:rPr>
          <w:b/>
          <w:u w:val="single"/>
        </w:rPr>
        <w:t>Proposed spec text:</w:t>
      </w:r>
    </w:p>
    <w:p w14:paraId="393CB3D3" w14:textId="77777777" w:rsidR="003919C1" w:rsidRDefault="003919C1" w:rsidP="003919C1">
      <w:pPr>
        <w:rPr>
          <w:b/>
          <w:u w:val="single"/>
        </w:rPr>
      </w:pPr>
    </w:p>
    <w:p w14:paraId="68CB6EEE" w14:textId="77777777" w:rsidR="003919C1" w:rsidRPr="008509F1" w:rsidRDefault="003919C1" w:rsidP="003919C1">
      <w:pPr>
        <w:rPr>
          <w:b/>
          <w:i/>
          <w:iCs/>
        </w:rPr>
      </w:pPr>
      <w:proofErr w:type="spellStart"/>
      <w:r w:rsidRPr="008509F1">
        <w:rPr>
          <w:b/>
          <w:i/>
          <w:iCs/>
          <w:highlight w:val="yellow"/>
        </w:rPr>
        <w:t>TGbe</w:t>
      </w:r>
      <w:proofErr w:type="spellEnd"/>
      <w:r w:rsidRPr="008509F1">
        <w:rPr>
          <w:b/>
          <w:i/>
          <w:iCs/>
          <w:highlight w:val="yellow"/>
        </w:rPr>
        <w:t xml:space="preserve"> editor: </w:t>
      </w:r>
      <w:r>
        <w:rPr>
          <w:b/>
          <w:i/>
          <w:iCs/>
          <w:highlight w:val="yellow"/>
        </w:rPr>
        <w:t>Add the following paragraph starting in P129L49 of 11ax draft 7.0</w:t>
      </w:r>
      <w:r w:rsidRPr="009C2D9E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>as follows</w:t>
      </w:r>
      <w:r w:rsidRPr="008509F1">
        <w:rPr>
          <w:b/>
          <w:i/>
          <w:iCs/>
          <w:highlight w:val="yellow"/>
        </w:rPr>
        <w:t>:</w:t>
      </w:r>
    </w:p>
    <w:p w14:paraId="5E773C9E" w14:textId="5541E424" w:rsidR="00F55EC4" w:rsidRDefault="00F55EC4"/>
    <w:p w14:paraId="348C9D32" w14:textId="77777777" w:rsidR="00263E77" w:rsidRPr="00867AE5" w:rsidRDefault="00263E77" w:rsidP="00263E77">
      <w:pPr>
        <w:rPr>
          <w:rFonts w:ascii="Arial-BoldMT" w:hAnsi="Arial-BoldMT"/>
          <w:b/>
          <w:bCs/>
          <w:color w:val="000000"/>
          <w:sz w:val="24"/>
          <w:szCs w:val="24"/>
        </w:rPr>
      </w:pPr>
      <w:r w:rsidRPr="00867AE5">
        <w:rPr>
          <w:rFonts w:ascii="Arial-BoldMT" w:hAnsi="Arial-BoldMT"/>
          <w:b/>
          <w:bCs/>
          <w:color w:val="000000"/>
          <w:sz w:val="24"/>
          <w:szCs w:val="24"/>
        </w:rPr>
        <w:t>9.3.1.22.5 MU-RTS Trigger frame format</w:t>
      </w:r>
    </w:p>
    <w:p w14:paraId="128FDFE2" w14:textId="1243C9D0" w:rsidR="00263E77" w:rsidRDefault="00263E77" w:rsidP="002557BF"/>
    <w:p w14:paraId="70CE1194" w14:textId="4E183AAD" w:rsidR="002557BF" w:rsidRDefault="002557BF" w:rsidP="002557BF">
      <w:r>
        <w:t xml:space="preserve">The TBD  subfield in the Common Info field is set to a TBD  non-zero value to signal an MU-RTS Trigger frame that allocates time within an obtained TXOP to a non-AP STA for transmitting one or more non-TB PPDUs </w:t>
      </w:r>
      <w:commentRangeStart w:id="0"/>
      <w:r>
        <w:t>sequentially</w:t>
      </w:r>
      <w:commentRangeEnd w:id="0"/>
      <w:r w:rsidR="00B04C7D">
        <w:rPr>
          <w:rStyle w:val="CommentReference"/>
        </w:rPr>
        <w:commentReference w:id="0"/>
      </w:r>
      <w:r>
        <w:t xml:space="preserve"> (see 35.2.1.3 Triggered </w:t>
      </w:r>
      <w:proofErr w:type="spellStart"/>
      <w:r>
        <w:t>TxOP</w:t>
      </w:r>
      <w:proofErr w:type="spellEnd"/>
      <w:r>
        <w:t xml:space="preserve"> sharing procedure); it is set to 0 otherwise.  (Motion 146, #SP354)  </w:t>
      </w:r>
    </w:p>
    <w:p w14:paraId="2C854C22" w14:textId="77777777" w:rsidR="002557BF" w:rsidRDefault="002557BF" w:rsidP="002557BF"/>
    <w:p w14:paraId="10C68773" w14:textId="57F40ECA" w:rsidR="002557BF" w:rsidRDefault="002557BF" w:rsidP="002557BF">
      <w:proofErr w:type="gramStart"/>
      <w:r>
        <w:lastRenderedPageBreak/>
        <w:t>An</w:t>
      </w:r>
      <w:proofErr w:type="gramEnd"/>
      <w:r>
        <w:t xml:space="preserve"> MU</w:t>
      </w:r>
      <w:r>
        <w:t>-</w:t>
      </w:r>
      <w:r>
        <w:t xml:space="preserve">RTS Trigger frame with the TBD field set to 1 is called a TXOP Sharing Trigger frame (TS-TF) for the remainder of this subclause. </w:t>
      </w:r>
    </w:p>
    <w:p w14:paraId="2B470B1D" w14:textId="77777777" w:rsidR="002557BF" w:rsidRDefault="002557BF" w:rsidP="002557BF">
      <w:r>
        <w:t xml:space="preserve"> </w:t>
      </w:r>
    </w:p>
    <w:p w14:paraId="5BDA1E88" w14:textId="415205C2" w:rsidR="003919C1" w:rsidRDefault="002557BF" w:rsidP="002557BF">
      <w:r>
        <w:t xml:space="preserve">A TBD field in the TS Trigger frame indicates the TXOP duration allocated to the non-AP STA.  </w:t>
      </w:r>
    </w:p>
    <w:p w14:paraId="6CFC0370" w14:textId="77777777" w:rsidR="003919C1" w:rsidRDefault="003919C1"/>
    <w:p w14:paraId="5D9C36CF" w14:textId="137BED2A" w:rsidR="00F55EC4" w:rsidRDefault="00F55EC4"/>
    <w:p w14:paraId="144619FC" w14:textId="6B535245" w:rsidR="003A4ED2" w:rsidRDefault="003A4ED2">
      <w:pPr>
        <w:rPr>
          <w:b/>
          <w:i/>
          <w:iCs/>
        </w:rPr>
      </w:pPr>
      <w:proofErr w:type="spellStart"/>
      <w:r w:rsidRPr="00280626">
        <w:rPr>
          <w:b/>
          <w:i/>
          <w:iCs/>
          <w:highlight w:val="yellow"/>
        </w:rPr>
        <w:t>TGbe</w:t>
      </w:r>
      <w:proofErr w:type="spellEnd"/>
      <w:r w:rsidRPr="005323B3">
        <w:rPr>
          <w:b/>
          <w:i/>
          <w:iCs/>
          <w:highlight w:val="yellow"/>
        </w:rPr>
        <w:t xml:space="preserve"> editor: Insert the new subclause 35.</w:t>
      </w:r>
      <w:r w:rsidRPr="00F712C7">
        <w:rPr>
          <w:b/>
          <w:i/>
          <w:iCs/>
          <w:highlight w:val="yellow"/>
        </w:rPr>
        <w:t>2.</w:t>
      </w:r>
      <w:r w:rsidRPr="00654898">
        <w:rPr>
          <w:b/>
          <w:i/>
          <w:iCs/>
          <w:highlight w:val="yellow"/>
        </w:rPr>
        <w:t xml:space="preserve">1.3 </w:t>
      </w:r>
      <w:r w:rsidRPr="00A75B52">
        <w:rPr>
          <w:b/>
          <w:i/>
          <w:iCs/>
          <w:szCs w:val="22"/>
          <w:highlight w:val="yellow"/>
        </w:rPr>
        <w:t xml:space="preserve">Triggered </w:t>
      </w:r>
      <w:proofErr w:type="spellStart"/>
      <w:r w:rsidRPr="00A75B52">
        <w:rPr>
          <w:b/>
          <w:i/>
          <w:iCs/>
          <w:szCs w:val="22"/>
          <w:highlight w:val="yellow"/>
        </w:rPr>
        <w:t>TxOP</w:t>
      </w:r>
      <w:proofErr w:type="spellEnd"/>
      <w:r w:rsidRPr="00A75B52">
        <w:rPr>
          <w:b/>
          <w:i/>
          <w:iCs/>
          <w:szCs w:val="22"/>
          <w:highlight w:val="yellow"/>
        </w:rPr>
        <w:t xml:space="preserve"> sharing procedure </w:t>
      </w:r>
      <w:r w:rsidRPr="00F712C7">
        <w:rPr>
          <w:b/>
          <w:i/>
          <w:iCs/>
          <w:highlight w:val="yellow"/>
        </w:rPr>
        <w:t>as follows</w:t>
      </w:r>
      <w:r>
        <w:rPr>
          <w:b/>
          <w:i/>
          <w:iCs/>
        </w:rPr>
        <w:t>:</w:t>
      </w:r>
    </w:p>
    <w:p w14:paraId="76880A7D" w14:textId="5C074D20" w:rsidR="00E70033" w:rsidRDefault="00E70033">
      <w:pPr>
        <w:rPr>
          <w:b/>
          <w:i/>
          <w:iCs/>
        </w:rPr>
      </w:pPr>
    </w:p>
    <w:p w14:paraId="1F26BE3C" w14:textId="77777777" w:rsidR="00E70033" w:rsidRDefault="00E70033"/>
    <w:p w14:paraId="7C439D0C" w14:textId="5FC10FB7" w:rsidR="00E70033" w:rsidRPr="00E70033" w:rsidRDefault="00E70033" w:rsidP="00E70033">
      <w:pPr>
        <w:rPr>
          <w:b/>
          <w:bCs/>
        </w:rPr>
      </w:pPr>
      <w:r w:rsidRPr="00E70033">
        <w:rPr>
          <w:b/>
          <w:bCs/>
        </w:rPr>
        <w:t xml:space="preserve">35.2.1.3 Triggered </w:t>
      </w:r>
      <w:proofErr w:type="spellStart"/>
      <w:r w:rsidRPr="00E70033">
        <w:rPr>
          <w:b/>
          <w:bCs/>
        </w:rPr>
        <w:t>TxOP</w:t>
      </w:r>
      <w:proofErr w:type="spellEnd"/>
      <w:r w:rsidRPr="00E70033">
        <w:rPr>
          <w:b/>
          <w:bCs/>
        </w:rPr>
        <w:t xml:space="preserve"> sharing procedure (Motion 146, #SP</w:t>
      </w:r>
      <w:proofErr w:type="gramStart"/>
      <w:r w:rsidRPr="00E70033">
        <w:rPr>
          <w:b/>
          <w:bCs/>
        </w:rPr>
        <w:t>354,  Motion</w:t>
      </w:r>
      <w:proofErr w:type="gramEnd"/>
      <w:r w:rsidRPr="00E70033">
        <w:rPr>
          <w:b/>
          <w:bCs/>
        </w:rPr>
        <w:t xml:space="preserve"> 111, #SP0611-24, Motion 22)  </w:t>
      </w:r>
    </w:p>
    <w:p w14:paraId="48ECD4AA" w14:textId="77777777" w:rsidR="00E70033" w:rsidRDefault="00E70033" w:rsidP="00E70033"/>
    <w:p w14:paraId="40A7489D" w14:textId="77777777" w:rsidR="00E70033" w:rsidRPr="00E70033" w:rsidRDefault="00E70033" w:rsidP="00E70033">
      <w:pPr>
        <w:rPr>
          <w:b/>
          <w:bCs/>
        </w:rPr>
      </w:pPr>
      <w:r w:rsidRPr="00E70033">
        <w:rPr>
          <w:b/>
          <w:bCs/>
        </w:rPr>
        <w:t xml:space="preserve">35.2.1.3.1 General </w:t>
      </w:r>
    </w:p>
    <w:p w14:paraId="6C99741E" w14:textId="77777777" w:rsidR="00E70033" w:rsidRDefault="00E70033" w:rsidP="00E70033"/>
    <w:p w14:paraId="3AC60CA9" w14:textId="77777777" w:rsidR="007877EF" w:rsidRPr="00FF2281" w:rsidRDefault="007877EF" w:rsidP="007877EF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 w:rsidRPr="00FF2281">
        <w:rPr>
          <w:color w:val="000000"/>
          <w:szCs w:val="22"/>
        </w:rPr>
        <w:t xml:space="preserve">The </w:t>
      </w:r>
      <w:r w:rsidRPr="00A75B52">
        <w:rPr>
          <w:bCs/>
          <w:szCs w:val="22"/>
        </w:rPr>
        <w:t xml:space="preserve">Triggered </w:t>
      </w:r>
      <w:proofErr w:type="spellStart"/>
      <w:r w:rsidRPr="00A75B52">
        <w:rPr>
          <w:bCs/>
          <w:szCs w:val="22"/>
        </w:rPr>
        <w:t>TxOP</w:t>
      </w:r>
      <w:proofErr w:type="spellEnd"/>
      <w:r w:rsidRPr="00A75B52">
        <w:rPr>
          <w:bCs/>
          <w:szCs w:val="22"/>
        </w:rPr>
        <w:t xml:space="preserve"> sharing</w:t>
      </w:r>
      <w:r>
        <w:rPr>
          <w:b/>
          <w:szCs w:val="22"/>
        </w:rPr>
        <w:t xml:space="preserve"> </w:t>
      </w:r>
      <w:r w:rsidRPr="00FF2281">
        <w:rPr>
          <w:color w:val="000000"/>
          <w:szCs w:val="22"/>
        </w:rPr>
        <w:t xml:space="preserve">procedure allows an AP to allocate </w:t>
      </w:r>
      <w:r>
        <w:rPr>
          <w:color w:val="000000"/>
          <w:szCs w:val="22"/>
        </w:rPr>
        <w:t xml:space="preserve">a portion of the TXOP </w:t>
      </w:r>
      <w:r w:rsidRPr="00FF2281">
        <w:rPr>
          <w:color w:val="000000"/>
          <w:szCs w:val="22"/>
        </w:rPr>
        <w:t>within a</w:t>
      </w:r>
      <w:r>
        <w:rPr>
          <w:color w:val="000000"/>
          <w:szCs w:val="22"/>
        </w:rPr>
        <w:t>n obtained</w:t>
      </w:r>
      <w:r w:rsidRPr="00FF2281">
        <w:rPr>
          <w:color w:val="000000"/>
          <w:szCs w:val="22"/>
        </w:rPr>
        <w:t xml:space="preserve"> TXOP to a </w:t>
      </w:r>
      <w:r>
        <w:rPr>
          <w:color w:val="000000"/>
          <w:szCs w:val="22"/>
        </w:rPr>
        <w:t xml:space="preserve">non-AP </w:t>
      </w:r>
      <w:r w:rsidRPr="00FF2281">
        <w:rPr>
          <w:color w:val="000000"/>
          <w:szCs w:val="22"/>
        </w:rPr>
        <w:t xml:space="preserve">STA for transmitting one or more non-TB PPDUs. </w:t>
      </w:r>
    </w:p>
    <w:p w14:paraId="5AE09179" w14:textId="77777777" w:rsidR="007877EF" w:rsidRPr="00FF2281" w:rsidRDefault="007877EF" w:rsidP="007877EF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7439C63D" w14:textId="77777777" w:rsidR="007877EF" w:rsidRDefault="007877EF" w:rsidP="007877EF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 w:rsidRPr="00FF2281">
        <w:rPr>
          <w:color w:val="000000"/>
          <w:szCs w:val="22"/>
        </w:rPr>
        <w:t>A STA with dot11</w:t>
      </w:r>
      <w:r>
        <w:rPr>
          <w:color w:val="000000"/>
          <w:szCs w:val="22"/>
        </w:rPr>
        <w:t>TxopSharingTF</w:t>
      </w:r>
      <w:r w:rsidRPr="00FF2281">
        <w:rPr>
          <w:color w:val="000000"/>
          <w:szCs w:val="22"/>
        </w:rPr>
        <w:t xml:space="preserve">OptionImplemented equal to true shall set the </w:t>
      </w:r>
      <w:r>
        <w:t>Triggered TXOP Sharing Support</w:t>
      </w:r>
      <w:r w:rsidRPr="00FF2281">
        <w:rPr>
          <w:color w:val="000000"/>
          <w:szCs w:val="22"/>
        </w:rPr>
        <w:t xml:space="preserve"> subfield in</w:t>
      </w:r>
      <w:r>
        <w:rPr>
          <w:color w:val="000000"/>
          <w:szCs w:val="22"/>
        </w:rPr>
        <w:t xml:space="preserve"> </w:t>
      </w:r>
      <w:r w:rsidRPr="00FF2281">
        <w:rPr>
          <w:color w:val="000000"/>
          <w:szCs w:val="22"/>
        </w:rPr>
        <w:t>EHT Capabilities element to 1; otherwise, it shall set the subfield to 0.</w:t>
      </w:r>
    </w:p>
    <w:p w14:paraId="677718F4" w14:textId="77777777" w:rsidR="007877EF" w:rsidRDefault="007877EF" w:rsidP="007877EF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5F054026" w14:textId="1BBA26C9" w:rsidR="007877EF" w:rsidRPr="00FF2281" w:rsidRDefault="007877EF" w:rsidP="007877EF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proofErr w:type="gramStart"/>
      <w:r>
        <w:t>An</w:t>
      </w:r>
      <w:proofErr w:type="gramEnd"/>
      <w:r>
        <w:t xml:space="preserve"> MU</w:t>
      </w:r>
      <w:r w:rsidR="00C67492">
        <w:t>-</w:t>
      </w:r>
      <w:r>
        <w:t xml:space="preserve">RTS Trigger frame with the TBD field set to 1 is called a TXOP Sharing Trigger frame </w:t>
      </w:r>
      <w:r>
        <w:rPr>
          <w:bCs/>
        </w:rPr>
        <w:t xml:space="preserve">(TS-TF) </w:t>
      </w:r>
      <w:r>
        <w:t xml:space="preserve">for the remainder of this subclause. </w:t>
      </w:r>
    </w:p>
    <w:p w14:paraId="7B9452B4" w14:textId="77777777" w:rsidR="00E70033" w:rsidRDefault="00E70033" w:rsidP="00E70033"/>
    <w:p w14:paraId="0435AEFE" w14:textId="77777777" w:rsidR="00E70033" w:rsidRPr="00E70033" w:rsidRDefault="00E70033" w:rsidP="00E70033">
      <w:pPr>
        <w:rPr>
          <w:b/>
          <w:bCs/>
        </w:rPr>
      </w:pPr>
      <w:r w:rsidRPr="00E70033">
        <w:rPr>
          <w:b/>
          <w:bCs/>
        </w:rPr>
        <w:t>35.2.1.3.2 AP behaviour</w:t>
      </w:r>
    </w:p>
    <w:p w14:paraId="1A86F375" w14:textId="77777777" w:rsidR="00E70033" w:rsidRDefault="00E70033" w:rsidP="00E70033">
      <w:r>
        <w:t xml:space="preserve"> </w:t>
      </w:r>
    </w:p>
    <w:p w14:paraId="36D0EADD" w14:textId="23D74F70" w:rsidR="004E3948" w:rsidRPr="00A75B52" w:rsidRDefault="004E3948" w:rsidP="004E3948">
      <w:pPr>
        <w:rPr>
          <w:rFonts w:ascii="Arial-BoldMT" w:hAnsi="Arial-BoldMT"/>
          <w:b/>
          <w:bCs/>
          <w:color w:val="000000"/>
          <w:sz w:val="24"/>
          <w:szCs w:val="24"/>
        </w:rPr>
      </w:pPr>
      <w:r w:rsidRPr="00FF2281">
        <w:rPr>
          <w:bCs/>
          <w:szCs w:val="22"/>
        </w:rPr>
        <w:t xml:space="preserve">An AP </w:t>
      </w:r>
      <w:r>
        <w:rPr>
          <w:bCs/>
          <w:szCs w:val="22"/>
        </w:rPr>
        <w:t xml:space="preserve">may </w:t>
      </w:r>
      <w:r w:rsidRPr="00FF2281">
        <w:rPr>
          <w:bCs/>
          <w:szCs w:val="22"/>
        </w:rPr>
        <w:t>allocate time within a</w:t>
      </w:r>
      <w:r>
        <w:rPr>
          <w:bCs/>
          <w:szCs w:val="22"/>
        </w:rPr>
        <w:t>n obtained</w:t>
      </w:r>
      <w:r w:rsidRPr="00FF2281">
        <w:rPr>
          <w:bCs/>
          <w:szCs w:val="22"/>
        </w:rPr>
        <w:t xml:space="preserve"> TXOP to a non-AP STA by transmitting </w:t>
      </w:r>
      <w:r w:rsidR="005011AD">
        <w:rPr>
          <w:bCs/>
          <w:szCs w:val="22"/>
        </w:rPr>
        <w:t>a</w:t>
      </w:r>
      <w:r>
        <w:rPr>
          <w:bCs/>
          <w:szCs w:val="22"/>
        </w:rPr>
        <w:t xml:space="preserve"> TS</w:t>
      </w:r>
      <w:r w:rsidRPr="00FF2281">
        <w:rPr>
          <w:bCs/>
          <w:szCs w:val="22"/>
        </w:rPr>
        <w:t xml:space="preserve"> </w:t>
      </w:r>
      <w:r>
        <w:rPr>
          <w:bCs/>
          <w:szCs w:val="22"/>
        </w:rPr>
        <w:t>Trigger frame</w:t>
      </w:r>
      <w:r w:rsidRPr="00FF2281">
        <w:rPr>
          <w:bCs/>
          <w:szCs w:val="22"/>
        </w:rPr>
        <w:t xml:space="preserve"> </w:t>
      </w:r>
      <w:r>
        <w:rPr>
          <w:bCs/>
          <w:szCs w:val="22"/>
        </w:rPr>
        <w:t xml:space="preserve">as defined in </w:t>
      </w:r>
      <w:r w:rsidRPr="00A75B52">
        <w:rPr>
          <w:rFonts w:ascii="Arial-BoldMT" w:hAnsi="Arial-BoldMT"/>
          <w:color w:val="000000"/>
          <w:sz w:val="24"/>
          <w:szCs w:val="24"/>
        </w:rPr>
        <w:t xml:space="preserve">9.3.1.22.5 </w:t>
      </w:r>
      <w:r>
        <w:rPr>
          <w:rFonts w:ascii="Arial-BoldMT" w:hAnsi="Arial-BoldMT"/>
          <w:color w:val="000000"/>
          <w:sz w:val="24"/>
          <w:szCs w:val="24"/>
        </w:rPr>
        <w:t>(</w:t>
      </w:r>
      <w:r w:rsidRPr="00A75B52">
        <w:rPr>
          <w:rFonts w:ascii="Arial-BoldMT" w:hAnsi="Arial-BoldMT"/>
          <w:color w:val="000000"/>
          <w:sz w:val="24"/>
          <w:szCs w:val="24"/>
        </w:rPr>
        <w:t>MU-RTS Trigger frame format</w:t>
      </w:r>
      <w:r>
        <w:rPr>
          <w:rFonts w:ascii="Arial-BoldMT" w:hAnsi="Arial-BoldMT"/>
          <w:color w:val="000000"/>
          <w:sz w:val="24"/>
          <w:szCs w:val="24"/>
        </w:rPr>
        <w:t>)</w:t>
      </w:r>
      <w:r>
        <w:rPr>
          <w:rFonts w:ascii="Arial-BoldMT" w:hAnsi="Arial-BoldMT"/>
          <w:b/>
          <w:bCs/>
          <w:color w:val="000000"/>
          <w:sz w:val="24"/>
          <w:szCs w:val="24"/>
        </w:rPr>
        <w:t xml:space="preserve"> </w:t>
      </w:r>
      <w:r>
        <w:rPr>
          <w:bCs/>
          <w:szCs w:val="22"/>
        </w:rPr>
        <w:t xml:space="preserve">parametrized as follows: </w:t>
      </w:r>
    </w:p>
    <w:p w14:paraId="07CEF615" w14:textId="77777777" w:rsidR="004E3948" w:rsidRPr="002F40EE" w:rsidRDefault="004E3948" w:rsidP="004E3948">
      <w:pPr>
        <w:pStyle w:val="ListParagraph"/>
        <w:numPr>
          <w:ilvl w:val="0"/>
          <w:numId w:val="3"/>
        </w:numPr>
        <w:rPr>
          <w:bCs/>
          <w:szCs w:val="22"/>
        </w:rPr>
      </w:pPr>
      <w:r w:rsidRPr="00A75B52">
        <w:rPr>
          <w:bCs/>
          <w:szCs w:val="22"/>
        </w:rPr>
        <w:t>The Trigger frame has one User Info field</w:t>
      </w:r>
      <w:r>
        <w:rPr>
          <w:bCs/>
          <w:szCs w:val="22"/>
        </w:rPr>
        <w:t xml:space="preserve"> that is</w:t>
      </w:r>
      <w:r w:rsidRPr="00A75B52">
        <w:rPr>
          <w:bCs/>
          <w:szCs w:val="22"/>
        </w:rPr>
        <w:t xml:space="preserve"> addressed to the non-AP STA</w:t>
      </w:r>
      <w:r w:rsidRPr="005323B3">
        <w:rPr>
          <w:bCs/>
          <w:szCs w:val="22"/>
        </w:rPr>
        <w:t>. The</w:t>
      </w:r>
      <w:r w:rsidRPr="00F712C7">
        <w:rPr>
          <w:bCs/>
          <w:szCs w:val="22"/>
        </w:rPr>
        <w:t xml:space="preserve"> User Info field is addressed to a non-AP STA if the AID12 subfield is equal to the 12 LSBs of the AID of the STA and the</w:t>
      </w:r>
      <w:r w:rsidRPr="00654898">
        <w:rPr>
          <w:bCs/>
          <w:szCs w:val="22"/>
        </w:rPr>
        <w:t xml:space="preserve"> Trigger frame</w:t>
      </w:r>
      <w:r w:rsidRPr="002A00D1">
        <w:rPr>
          <w:bCs/>
          <w:szCs w:val="22"/>
        </w:rPr>
        <w:t xml:space="preserve"> </w:t>
      </w:r>
      <w:r w:rsidRPr="002F40EE">
        <w:rPr>
          <w:bCs/>
          <w:szCs w:val="22"/>
        </w:rPr>
        <w:t>is sent by the AP with</w:t>
      </w:r>
      <w:bookmarkStart w:id="1" w:name="_GoBack"/>
      <w:bookmarkEnd w:id="1"/>
      <w:r w:rsidRPr="002F40EE">
        <w:rPr>
          <w:bCs/>
          <w:szCs w:val="22"/>
        </w:rPr>
        <w:t xml:space="preserve"> which the non-AP STA is associated.</w:t>
      </w:r>
    </w:p>
    <w:p w14:paraId="29C33648" w14:textId="77777777" w:rsidR="004E3948" w:rsidRPr="00300C9C" w:rsidRDefault="004E3948" w:rsidP="004E3948">
      <w:pPr>
        <w:pStyle w:val="ListParagraph"/>
        <w:rPr>
          <w:bCs/>
          <w:szCs w:val="22"/>
        </w:rPr>
      </w:pPr>
    </w:p>
    <w:p w14:paraId="410639E7" w14:textId="77777777" w:rsidR="004E3948" w:rsidRPr="0090115F" w:rsidRDefault="004E3948" w:rsidP="004E3948">
      <w:pPr>
        <w:ind w:left="360"/>
        <w:rPr>
          <w:bCs/>
          <w:szCs w:val="22"/>
        </w:rPr>
      </w:pPr>
    </w:p>
    <w:p w14:paraId="26E83347" w14:textId="77777777" w:rsidR="004E3948" w:rsidRPr="00300C9C" w:rsidRDefault="004E3948" w:rsidP="004E3948">
      <w:pPr>
        <w:rPr>
          <w:bCs/>
          <w:szCs w:val="22"/>
        </w:rPr>
      </w:pPr>
      <w:r w:rsidRPr="0090115F">
        <w:rPr>
          <w:bCs/>
          <w:szCs w:val="22"/>
        </w:rPr>
        <w:t xml:space="preserve">An AP shall not send </w:t>
      </w:r>
      <w:r>
        <w:rPr>
          <w:bCs/>
          <w:szCs w:val="22"/>
        </w:rPr>
        <w:t>a TS Trigger frame</w:t>
      </w:r>
      <w:r w:rsidRPr="0090115F">
        <w:rPr>
          <w:bCs/>
          <w:szCs w:val="22"/>
        </w:rPr>
        <w:t xml:space="preserve"> to a non-AP STA from which it has not received an EHT Capabilities element with TBD subfield set to 1. </w:t>
      </w:r>
      <w:r w:rsidRPr="00300C9C">
        <w:rPr>
          <w:bCs/>
          <w:szCs w:val="22"/>
        </w:rPr>
        <w:t xml:space="preserve">    </w:t>
      </w:r>
    </w:p>
    <w:p w14:paraId="3503F4E6" w14:textId="77777777" w:rsidR="004E3948" w:rsidRPr="00FF2281" w:rsidRDefault="004E3948" w:rsidP="004E3948">
      <w:pPr>
        <w:rPr>
          <w:bCs/>
          <w:szCs w:val="22"/>
        </w:rPr>
      </w:pPr>
    </w:p>
    <w:p w14:paraId="73D6E7AE" w14:textId="77777777" w:rsidR="004E3948" w:rsidRDefault="004E3948" w:rsidP="004E3948">
      <w:pPr>
        <w:rPr>
          <w:bCs/>
          <w:szCs w:val="22"/>
        </w:rPr>
      </w:pPr>
      <w:r w:rsidRPr="00FF2281">
        <w:rPr>
          <w:bCs/>
          <w:szCs w:val="22"/>
        </w:rPr>
        <w:t>It is TBD whether the AP can optionally not solicit CTS</w:t>
      </w:r>
      <w:r>
        <w:rPr>
          <w:bCs/>
          <w:szCs w:val="22"/>
        </w:rPr>
        <w:t xml:space="preserve"> as response to the TS Trigger frame</w:t>
      </w:r>
      <w:r w:rsidRPr="00FF2281">
        <w:rPr>
          <w:bCs/>
          <w:szCs w:val="22"/>
        </w:rPr>
        <w:t xml:space="preserve">.  </w:t>
      </w:r>
    </w:p>
    <w:p w14:paraId="7EBBF451" w14:textId="77777777" w:rsidR="00E70033" w:rsidRDefault="00E70033" w:rsidP="00E70033"/>
    <w:p w14:paraId="0B98C3BC" w14:textId="77777777" w:rsidR="00E70033" w:rsidRDefault="00E70033" w:rsidP="00E70033"/>
    <w:p w14:paraId="7E99C3F5" w14:textId="77777777" w:rsidR="00E70033" w:rsidRPr="00E70033" w:rsidRDefault="00E70033" w:rsidP="00E70033">
      <w:pPr>
        <w:rPr>
          <w:b/>
          <w:bCs/>
        </w:rPr>
      </w:pPr>
      <w:r w:rsidRPr="00E70033">
        <w:rPr>
          <w:b/>
          <w:bCs/>
        </w:rPr>
        <w:t>35.2.1.3.2 Non-AP STA behaviour</w:t>
      </w:r>
    </w:p>
    <w:p w14:paraId="6BFF84D6" w14:textId="77777777" w:rsidR="00E70033" w:rsidRDefault="00E70033" w:rsidP="00E70033"/>
    <w:p w14:paraId="23E3249A" w14:textId="0BA89FF8" w:rsidR="00B15949" w:rsidRPr="00FF2281" w:rsidRDefault="00B15949" w:rsidP="00B15949">
      <w:pPr>
        <w:rPr>
          <w:rFonts w:eastAsia="TimesNewRomanPSMT"/>
          <w:color w:val="000000"/>
          <w:szCs w:val="22"/>
        </w:rPr>
      </w:pPr>
      <w:r>
        <w:rPr>
          <w:rFonts w:eastAsia="TimesNewRomanPSMT"/>
          <w:color w:val="000000"/>
          <w:szCs w:val="22"/>
        </w:rPr>
        <w:t>Af</w:t>
      </w:r>
      <w:r w:rsidRPr="00FF2281">
        <w:rPr>
          <w:rFonts w:eastAsia="TimesNewRomanPSMT"/>
          <w:color w:val="000000"/>
          <w:szCs w:val="22"/>
        </w:rPr>
        <w:t xml:space="preserve">ter a non-AP STA receives </w:t>
      </w:r>
      <w:r>
        <w:rPr>
          <w:rFonts w:eastAsia="TimesNewRomanPSMT"/>
          <w:color w:val="000000"/>
          <w:szCs w:val="22"/>
        </w:rPr>
        <w:t>a TS Trigger frame</w:t>
      </w:r>
      <w:r w:rsidRPr="00FF2281">
        <w:rPr>
          <w:rFonts w:eastAsia="TimesNewRomanPSMT"/>
          <w:color w:val="000000"/>
          <w:szCs w:val="22"/>
        </w:rPr>
        <w:t xml:space="preserve"> </w:t>
      </w:r>
      <w:r>
        <w:rPr>
          <w:rFonts w:eastAsia="TimesNewRomanPSMT"/>
          <w:color w:val="000000"/>
          <w:szCs w:val="22"/>
        </w:rPr>
        <w:t xml:space="preserve">from its associated AP containing a User Info field with </w:t>
      </w:r>
      <w:r>
        <w:rPr>
          <w:rFonts w:eastAsia="TimesNewRomanPSMT"/>
          <w:color w:val="000000"/>
          <w:szCs w:val="22"/>
        </w:rPr>
        <w:t xml:space="preserve">the </w:t>
      </w:r>
      <w:r>
        <w:rPr>
          <w:rFonts w:eastAsia="TimesNewRomanPSMT"/>
          <w:color w:val="000000"/>
          <w:szCs w:val="22"/>
        </w:rPr>
        <w:t>AID12 subfield value matching the AID of the STA,</w:t>
      </w:r>
      <w:r w:rsidRPr="00FF2281">
        <w:rPr>
          <w:rFonts w:eastAsia="TimesNewRomanPSMT"/>
          <w:color w:val="000000"/>
          <w:szCs w:val="22"/>
        </w:rPr>
        <w:t xml:space="preserve"> the STA shall transmit one or more non-TB PPDUs within the time</w:t>
      </w:r>
      <w:r>
        <w:rPr>
          <w:rFonts w:eastAsia="TimesNewRomanPSMT"/>
          <w:color w:val="000000"/>
          <w:szCs w:val="22"/>
        </w:rPr>
        <w:t xml:space="preserve"> allocation</w:t>
      </w:r>
      <w:r w:rsidRPr="00FF2281">
        <w:rPr>
          <w:rFonts w:eastAsia="TimesNewRomanPSMT"/>
          <w:color w:val="000000"/>
          <w:szCs w:val="22"/>
        </w:rPr>
        <w:t xml:space="preserve"> </w:t>
      </w:r>
      <w:proofErr w:type="spellStart"/>
      <w:r>
        <w:rPr>
          <w:rFonts w:eastAsia="TimesNewRomanPSMT"/>
          <w:color w:val="000000"/>
          <w:szCs w:val="22"/>
        </w:rPr>
        <w:t>signaled</w:t>
      </w:r>
      <w:proofErr w:type="spellEnd"/>
      <w:r w:rsidRPr="00FF2281">
        <w:rPr>
          <w:rFonts w:eastAsia="TimesNewRomanPSMT"/>
          <w:color w:val="000000"/>
          <w:szCs w:val="22"/>
        </w:rPr>
        <w:t xml:space="preserve"> in the TBD field of the </w:t>
      </w:r>
      <w:r>
        <w:rPr>
          <w:rFonts w:eastAsia="TimesNewRomanPSMT"/>
          <w:color w:val="000000"/>
          <w:szCs w:val="22"/>
        </w:rPr>
        <w:t xml:space="preserve">TS </w:t>
      </w:r>
      <w:r w:rsidRPr="00FF2281">
        <w:rPr>
          <w:rFonts w:eastAsia="TimesNewRomanPSMT"/>
          <w:color w:val="000000"/>
          <w:szCs w:val="22"/>
        </w:rPr>
        <w:t>T</w:t>
      </w:r>
      <w:r>
        <w:rPr>
          <w:rFonts w:eastAsia="TimesNewRomanPSMT"/>
          <w:color w:val="000000"/>
          <w:szCs w:val="22"/>
        </w:rPr>
        <w:t>rigger frame</w:t>
      </w:r>
      <w:r w:rsidRPr="00FF2281">
        <w:rPr>
          <w:rFonts w:eastAsia="TimesNewRomanPSMT"/>
          <w:color w:val="000000"/>
          <w:szCs w:val="22"/>
        </w:rPr>
        <w:t xml:space="preserve">. The time allocation starts after the end of transmission of the </w:t>
      </w:r>
      <w:r>
        <w:rPr>
          <w:rFonts w:eastAsia="TimesNewRomanPSMT"/>
          <w:color w:val="000000"/>
          <w:szCs w:val="22"/>
        </w:rPr>
        <w:t>TS Trigger frame</w:t>
      </w:r>
      <w:r w:rsidRPr="00FF2281">
        <w:rPr>
          <w:rFonts w:eastAsia="TimesNewRomanPSMT"/>
          <w:color w:val="000000"/>
          <w:szCs w:val="22"/>
        </w:rPr>
        <w:t xml:space="preserve">. The first frame in the exchange is a CTS frame </w:t>
      </w:r>
      <w:commentRangeStart w:id="2"/>
      <w:r w:rsidRPr="00FF2281">
        <w:rPr>
          <w:rFonts w:eastAsia="TimesNewRomanPSMT"/>
          <w:color w:val="000000"/>
          <w:szCs w:val="22"/>
        </w:rPr>
        <w:t>if solicited by the AP</w:t>
      </w:r>
      <w:commentRangeEnd w:id="2"/>
      <w:r w:rsidR="009838ED">
        <w:rPr>
          <w:rStyle w:val="CommentReference"/>
        </w:rPr>
        <w:commentReference w:id="2"/>
      </w:r>
      <w:r w:rsidRPr="00FF2281">
        <w:rPr>
          <w:rFonts w:eastAsia="TimesNewRomanPSMT"/>
          <w:color w:val="000000"/>
          <w:szCs w:val="22"/>
        </w:rPr>
        <w:t xml:space="preserve">. </w:t>
      </w:r>
    </w:p>
    <w:p w14:paraId="5BFFFD4A" w14:textId="77777777" w:rsidR="00B15949" w:rsidRPr="00FF2281" w:rsidRDefault="00B15949" w:rsidP="00B15949">
      <w:pPr>
        <w:rPr>
          <w:rFonts w:eastAsia="TimesNewRomanPSMT"/>
          <w:color w:val="000000"/>
          <w:szCs w:val="22"/>
        </w:rPr>
      </w:pPr>
    </w:p>
    <w:p w14:paraId="06A4D574" w14:textId="61154FDD" w:rsidR="00B15949" w:rsidRPr="00FF2281" w:rsidRDefault="00B15949" w:rsidP="00B15949">
      <w:pPr>
        <w:jc w:val="both"/>
        <w:rPr>
          <w:szCs w:val="22"/>
        </w:rPr>
      </w:pPr>
      <w:r w:rsidRPr="00FF2281">
        <w:rPr>
          <w:szCs w:val="22"/>
        </w:rPr>
        <w:t xml:space="preserve">NOTE – The non-TB PPDUs may be transmitted by the non-AP STA to </w:t>
      </w:r>
      <w:r>
        <w:rPr>
          <w:szCs w:val="22"/>
        </w:rPr>
        <w:t xml:space="preserve">its associated </w:t>
      </w:r>
      <w:r w:rsidRPr="00FF2281">
        <w:rPr>
          <w:szCs w:val="22"/>
        </w:rPr>
        <w:t xml:space="preserve">AP or to a peer of a peer-to-peer link. </w:t>
      </w:r>
    </w:p>
    <w:p w14:paraId="4DE76434" w14:textId="77777777" w:rsidR="003A4ED2" w:rsidRDefault="003A4ED2"/>
    <w:p w14:paraId="08DB6DA7" w14:textId="77777777" w:rsidR="00E412CE" w:rsidRDefault="00E412CE">
      <w:pPr>
        <w:rPr>
          <w:b/>
          <w:u w:val="single"/>
        </w:rPr>
      </w:pPr>
    </w:p>
    <w:p w14:paraId="5AA2A767" w14:textId="77777777" w:rsidR="00E412CE" w:rsidRDefault="00E412CE">
      <w:pPr>
        <w:rPr>
          <w:b/>
          <w:u w:val="single"/>
        </w:rPr>
      </w:pPr>
    </w:p>
    <w:p w14:paraId="73D0D6D2" w14:textId="1342105E" w:rsidR="00E412CE" w:rsidRPr="00DE3425" w:rsidRDefault="00E412CE" w:rsidP="00E412CE">
      <w:pPr>
        <w:jc w:val="both"/>
        <w:rPr>
          <w:b/>
          <w:color w:val="FF0000"/>
          <w:sz w:val="20"/>
          <w:lang w:eastAsia="ko-KR"/>
        </w:rPr>
      </w:pPr>
      <w:r w:rsidRPr="00DE3425">
        <w:rPr>
          <w:b/>
          <w:color w:val="FF0000"/>
          <w:sz w:val="20"/>
          <w:lang w:eastAsia="ko-KR"/>
        </w:rPr>
        <w:t>Straw Poll: Do you support to incorporate the proposed draft text in this document 11-21/</w:t>
      </w:r>
      <w:r>
        <w:rPr>
          <w:b/>
          <w:color w:val="FF0000"/>
          <w:sz w:val="20"/>
          <w:lang w:eastAsia="ko-KR"/>
        </w:rPr>
        <w:t>87</w:t>
      </w:r>
      <w:r w:rsidRPr="00DE3425">
        <w:rPr>
          <w:b/>
          <w:color w:val="FF0000"/>
          <w:sz w:val="20"/>
          <w:lang w:eastAsia="ko-KR"/>
        </w:rPr>
        <w:t>r</w:t>
      </w:r>
      <w:r>
        <w:rPr>
          <w:b/>
          <w:color w:val="FF0000"/>
          <w:sz w:val="20"/>
          <w:lang w:eastAsia="ko-KR"/>
        </w:rPr>
        <w:t>0</w:t>
      </w:r>
      <w:r w:rsidRPr="00DE3425">
        <w:rPr>
          <w:b/>
          <w:color w:val="FF0000"/>
          <w:sz w:val="20"/>
          <w:lang w:eastAsia="ko-KR"/>
        </w:rPr>
        <w:t xml:space="preserve">, to the </w:t>
      </w:r>
      <w:r>
        <w:rPr>
          <w:b/>
          <w:color w:val="FF0000"/>
          <w:sz w:val="20"/>
          <w:lang w:eastAsia="ko-KR"/>
        </w:rPr>
        <w:t xml:space="preserve">next revision of </w:t>
      </w:r>
      <w:proofErr w:type="spellStart"/>
      <w:r w:rsidRPr="00DE3425">
        <w:rPr>
          <w:b/>
          <w:color w:val="FF0000"/>
          <w:sz w:val="20"/>
          <w:lang w:eastAsia="ko-KR"/>
        </w:rPr>
        <w:t>TGbe</w:t>
      </w:r>
      <w:proofErr w:type="spellEnd"/>
      <w:r w:rsidRPr="00DE3425">
        <w:rPr>
          <w:b/>
          <w:color w:val="FF0000"/>
          <w:sz w:val="20"/>
          <w:lang w:eastAsia="ko-KR"/>
        </w:rPr>
        <w:t xml:space="preserve"> Draft 0.</w:t>
      </w:r>
      <w:r>
        <w:rPr>
          <w:b/>
          <w:color w:val="FF0000"/>
          <w:sz w:val="20"/>
          <w:lang w:eastAsia="ko-KR"/>
        </w:rPr>
        <w:t>3</w:t>
      </w:r>
      <w:r w:rsidRPr="00DE3425">
        <w:rPr>
          <w:b/>
          <w:color w:val="FF0000"/>
          <w:sz w:val="20"/>
          <w:lang w:eastAsia="ko-KR"/>
        </w:rPr>
        <w:t>?</w:t>
      </w:r>
    </w:p>
    <w:p w14:paraId="713B03FF" w14:textId="44F52256" w:rsidR="00CA09B2" w:rsidRPr="00D47EED" w:rsidRDefault="00E412CE" w:rsidP="00D47EED">
      <w:pPr>
        <w:jc w:val="both"/>
        <w:rPr>
          <w:b/>
          <w:color w:val="FF0000"/>
          <w:sz w:val="20"/>
          <w:lang w:eastAsia="ko-KR"/>
        </w:rPr>
      </w:pPr>
      <w:r w:rsidRPr="00DE3425">
        <w:rPr>
          <w:b/>
          <w:color w:val="FF0000"/>
          <w:sz w:val="20"/>
          <w:lang w:eastAsia="ko-KR"/>
        </w:rPr>
        <w:t xml:space="preserve">Result: Yes/No/Abstain </w:t>
      </w:r>
    </w:p>
    <w:sectPr w:rsidR="00CA09B2" w:rsidRPr="00D47EED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as, Dibakar" w:date="2021-01-31T13:15:00Z" w:initials="DD">
    <w:p w14:paraId="554CAF66" w14:textId="02220057" w:rsidR="00B04C7D" w:rsidRDefault="00B04C7D">
      <w:pPr>
        <w:pStyle w:val="CommentText"/>
      </w:pPr>
      <w:r>
        <w:rPr>
          <w:rStyle w:val="CommentReference"/>
        </w:rPr>
        <w:annotationRef/>
      </w:r>
      <w:proofErr w:type="spellStart"/>
      <w:r w:rsidR="00353465">
        <w:t>Rxed</w:t>
      </w:r>
      <w:proofErr w:type="spellEnd"/>
      <w:r w:rsidR="00353465">
        <w:t xml:space="preserve"> comment to clarify this is sequential. </w:t>
      </w:r>
    </w:p>
  </w:comment>
  <w:comment w:id="2" w:author="Das, Dibakar" w:date="2021-01-31T13:28:00Z" w:initials="DD">
    <w:p w14:paraId="7E5D576A" w14:textId="5A875B2C" w:rsidR="009838ED" w:rsidRDefault="009838ED">
      <w:pPr>
        <w:pStyle w:val="CommentText"/>
      </w:pPr>
      <w:r>
        <w:rPr>
          <w:rStyle w:val="CommentReference"/>
        </w:rPr>
        <w:annotationRef/>
      </w:r>
      <w:r>
        <w:t xml:space="preserve">Note that it is NOT </w:t>
      </w:r>
      <w:r w:rsidR="00701332">
        <w:t xml:space="preserve">a </w:t>
      </w:r>
      <w:r>
        <w:t xml:space="preserve">“if and only if” condition meaning </w:t>
      </w:r>
      <w:r w:rsidR="008D5FDF">
        <w:t>the scheduled</w:t>
      </w:r>
      <w:r>
        <w:t xml:space="preserve"> STA can </w:t>
      </w:r>
      <w:r w:rsidRPr="008D5FDF">
        <w:rPr>
          <w:u w:val="single"/>
        </w:rPr>
        <w:t>always</w:t>
      </w:r>
      <w:r>
        <w:t xml:space="preserve"> send a CTS as first frame in exchange.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4CAF66" w15:done="0"/>
  <w15:commentEx w15:paraId="7E5D576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4CAF66" w16cid:durableId="23C12BE4"/>
  <w16cid:commentId w16cid:paraId="7E5D576A" w16cid:durableId="23C12F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1AC81" w14:textId="77777777" w:rsidR="00BB3FC8" w:rsidRDefault="00BB3FC8">
      <w:r>
        <w:separator/>
      </w:r>
    </w:p>
  </w:endnote>
  <w:endnote w:type="continuationSeparator" w:id="0">
    <w:p w14:paraId="547EC308" w14:textId="77777777" w:rsidR="00BB3FC8" w:rsidRDefault="00BB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551B6" w14:textId="5A3A71F3" w:rsidR="0029020B" w:rsidRDefault="00D47EED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67276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F55EC4">
      <w:t>Dibakar Das, I</w:t>
    </w:r>
    <w:r w:rsidR="00B97D77">
      <w:t>n</w:t>
    </w:r>
    <w:r w:rsidR="00F55EC4">
      <w:t>tel</w:t>
    </w:r>
  </w:p>
  <w:p w14:paraId="6DEC6DC9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9704E" w14:textId="77777777" w:rsidR="00BB3FC8" w:rsidRDefault="00BB3FC8">
      <w:r>
        <w:separator/>
      </w:r>
    </w:p>
  </w:footnote>
  <w:footnote w:type="continuationSeparator" w:id="0">
    <w:p w14:paraId="0D5F9CCB" w14:textId="77777777" w:rsidR="00BB3FC8" w:rsidRDefault="00BB3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B8A23" w14:textId="5B8D75F4" w:rsidR="0029020B" w:rsidRDefault="00B37AC6">
    <w:pPr>
      <w:pStyle w:val="Header"/>
      <w:tabs>
        <w:tab w:val="clear" w:pos="6480"/>
        <w:tab w:val="center" w:pos="4680"/>
        <w:tab w:val="right" w:pos="9360"/>
      </w:tabs>
    </w:pPr>
    <w:r>
      <w:t>January 2021</w:t>
    </w:r>
    <w:r w:rsidR="00D47EED">
      <w:fldChar w:fldCharType="begin"/>
    </w:r>
    <w:r w:rsidR="00D47EED">
      <w:instrText xml:space="preserve"> KEYWORDS  \* MERGEFORMAT </w:instrText>
    </w:r>
    <w:r w:rsidR="00D47EED">
      <w:fldChar w:fldCharType="separate"/>
    </w:r>
    <w:r w:rsidR="00767276">
      <w:t xml:space="preserve"> </w:t>
    </w:r>
    <w:r w:rsidR="00D47EED">
      <w:fldChar w:fldCharType="end"/>
    </w:r>
    <w:r w:rsidR="0029020B">
      <w:tab/>
    </w:r>
    <w:r w:rsidR="0029020B">
      <w:tab/>
    </w:r>
    <w:r w:rsidR="00D47EED">
      <w:fldChar w:fldCharType="begin"/>
    </w:r>
    <w:r w:rsidR="00D47EED">
      <w:instrText xml:space="preserve"> TITLE  \* MERGEFORMAT </w:instrText>
    </w:r>
    <w:r w:rsidR="00D47EED">
      <w:fldChar w:fldCharType="separate"/>
    </w:r>
    <w:r w:rsidR="00767276">
      <w:t>doc.: IEEE 802.11-</w:t>
    </w:r>
    <w:r>
      <w:t>21</w:t>
    </w:r>
    <w:r w:rsidR="00767276">
      <w:t>/</w:t>
    </w:r>
    <w:r>
      <w:t>0087</w:t>
    </w:r>
    <w:r w:rsidR="00767276">
      <w:t>r0</w:t>
    </w:r>
    <w:r w:rsidR="00D47EE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563A1"/>
    <w:multiLevelType w:val="hybridMultilevel"/>
    <w:tmpl w:val="E38279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21481F"/>
    <w:multiLevelType w:val="hybridMultilevel"/>
    <w:tmpl w:val="2C308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A31E9"/>
    <w:multiLevelType w:val="hybridMultilevel"/>
    <w:tmpl w:val="1D406458"/>
    <w:lvl w:ilvl="0" w:tplc="477A6F8E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s, Dibakar">
    <w15:presenceInfo w15:providerId="AD" w15:userId="S::dibakar.das@intel.com::5555b401-5ad5-4206-a20e-01f22605f8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76"/>
    <w:rsid w:val="000063FB"/>
    <w:rsid w:val="00041048"/>
    <w:rsid w:val="0008337C"/>
    <w:rsid w:val="001650FE"/>
    <w:rsid w:val="00170990"/>
    <w:rsid w:val="001D723B"/>
    <w:rsid w:val="002557BF"/>
    <w:rsid w:val="00263E77"/>
    <w:rsid w:val="0029020B"/>
    <w:rsid w:val="002D44BE"/>
    <w:rsid w:val="00322627"/>
    <w:rsid w:val="00353465"/>
    <w:rsid w:val="003640BA"/>
    <w:rsid w:val="003919C1"/>
    <w:rsid w:val="003A4ED2"/>
    <w:rsid w:val="00442037"/>
    <w:rsid w:val="004B064B"/>
    <w:rsid w:val="004C3D9A"/>
    <w:rsid w:val="004E3948"/>
    <w:rsid w:val="005011AD"/>
    <w:rsid w:val="0055494B"/>
    <w:rsid w:val="00555DE8"/>
    <w:rsid w:val="00615F55"/>
    <w:rsid w:val="0062440B"/>
    <w:rsid w:val="006C0727"/>
    <w:rsid w:val="006E145F"/>
    <w:rsid w:val="00701332"/>
    <w:rsid w:val="007075C1"/>
    <w:rsid w:val="00767276"/>
    <w:rsid w:val="00770572"/>
    <w:rsid w:val="007752F2"/>
    <w:rsid w:val="007877EF"/>
    <w:rsid w:val="007D64A2"/>
    <w:rsid w:val="008D5FDF"/>
    <w:rsid w:val="009020BA"/>
    <w:rsid w:val="009838ED"/>
    <w:rsid w:val="009A7A7F"/>
    <w:rsid w:val="009D61D9"/>
    <w:rsid w:val="009F2FBC"/>
    <w:rsid w:val="00AA427C"/>
    <w:rsid w:val="00AB7C69"/>
    <w:rsid w:val="00AE2349"/>
    <w:rsid w:val="00B04C7D"/>
    <w:rsid w:val="00B15949"/>
    <w:rsid w:val="00B27A6C"/>
    <w:rsid w:val="00B37AC6"/>
    <w:rsid w:val="00B97D77"/>
    <w:rsid w:val="00BB3FC8"/>
    <w:rsid w:val="00BE68C2"/>
    <w:rsid w:val="00C67492"/>
    <w:rsid w:val="00CA09B2"/>
    <w:rsid w:val="00D47EED"/>
    <w:rsid w:val="00DC5A7B"/>
    <w:rsid w:val="00E412CE"/>
    <w:rsid w:val="00E70033"/>
    <w:rsid w:val="00ED7C8A"/>
    <w:rsid w:val="00F55EC4"/>
    <w:rsid w:val="00FB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21F36EB"/>
  <w15:chartTrackingRefBased/>
  <w15:docId w15:val="{57C0A6A6-E3C9-4142-9A6C-65A362C2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D61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61D9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7075C1"/>
    <w:pPr>
      <w:ind w:left="720"/>
      <w:contextualSpacing/>
    </w:pPr>
  </w:style>
  <w:style w:type="character" w:styleId="CommentReference">
    <w:name w:val="annotation reference"/>
    <w:basedOn w:val="DefaultParagraphFont"/>
    <w:rsid w:val="003A4ED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4ED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A4ED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B04C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04C7D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Dibakar.das@inte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bakard\Downloads\802-11-Submission-Portrait%20(3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5B08E710E87648A47B2B8CFA5A2B85" ma:contentTypeVersion="13" ma:contentTypeDescription="Create a new document." ma:contentTypeScope="" ma:versionID="4abbb476f26e7bce14583879ea772978">
  <xsd:schema xmlns:xsd="http://www.w3.org/2001/XMLSchema" xmlns:xs="http://www.w3.org/2001/XMLSchema" xmlns:p="http://schemas.microsoft.com/office/2006/metadata/properties" xmlns:ns3="422c6a2a-bdda-4a0d-a75f-5fccc6c9c4d4" xmlns:ns4="a3324683-e9d5-4bac-8775-491c2e76a476" targetNamespace="http://schemas.microsoft.com/office/2006/metadata/properties" ma:root="true" ma:fieldsID="6506785599c8d8b858bf05e92d0d7fbb" ns3:_="" ns4:_="">
    <xsd:import namespace="422c6a2a-bdda-4a0d-a75f-5fccc6c9c4d4"/>
    <xsd:import namespace="a3324683-e9d5-4bac-8775-491c2e76a4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2c6a2a-bdda-4a0d-a75f-5fccc6c9c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324683-e9d5-4bac-8775-491c2e76a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C68131-0FCB-4338-A2FC-2BDA0B8CE1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B647AC-0557-4367-A901-8EE6165BBA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8725E-CF3E-42BA-921B-4030A97F9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2c6a2a-bdda-4a0d-a75f-5fccc6c9c4d4"/>
    <ds:schemaRef ds:uri="a3324683-e9d5-4bac-8775-491c2e76a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(3).dot</Template>
  <TotalTime>74</TotalTime>
  <Pages>3</Pages>
  <Words>865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Das, Dibakar</dc:creator>
  <cp:keywords>Month Year</cp:keywords>
  <dc:description>John Doe, Some Company</dc:description>
  <cp:lastModifiedBy>Das, Dibakar</cp:lastModifiedBy>
  <cp:revision>43</cp:revision>
  <cp:lastPrinted>1900-01-01T08:00:00Z</cp:lastPrinted>
  <dcterms:created xsi:type="dcterms:W3CDTF">2021-01-28T01:17:00Z</dcterms:created>
  <dcterms:modified xsi:type="dcterms:W3CDTF">2021-01-31T21:34:00Z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0x010100895B08E710E87648A47B2B8CFA5A2B85</vt:lpwstr>
  </property>
</Properties>
</file>