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6C38CB16" w:rsidR="00CA09B2" w:rsidRPr="00677652" w:rsidRDefault="00BC2941" w:rsidP="00F33644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Pr="00BC2941">
              <w:rPr>
                <w:sz w:val="20"/>
              </w:rPr>
              <w:t xml:space="preserve">Parameters for </w:t>
            </w:r>
            <w:r w:rsidR="007532C2">
              <w:rPr>
                <w:sz w:val="20"/>
              </w:rPr>
              <w:t>EHT</w:t>
            </w:r>
            <w:r w:rsidRPr="00BC2941">
              <w:rPr>
                <w:sz w:val="20"/>
              </w:rPr>
              <w:t>-MCSs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40B3B408" w:rsidR="00CA09B2" w:rsidRPr="00677652" w:rsidRDefault="00CA09B2" w:rsidP="00F33644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9D2F87">
              <w:rPr>
                <w:b w:val="0"/>
                <w:sz w:val="20"/>
              </w:rPr>
              <w:t>09</w:t>
            </w:r>
            <w:r w:rsidRPr="00677652">
              <w:rPr>
                <w:b w:val="0"/>
                <w:sz w:val="20"/>
              </w:rPr>
              <w:t>-</w:t>
            </w:r>
            <w:r w:rsidR="009D2F87">
              <w:rPr>
                <w:b w:val="0"/>
                <w:sz w:val="20"/>
              </w:rPr>
              <w:t>01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Author(s):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74761F" w:rsidRPr="00677652" w14:paraId="42F0C313" w14:textId="77777777" w:rsidTr="00E703C4">
        <w:trPr>
          <w:jc w:val="center"/>
        </w:trPr>
        <w:tc>
          <w:tcPr>
            <w:tcW w:w="1885" w:type="dxa"/>
            <w:vAlign w:val="center"/>
          </w:tcPr>
          <w:p w14:paraId="3E02A211" w14:textId="3C6D14D0" w:rsidR="0074761F" w:rsidRPr="00677652" w:rsidRDefault="00883A2C" w:rsidP="00CB10AD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677652"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260" w:type="dxa"/>
            <w:vAlign w:val="center"/>
          </w:tcPr>
          <w:p w14:paraId="06103F0B" w14:textId="77777777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77652">
              <w:rPr>
                <w:kern w:val="24"/>
                <w:sz w:val="20"/>
                <w:szCs w:val="20"/>
              </w:rPr>
              <w:t>Newracom</w:t>
            </w:r>
          </w:p>
        </w:tc>
        <w:tc>
          <w:tcPr>
            <w:tcW w:w="2340" w:type="dxa"/>
            <w:vAlign w:val="center"/>
          </w:tcPr>
          <w:p w14:paraId="5542636F" w14:textId="10B957B2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EED890A" w14:textId="77777777" w:rsidR="0074761F" w:rsidRPr="00677652" w:rsidRDefault="0074761F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AF3E2B" w14:textId="74F75765" w:rsidR="0074761F" w:rsidRPr="00677652" w:rsidRDefault="00883A2C" w:rsidP="001C666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677652">
              <w:rPr>
                <w:kern w:val="24"/>
                <w:sz w:val="20"/>
                <w:szCs w:val="20"/>
              </w:rPr>
              <w:t>yujin.noh</w:t>
            </w:r>
            <w:r w:rsidR="001C6661" w:rsidRPr="00677652">
              <w:rPr>
                <w:kern w:val="24"/>
                <w:sz w:val="20"/>
                <w:szCs w:val="20"/>
              </w:rPr>
              <w:t xml:space="preserve"> at </w:t>
            </w:r>
            <w:r w:rsidRPr="00677652">
              <w:rPr>
                <w:kern w:val="24"/>
                <w:sz w:val="20"/>
                <w:szCs w:val="20"/>
              </w:rPr>
              <w:t>newracom.com</w:t>
            </w:r>
          </w:p>
        </w:tc>
      </w:tr>
      <w:tr w:rsidR="00E703C4" w:rsidRPr="00677652" w14:paraId="4DC14401" w14:textId="77777777" w:rsidTr="00E703C4">
        <w:trPr>
          <w:jc w:val="center"/>
        </w:trPr>
        <w:tc>
          <w:tcPr>
            <w:tcW w:w="1885" w:type="dxa"/>
          </w:tcPr>
          <w:p w14:paraId="0601A11C" w14:textId="042703B7" w:rsidR="00E703C4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913DF2">
              <w:rPr>
                <w:kern w:val="24"/>
                <w:sz w:val="20"/>
                <w:szCs w:val="20"/>
              </w:rPr>
              <w:t>Bo Sun</w:t>
            </w:r>
          </w:p>
        </w:tc>
        <w:tc>
          <w:tcPr>
            <w:tcW w:w="1260" w:type="dxa"/>
          </w:tcPr>
          <w:p w14:paraId="078E5431" w14:textId="44F609F9" w:rsidR="00E703C4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ZTE</w:t>
            </w:r>
          </w:p>
        </w:tc>
        <w:tc>
          <w:tcPr>
            <w:tcW w:w="2340" w:type="dxa"/>
          </w:tcPr>
          <w:p w14:paraId="7A4084EF" w14:textId="04C4A51D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38BA51" w14:textId="77777777" w:rsidR="00E703C4" w:rsidRPr="00677652" w:rsidRDefault="00E703C4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35061B5" w14:textId="5FCF9001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67C646B0" w:rsidR="006968DB" w:rsidRPr="00913DF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 w:rsidRPr="00913DF2">
              <w:rPr>
                <w:kern w:val="24"/>
                <w:sz w:val="20"/>
                <w:szCs w:val="20"/>
              </w:rPr>
              <w:t>Ruchen Duan</w:t>
            </w:r>
          </w:p>
        </w:tc>
        <w:tc>
          <w:tcPr>
            <w:tcW w:w="1260" w:type="dxa"/>
          </w:tcPr>
          <w:p w14:paraId="171FD588" w14:textId="1104A289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Samgsung</w:t>
            </w:r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379FAD85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913DF2">
              <w:rPr>
                <w:kern w:val="24"/>
                <w:sz w:val="20"/>
                <w:szCs w:val="20"/>
              </w:rPr>
              <w:t>Youhan Kim</w:t>
            </w:r>
          </w:p>
        </w:tc>
        <w:tc>
          <w:tcPr>
            <w:tcW w:w="1260" w:type="dxa"/>
          </w:tcPr>
          <w:p w14:paraId="5C0C406C" w14:textId="32766DEC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Qualcomm</w:t>
            </w:r>
          </w:p>
        </w:tc>
        <w:tc>
          <w:tcPr>
            <w:tcW w:w="2340" w:type="dxa"/>
          </w:tcPr>
          <w:p w14:paraId="5D10622C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1B46C849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66D2C" w:rsidRDefault="00F66D2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F66D2C" w:rsidRPr="006D3091" w:rsidRDefault="00F66D2C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1F50482E" w14:textId="2C83DB6D" w:rsidR="00F66D2C" w:rsidRDefault="00CB37C1" w:rsidP="00F7788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Tables </w:t>
                            </w:r>
                            <w:r w:rsidR="00F66D2C" w:rsidRPr="00B30211">
                              <w:rPr>
                                <w:sz w:val="20"/>
                              </w:rPr>
                              <w:t xml:space="preserve"> for EHT-MCSs </w:t>
                            </w:r>
                            <w:r w:rsidR="00F66D2C">
                              <w:rPr>
                                <w:sz w:val="20"/>
                              </w:rPr>
                              <w:t xml:space="preserve">with </w:t>
                            </w:r>
                            <w:r w:rsidR="00F66D2C" w:rsidRPr="00B30211">
                              <w:rPr>
                                <w:i/>
                                <w:iCs/>
                                <w:sz w:val="20"/>
                              </w:rPr>
                              <w:t>N</w:t>
                            </w:r>
                            <w:r w:rsidR="00F66D2C" w:rsidRPr="00B30211">
                              <w:rPr>
                                <w:i/>
                                <w:iCs/>
                                <w:sz w:val="20"/>
                                <w:vertAlign w:val="subscript"/>
                              </w:rPr>
                              <w:t>SS</w:t>
                            </w:r>
                            <w:r w:rsidR="00F66D2C" w:rsidRPr="00B30211">
                              <w:rPr>
                                <w:sz w:val="20"/>
                              </w:rPr>
                              <w:t xml:space="preserve"> = 1for </w:t>
                            </w:r>
                          </w:p>
                          <w:p w14:paraId="6F068B2E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26-tone RU, </w:t>
                            </w:r>
                          </w:p>
                          <w:p w14:paraId="6F57B905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52-tone RU, </w:t>
                            </w:r>
                          </w:p>
                          <w:p w14:paraId="2F4F5A95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78-tone RU, </w:t>
                            </w:r>
                          </w:p>
                          <w:p w14:paraId="0F6CEA05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106-tone RU, </w:t>
                            </w:r>
                          </w:p>
                          <w:p w14:paraId="0B3E19CF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132-tone RU, </w:t>
                            </w:r>
                          </w:p>
                          <w:p w14:paraId="485EB0BD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242-tone RU and non-OFDMA 20 MHz, </w:t>
                            </w:r>
                          </w:p>
                          <w:p w14:paraId="1F865071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484-tone RU and non-OFDMA 40 MHz, </w:t>
                            </w:r>
                          </w:p>
                          <w:p w14:paraId="77895347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(484+242)-tone RU and non-OFDMA 80 MHz puncturing 20 MHz, </w:t>
                            </w:r>
                          </w:p>
                          <w:p w14:paraId="1C8507DF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996-tone RU and non-OFDMA 80 MHz, </w:t>
                            </w:r>
                          </w:p>
                          <w:p w14:paraId="2AC0663E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(996+484)-tone RU and non-OFDMA 160 MHz puncturing 40 MHz, </w:t>
                            </w:r>
                          </w:p>
                          <w:p w14:paraId="6F6667C7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(996+484+242)-tone RU and non-OFDMA 160 MHz puncturing 20 MHz, </w:t>
                            </w:r>
                          </w:p>
                          <w:p w14:paraId="3C804329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2×996-tone RU and non-OFDMA 160 MHz and 80+80 MHz, </w:t>
                            </w:r>
                          </w:p>
                          <w:p w14:paraId="7281785F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(2×996+484)-tone RU and non-OFDMA 320 MHz puncturing 120 MHz, </w:t>
                            </w:r>
                          </w:p>
                          <w:p w14:paraId="443F57A5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(3×996)-tone RU and non-OFDMA 320 MHz puncturing 80 MHz, </w:t>
                            </w:r>
                          </w:p>
                          <w:p w14:paraId="420487B4" w14:textId="77777777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(3×996+484)-tone RU and non-OFDMA 320 MHz puncturing 40 MHz, </w:t>
                            </w:r>
                          </w:p>
                          <w:p w14:paraId="768B2E09" w14:textId="5C6711B3" w:rsidR="00F66D2C" w:rsidRDefault="00F66D2C" w:rsidP="00B3021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>4×996-tone RU and non-OFDMA 320 MHz and 160+160 MHz.</w:t>
                            </w:r>
                          </w:p>
                          <w:p w14:paraId="791EEC72" w14:textId="20F36CC5" w:rsidR="00CB37C1" w:rsidRPr="00B30211" w:rsidRDefault="00CB37C1" w:rsidP="00CB37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Parameters for EHT-MCS</w:t>
                            </w:r>
                            <w:r w:rsidR="003B6482">
                              <w:rPr>
                                <w:sz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</w:rPr>
                              <w:t xml:space="preserve"> with 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</w:rPr>
                              <w:t>Nss</w:t>
                            </w:r>
                            <w:r>
                              <w:rPr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= </w:t>
                            </w:r>
                            <w:r>
                              <w:rPr>
                                <w:sz w:val="20"/>
                              </w:rPr>
                              <w:t xml:space="preserve">2, …, 16 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can be obtained by multiplying 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</w:rPr>
                              <w:t>N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  <w:vertAlign w:val="subscript"/>
                              </w:rPr>
                              <w:t>SS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 to </w:t>
                            </w:r>
                            <w:r>
                              <w:rPr>
                                <w:sz w:val="20"/>
                              </w:rPr>
                              <w:t xml:space="preserve">parameters </w:t>
                            </w:r>
                            <w:r w:rsidR="003B6482">
                              <w:rPr>
                                <w:sz w:val="20"/>
                              </w:rPr>
                              <w:t xml:space="preserve">based on 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</w:rPr>
                              <w:t>N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  <w:vertAlign w:val="subscript"/>
                              </w:rPr>
                              <w:t>SS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 = 1.</w:t>
                            </w:r>
                          </w:p>
                          <w:p w14:paraId="6F847C36" w14:textId="5BD2FB02" w:rsidR="00F66D2C" w:rsidRPr="006D3091" w:rsidRDefault="00F66D2C" w:rsidP="004670C0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49472D22" w14:textId="77777777" w:rsidR="00F66D2C" w:rsidRPr="006D3091" w:rsidRDefault="00F66D2C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F66D2C" w:rsidRPr="006D3091" w:rsidRDefault="00F66D2C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0B66FE8C" w:rsidR="00F66D2C" w:rsidRDefault="00F66D2C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51A72AB2" w14:textId="0F63E4CC" w:rsidR="00F66D2C" w:rsidRPr="002B6AA7" w:rsidRDefault="00F66D2C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F66D2C" w:rsidRDefault="00F66D2C" w:rsidP="00917E0B"/>
                          <w:p w14:paraId="52CC84CD" w14:textId="77777777" w:rsidR="00F66D2C" w:rsidRDefault="00F66D2C" w:rsidP="00861EF6"/>
                          <w:p w14:paraId="0B0F92C1" w14:textId="77777777" w:rsidR="00F66D2C" w:rsidRDefault="00F66D2C" w:rsidP="00861EF6"/>
                          <w:p w14:paraId="6F7DA744" w14:textId="77777777" w:rsidR="00F66D2C" w:rsidRDefault="00F66D2C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CXsxqd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4C30FC61" w14:textId="77777777" w:rsidR="00F66D2C" w:rsidRDefault="00F66D2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F66D2C" w:rsidRPr="006D3091" w:rsidRDefault="00F66D2C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1F50482E" w14:textId="2C83DB6D" w:rsidR="00F66D2C" w:rsidRDefault="00CB37C1" w:rsidP="00F7788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Tables </w:t>
                      </w:r>
                      <w:r w:rsidR="00F66D2C" w:rsidRPr="00B30211">
                        <w:rPr>
                          <w:sz w:val="20"/>
                        </w:rPr>
                        <w:t xml:space="preserve"> for EHT-MCSs </w:t>
                      </w:r>
                      <w:r w:rsidR="00F66D2C">
                        <w:rPr>
                          <w:sz w:val="20"/>
                        </w:rPr>
                        <w:t xml:space="preserve">with </w:t>
                      </w:r>
                      <w:r w:rsidR="00F66D2C" w:rsidRPr="00B30211">
                        <w:rPr>
                          <w:i/>
                          <w:iCs/>
                          <w:sz w:val="20"/>
                        </w:rPr>
                        <w:t>N</w:t>
                      </w:r>
                      <w:r w:rsidR="00F66D2C" w:rsidRPr="00B30211">
                        <w:rPr>
                          <w:i/>
                          <w:iCs/>
                          <w:sz w:val="20"/>
                          <w:vertAlign w:val="subscript"/>
                        </w:rPr>
                        <w:t>SS</w:t>
                      </w:r>
                      <w:r w:rsidR="00F66D2C" w:rsidRPr="00B30211">
                        <w:rPr>
                          <w:sz w:val="20"/>
                        </w:rPr>
                        <w:t xml:space="preserve"> = 1for </w:t>
                      </w:r>
                    </w:p>
                    <w:p w14:paraId="6F068B2E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26-tone RU, </w:t>
                      </w:r>
                    </w:p>
                    <w:p w14:paraId="6F57B905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52-tone RU, </w:t>
                      </w:r>
                    </w:p>
                    <w:p w14:paraId="2F4F5A95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78-tone RU, </w:t>
                      </w:r>
                    </w:p>
                    <w:p w14:paraId="0F6CEA05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106-tone RU, </w:t>
                      </w:r>
                    </w:p>
                    <w:p w14:paraId="0B3E19CF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132-tone RU, </w:t>
                      </w:r>
                    </w:p>
                    <w:p w14:paraId="485EB0BD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242-tone RU and non-OFDMA 20 MHz, </w:t>
                      </w:r>
                    </w:p>
                    <w:p w14:paraId="1F865071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484-tone RU and non-OFDMA 40 MHz, </w:t>
                      </w:r>
                    </w:p>
                    <w:p w14:paraId="77895347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(484+242)-tone RU and non-OFDMA 80 MHz puncturing 20 MHz, </w:t>
                      </w:r>
                    </w:p>
                    <w:p w14:paraId="1C8507DF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996-tone RU and non-OFDMA 80 MHz, </w:t>
                      </w:r>
                    </w:p>
                    <w:p w14:paraId="2AC0663E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(996+484)-tone RU and non-OFDMA 160 MHz puncturing 40 MHz, </w:t>
                      </w:r>
                    </w:p>
                    <w:p w14:paraId="6F6667C7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(996+484+242)-tone RU and non-OFDMA 160 MHz puncturing 20 MHz, </w:t>
                      </w:r>
                    </w:p>
                    <w:p w14:paraId="3C804329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2×996-tone RU and non-OFDMA 160 MHz and 80+80 MHz, </w:t>
                      </w:r>
                    </w:p>
                    <w:p w14:paraId="7281785F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(2×996+484)-tone RU and non-OFDMA 320 MHz puncturing 120 MHz, </w:t>
                      </w:r>
                    </w:p>
                    <w:p w14:paraId="443F57A5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(3×996)-tone RU and non-OFDMA 320 MHz puncturing 80 MHz, </w:t>
                      </w:r>
                    </w:p>
                    <w:p w14:paraId="420487B4" w14:textId="77777777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(3×996+484)-tone RU and non-OFDMA 320 MHz puncturing 40 MHz, </w:t>
                      </w:r>
                    </w:p>
                    <w:p w14:paraId="768B2E09" w14:textId="5C6711B3" w:rsidR="00F66D2C" w:rsidRDefault="00F66D2C" w:rsidP="00B30211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>4×996-tone RU and non-OFDMA 320 MHz and 160+160 MHz.</w:t>
                      </w:r>
                    </w:p>
                    <w:p w14:paraId="791EEC72" w14:textId="20F36CC5" w:rsidR="00CB37C1" w:rsidRPr="00B30211" w:rsidRDefault="00CB37C1" w:rsidP="00CB37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Parameters for EHT-MCS</w:t>
                      </w:r>
                      <w:r w:rsidR="003B6482">
                        <w:rPr>
                          <w:sz w:val="20"/>
                        </w:rPr>
                        <w:t>s</w:t>
                      </w:r>
                      <w:r>
                        <w:rPr>
                          <w:sz w:val="20"/>
                        </w:rPr>
                        <w:t xml:space="preserve"> with </w:t>
                      </w:r>
                      <w:r w:rsidRPr="00CB37C1">
                        <w:rPr>
                          <w:i/>
                          <w:iCs/>
                          <w:sz w:val="20"/>
                        </w:rPr>
                        <w:t>Nss</w:t>
                      </w:r>
                      <w:r>
                        <w:rPr>
                          <w:i/>
                          <w:iCs/>
                          <w:sz w:val="20"/>
                        </w:rPr>
                        <w:t xml:space="preserve"> </w:t>
                      </w:r>
                      <w:r w:rsidRPr="00CB37C1">
                        <w:rPr>
                          <w:sz w:val="20"/>
                        </w:rPr>
                        <w:t xml:space="preserve">= </w:t>
                      </w:r>
                      <w:r>
                        <w:rPr>
                          <w:sz w:val="20"/>
                        </w:rPr>
                        <w:t xml:space="preserve">2, …, 16 </w:t>
                      </w:r>
                      <w:r w:rsidRPr="00CB37C1">
                        <w:rPr>
                          <w:sz w:val="20"/>
                        </w:rPr>
                        <w:t xml:space="preserve">can be obtained by multiplying </w:t>
                      </w:r>
                      <w:r w:rsidRPr="00CB37C1">
                        <w:rPr>
                          <w:i/>
                          <w:iCs/>
                          <w:sz w:val="20"/>
                        </w:rPr>
                        <w:t>N</w:t>
                      </w:r>
                      <w:r w:rsidRPr="00CB37C1">
                        <w:rPr>
                          <w:i/>
                          <w:iCs/>
                          <w:sz w:val="20"/>
                          <w:vertAlign w:val="subscript"/>
                        </w:rPr>
                        <w:t>SS</w:t>
                      </w:r>
                      <w:r w:rsidRPr="00CB37C1">
                        <w:rPr>
                          <w:sz w:val="20"/>
                        </w:rPr>
                        <w:t xml:space="preserve"> to </w:t>
                      </w:r>
                      <w:r>
                        <w:rPr>
                          <w:sz w:val="20"/>
                        </w:rPr>
                        <w:t xml:space="preserve">parameters </w:t>
                      </w:r>
                      <w:r w:rsidR="003B6482">
                        <w:rPr>
                          <w:sz w:val="20"/>
                        </w:rPr>
                        <w:t xml:space="preserve">based on </w:t>
                      </w:r>
                      <w:r w:rsidRPr="00CB37C1">
                        <w:rPr>
                          <w:i/>
                          <w:iCs/>
                          <w:sz w:val="20"/>
                        </w:rPr>
                        <w:t>N</w:t>
                      </w:r>
                      <w:r w:rsidRPr="00CB37C1">
                        <w:rPr>
                          <w:i/>
                          <w:iCs/>
                          <w:sz w:val="20"/>
                          <w:vertAlign w:val="subscript"/>
                        </w:rPr>
                        <w:t>SS</w:t>
                      </w:r>
                      <w:r w:rsidRPr="00CB37C1">
                        <w:rPr>
                          <w:sz w:val="20"/>
                        </w:rPr>
                        <w:t xml:space="preserve"> = 1.</w:t>
                      </w:r>
                    </w:p>
                    <w:p w14:paraId="6F847C36" w14:textId="5BD2FB02" w:rsidR="00F66D2C" w:rsidRPr="006D3091" w:rsidRDefault="00F66D2C" w:rsidP="004670C0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49472D22" w14:textId="77777777" w:rsidR="00F66D2C" w:rsidRPr="006D3091" w:rsidRDefault="00F66D2C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F66D2C" w:rsidRPr="006D3091" w:rsidRDefault="00F66D2C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0B66FE8C" w:rsidR="00F66D2C" w:rsidRDefault="00F66D2C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51A72AB2" w14:textId="0F63E4CC" w:rsidR="00F66D2C" w:rsidRPr="002B6AA7" w:rsidRDefault="00F66D2C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F66D2C" w:rsidRDefault="00F66D2C" w:rsidP="00917E0B"/>
                    <w:p w14:paraId="52CC84CD" w14:textId="77777777" w:rsidR="00F66D2C" w:rsidRDefault="00F66D2C" w:rsidP="00861EF6"/>
                    <w:p w14:paraId="0B0F92C1" w14:textId="77777777" w:rsidR="00F66D2C" w:rsidRDefault="00F66D2C" w:rsidP="00861EF6"/>
                    <w:p w14:paraId="6F7DA744" w14:textId="77777777" w:rsidR="00F66D2C" w:rsidRDefault="00F66D2C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2B78FB92" w14:textId="227620F3" w:rsidR="0049404B" w:rsidRDefault="00330CA1" w:rsidP="00330CA1">
      <w:pPr>
        <w:pStyle w:val="H2"/>
        <w:rPr>
          <w:w w:val="100"/>
        </w:rPr>
      </w:pPr>
      <w:bookmarkStart w:id="0" w:name="RTF33383731353a2048322c312e"/>
      <w:r>
        <w:rPr>
          <w:w w:val="100"/>
        </w:rPr>
        <w:lastRenderedPageBreak/>
        <w:t xml:space="preserve">XX.X </w:t>
      </w:r>
      <w:bookmarkStart w:id="1" w:name="_Hlk46318033"/>
      <w:r w:rsidR="0049404B">
        <w:rPr>
          <w:w w:val="100"/>
        </w:rPr>
        <w:t xml:space="preserve">Parameters for </w:t>
      </w:r>
      <w:r w:rsidR="00F7679A">
        <w:rPr>
          <w:w w:val="100"/>
        </w:rPr>
        <w:t>EHT</w:t>
      </w:r>
      <w:r w:rsidR="0049404B">
        <w:rPr>
          <w:w w:val="100"/>
        </w:rPr>
        <w:t>-MCSs</w:t>
      </w:r>
      <w:bookmarkEnd w:id="0"/>
      <w:bookmarkEnd w:id="1"/>
    </w:p>
    <w:p w14:paraId="3E10CB0E" w14:textId="28C6B298" w:rsidR="006B55D0" w:rsidRDefault="0008670E" w:rsidP="0008670E">
      <w:pPr>
        <w:pStyle w:val="T"/>
        <w:rPr>
          <w:w w:val="100"/>
        </w:rPr>
      </w:pPr>
      <w:r w:rsidRPr="00FF0832">
        <w:rPr>
          <w:w w:val="100"/>
        </w:rPr>
        <w:t xml:space="preserve">The rate-dependent parameters for </w:t>
      </w:r>
      <w:r>
        <w:rPr>
          <w:w w:val="100"/>
        </w:rPr>
        <w:t xml:space="preserve">various RU sizes using </w:t>
      </w:r>
      <w:r w:rsidRPr="0008670E">
        <w:rPr>
          <w:i/>
          <w:iCs/>
          <w:w w:val="100"/>
        </w:rPr>
        <w:t>N</w:t>
      </w:r>
      <w:r w:rsidRPr="0008670E"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= 1 </w:t>
      </w:r>
      <w:r w:rsidRPr="00065352">
        <w:rPr>
          <w:w w:val="100"/>
        </w:rPr>
        <w:t xml:space="preserve">are provided in </w:t>
      </w:r>
      <w:r>
        <w:rPr>
          <w:w w:val="100"/>
        </w:rPr>
        <w:t>Table xx-xx</w:t>
      </w:r>
      <w:r w:rsidRPr="00065352">
        <w:rPr>
          <w:w w:val="100"/>
        </w:rPr>
        <w:t xml:space="preserve"> (EHT-MCSs for</w:t>
      </w:r>
      <w:r w:rsidRPr="00A54747">
        <w:rPr>
          <w:w w:val="100"/>
        </w:rPr>
        <w:t xml:space="preserve"> 26-tone RU</w:t>
      </w:r>
      <w:r>
        <w:rPr>
          <w:w w:val="100"/>
        </w:rPr>
        <w:t xml:space="preserve">, </w:t>
      </w:r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= 1</w:t>
      </w:r>
      <w:r w:rsidRPr="00A54747">
        <w:rPr>
          <w:w w:val="100"/>
        </w:rPr>
        <w:t xml:space="preserve">) through </w:t>
      </w:r>
      <w:r>
        <w:rPr>
          <w:w w:val="100"/>
        </w:rPr>
        <w:t xml:space="preserve">Table </w:t>
      </w:r>
      <w:r w:rsidRPr="00A54747">
        <w:rPr>
          <w:w w:val="100"/>
        </w:rPr>
        <w:t>xx</w:t>
      </w:r>
      <w:r>
        <w:rPr>
          <w:w w:val="100"/>
        </w:rPr>
        <w:t>-</w:t>
      </w:r>
      <w:r w:rsidRPr="00A54747">
        <w:rPr>
          <w:w w:val="100"/>
        </w:rPr>
        <w:t>x</w:t>
      </w:r>
      <w:r>
        <w:rPr>
          <w:w w:val="100"/>
        </w:rPr>
        <w:t>x</w:t>
      </w:r>
      <w:r w:rsidRPr="00A54747">
        <w:rPr>
          <w:w w:val="100"/>
        </w:rPr>
        <w:t xml:space="preserve"> (EHT-MCSs for 4×996-tone RU</w:t>
      </w:r>
      <w:r>
        <w:rPr>
          <w:w w:val="100"/>
        </w:rPr>
        <w:t>)</w:t>
      </w:r>
      <w:r w:rsidRPr="00A54747">
        <w:rPr>
          <w:w w:val="100"/>
        </w:rPr>
        <w:t>.</w:t>
      </w:r>
    </w:p>
    <w:p w14:paraId="0236F89B" w14:textId="77777777" w:rsidR="00496E5B" w:rsidRDefault="0008670E" w:rsidP="006B55D0">
      <w:pPr>
        <w:pStyle w:val="T"/>
        <w:rPr>
          <w:w w:val="100"/>
        </w:rPr>
      </w:pPr>
      <w:r w:rsidRPr="0008670E">
        <w:rPr>
          <w:i/>
          <w:iCs/>
          <w:w w:val="100"/>
        </w:rPr>
        <w:t>N</w:t>
      </w:r>
      <w:r w:rsidRPr="0008670E">
        <w:rPr>
          <w:i/>
          <w:iCs/>
          <w:w w:val="100"/>
          <w:vertAlign w:val="subscript"/>
        </w:rPr>
        <w:t>CBPS</w:t>
      </w:r>
      <w:r>
        <w:rPr>
          <w:w w:val="100"/>
        </w:rPr>
        <w:t xml:space="preserve"> for </w:t>
      </w:r>
      <w:r w:rsidR="006B55D0">
        <w:rPr>
          <w:w w:val="100"/>
        </w:rPr>
        <w:t xml:space="preserve">MCS </w:t>
      </w:r>
      <w:r w:rsidR="006B55D0">
        <w:rPr>
          <w:i/>
          <w:iCs/>
          <w:w w:val="100"/>
        </w:rPr>
        <w:t xml:space="preserve">M </w:t>
      </w:r>
      <w:r w:rsidR="00496E5B">
        <w:rPr>
          <w:w w:val="100"/>
        </w:rPr>
        <w:t>using</w:t>
      </w:r>
      <w:r w:rsidR="006B55D0">
        <w:rPr>
          <w:w w:val="100"/>
        </w:rPr>
        <w:t xml:space="preserve"> </w:t>
      </w:r>
      <w:r w:rsidRPr="002B644E">
        <w:rPr>
          <w:i/>
          <w:iCs/>
          <w:w w:val="100"/>
        </w:rPr>
        <w:t>N</w:t>
      </w:r>
      <w:r w:rsidRPr="002B644E"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greater than 1 can be obtained by multiplying </w:t>
      </w:r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to </w:t>
      </w:r>
      <w:r w:rsidR="006B55D0" w:rsidRPr="0008670E">
        <w:rPr>
          <w:i/>
          <w:iCs/>
          <w:w w:val="100"/>
        </w:rPr>
        <w:t>N</w:t>
      </w:r>
      <w:r w:rsidR="006B55D0" w:rsidRPr="0008670E">
        <w:rPr>
          <w:i/>
          <w:iCs/>
          <w:w w:val="100"/>
          <w:vertAlign w:val="subscript"/>
        </w:rPr>
        <w:t>CBPS</w:t>
      </w:r>
      <w:r w:rsidR="006B55D0">
        <w:rPr>
          <w:w w:val="100"/>
        </w:rPr>
        <w:t xml:space="preserve"> for MCS </w:t>
      </w:r>
      <w:r w:rsidR="006B55D0">
        <w:rPr>
          <w:i/>
          <w:iCs/>
          <w:w w:val="100"/>
        </w:rPr>
        <w:t xml:space="preserve">M </w:t>
      </w:r>
      <w:r w:rsidR="00496E5B">
        <w:rPr>
          <w:w w:val="100"/>
        </w:rPr>
        <w:t>using</w:t>
      </w:r>
      <w:r w:rsidR="006B55D0">
        <w:rPr>
          <w:w w:val="100"/>
        </w:rPr>
        <w:t xml:space="preserve"> </w:t>
      </w:r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= 1.</w:t>
      </w:r>
    </w:p>
    <w:p w14:paraId="54A5E392" w14:textId="2D0DB71F" w:rsidR="006B55D0" w:rsidRDefault="006B55D0" w:rsidP="006B55D0">
      <w:pPr>
        <w:pStyle w:val="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>
        <w:rPr>
          <w:w w:val="100"/>
        </w:rPr>
        <w:t xml:space="preserve"> and data rate in Mbps (</w:t>
      </w:r>
      <w:r w:rsidRPr="006B55D0">
        <w:rPr>
          <w:i/>
          <w:iCs/>
          <w:w w:val="100"/>
        </w:rPr>
        <w:t>D</w:t>
      </w:r>
      <w:r>
        <w:rPr>
          <w:w w:val="100"/>
        </w:rPr>
        <w:t xml:space="preserve">) </w:t>
      </w:r>
      <w:r w:rsidRPr="006B55D0">
        <w:rPr>
          <w:w w:val="100"/>
        </w:rPr>
        <w:t>are</w:t>
      </w:r>
      <w:r>
        <w:rPr>
          <w:w w:val="100"/>
        </w:rPr>
        <w:t xml:space="preserve"> computed using Equation (XX-X1) and (XX-X2), respectively.</w:t>
      </w:r>
    </w:p>
    <w:p w14:paraId="5C97D9DD" w14:textId="1A55ED2D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w:r w:rsidRPr="006B55D0">
        <w:rPr>
          <w:w w:val="100"/>
          <w:position w:val="-28"/>
        </w:rPr>
        <w:object w:dxaOrig="1680" w:dyaOrig="680" w14:anchorId="20F2D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1pt;height:34pt" o:ole="">
            <v:imagedata r:id="rId8" o:title=""/>
          </v:shape>
          <o:OLEObject Type="Embed" ProgID="Equation.DSMT4" ShapeID="_x0000_i1025" DrawAspect="Content" ObjectID="_1660042506" r:id="rId9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(XX-X1)</w:t>
      </w:r>
    </w:p>
    <w:p w14:paraId="7558513F" w14:textId="3311A489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w:r w:rsidR="00CE4298">
        <w:rPr>
          <w:w w:val="100"/>
        </w:rPr>
        <w:t xml:space="preserve"> </w:t>
      </w:r>
      <m:oMath>
        <m:r>
          <w:rPr>
            <w:rFonts w:ascii="Cambria Math" w:hAnsi="Cambria Math"/>
            <w:w w:val="100"/>
            <w:sz w:val="22"/>
            <w:szCs w:val="22"/>
          </w:rPr>
          <m:t>D=</m:t>
        </m:r>
        <m:f>
          <m:f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DBPS</m:t>
                </m:r>
              </m:sub>
            </m:sSub>
          </m:num>
          <m:den>
            <m:r>
              <w:rPr>
                <w:rFonts w:ascii="Cambria Math" w:hAnsi="Cambria Math"/>
                <w:w w:val="100"/>
                <w:sz w:val="22"/>
                <w:szCs w:val="22"/>
              </w:rPr>
              <m:t>12.8+</m:t>
            </m:r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GI,Data</m:t>
                </m:r>
              </m:sub>
            </m:sSub>
          </m:den>
        </m:f>
      </m:oMath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 w:rsidR="00CE4298">
        <w:rPr>
          <w:w w:val="100"/>
        </w:rPr>
        <w:t xml:space="preserve">              (XX-X2)</w:t>
      </w:r>
    </w:p>
    <w:p w14:paraId="6D78AA5E" w14:textId="085556F8" w:rsidR="006B55D0" w:rsidRDefault="006B55D0" w:rsidP="006B55D0">
      <w:pPr>
        <w:pStyle w:val="T"/>
        <w:rPr>
          <w:w w:val="100"/>
        </w:rPr>
      </w:pPr>
      <w:r>
        <w:rPr>
          <w:w w:val="100"/>
        </w:rPr>
        <w:t>where</w:t>
      </w:r>
    </w:p>
    <w:p w14:paraId="4CF61127" w14:textId="4FE62E4C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w:r>
        <w:rPr>
          <w:i/>
          <w:iCs/>
          <w:w w:val="100"/>
        </w:rPr>
        <w:t>R</w:t>
      </w:r>
      <w:r>
        <w:rPr>
          <w:i/>
          <w:iCs/>
          <w:w w:val="100"/>
        </w:rPr>
        <w:tab/>
      </w:r>
      <w:r>
        <w:rPr>
          <w:w w:val="100"/>
        </w:rPr>
        <w:t>is the coding rate</w:t>
      </w:r>
    </w:p>
    <w:p w14:paraId="4C8B00EF" w14:textId="46E1DF5B" w:rsidR="006B55D0" w:rsidRPr="006B55D0" w:rsidRDefault="006B55D0" w:rsidP="006B55D0">
      <w:pPr>
        <w:pStyle w:val="T"/>
        <w:jc w:val="left"/>
        <w:rPr>
          <w:w w:val="100"/>
        </w:rPr>
      </w:pPr>
      <w:r>
        <w:rPr>
          <w:w w:val="100"/>
        </w:rPr>
        <w:tab/>
      </w:r>
      <w:r>
        <w:rPr>
          <w:i/>
          <w:iCs/>
          <w:w w:val="100"/>
        </w:rPr>
        <w:t>T</w:t>
      </w:r>
      <w:r w:rsidRPr="006B55D0">
        <w:rPr>
          <w:i/>
          <w:iCs/>
          <w:w w:val="100"/>
          <w:vertAlign w:val="subscript"/>
        </w:rPr>
        <w:t>GI</w:t>
      </w:r>
      <w:r w:rsidR="00F66D2C">
        <w:rPr>
          <w:i/>
          <w:iCs/>
          <w:w w:val="100"/>
          <w:vertAlign w:val="subscript"/>
        </w:rPr>
        <w:t>,Data</w:t>
      </w:r>
      <w:r>
        <w:rPr>
          <w:w w:val="100"/>
        </w:rPr>
        <w:tab/>
        <w:t xml:space="preserve">is the </w:t>
      </w:r>
      <w:r w:rsidR="00F66D2C">
        <w:rPr>
          <w:w w:val="100"/>
        </w:rPr>
        <w:t xml:space="preserve">Guard interval duration for the Data field </w:t>
      </w:r>
      <w:r>
        <w:rPr>
          <w:w w:val="100"/>
        </w:rPr>
        <w:t xml:space="preserve"> </w:t>
      </w:r>
      <w:r w:rsidR="00CB37C1">
        <w:rPr>
          <w:w w:val="100"/>
        </w:rPr>
        <w:t xml:space="preserve">in </w:t>
      </w:r>
      <w:r>
        <w:rPr>
          <w:w w:val="100"/>
        </w:rPr>
        <w:t>µsec</w:t>
      </w:r>
    </w:p>
    <w:p w14:paraId="5B57E348" w14:textId="0E9B0987" w:rsidR="0049404B" w:rsidRDefault="0049404B" w:rsidP="0049404B">
      <w:pPr>
        <w:pStyle w:val="T"/>
        <w:rPr>
          <w:w w:val="100"/>
        </w:rPr>
      </w:pPr>
      <w:r w:rsidRPr="00A54747">
        <w:rPr>
          <w:w w:val="100"/>
        </w:rPr>
        <w:t>Support</w:t>
      </w:r>
      <w:r>
        <w:rPr>
          <w:w w:val="100"/>
        </w:rPr>
        <w:t xml:space="preserve"> for </w:t>
      </w:r>
      <w:r w:rsidR="002B644E">
        <w:rPr>
          <w:w w:val="100"/>
        </w:rPr>
        <w:t>EHT</w:t>
      </w:r>
      <w:r>
        <w:rPr>
          <w:w w:val="100"/>
        </w:rPr>
        <w:t xml:space="preserve">-MCS </w:t>
      </w:r>
      <w:r w:rsidR="00B01DCA">
        <w:rPr>
          <w:w w:val="100"/>
        </w:rPr>
        <w:t>TBD</w:t>
      </w:r>
      <w:r>
        <w:rPr>
          <w:w w:val="100"/>
        </w:rPr>
        <w:t xml:space="preserve"> is optional in all cases.</w:t>
      </w:r>
    </w:p>
    <w:p w14:paraId="55B739CA" w14:textId="2F6C6064" w:rsidR="0049404B" w:rsidRDefault="00B01DCA" w:rsidP="0049404B">
      <w:pPr>
        <w:pStyle w:val="T"/>
        <w:rPr>
          <w:w w:val="100"/>
        </w:rPr>
      </w:pPr>
      <w:r>
        <w:rPr>
          <w:w w:val="100"/>
        </w:rPr>
        <w:t>EHT</w:t>
      </w:r>
      <w:r w:rsidR="0049404B">
        <w:rPr>
          <w:w w:val="100"/>
        </w:rPr>
        <w:t xml:space="preserve">-MCSs are defined for both SU transmission and for user </w:t>
      </w:r>
      <w:r w:rsidR="0049404B">
        <w:rPr>
          <w:i/>
          <w:iCs/>
          <w:w w:val="100"/>
        </w:rPr>
        <w:t>u</w:t>
      </w:r>
      <w:r w:rsidR="0049404B">
        <w:rPr>
          <w:w w:val="100"/>
        </w:rPr>
        <w:t xml:space="preserve"> of the </w:t>
      </w:r>
      <w:r w:rsidR="0049404B">
        <w:rPr>
          <w:i/>
          <w:iCs/>
          <w:w w:val="100"/>
        </w:rPr>
        <w:t>r</w:t>
      </w:r>
      <w:r w:rsidR="0049404B">
        <w:rPr>
          <w:w w:val="100"/>
        </w:rPr>
        <w:t xml:space="preserve">-th RU of an MU transmission. In the case of </w:t>
      </w:r>
      <w:r>
        <w:rPr>
          <w:w w:val="100"/>
        </w:rPr>
        <w:t>EHT</w:t>
      </w:r>
      <w:r w:rsidR="0049404B">
        <w:rPr>
          <w:w w:val="100"/>
        </w:rPr>
        <w:t xml:space="preserve">-MCSs for MU transmissions, the parameters,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SS</w:t>
      </w:r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R</w:t>
      </w:r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BPSCS</w:t>
      </w:r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CBPS</w:t>
      </w:r>
      <w:r w:rsidR="0049404B">
        <w:rPr>
          <w:w w:val="100"/>
        </w:rPr>
        <w:t xml:space="preserve">, and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DBPS</w:t>
      </w:r>
      <w:r w:rsidR="0049404B">
        <w:rPr>
          <w:w w:val="100"/>
        </w:rPr>
        <w:t xml:space="preserve"> are replaced with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SS,u</w:t>
      </w:r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R</w:t>
      </w:r>
      <w:r w:rsidR="0049404B">
        <w:rPr>
          <w:i/>
          <w:iCs/>
          <w:w w:val="100"/>
          <w:vertAlign w:val="subscript"/>
        </w:rPr>
        <w:t>u</w:t>
      </w:r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BPSCS,u</w:t>
      </w:r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CBPS,u</w:t>
      </w:r>
      <w:r w:rsidR="0049404B">
        <w:rPr>
          <w:w w:val="100"/>
        </w:rPr>
        <w:t xml:space="preserve">, and </w:t>
      </w:r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DBPS,u</w:t>
      </w:r>
      <w:r w:rsidR="0049404B">
        <w:rPr>
          <w:w w:val="100"/>
        </w:rPr>
        <w:t>, respectively.</w:t>
      </w:r>
    </w:p>
    <w:p w14:paraId="32200857" w14:textId="77777777" w:rsidR="0071371C" w:rsidRPr="0071371C" w:rsidRDefault="0071371C" w:rsidP="0071371C">
      <w:pPr>
        <w:rPr>
          <w:lang w:val="en-US" w:eastAsia="ko-KR"/>
        </w:rPr>
      </w:pPr>
      <w:bookmarkStart w:id="2" w:name="RTF39323637323a2048332c312e"/>
    </w:p>
    <w:bookmarkEnd w:id="2"/>
    <w:p w14:paraId="26666C49" w14:textId="1D957FA5" w:rsidR="009B2B55" w:rsidRDefault="009B2B55" w:rsidP="0049404B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40"/>
      </w:tblGrid>
      <w:tr w:rsidR="0071371C" w14:paraId="2E02C63D" w14:textId="77777777" w:rsidTr="003141CB">
        <w:trPr>
          <w:jc w:val="center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C29E353" w14:textId="29799DC4" w:rsidR="0071371C" w:rsidRDefault="0071371C" w:rsidP="0071371C">
            <w:pPr>
              <w:pStyle w:val="TableTitle"/>
            </w:pPr>
          </w:p>
        </w:tc>
      </w:tr>
    </w:tbl>
    <w:p w14:paraId="35FE1C0B" w14:textId="2159D547" w:rsidR="00614006" w:rsidRDefault="004E531E" w:rsidP="00614006">
      <w:pPr>
        <w:pStyle w:val="H3"/>
        <w:jc w:val="center"/>
        <w:rPr>
          <w:lang w:val="en-GB"/>
        </w:rPr>
      </w:pPr>
      <w:r>
        <w:rPr>
          <w:w w:val="100"/>
        </w:rPr>
        <w:t xml:space="preserve">Table xx-xx </w:t>
      </w:r>
      <w:r w:rsidR="00F466A6">
        <w:rPr>
          <w:w w:val="100"/>
        </w:rPr>
        <w:t xml:space="preserve">EHT-MCSs </w:t>
      </w:r>
      <w:r>
        <w:rPr>
          <w:w w:val="100"/>
        </w:rPr>
        <w:t xml:space="preserve">for 26-tone RU,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= 1</w:t>
      </w:r>
    </w:p>
    <w:tbl>
      <w:tblPr>
        <w:tblW w:w="10320" w:type="dxa"/>
        <w:tblLook w:val="04A0" w:firstRow="1" w:lastRow="0" w:firstColumn="1" w:lastColumn="0" w:noHBand="0" w:noVBand="1"/>
      </w:tblPr>
      <w:tblGrid>
        <w:gridCol w:w="855"/>
        <w:gridCol w:w="696"/>
        <w:gridCol w:w="1217"/>
        <w:gridCol w:w="699"/>
        <w:gridCol w:w="955"/>
        <w:gridCol w:w="664"/>
        <w:gridCol w:w="955"/>
        <w:gridCol w:w="955"/>
        <w:gridCol w:w="1108"/>
        <w:gridCol w:w="1108"/>
        <w:gridCol w:w="1108"/>
      </w:tblGrid>
      <w:tr w:rsidR="00496E5B" w:rsidRPr="00614006" w14:paraId="2CC7BF24" w14:textId="77777777" w:rsidTr="00496E5B">
        <w:trPr>
          <w:trHeight w:val="255"/>
        </w:trPr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1AB8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D5FE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03F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6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9BF6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F57E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EDC4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4FF3" w14:textId="780C598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C54A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08192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496E5B" w:rsidRPr="00614006" w14:paraId="4D3D6C0D" w14:textId="77777777" w:rsidTr="00496E5B">
        <w:trPr>
          <w:trHeight w:val="270"/>
        </w:trPr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A0B9" w14:textId="77777777" w:rsidR="00496E5B" w:rsidRPr="00614006" w:rsidRDefault="00496E5B" w:rsidP="00614006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AE881D" w14:textId="77777777" w:rsidR="00496E5B" w:rsidRPr="00614006" w:rsidRDefault="00496E5B" w:rsidP="00614006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A88F23" w14:textId="77777777" w:rsidR="00496E5B" w:rsidRPr="00614006" w:rsidRDefault="00496E5B" w:rsidP="00614006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87F9F3" w14:textId="77777777" w:rsidR="00496E5B" w:rsidRPr="00614006" w:rsidRDefault="00496E5B" w:rsidP="00614006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8C96A5" w14:textId="77777777" w:rsidR="00496E5B" w:rsidRPr="00614006" w:rsidRDefault="00496E5B" w:rsidP="0061400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7C4110" w14:textId="77777777" w:rsidR="00496E5B" w:rsidRPr="00614006" w:rsidRDefault="00496E5B" w:rsidP="0061400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D8C5E0" w14:textId="28D64F4B" w:rsidR="00496E5B" w:rsidRPr="00614006" w:rsidRDefault="00496E5B" w:rsidP="0061400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2BEBA8" w14:textId="77777777" w:rsidR="00496E5B" w:rsidRPr="00614006" w:rsidRDefault="00496E5B" w:rsidP="0061400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583B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C539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7E3DD" w14:textId="77777777" w:rsidR="00496E5B" w:rsidRPr="00614006" w:rsidRDefault="00496E5B" w:rsidP="0061400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496E5B" w:rsidRPr="00614006" w14:paraId="0C77EF43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1599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777C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8EE9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69B2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9E7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C0A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792F" w14:textId="3A98DBCD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D9D6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D7CF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FDC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FDCD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</w:tr>
      <w:tr w:rsidR="00496E5B" w:rsidRPr="00614006" w14:paraId="10FF80E6" w14:textId="77777777" w:rsidTr="00496E5B">
        <w:trPr>
          <w:trHeight w:val="30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97E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874F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2D9A8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FAE3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D63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F091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DCCB" w14:textId="31F2AFBF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23B9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511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B3E0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E6E04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</w:tr>
      <w:tr w:rsidR="00496E5B" w:rsidRPr="00614006" w14:paraId="23A5DBA5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AB55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B9A30F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65B7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13A4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65A6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680CC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F6BC" w14:textId="10EFABE1" w:rsidR="00496E5B" w:rsidRPr="00614006" w:rsidRDefault="00496E5B" w:rsidP="002F6E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8853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C612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8C4A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AE27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1.5</w:t>
            </w:r>
          </w:p>
        </w:tc>
      </w:tr>
      <w:tr w:rsidR="00496E5B" w:rsidRPr="00614006" w14:paraId="01BD76D8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1BB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7CF07C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A22F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672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174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3276F5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5F41" w14:textId="340071F8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410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035C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B62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F8C13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</w:tr>
      <w:tr w:rsidR="00496E5B" w:rsidRPr="00614006" w14:paraId="680B74EC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9F3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0FF2EE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9BA1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36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02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AF15C8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50E1" w14:textId="5DADA85A" w:rsidR="00496E5B" w:rsidRPr="00614006" w:rsidRDefault="00496E5B" w:rsidP="002F6E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9C90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C1A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6FB3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A026A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3.0</w:t>
            </w:r>
          </w:p>
        </w:tc>
      </w:tr>
      <w:tr w:rsidR="00496E5B" w:rsidRPr="00614006" w14:paraId="35F9DA0F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6877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6151D4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1F7C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C05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EA2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CCA413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640A" w14:textId="77A955FF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A64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D90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6060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5137F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496E5B" w:rsidRPr="00614006" w14:paraId="4458DE82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5301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903A3C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E6B6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C8EF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331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DFEBE1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D262" w14:textId="7A57FB39" w:rsidR="00496E5B" w:rsidRPr="00614006" w:rsidRDefault="00496E5B" w:rsidP="002F6E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C38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0324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4CE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EF990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6.0</w:t>
            </w:r>
          </w:p>
        </w:tc>
      </w:tr>
      <w:tr w:rsidR="00496E5B" w:rsidRPr="00614006" w14:paraId="75603F94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E8DC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5E0C47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B6CA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49A9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AFEA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4D5D7A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F760" w14:textId="6E93FDEF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E07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E13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EC75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1EB64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6.8</w:t>
            </w:r>
          </w:p>
        </w:tc>
      </w:tr>
      <w:tr w:rsidR="00496E5B" w:rsidRPr="00614006" w14:paraId="25D02CFE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1252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F8983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497E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5DF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6617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A363C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3FEA" w14:textId="128B07B4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BC9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AD40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3E66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CBA35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</w:tr>
      <w:tr w:rsidR="00496E5B" w:rsidRPr="00614006" w14:paraId="010FD3A2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C66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7ACEEA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AAE4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DC66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FA5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09C4C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F9A2" w14:textId="4956271A" w:rsidR="00496E5B" w:rsidRPr="00614006" w:rsidRDefault="00496E5B" w:rsidP="002F6E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9697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F76C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B88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A327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496E5B" w:rsidRPr="00614006" w14:paraId="4B850D74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A8B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F47862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3A77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D287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6313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A8CE88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1058" w14:textId="37DC62D3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F11C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A3A6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0766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0A3B5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</w:tr>
      <w:tr w:rsidR="00496E5B" w:rsidRPr="00614006" w14:paraId="534D5B00" w14:textId="77777777" w:rsidTr="00496E5B">
        <w:trPr>
          <w:trHeight w:val="27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58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AFED80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FF7A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92B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FE9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444D0A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2C1C" w14:textId="440CAB57" w:rsidR="00496E5B" w:rsidRPr="00614006" w:rsidRDefault="00496E5B" w:rsidP="002F6E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FFD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DADC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13.2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F825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3958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11.3</w:t>
            </w:r>
          </w:p>
        </w:tc>
      </w:tr>
      <w:tr w:rsidR="00496E5B" w:rsidRPr="00614006" w14:paraId="3A2A25F7" w14:textId="77777777" w:rsidTr="00496E5B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F6E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15B977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DC20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A5EB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098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48A88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7226" w14:textId="281DE473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07A1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6D93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822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13.9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207E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12.5</w:t>
            </w:r>
          </w:p>
        </w:tc>
      </w:tr>
      <w:tr w:rsidR="00496E5B" w:rsidRPr="00614006" w14:paraId="505818EA" w14:textId="77777777" w:rsidTr="00496E5B">
        <w:trPr>
          <w:trHeight w:val="27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444D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EC45E5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228DA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F1B1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B325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A673DA" w14:textId="77777777" w:rsidR="00496E5B" w:rsidRPr="00614006" w:rsidRDefault="00496E5B" w:rsidP="00614006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3928" w14:textId="17BA328F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6789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A87F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CCAF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D0010" w14:textId="77777777" w:rsidR="00496E5B" w:rsidRPr="00614006" w:rsidRDefault="00496E5B" w:rsidP="00614006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117F104C" w14:textId="77777777" w:rsidR="00DB3E13" w:rsidRDefault="00DB3E13" w:rsidP="004E531E">
      <w:pPr>
        <w:pStyle w:val="H3"/>
        <w:jc w:val="center"/>
        <w:rPr>
          <w:w w:val="100"/>
        </w:rPr>
      </w:pPr>
    </w:p>
    <w:p w14:paraId="61A63C58" w14:textId="77777777" w:rsidR="0071371C" w:rsidRDefault="0071371C" w:rsidP="0071371C">
      <w:pPr>
        <w:pStyle w:val="H3"/>
        <w:jc w:val="center"/>
        <w:rPr>
          <w:w w:val="100"/>
        </w:rPr>
      </w:pPr>
    </w:p>
    <w:p w14:paraId="5CFB777F" w14:textId="714D7139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>
        <w:rPr>
          <w:rFonts w:ascii="Arial" w:hAnsi="Arial" w:cs="Arial"/>
          <w:b/>
          <w:bCs/>
          <w:w w:val="100"/>
        </w:rPr>
        <w:t>52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500" w:type="dxa"/>
        <w:tblLook w:val="04A0" w:firstRow="1" w:lastRow="0" w:firstColumn="1" w:lastColumn="0" w:noHBand="0" w:noVBand="1"/>
      </w:tblPr>
      <w:tblGrid>
        <w:gridCol w:w="880"/>
        <w:gridCol w:w="752"/>
        <w:gridCol w:w="1217"/>
        <w:gridCol w:w="743"/>
        <w:gridCol w:w="955"/>
        <w:gridCol w:w="715"/>
        <w:gridCol w:w="955"/>
        <w:gridCol w:w="956"/>
        <w:gridCol w:w="1109"/>
        <w:gridCol w:w="1109"/>
        <w:gridCol w:w="1109"/>
      </w:tblGrid>
      <w:tr w:rsidR="003C3AD5" w:rsidRPr="00DB3E13" w14:paraId="26783D36" w14:textId="77777777" w:rsidTr="00952CD9">
        <w:trPr>
          <w:trHeight w:val="25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EBFF" w14:textId="0F52EB8E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6A3C" w14:textId="174E3D76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360B" w14:textId="0A2680A5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3152" w14:textId="6A8CB451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CADE" w14:textId="01B9AC7B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6357" w14:textId="56E4C00F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DF63" w14:textId="0B735D3A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D08D" w14:textId="2BBF9CBD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872A" w14:textId="4768CD1F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3C3AD5" w:rsidRPr="00DB3E13" w14:paraId="358E508B" w14:textId="77777777" w:rsidTr="00952CD9">
        <w:trPr>
          <w:trHeight w:val="25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0A1F" w14:textId="77777777" w:rsidR="003C3AD5" w:rsidRPr="00DB3E13" w:rsidRDefault="003C3AD5" w:rsidP="003C3AD5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285F" w14:textId="77777777" w:rsidR="003C3AD5" w:rsidRPr="00DB3E13" w:rsidRDefault="003C3AD5" w:rsidP="003C3AD5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8793" w14:textId="77777777" w:rsidR="003C3AD5" w:rsidRPr="00DB3E13" w:rsidRDefault="003C3AD5" w:rsidP="003C3AD5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DBAE" w14:textId="77777777" w:rsidR="003C3AD5" w:rsidRPr="00DB3E13" w:rsidRDefault="003C3AD5" w:rsidP="003C3AD5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94C7" w14:textId="77777777" w:rsidR="003C3AD5" w:rsidRPr="00DB3E13" w:rsidRDefault="003C3AD5" w:rsidP="003C3AD5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65B8" w14:textId="77777777" w:rsidR="003C3AD5" w:rsidRPr="00DB3E13" w:rsidRDefault="003C3AD5" w:rsidP="003C3AD5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0BFF" w14:textId="77777777" w:rsidR="003C3AD5" w:rsidRPr="00DB3E13" w:rsidRDefault="003C3AD5" w:rsidP="003C3AD5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32C4" w14:textId="77777777" w:rsidR="003C3AD5" w:rsidRPr="00DB3E13" w:rsidRDefault="003C3AD5" w:rsidP="003C3AD5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703C" w14:textId="6F26B540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57FB" w14:textId="2DE80CBD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1C24" w14:textId="62886C41" w:rsidR="003C3AD5" w:rsidRPr="00DB3E13" w:rsidRDefault="003C3AD5" w:rsidP="003C3AD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3C3AD5" w:rsidRPr="00DB3E13" w14:paraId="2FFCA25A" w14:textId="77777777" w:rsidTr="00952CD9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B891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64DF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A2D1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03AA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857F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32D4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B2C1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5161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EA14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D410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38A3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</w:tr>
      <w:tr w:rsidR="003C3AD5" w:rsidRPr="00DB3E13" w14:paraId="471F641D" w14:textId="77777777" w:rsidTr="00952CD9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812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F80E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0FCB" w14:textId="77777777" w:rsidR="003C3AD5" w:rsidRPr="00DB3E13" w:rsidRDefault="003C3AD5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F5D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FCEC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D748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AE0F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6B89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4ACD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60D4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945D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1.5</w:t>
            </w:r>
          </w:p>
        </w:tc>
      </w:tr>
      <w:tr w:rsidR="001765A3" w:rsidRPr="00DB3E13" w14:paraId="58C3CE0C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8C73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CF14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E7B0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855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F63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44D95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069" w14:textId="6BE5EDB1" w:rsidR="001765A3" w:rsidRPr="00DB3E13" w:rsidRDefault="001765A3" w:rsidP="001765A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F98C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3BA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A1E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37E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3.0</w:t>
            </w:r>
          </w:p>
        </w:tc>
      </w:tr>
      <w:tr w:rsidR="001765A3" w:rsidRPr="00DB3E13" w14:paraId="1DB5FA7C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96D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D42A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F8FE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08C8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B8B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76EEA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D05E" w14:textId="3ED414CE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52F4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4C4E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3B3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19AD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1765A3" w:rsidRPr="00DB3E13" w14:paraId="372910F2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2B9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BADD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9D2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DE74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B03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181BA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A28C" w14:textId="6EDC8C3E" w:rsidR="001765A3" w:rsidRPr="00DB3E13" w:rsidRDefault="001765A3" w:rsidP="001765A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B6DD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2C9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F493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831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6.0</w:t>
            </w:r>
          </w:p>
        </w:tc>
      </w:tr>
      <w:tr w:rsidR="001765A3" w:rsidRPr="00DB3E13" w14:paraId="463E890F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F1B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2FEE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A29E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431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A6D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AA6B8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D848" w14:textId="6B712C8F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0A29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B61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591D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6F5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1765A3" w:rsidRPr="00DB3E13" w14:paraId="4D488AAC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F06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2F42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D083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341E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268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1169D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5B4E" w14:textId="6D5F50A9" w:rsidR="001765A3" w:rsidRPr="00DB3E13" w:rsidRDefault="001765A3" w:rsidP="001765A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  <w:p w14:paraId="75DD56A1" w14:textId="1DFD2AED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5746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EAC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9FA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58F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12.0</w:t>
            </w:r>
          </w:p>
        </w:tc>
      </w:tr>
      <w:tr w:rsidR="001765A3" w:rsidRPr="00DB3E13" w14:paraId="55640DED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BB21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C83D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B1AF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8B7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69F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018F8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E60B" w14:textId="72F01D06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08E4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4F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1B1E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0379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13.5</w:t>
            </w:r>
          </w:p>
        </w:tc>
      </w:tr>
      <w:tr w:rsidR="001765A3" w:rsidRPr="00DB3E13" w14:paraId="0A2E46DE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162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827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9C67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0C4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2EF3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D420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C424" w14:textId="10AD7CD4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5DDD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B763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17.6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0B1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0936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</w:tr>
      <w:tr w:rsidR="001765A3" w:rsidRPr="00DB3E13" w14:paraId="02FF93FD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7BD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45CB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504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150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87D4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ECB80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AE2A" w14:textId="7CA6427A" w:rsidR="001765A3" w:rsidRPr="00DB3E13" w:rsidRDefault="001765A3" w:rsidP="001765A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1B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4FE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D42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61BD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</w:tr>
      <w:tr w:rsidR="001765A3" w:rsidRPr="00DB3E13" w14:paraId="5D61701F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FBF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2A20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D8DB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0B1E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BA2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2A188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DAA3" w14:textId="363859FC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7F59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54E5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ADAF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9E9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</w:tr>
      <w:tr w:rsidR="001765A3" w:rsidRPr="00DB3E13" w14:paraId="19684C4C" w14:textId="77777777" w:rsidTr="001765A3">
        <w:trPr>
          <w:trHeight w:val="2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431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4796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2B2C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FD1E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425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9C04C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0264" w14:textId="11512F7E" w:rsidR="001765A3" w:rsidRPr="00DB3E13" w:rsidRDefault="001765A3" w:rsidP="001765A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ADE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BFF4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B43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04F1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</w:tr>
      <w:tr w:rsidR="001765A3" w:rsidRPr="00DB3E13" w14:paraId="4D4FE0E4" w14:textId="77777777" w:rsidTr="001765A3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C2AB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09C4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7068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1535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5A6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744E9" w14:textId="77777777" w:rsidR="001765A3" w:rsidRPr="00DB3E13" w:rsidRDefault="001765A3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586" w14:textId="6206A663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284A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8B14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6333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27.8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4257" w14:textId="77777777" w:rsidR="001765A3" w:rsidRPr="00DB3E13" w:rsidRDefault="001765A3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</w:tr>
      <w:tr w:rsidR="003C3AD5" w:rsidRPr="00DB3E13" w14:paraId="426AD13A" w14:textId="77777777" w:rsidTr="00952CD9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6A24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9C5A" w14:textId="77777777" w:rsidR="003C3AD5" w:rsidRPr="00DB3E13" w:rsidRDefault="003C3AD5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0828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A9BE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B53E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0CF7C" w14:textId="77777777" w:rsidR="003C3AD5" w:rsidRPr="00DB3E13" w:rsidRDefault="003C3AD5" w:rsidP="003C3AD5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9838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83D3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E335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2E0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476C" w14:textId="77777777" w:rsidR="003C3AD5" w:rsidRPr="00DB3E13" w:rsidRDefault="003C3AD5" w:rsidP="003C3AD5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6D5D655" w14:textId="1FA2D130" w:rsidR="00504FBA" w:rsidRDefault="00504FBA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52RU!R3C2:R18C12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5237D056" w14:textId="42F91CF6" w:rsidR="0071371C" w:rsidRDefault="00504FBA" w:rsidP="00496E5B">
      <w:pPr>
        <w:pStyle w:val="T"/>
        <w:jc w:val="center"/>
        <w:rPr>
          <w:w w:val="100"/>
        </w:rPr>
      </w:pPr>
      <w:r>
        <w:rPr>
          <w:w w:val="100"/>
        </w:rPr>
        <w:fldChar w:fldCharType="end"/>
      </w:r>
    </w:p>
    <w:p w14:paraId="2F909011" w14:textId="664BD18F" w:rsidR="001F4214" w:rsidRDefault="001F4214" w:rsidP="00051354">
      <w:pPr>
        <w:pStyle w:val="H3"/>
        <w:rPr>
          <w:w w:val="100"/>
        </w:rPr>
      </w:pPr>
    </w:p>
    <w:p w14:paraId="1B770793" w14:textId="267F2E72" w:rsidR="008D0885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2211F">
        <w:rPr>
          <w:rFonts w:ascii="Arial" w:hAnsi="Arial" w:cs="Arial"/>
          <w:b/>
          <w:bCs/>
          <w:w w:val="100"/>
        </w:rPr>
        <w:t>78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460" w:type="dxa"/>
        <w:tblLook w:val="04A0" w:firstRow="1" w:lastRow="0" w:firstColumn="1" w:lastColumn="0" w:noHBand="0" w:noVBand="1"/>
      </w:tblPr>
      <w:tblGrid>
        <w:gridCol w:w="876"/>
        <w:gridCol w:w="750"/>
        <w:gridCol w:w="1217"/>
        <w:gridCol w:w="712"/>
        <w:gridCol w:w="955"/>
        <w:gridCol w:w="713"/>
        <w:gridCol w:w="955"/>
        <w:gridCol w:w="955"/>
        <w:gridCol w:w="1109"/>
        <w:gridCol w:w="1109"/>
        <w:gridCol w:w="1109"/>
      </w:tblGrid>
      <w:tr w:rsidR="001B1E10" w:rsidRPr="00DB3E13" w14:paraId="17783ECB" w14:textId="77777777" w:rsidTr="001B1E10">
        <w:trPr>
          <w:trHeight w:val="255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5618" w14:textId="351F04EF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C697" w14:textId="4DB721E9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499A" w14:textId="6A475441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5C02" w14:textId="15F28999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8202" w14:textId="42B57C68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52EE" w14:textId="0C738628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43E2" w14:textId="4033F1ED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23A0" w14:textId="3B795D06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619A" w14:textId="2596D7FC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B1E10" w:rsidRPr="00DB3E13" w14:paraId="7F623FE8" w14:textId="77777777" w:rsidTr="001B1E10">
        <w:trPr>
          <w:trHeight w:val="25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B028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FA7F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BFAA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BB52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F51A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EF1D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115D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F0DB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D3C2" w14:textId="47DFAC2E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76EC" w14:textId="4674C9DE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ED1C" w14:textId="51C4E29A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B1E10" w:rsidRPr="00DB3E13" w14:paraId="1232A1C2" w14:textId="77777777" w:rsidTr="001B1E10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A77B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11CC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792E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AAC9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A906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3A60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3DA2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31A4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267C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4EF3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62F8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1.1</w:t>
            </w:r>
          </w:p>
        </w:tc>
      </w:tr>
      <w:tr w:rsidR="001B1E10" w:rsidRPr="00DB3E13" w14:paraId="4099E489" w14:textId="77777777" w:rsidTr="001B1E10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44E7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18F2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039C" w14:textId="77777777" w:rsidR="001B1E10" w:rsidRPr="00DB3E13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4FB6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E35D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565B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A64B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5ECA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5986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6A55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1413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</w:tr>
      <w:tr w:rsidR="004F34EC" w:rsidRPr="00DB3E13" w14:paraId="000DD2BF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281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0A9F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5C31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82E5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C6B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2BBAC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976A" w14:textId="09D793BA" w:rsidR="004F34EC" w:rsidRPr="00DB3E13" w:rsidRDefault="004F34EC" w:rsidP="004F34E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A6DC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083D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B61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924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4F34EC" w:rsidRPr="00DB3E13" w14:paraId="1C76C954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882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3FA8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1C335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A46B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6062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85C53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DC5A" w14:textId="01004F3E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60B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BF52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A16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D1FE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6.8</w:t>
            </w:r>
          </w:p>
        </w:tc>
      </w:tr>
      <w:tr w:rsidR="004F34EC" w:rsidRPr="00DB3E13" w14:paraId="20165E65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5D02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BFC3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71DD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CC7B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5012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C7DA8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7BF0" w14:textId="2E4B0A15" w:rsidR="004F34EC" w:rsidRPr="00DB3E13" w:rsidRDefault="004F34EC" w:rsidP="004F34E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5ADC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9E5C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139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CF2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4F34EC" w:rsidRPr="00DB3E13" w14:paraId="379317C5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FDE5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EC51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CD1F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F51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D44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1FFAA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DC13" w14:textId="33353439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8B0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B2B5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ACC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5FFC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13.5</w:t>
            </w:r>
          </w:p>
        </w:tc>
      </w:tr>
      <w:tr w:rsidR="004F34EC" w:rsidRPr="00DB3E13" w14:paraId="104EFDB3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683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802E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2E37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D517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966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E5027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17CE" w14:textId="3AAC893A" w:rsidR="004F34EC" w:rsidRPr="00DB3E13" w:rsidRDefault="004F34EC" w:rsidP="004F34E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432</w:t>
            </w:r>
          </w:p>
          <w:p w14:paraId="2475B486" w14:textId="0FCE945C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2FAD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E62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3124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11E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</w:tr>
      <w:tr w:rsidR="004F34EC" w:rsidRPr="00DB3E13" w14:paraId="5CA9EE41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7EA4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1F69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E413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7A13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2E8E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FB69C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3AE9" w14:textId="007EB265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FE59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5FFD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6DE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61E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20.3</w:t>
            </w:r>
          </w:p>
        </w:tc>
      </w:tr>
      <w:tr w:rsidR="004F34EC" w:rsidRPr="00DB3E13" w14:paraId="1C85ED99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2B1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399A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8DCE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EEE8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F04E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7B8C1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847A" w14:textId="60F3F342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1748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12A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6C7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454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</w:tr>
      <w:tr w:rsidR="004F34EC" w:rsidRPr="00DB3E13" w14:paraId="536CDEDC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D0D6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7BCE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7469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D388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FE1E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4AC74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92AB" w14:textId="08194F77" w:rsidR="004F34EC" w:rsidRPr="00DB3E13" w:rsidRDefault="004F34EC" w:rsidP="004F34E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6A42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5266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E69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69BA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27.0</w:t>
            </w:r>
          </w:p>
        </w:tc>
      </w:tr>
      <w:tr w:rsidR="004F34EC" w:rsidRPr="00DB3E13" w14:paraId="5B28A8B2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730B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2DA9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7CDE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2DA3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89A7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3916D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E090" w14:textId="5136943D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9F3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10CD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44F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9B6D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</w:tr>
      <w:tr w:rsidR="004F34EC" w:rsidRPr="00DB3E13" w14:paraId="18A9CD39" w14:textId="77777777" w:rsidTr="00EF17CD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977F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AD04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009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6473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814B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FFB47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B53F" w14:textId="4E0A4718" w:rsidR="004F34EC" w:rsidRPr="00DB3E13" w:rsidRDefault="004F34EC" w:rsidP="004F34E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25A6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438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3215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2C64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33.8</w:t>
            </w:r>
          </w:p>
        </w:tc>
      </w:tr>
      <w:tr w:rsidR="004F34EC" w:rsidRPr="00DB3E13" w14:paraId="01824B31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D5D4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02DA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410E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A73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DAFE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8F440" w14:textId="77777777" w:rsidR="004F34EC" w:rsidRPr="00DB3E13" w:rsidRDefault="004F34EC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1B02" w14:textId="13EFA476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11D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3C98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598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6BE0" w14:textId="77777777" w:rsidR="004F34EC" w:rsidRPr="00DB3E13" w:rsidRDefault="004F34EC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</w:tr>
      <w:tr w:rsidR="001B1E10" w:rsidRPr="00DB3E13" w14:paraId="7ED989EF" w14:textId="77777777" w:rsidTr="001B1E10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4FF8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CDA3" w14:textId="77777777" w:rsidR="001B1E10" w:rsidRPr="00DB3E13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C4DA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A27C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26DE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1F8DA" w14:textId="77777777" w:rsidR="001B1E10" w:rsidRPr="00DB3E13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3BE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C3FB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3380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7BA2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D04B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0FEC8471" w14:textId="25A0E3DF" w:rsidR="000F45BF" w:rsidRDefault="000F45BF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78RU!R3C2:R18C12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29BEA73F" w14:textId="6D590075" w:rsidR="001F4214" w:rsidRDefault="000F45BF" w:rsidP="001E782F">
      <w:pPr>
        <w:pStyle w:val="T"/>
        <w:jc w:val="center"/>
        <w:rPr>
          <w:w w:val="100"/>
        </w:rPr>
      </w:pPr>
      <w:r>
        <w:rPr>
          <w:rFonts w:ascii="Arial" w:hAnsi="Arial" w:cs="Arial"/>
          <w:b/>
          <w:bCs/>
          <w:w w:val="100"/>
        </w:rPr>
        <w:fldChar w:fldCharType="end"/>
      </w:r>
    </w:p>
    <w:p w14:paraId="16C97B94" w14:textId="6F3F185A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0F45BF">
        <w:rPr>
          <w:rFonts w:ascii="Arial" w:hAnsi="Arial" w:cs="Arial"/>
          <w:b/>
          <w:bCs/>
          <w:w w:val="100"/>
        </w:rPr>
        <w:t>106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480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756"/>
        <w:gridCol w:w="1031"/>
        <w:gridCol w:w="794"/>
        <w:gridCol w:w="955"/>
        <w:gridCol w:w="755"/>
        <w:gridCol w:w="955"/>
        <w:gridCol w:w="955"/>
        <w:gridCol w:w="1109"/>
        <w:gridCol w:w="1109"/>
        <w:gridCol w:w="1109"/>
      </w:tblGrid>
      <w:tr w:rsidR="001B1E10" w:rsidRPr="00DB3E13" w14:paraId="3E27E5DE" w14:textId="77777777" w:rsidTr="00DB3E13">
        <w:trPr>
          <w:trHeight w:val="25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73ACE" w14:textId="6952BA88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7F4F0" w14:textId="72CE7D6C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C57A8" w14:textId="22DE753A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B91E9" w14:textId="0A4AD52F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9753A" w14:textId="213BD69A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32D40" w14:textId="3593D26D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BE1C3" w14:textId="2772F5E6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0FD2A" w14:textId="2475D55E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CE988" w14:textId="7BCDCA64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B1E10" w:rsidRPr="00DB3E13" w14:paraId="55425636" w14:textId="77777777" w:rsidTr="00DB3E1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38DD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2723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5409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D3E1" w14:textId="77777777" w:rsidR="001B1E10" w:rsidRPr="00DB3E13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4D42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3B3BE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6E6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6E74" w14:textId="77777777" w:rsidR="001B1E10" w:rsidRPr="00DB3E13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3D5E" w14:textId="719219F2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2846" w14:textId="7884E4E2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932" w14:textId="4A1FBC40" w:rsidR="001B1E10" w:rsidRPr="00DB3E13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B1E10" w:rsidRPr="00DB3E13" w14:paraId="1CC700A7" w14:textId="77777777" w:rsidTr="00DB3E1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49FA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FF65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9E08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78AA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F0D7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5534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715A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4BC8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1971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B919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E4FF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1.6</w:t>
            </w:r>
          </w:p>
        </w:tc>
      </w:tr>
      <w:tr w:rsidR="001B1E10" w:rsidRPr="00DB3E13" w14:paraId="20C8E367" w14:textId="77777777" w:rsidTr="00DB3E13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BD71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696D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9381E" w14:textId="77777777" w:rsidR="001B1E10" w:rsidRPr="00DB3E13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8F3F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2E24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F525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4CA8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960F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8CCC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55AA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0F70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3.2</w:t>
            </w:r>
          </w:p>
        </w:tc>
      </w:tr>
      <w:tr w:rsidR="002C6BAF" w:rsidRPr="00DB3E13" w14:paraId="1084D31F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A43C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7D06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FFE3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5D7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5CD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EF161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134" w14:textId="25132BE8" w:rsidR="002C6BAF" w:rsidRPr="00DB3E13" w:rsidRDefault="002C6BAF" w:rsidP="002C6BA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1EFF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04F1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3F08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F990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6.4</w:t>
            </w:r>
          </w:p>
        </w:tc>
      </w:tr>
      <w:tr w:rsidR="002C6BAF" w:rsidRPr="00DB3E13" w14:paraId="141A63A0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FC8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2CE4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17F8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69B9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B5E1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419C8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EB77" w14:textId="1836F460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1DF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FECC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93D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FCF0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9.6</w:t>
            </w:r>
          </w:p>
        </w:tc>
      </w:tr>
      <w:tr w:rsidR="002C6BAF" w:rsidRPr="00DB3E13" w14:paraId="6511F7AE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9BD5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28C1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169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AE3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385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3BB64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D31C" w14:textId="6B882F42" w:rsidR="002C6BAF" w:rsidRPr="00DB3E13" w:rsidRDefault="002C6BAF" w:rsidP="002C6BA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7C3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0A4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FE9F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DAA7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12.8</w:t>
            </w:r>
          </w:p>
        </w:tc>
      </w:tr>
      <w:tr w:rsidR="002C6BAF" w:rsidRPr="00DB3E13" w14:paraId="6BB1E11F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C532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FA17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FFA0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6A99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68B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20FD9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D4F7" w14:textId="345AAE64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FF78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5C1C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7CE1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B45B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19.1</w:t>
            </w:r>
          </w:p>
        </w:tc>
      </w:tr>
      <w:tr w:rsidR="002C6BAF" w:rsidRPr="00DB3E13" w14:paraId="27CFAA0D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48D7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2D35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2093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6478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2ADB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9F68A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F51B" w14:textId="52008F90" w:rsidR="002C6BAF" w:rsidRPr="00DB3E13" w:rsidRDefault="002C6BAF" w:rsidP="002C6BA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612</w:t>
            </w:r>
          </w:p>
          <w:p w14:paraId="0683E3F4" w14:textId="6289D7DB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B6A0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C755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CBF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8705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25.5</w:t>
            </w:r>
          </w:p>
        </w:tc>
      </w:tr>
      <w:tr w:rsidR="002C6BAF" w:rsidRPr="00DB3E13" w14:paraId="39ACD325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896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A4E9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417B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66C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95C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0A7C6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29A7" w14:textId="6339BEB4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B387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FCEF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5430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768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28.7</w:t>
            </w:r>
          </w:p>
        </w:tc>
      </w:tr>
      <w:tr w:rsidR="002C6BAF" w:rsidRPr="00DB3E13" w14:paraId="6AF888FA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F6B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1D12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38E5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7EAF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E31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0587F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DF12" w14:textId="59383259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94B2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64BA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1B58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35.4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EEC3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31.9</w:t>
            </w:r>
          </w:p>
        </w:tc>
      </w:tr>
      <w:tr w:rsidR="002C6BAF" w:rsidRPr="00DB3E13" w14:paraId="7F0F2826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CC5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FB34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D78C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1803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F233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35077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B914" w14:textId="7A9074A1" w:rsidR="002C6BAF" w:rsidRPr="00DB3E13" w:rsidRDefault="002C6BAF" w:rsidP="002C6BA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F18E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C4C1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F6BB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3CDF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38.3</w:t>
            </w:r>
          </w:p>
        </w:tc>
      </w:tr>
      <w:tr w:rsidR="002C6BAF" w:rsidRPr="00DB3E13" w14:paraId="137E5256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44C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1DDB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0293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74BA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EDAB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19AC0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AB97" w14:textId="26328F5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92A6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DF7F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C1E9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D90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42.5</w:t>
            </w:r>
          </w:p>
        </w:tc>
      </w:tr>
      <w:tr w:rsidR="002C6BAF" w:rsidRPr="00DB3E13" w14:paraId="12028DD8" w14:textId="77777777" w:rsidTr="00EF17CD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596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1C1B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3850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1C53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45AA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565C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EBD3" w14:textId="12D74538" w:rsidR="002C6BAF" w:rsidRPr="00DB3E13" w:rsidRDefault="002C6BAF" w:rsidP="002C6BA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1,020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E6C8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3410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2681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CA6C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47.8</w:t>
            </w:r>
          </w:p>
        </w:tc>
      </w:tr>
      <w:tr w:rsidR="002C6BAF" w:rsidRPr="00DB3E13" w14:paraId="33FAEDC0" w14:textId="77777777" w:rsidTr="00EF17CD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4DA5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72EE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F2F3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09A1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258E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077AE" w14:textId="77777777" w:rsidR="002C6BAF" w:rsidRPr="00DB3E13" w:rsidRDefault="002C6BA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FF71" w14:textId="75FB2B35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527D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6758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5DF4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59.0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4251" w14:textId="77777777" w:rsidR="002C6BAF" w:rsidRPr="00DB3E13" w:rsidRDefault="002C6BA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53.1</w:t>
            </w:r>
          </w:p>
        </w:tc>
      </w:tr>
      <w:tr w:rsidR="001B1E10" w:rsidRPr="00DB3E13" w14:paraId="71BFD23F" w14:textId="77777777" w:rsidTr="00DB3E1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ADCD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5D27" w14:textId="77777777" w:rsidR="001B1E10" w:rsidRPr="00DB3E13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662D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B15A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9DD7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51A45" w14:textId="77777777" w:rsidR="001B1E10" w:rsidRPr="00DB3E13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A8C0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1,224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A5DD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0080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1A05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4D4" w14:textId="77777777" w:rsidR="001B1E10" w:rsidRPr="00DB3E13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49A2FCFD" w14:textId="5F053A90" w:rsidR="001C2687" w:rsidRDefault="001C2687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106RU!R3C2:R18C12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5E5FA854" w14:textId="7CFAB5EE" w:rsidR="008D0885" w:rsidRDefault="001C2687" w:rsidP="001E782F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01EC5889" w14:textId="55535BF0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132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540" w:type="dxa"/>
        <w:tblLook w:val="04A0" w:firstRow="1" w:lastRow="0" w:firstColumn="1" w:lastColumn="0" w:noHBand="0" w:noVBand="1"/>
      </w:tblPr>
      <w:tblGrid>
        <w:gridCol w:w="884"/>
        <w:gridCol w:w="797"/>
        <w:gridCol w:w="1217"/>
        <w:gridCol w:w="746"/>
        <w:gridCol w:w="955"/>
        <w:gridCol w:w="703"/>
        <w:gridCol w:w="955"/>
        <w:gridCol w:w="956"/>
        <w:gridCol w:w="1109"/>
        <w:gridCol w:w="1109"/>
        <w:gridCol w:w="1109"/>
      </w:tblGrid>
      <w:tr w:rsidR="001B1E10" w:rsidRPr="00096469" w14:paraId="57981C3B" w14:textId="77777777" w:rsidTr="001B1E10">
        <w:trPr>
          <w:trHeight w:val="255"/>
        </w:trPr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1A3B" w14:textId="1B75ECDA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03F4" w14:textId="6984C8DC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7C29" w14:textId="65FF42FC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689" w14:textId="4B0D934E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A735" w14:textId="35C632BF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9C9B" w14:textId="7AD77769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C5FF" w14:textId="07CA5F76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963" w14:textId="5FA5C7E8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BC2E" w14:textId="03535706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B1E10" w:rsidRPr="00096469" w14:paraId="14743044" w14:textId="77777777" w:rsidTr="001B1E10">
        <w:trPr>
          <w:trHeight w:val="255"/>
        </w:trPr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F674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6CA6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F21A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8D99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06FA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85A0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3F0A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D3C78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FA1" w14:textId="7FECE8E9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5D07" w14:textId="0722F173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B1B5" w14:textId="1C25B747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B1E10" w:rsidRPr="00096469" w14:paraId="731D6557" w14:textId="77777777" w:rsidTr="001B1E10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6D6E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EECE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0026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64D5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2498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DB59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B02F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E685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84A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AEFC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B3B1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1.9</w:t>
            </w:r>
          </w:p>
        </w:tc>
      </w:tr>
      <w:tr w:rsidR="001B1E10" w:rsidRPr="00096469" w14:paraId="1AEE9388" w14:textId="77777777" w:rsidTr="001B1E10">
        <w:trPr>
          <w:trHeight w:val="30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A4DB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2EEA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9A2D" w14:textId="77777777" w:rsidR="001B1E10" w:rsidRPr="00096469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A205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3C10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E5AA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78E9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5E6F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8F5B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7765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0F4C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3.9</w:t>
            </w:r>
          </w:p>
        </w:tc>
      </w:tr>
      <w:tr w:rsidR="00F7184A" w:rsidRPr="00096469" w14:paraId="67AEEDFB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7ADF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9085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15D5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6C3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39AC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C3E3F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AA7" w14:textId="68920C90" w:rsidR="00F7184A" w:rsidRPr="00096469" w:rsidRDefault="00F7184A" w:rsidP="00F7184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6BB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3FD8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1EAF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D18D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</w:tr>
      <w:tr w:rsidR="00F7184A" w:rsidRPr="00096469" w14:paraId="001D726E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9545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3ECC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03EF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A9E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316C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BFE03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83A5" w14:textId="1D59CAE6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2084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3E0C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20E3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65BA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11.8</w:t>
            </w:r>
          </w:p>
        </w:tc>
      </w:tr>
      <w:tr w:rsidR="00F7184A" w:rsidRPr="00096469" w14:paraId="2CBA1FD8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A222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A05C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BF80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6F80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431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70414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3F9E" w14:textId="45F8D16B" w:rsidR="00F7184A" w:rsidRPr="00096469" w:rsidRDefault="00F7184A" w:rsidP="00F7184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6DC3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91C0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70A2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B052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15.8</w:t>
            </w:r>
          </w:p>
        </w:tc>
      </w:tr>
      <w:tr w:rsidR="00F7184A" w:rsidRPr="00096469" w14:paraId="45129A6A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6414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3F76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76CB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3D4A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6CE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D1C26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9314" w14:textId="147C2462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45B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B3C8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D6E0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1357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23.6</w:t>
            </w:r>
          </w:p>
        </w:tc>
      </w:tr>
      <w:tr w:rsidR="00F7184A" w:rsidRPr="00096469" w14:paraId="68E860F4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BBFB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8678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6DDA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303E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9183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A4A60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8F08" w14:textId="44070A2E" w:rsidR="00F7184A" w:rsidRPr="00096469" w:rsidRDefault="00F7184A" w:rsidP="00F7184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756</w:t>
            </w:r>
          </w:p>
          <w:p w14:paraId="59B3FB0C" w14:textId="7586DF4B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E1B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E19A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ACA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8F75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31.5</w:t>
            </w:r>
          </w:p>
        </w:tc>
      </w:tr>
      <w:tr w:rsidR="00F7184A" w:rsidRPr="00096469" w14:paraId="01E2A30E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6E9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A405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35BF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C9BC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19F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335C8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08B4" w14:textId="5026CE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D36F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567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0E55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B7E2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2D40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35.4</w:t>
            </w:r>
          </w:p>
        </w:tc>
      </w:tr>
      <w:tr w:rsidR="00F7184A" w:rsidRPr="00096469" w14:paraId="2408818E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0967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3B2E7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037C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9565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2C84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9A236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DECA" w14:textId="7F897DE0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B7E3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446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DB17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D99E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39.4</w:t>
            </w:r>
          </w:p>
        </w:tc>
      </w:tr>
      <w:tr w:rsidR="00F7184A" w:rsidRPr="00096469" w14:paraId="3084D62B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E16D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FF51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B5D8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FD21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B6C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0B752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CC7C" w14:textId="5D1E6412" w:rsidR="00F7184A" w:rsidRPr="00096469" w:rsidRDefault="00F7184A" w:rsidP="00F7184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891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FB3E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42BA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C52C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47.3</w:t>
            </w:r>
          </w:p>
        </w:tc>
      </w:tr>
      <w:tr w:rsidR="00F7184A" w:rsidRPr="00096469" w14:paraId="0AD41742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F767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81036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A522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E80F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811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EFE50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309C" w14:textId="71A8BE22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9994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927E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A971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1A5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52.5</w:t>
            </w:r>
          </w:p>
        </w:tc>
      </w:tr>
      <w:tr w:rsidR="00F7184A" w:rsidRPr="00096469" w14:paraId="19D2798E" w14:textId="77777777" w:rsidTr="00EF17CD">
        <w:trPr>
          <w:trHeight w:val="27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F36E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7C22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EE89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AA80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DB34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F1741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0FBF" w14:textId="26A16728" w:rsidR="00F7184A" w:rsidRPr="00096469" w:rsidRDefault="00F7184A" w:rsidP="00F7184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1,260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0B6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08F1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69.5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EAEE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7D15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59.1</w:t>
            </w:r>
          </w:p>
        </w:tc>
      </w:tr>
      <w:tr w:rsidR="00F7184A" w:rsidRPr="00096469" w14:paraId="3D4EA475" w14:textId="77777777" w:rsidTr="00EF17CD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F7DB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5A08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DE11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0113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1A02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08BFA" w14:textId="77777777" w:rsidR="00F7184A" w:rsidRPr="00096469" w:rsidRDefault="00F7184A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DA13" w14:textId="790A1804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E618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DC5F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DE17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C6F6" w14:textId="77777777" w:rsidR="00F7184A" w:rsidRPr="00096469" w:rsidRDefault="00F7184A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65.6</w:t>
            </w:r>
          </w:p>
        </w:tc>
      </w:tr>
      <w:tr w:rsidR="001B1E10" w:rsidRPr="00096469" w14:paraId="2CC89F3C" w14:textId="77777777" w:rsidTr="001B1E10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F539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4196" w14:textId="77777777" w:rsidR="001B1E10" w:rsidRPr="00096469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BB9B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1847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3615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898BF" w14:textId="77777777" w:rsidR="001B1E10" w:rsidRPr="00096469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BE6A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1,512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B8FB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522C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256B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65FF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BA70071" w14:textId="12B51860" w:rsidR="006C2D2D" w:rsidRDefault="006C2D2D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lastRenderedPageBreak/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132RU!R3C2:R18C12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630D2D40" w14:textId="4654436A" w:rsidR="00D159C2" w:rsidRDefault="006C2D2D" w:rsidP="00D159C2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0940ACBD" w14:textId="3F8BC16A" w:rsidR="001F4214" w:rsidRDefault="001F4214" w:rsidP="001F4214">
      <w:pPr>
        <w:pStyle w:val="T"/>
        <w:rPr>
          <w:w w:val="100"/>
        </w:rPr>
      </w:pPr>
    </w:p>
    <w:p w14:paraId="666ACFEF" w14:textId="49D4DA32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242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460" w:type="dxa"/>
        <w:tblLook w:val="04A0" w:firstRow="1" w:lastRow="0" w:firstColumn="1" w:lastColumn="0" w:noHBand="0" w:noVBand="1"/>
      </w:tblPr>
      <w:tblGrid>
        <w:gridCol w:w="876"/>
        <w:gridCol w:w="696"/>
        <w:gridCol w:w="1217"/>
        <w:gridCol w:w="780"/>
        <w:gridCol w:w="955"/>
        <w:gridCol w:w="699"/>
        <w:gridCol w:w="955"/>
        <w:gridCol w:w="955"/>
        <w:gridCol w:w="1109"/>
        <w:gridCol w:w="1109"/>
        <w:gridCol w:w="1109"/>
      </w:tblGrid>
      <w:tr w:rsidR="001B1E10" w:rsidRPr="00096469" w14:paraId="5DFC7C24" w14:textId="77777777" w:rsidTr="001B1E10">
        <w:trPr>
          <w:trHeight w:val="255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1E11" w14:textId="35824D5B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14B8" w14:textId="08DCC712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A691" w14:textId="25B95BE1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ECB5" w14:textId="3B23BACC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A20A" w14:textId="02EA316D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1BA5" w14:textId="01A957F8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63C2" w14:textId="21607224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2A7" w14:textId="1C32F931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247B" w14:textId="7C34636A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B1E10" w:rsidRPr="00096469" w14:paraId="3E668963" w14:textId="77777777" w:rsidTr="001B1E10">
        <w:trPr>
          <w:trHeight w:val="25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5BDA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8DD0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59AD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51804" w14:textId="77777777" w:rsidR="001B1E10" w:rsidRPr="00096469" w:rsidRDefault="001B1E10" w:rsidP="001B1E10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26F1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F56B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EC1A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8061" w14:textId="77777777" w:rsidR="001B1E10" w:rsidRPr="00096469" w:rsidRDefault="001B1E10" w:rsidP="001B1E1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E865" w14:textId="4A0F7375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5EC1" w14:textId="53560AFE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F9D1" w14:textId="747E4EBD" w:rsidR="001B1E10" w:rsidRPr="00096469" w:rsidRDefault="001B1E10" w:rsidP="001B1E1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B1E10" w:rsidRPr="00096469" w14:paraId="7BCBEC72" w14:textId="77777777" w:rsidTr="001B1E10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7939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83E1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876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EC18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3DD8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5B3D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0FD9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C5C2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79B8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644F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E3B9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3.6</w:t>
            </w:r>
          </w:p>
        </w:tc>
      </w:tr>
      <w:tr w:rsidR="001B1E10" w:rsidRPr="00096469" w14:paraId="00D5C6D1" w14:textId="77777777" w:rsidTr="001B1E10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D31D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E98F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ED9C" w14:textId="77777777" w:rsidR="001B1E10" w:rsidRPr="00096469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71A1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2645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1DC6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26BE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43EE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D36F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1839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26CF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7.3</w:t>
            </w:r>
          </w:p>
        </w:tc>
      </w:tr>
      <w:tr w:rsidR="007351DF" w:rsidRPr="00096469" w14:paraId="43D33C88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FDE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F5FC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A7F1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8D2F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2C9A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8D255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DE2C" w14:textId="519129CB" w:rsidR="007351DF" w:rsidRPr="00096469" w:rsidRDefault="007351DF" w:rsidP="007351D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08EA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C510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B84D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325F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14.6</w:t>
            </w:r>
          </w:p>
        </w:tc>
      </w:tr>
      <w:tr w:rsidR="007351DF" w:rsidRPr="00096469" w14:paraId="3C9BA0EE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F4F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6D1D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D304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265B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4C18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D2929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C7DC" w14:textId="22D45EF1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2514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4829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02D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E9EA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21.9</w:t>
            </w:r>
          </w:p>
        </w:tc>
      </w:tr>
      <w:tr w:rsidR="007351DF" w:rsidRPr="00096469" w14:paraId="6089828C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AC18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E233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6AF6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2E31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EAF1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2CA90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B3D4" w14:textId="48FD2FAE" w:rsidR="007351DF" w:rsidRPr="00096469" w:rsidRDefault="007351DF" w:rsidP="007351D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AABA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6BD4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57B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EE0E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29.3</w:t>
            </w:r>
          </w:p>
        </w:tc>
      </w:tr>
      <w:tr w:rsidR="007351DF" w:rsidRPr="00096469" w14:paraId="472BAFB9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319E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3E6F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FF78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5B9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5DC9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EDD82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96DF" w14:textId="047E6B4A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D043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7FB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8678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6E26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7351DF" w:rsidRPr="00096469" w14:paraId="5EB86141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93A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4AED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2C7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4D7C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64BE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08692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BD96" w14:textId="0E4B8E52" w:rsidR="007351DF" w:rsidRPr="00096469" w:rsidRDefault="007351DF" w:rsidP="007351D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  <w:p w14:paraId="331755B3" w14:textId="341B055F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728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1E8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DC16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16ED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58.5</w:t>
            </w:r>
          </w:p>
        </w:tc>
      </w:tr>
      <w:tr w:rsidR="007351DF" w:rsidRPr="00096469" w14:paraId="4D599438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EEAD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C4A8D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C5B0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A8D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E08C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84DB9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9D94" w14:textId="09A99A51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1BC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8B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77.4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A748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54D6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65.8</w:t>
            </w:r>
          </w:p>
        </w:tc>
      </w:tr>
      <w:tr w:rsidR="007351DF" w:rsidRPr="00096469" w14:paraId="24C5D033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1991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6E65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04A9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C93F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477C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C3278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F7F1" w14:textId="0BA94C7B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A3ED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1,170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B0F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9C7D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606B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</w:tr>
      <w:tr w:rsidR="007351DF" w:rsidRPr="00096469" w14:paraId="5FDD93DC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FA82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4018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9DA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EDB5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EAA9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C07D3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E67F" w14:textId="039FA241" w:rsidR="007351DF" w:rsidRPr="00096469" w:rsidRDefault="007351DF" w:rsidP="007351D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5C7F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3D1E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7E96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46C3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7351DF" w:rsidRPr="00096469" w14:paraId="6333C22C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43C6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EF80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E2E8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BD3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C623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820C8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59FE" w14:textId="2FB0B3C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4E19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1,560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F358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114.7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3DC6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C7B9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</w:tr>
      <w:tr w:rsidR="007351DF" w:rsidRPr="00096469" w14:paraId="6D046410" w14:textId="77777777" w:rsidTr="00EF17CD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F424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E0F8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6669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753B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1CEC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23DF6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D0FF" w14:textId="1E204F83" w:rsidR="007351DF" w:rsidRPr="00096469" w:rsidRDefault="007351DF" w:rsidP="007351D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2,340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9D2E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1,755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BFB0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129.0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6B79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121.9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510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109.7</w:t>
            </w:r>
          </w:p>
        </w:tc>
      </w:tr>
      <w:tr w:rsidR="007351DF" w:rsidRPr="00096469" w14:paraId="14E975E2" w14:textId="77777777" w:rsidTr="00EF17CD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9E11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CD84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0489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F5D3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9BD0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32D4A" w14:textId="77777777" w:rsidR="007351DF" w:rsidRPr="00096469" w:rsidRDefault="007351DF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4898" w14:textId="1240AB3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F1D3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CFD8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143.4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610B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135.4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B917" w14:textId="77777777" w:rsidR="007351DF" w:rsidRPr="00096469" w:rsidRDefault="007351DF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121.9</w:t>
            </w:r>
          </w:p>
        </w:tc>
      </w:tr>
      <w:tr w:rsidR="001B1E10" w:rsidRPr="00096469" w14:paraId="7568DD32" w14:textId="77777777" w:rsidTr="001B1E10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205D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71A3" w14:textId="77777777" w:rsidR="001B1E10" w:rsidRPr="00096469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82F6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DDE0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14C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C58B2" w14:textId="77777777" w:rsidR="001B1E10" w:rsidRPr="00096469" w:rsidRDefault="001B1E10" w:rsidP="001B1E10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8552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97C5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3982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FB02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39D7" w14:textId="77777777" w:rsidR="001B1E10" w:rsidRPr="00096469" w:rsidRDefault="001B1E10" w:rsidP="001B1E10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0042E44C" w14:textId="6E3B5BC5" w:rsidR="006C2D2D" w:rsidRDefault="006C2D2D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242RU!R3C2:R18C12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1460B995" w14:textId="52E9AD5C" w:rsidR="00B33F01" w:rsidRDefault="006C2D2D" w:rsidP="00D159C2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105D4356" w14:textId="0CD1F310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484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440" w:type="dxa"/>
        <w:tblLook w:val="04A0" w:firstRow="1" w:lastRow="0" w:firstColumn="1" w:lastColumn="0" w:noHBand="0" w:noVBand="1"/>
      </w:tblPr>
      <w:tblGrid>
        <w:gridCol w:w="875"/>
        <w:gridCol w:w="696"/>
        <w:gridCol w:w="1217"/>
        <w:gridCol w:w="844"/>
        <w:gridCol w:w="861"/>
        <w:gridCol w:w="710"/>
        <w:gridCol w:w="955"/>
        <w:gridCol w:w="955"/>
        <w:gridCol w:w="1109"/>
        <w:gridCol w:w="1109"/>
        <w:gridCol w:w="1109"/>
      </w:tblGrid>
      <w:tr w:rsidR="00117418" w:rsidRPr="00096469" w14:paraId="1B8A899C" w14:textId="77777777" w:rsidTr="00117418">
        <w:trPr>
          <w:trHeight w:val="255"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4DEF" w14:textId="2C3EF594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9E8D" w14:textId="2CC9B8E5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5347" w14:textId="5B3396EC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8C48" w14:textId="3FC1D20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768F" w14:textId="7EA50C0A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FB9B" w14:textId="5367365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30DD" w14:textId="6E9EBA96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7A08" w14:textId="07A0A274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6689" w14:textId="5C4B9034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17418" w:rsidRPr="00096469" w14:paraId="3D59B434" w14:textId="77777777" w:rsidTr="00117418">
        <w:trPr>
          <w:trHeight w:val="255"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F878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E26A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0002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1E2D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68D6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8DF7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2DB8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E8C0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DFB8" w14:textId="32BE5A71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8B1B" w14:textId="66B6ED13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6EFE" w14:textId="4E853448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17418" w:rsidRPr="00096469" w14:paraId="364615B8" w14:textId="77777777" w:rsidTr="0011741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15F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88B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AD58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F324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94A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090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ADDA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294A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ABF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E19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5FF5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7.3</w:t>
            </w:r>
          </w:p>
        </w:tc>
      </w:tr>
      <w:tr w:rsidR="00117418" w:rsidRPr="00096469" w14:paraId="26AC2B5D" w14:textId="77777777" w:rsidTr="00117418">
        <w:trPr>
          <w:trHeight w:val="30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F3E8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F0B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833E3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725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5C94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8609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F33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618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116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523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1D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14.6</w:t>
            </w:r>
          </w:p>
        </w:tc>
      </w:tr>
      <w:tr w:rsidR="00513C38" w:rsidRPr="00096469" w14:paraId="1943A602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493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29FB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8250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01EA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5975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7A31D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5F8F" w14:textId="7A3B0890" w:rsidR="00513C38" w:rsidRPr="00096469" w:rsidRDefault="00513C38" w:rsidP="00513C3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CA7E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F992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3FE9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C0CF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29.3</w:t>
            </w:r>
          </w:p>
        </w:tc>
      </w:tr>
      <w:tr w:rsidR="00513C38" w:rsidRPr="00096469" w14:paraId="31BCB69D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6847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4590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49A7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692F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EE90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3F6E2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1D82" w14:textId="22BC2906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E32A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7B20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75A9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91C3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513C38" w:rsidRPr="00096469" w14:paraId="79E70000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7788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75BA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0176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021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9169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4D8C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DCFB" w14:textId="45C478B2" w:rsidR="00513C38" w:rsidRPr="00096469" w:rsidRDefault="00513C38" w:rsidP="00513C3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8365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76F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6B5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3251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58.5</w:t>
            </w:r>
          </w:p>
        </w:tc>
      </w:tr>
      <w:tr w:rsidR="00513C38" w:rsidRPr="00096469" w14:paraId="4CEB101B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F125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D6B6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B56C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B7A4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EC63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97BB1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F418" w14:textId="2140C17C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F870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B19C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8E1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72E1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513C38" w:rsidRPr="00096469" w14:paraId="070BFF7E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CB13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8DFD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06F1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11D6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00C1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DC6ED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1423" w14:textId="5CE2CFD6" w:rsidR="00513C38" w:rsidRPr="00096469" w:rsidRDefault="00513C38" w:rsidP="00513C3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  <w:p w14:paraId="7CB551A1" w14:textId="1D570C39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7E08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CC27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137.6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C671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A176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117.0</w:t>
            </w:r>
          </w:p>
        </w:tc>
      </w:tr>
      <w:tr w:rsidR="00513C38" w:rsidRPr="00096469" w14:paraId="6721019F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2D28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5410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BF74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B696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4C44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FBA3F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F24F" w14:textId="50C64515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7813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2D4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154.9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7F85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F306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131.6</w:t>
            </w:r>
          </w:p>
        </w:tc>
      </w:tr>
      <w:tr w:rsidR="00513C38" w:rsidRPr="00096469" w14:paraId="4E39B3D9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25CC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F8AD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B82D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5A16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D044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2851D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7D27" w14:textId="42DBAFD0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3649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2,340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3E66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AB84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C657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</w:tr>
      <w:tr w:rsidR="00513C38" w:rsidRPr="00096469" w14:paraId="51114D72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672C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C692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2B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DC04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5780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A9F5F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B922" w14:textId="044C2AA6" w:rsidR="00513C38" w:rsidRPr="00096469" w:rsidRDefault="00513C38" w:rsidP="00513C3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3,744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1AFA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C98D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133F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1661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175.5</w:t>
            </w:r>
          </w:p>
        </w:tc>
      </w:tr>
      <w:tr w:rsidR="00513C38" w:rsidRPr="00096469" w14:paraId="1E957CF1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EFD3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2A39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ABDE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315A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0B09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D1ABC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5631" w14:textId="37359659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82F8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3,120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56E2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229.4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006E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5E1E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</w:tr>
      <w:tr w:rsidR="00513C38" w:rsidRPr="00096469" w14:paraId="7F65FEC6" w14:textId="77777777" w:rsidTr="00EF17CD">
        <w:trPr>
          <w:trHeight w:val="27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ED6F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AAE5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D86D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A125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039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4F500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AFC2" w14:textId="790CD6FA" w:rsidR="00513C38" w:rsidRPr="00096469" w:rsidRDefault="00513C38" w:rsidP="00513C3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6623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438E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555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7BCB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</w:tr>
      <w:tr w:rsidR="00513C38" w:rsidRPr="00096469" w14:paraId="1A97DCBF" w14:textId="77777777" w:rsidTr="00EF17CD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DE94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95EE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8DD9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951F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B78D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78EA2" w14:textId="77777777" w:rsidR="00513C38" w:rsidRPr="00096469" w:rsidRDefault="00513C3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EB25" w14:textId="0CD6AFBE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9B85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162E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286.8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CCE2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E2B4" w14:textId="77777777" w:rsidR="00513C38" w:rsidRPr="00096469" w:rsidRDefault="00513C3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</w:tr>
      <w:tr w:rsidR="00117418" w:rsidRPr="00096469" w14:paraId="34ECAD52" w14:textId="77777777" w:rsidTr="0011741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5E8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5F41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092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3B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693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B1808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B575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5,616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3F7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A84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21B5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FC2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5A7D9712" w14:textId="72D42DBC" w:rsidR="00906613" w:rsidRDefault="00906613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484RU!R3C2:R18C12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FFBE423" w14:textId="61795333" w:rsidR="00906613" w:rsidRDefault="00906613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lastRenderedPageBreak/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484RU!R269C2:R283C12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116CB45E" w14:textId="6E759189" w:rsidR="008F3A92" w:rsidRDefault="00906613" w:rsidP="00051354">
      <w:pPr>
        <w:pStyle w:val="H3"/>
        <w:rPr>
          <w:w w:val="100"/>
        </w:rPr>
      </w:pPr>
      <w:r>
        <w:rPr>
          <w:b w:val="0"/>
          <w:bCs w:val="0"/>
        </w:rPr>
        <w:fldChar w:fldCharType="end"/>
      </w:r>
    </w:p>
    <w:p w14:paraId="47FBC0E8" w14:textId="77777777" w:rsidR="008F3A92" w:rsidRPr="008F3A92" w:rsidRDefault="008F3A92" w:rsidP="008F3A92">
      <w:pPr>
        <w:rPr>
          <w:lang w:val="en-US" w:eastAsia="ko-KR"/>
        </w:rPr>
      </w:pPr>
    </w:p>
    <w:p w14:paraId="51181532" w14:textId="4CC30433" w:rsidR="00E8214D" w:rsidRPr="00E8214D" w:rsidRDefault="00E8214D" w:rsidP="00E8214D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E8214D">
        <w:rPr>
          <w:rFonts w:ascii="Arial" w:hAnsi="Arial" w:cs="Arial"/>
          <w:b/>
          <w:bCs/>
          <w:w w:val="100"/>
        </w:rPr>
        <w:t>(484+242)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1</w:t>
      </w:r>
    </w:p>
    <w:tbl>
      <w:tblPr>
        <w:tblW w:w="10400" w:type="dxa"/>
        <w:tblLook w:val="04A0" w:firstRow="1" w:lastRow="0" w:firstColumn="1" w:lastColumn="0" w:noHBand="0" w:noVBand="1"/>
      </w:tblPr>
      <w:tblGrid>
        <w:gridCol w:w="869"/>
        <w:gridCol w:w="708"/>
        <w:gridCol w:w="1217"/>
        <w:gridCol w:w="746"/>
        <w:gridCol w:w="955"/>
        <w:gridCol w:w="668"/>
        <w:gridCol w:w="955"/>
        <w:gridCol w:w="955"/>
        <w:gridCol w:w="1109"/>
        <w:gridCol w:w="1109"/>
        <w:gridCol w:w="1109"/>
      </w:tblGrid>
      <w:tr w:rsidR="001E5AE7" w:rsidRPr="00E8214D" w14:paraId="5370102C" w14:textId="77777777" w:rsidTr="00E8214D">
        <w:trPr>
          <w:trHeight w:val="25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4704" w14:textId="44F37252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65B5" w14:textId="18FE1FBA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90F8" w14:textId="5C6BF781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471F" w14:textId="4D1CC0EE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F9D" w14:textId="370D13D7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2B39" w14:textId="37C314B3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0498" w14:textId="1575ED2D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21B8" w14:textId="147DC531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7C44" w14:textId="5A0F207C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E5AE7" w:rsidRPr="00E8214D" w14:paraId="0260AA84" w14:textId="77777777" w:rsidTr="00E8214D">
        <w:trPr>
          <w:trHeight w:val="255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4F2A" w14:textId="77777777" w:rsidR="001E5AE7" w:rsidRPr="00E8214D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B64F" w14:textId="77777777" w:rsidR="001E5AE7" w:rsidRPr="00E8214D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A315" w14:textId="77777777" w:rsidR="001E5AE7" w:rsidRPr="00E8214D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20D0" w14:textId="77777777" w:rsidR="001E5AE7" w:rsidRPr="00E8214D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B0A5" w14:textId="77777777" w:rsidR="001E5AE7" w:rsidRPr="00E8214D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5EB2" w14:textId="77777777" w:rsidR="001E5AE7" w:rsidRPr="00E8214D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8158" w14:textId="77777777" w:rsidR="001E5AE7" w:rsidRPr="00E8214D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FB67" w14:textId="77777777" w:rsidR="001E5AE7" w:rsidRPr="00E8214D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6898" w14:textId="63DAA4B1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8AD" w14:textId="77777777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3F8C" w14:textId="77777777" w:rsidR="001E5AE7" w:rsidRPr="00E8214D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E8214D" w:rsidRPr="00E8214D" w14:paraId="1991C38B" w14:textId="77777777" w:rsidTr="00E8214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3676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22A9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9D69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B431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76C5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3B88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B3B0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3444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D990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4061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A5A0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10.9</w:t>
            </w:r>
          </w:p>
        </w:tc>
      </w:tr>
      <w:tr w:rsidR="00E8214D" w:rsidRPr="00E8214D" w14:paraId="612F535C" w14:textId="77777777" w:rsidTr="00E8214D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6BDD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B1E3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1892" w14:textId="77777777" w:rsidR="00E8214D" w:rsidRPr="00E8214D" w:rsidRDefault="00E8214D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8156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A73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B182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98FF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6780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4C74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C566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C0EF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21.9</w:t>
            </w:r>
          </w:p>
        </w:tc>
      </w:tr>
      <w:tr w:rsidR="00B30211" w:rsidRPr="00E8214D" w14:paraId="3A83B936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D5A6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2A5B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B203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E57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1844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3C338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FF01" w14:textId="521851D3" w:rsidR="00B30211" w:rsidRPr="00E8214D" w:rsidRDefault="00B30211" w:rsidP="00B3021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A407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7224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A181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7DD8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B30211" w:rsidRPr="00E8214D" w14:paraId="621742D8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1C1D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7A06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0AD4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7E7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AE4C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46A3B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445C" w14:textId="76034358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38B1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ABC8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77.4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C416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752E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65.8</w:t>
            </w:r>
          </w:p>
        </w:tc>
      </w:tr>
      <w:tr w:rsidR="00B30211" w:rsidRPr="00E8214D" w14:paraId="66083048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5035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BEC6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6A46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F00D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D680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FB3AF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097B" w14:textId="0A07FE25" w:rsidR="00B30211" w:rsidRPr="00E8214D" w:rsidRDefault="00B30211" w:rsidP="00B3021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836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10CF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C1D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63D8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B30211" w:rsidRPr="00E8214D" w14:paraId="21826CDB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19B0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657A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F2C8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A712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0ACC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F02DB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8816" w14:textId="6A9C984F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B000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BB15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154.9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C841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453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131.6</w:t>
            </w:r>
          </w:p>
        </w:tc>
      </w:tr>
      <w:tr w:rsidR="00B30211" w:rsidRPr="00E8214D" w14:paraId="586D2816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DC8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387A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8FD0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0332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4677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73100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956C" w14:textId="7F8C39EB" w:rsidR="00B30211" w:rsidRPr="00E8214D" w:rsidRDefault="00B30211" w:rsidP="00B3021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4,212</w:t>
            </w:r>
          </w:p>
          <w:p w14:paraId="0ACFAAD0" w14:textId="6FAD99E5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B0EC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32E4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108D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9BC8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175.5</w:t>
            </w:r>
          </w:p>
        </w:tc>
      </w:tr>
      <w:tr w:rsidR="00B30211" w:rsidRPr="00E8214D" w14:paraId="1E9576EF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CB6D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02F8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D01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A8B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A53D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BDB71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666D" w14:textId="59E4A090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3E6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3,159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21AD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232.3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DA64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016C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197.4</w:t>
            </w:r>
          </w:p>
        </w:tc>
      </w:tr>
      <w:tr w:rsidR="00B30211" w:rsidRPr="00E8214D" w14:paraId="3C4F2AFA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7B7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CA32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8F99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933C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368B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552DA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65AB" w14:textId="3B848476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F6E2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3,510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2AED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6C16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655B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</w:tr>
      <w:tr w:rsidR="00B30211" w:rsidRPr="00E8214D" w14:paraId="134078DC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8745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2BA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992E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8214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2995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E1DC2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7325" w14:textId="4196E4C8" w:rsidR="00B30211" w:rsidRPr="00E8214D" w:rsidRDefault="00B30211" w:rsidP="00B3021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5,616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19D9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4,212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77A4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309.7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B84C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292.5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4720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263.3</w:t>
            </w:r>
          </w:p>
        </w:tc>
      </w:tr>
      <w:tr w:rsidR="00B30211" w:rsidRPr="00E8214D" w14:paraId="2CC32496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486B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0911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7CA2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3A2E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C828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D9162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0D3" w14:textId="57D2953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5FA6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4,680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137C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4E05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E4B7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292.5</w:t>
            </w:r>
          </w:p>
        </w:tc>
      </w:tr>
      <w:tr w:rsidR="00B30211" w:rsidRPr="00E8214D" w14:paraId="72D160B3" w14:textId="77777777" w:rsidTr="000F2CCA">
        <w:trPr>
          <w:trHeight w:val="27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5BBE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6C47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BAFA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0B32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591B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80F69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2E99" w14:textId="54D3A299" w:rsidR="00B30211" w:rsidRPr="00E8214D" w:rsidRDefault="00B30211" w:rsidP="00B3021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7,020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7C5F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5,265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2BB8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387.1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F834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365.6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ABDE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329.1</w:t>
            </w:r>
          </w:p>
        </w:tc>
      </w:tr>
      <w:tr w:rsidR="00B30211" w:rsidRPr="00E8214D" w14:paraId="181350E7" w14:textId="77777777" w:rsidTr="000F2CCA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B95F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6593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A01B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EE45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AB53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87C53" w14:textId="77777777" w:rsidR="00B30211" w:rsidRPr="00E8214D" w:rsidRDefault="00B30211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4895" w14:textId="0EE60DA3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3A18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5,850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8CE0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430.1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4545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406.3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1E03" w14:textId="77777777" w:rsidR="00B30211" w:rsidRPr="00E8214D" w:rsidRDefault="00B30211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365.6</w:t>
            </w:r>
          </w:p>
        </w:tc>
      </w:tr>
      <w:tr w:rsidR="00E8214D" w:rsidRPr="00E8214D" w14:paraId="79088A77" w14:textId="77777777" w:rsidTr="00E8214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7267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B401" w14:textId="77777777" w:rsidR="00E8214D" w:rsidRPr="00E8214D" w:rsidRDefault="00E8214D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7B5C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289B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6DEA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69F46" w14:textId="77777777" w:rsidR="00E8214D" w:rsidRPr="00E8214D" w:rsidRDefault="00E8214D" w:rsidP="00E8214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09C9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8,424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3730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1E1C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BA58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6EDB" w14:textId="77777777" w:rsidR="00E8214D" w:rsidRPr="00E8214D" w:rsidRDefault="00E8214D" w:rsidP="00E8214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5A28F551" w14:textId="77777777" w:rsidR="00E8214D" w:rsidRPr="00E8214D" w:rsidRDefault="00E8214D" w:rsidP="00E8214D">
      <w:pPr>
        <w:rPr>
          <w:lang w:val="en-US" w:eastAsia="ko-KR"/>
        </w:rPr>
      </w:pPr>
    </w:p>
    <w:p w14:paraId="47DC4D3E" w14:textId="51542481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D65CD">
        <w:rPr>
          <w:rFonts w:ascii="Arial" w:hAnsi="Arial" w:cs="Arial"/>
          <w:b/>
          <w:bCs/>
          <w:w w:val="100"/>
        </w:rPr>
        <w:t>996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400" w:type="dxa"/>
        <w:tblLook w:val="04A0" w:firstRow="1" w:lastRow="0" w:firstColumn="1" w:lastColumn="0" w:noHBand="0" w:noVBand="1"/>
      </w:tblPr>
      <w:tblGrid>
        <w:gridCol w:w="869"/>
        <w:gridCol w:w="708"/>
        <w:gridCol w:w="1217"/>
        <w:gridCol w:w="746"/>
        <w:gridCol w:w="955"/>
        <w:gridCol w:w="668"/>
        <w:gridCol w:w="955"/>
        <w:gridCol w:w="955"/>
        <w:gridCol w:w="1109"/>
        <w:gridCol w:w="1109"/>
        <w:gridCol w:w="1109"/>
      </w:tblGrid>
      <w:tr w:rsidR="00117418" w:rsidRPr="00096469" w14:paraId="59028EBA" w14:textId="77777777" w:rsidTr="00117418">
        <w:trPr>
          <w:trHeight w:val="25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ED78" w14:textId="79412E40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E345" w14:textId="70C0B9D1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9D45" w14:textId="64BC74A1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1350" w14:textId="3B5061E7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ED8E" w14:textId="4E8C3681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466B" w14:textId="361F8CE2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2495" w14:textId="2671A1DD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3F6" w14:textId="7DAF350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82D" w14:textId="4066215B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17418" w:rsidRPr="00096469" w14:paraId="3FE6B265" w14:textId="77777777" w:rsidTr="00117418">
        <w:trPr>
          <w:trHeight w:val="255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613E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620A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DD4A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60E8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9C3D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C904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9E21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459B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419F" w14:textId="765BEE64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4356" w14:textId="773C23B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F42A" w14:textId="42C90BC7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17418" w:rsidRPr="00096469" w14:paraId="5A051E29" w14:textId="77777777" w:rsidTr="0011741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9CF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91A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C3A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24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4C7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CE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B7C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586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59D4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284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0FC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15.3</w:t>
            </w:r>
          </w:p>
        </w:tc>
      </w:tr>
      <w:tr w:rsidR="00117418" w:rsidRPr="00096469" w14:paraId="1B90E4BA" w14:textId="77777777" w:rsidTr="00117418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E5B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304A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510F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5E8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A00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0CC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2A6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76E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119A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20E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181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30.6</w:t>
            </w:r>
          </w:p>
        </w:tc>
      </w:tr>
      <w:tr w:rsidR="00FE146A" w:rsidRPr="00096469" w14:paraId="10599BFE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7A28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080E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CB6B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828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A97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3D042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3FCE" w14:textId="4FB30DEA" w:rsidR="00FE146A" w:rsidRPr="00096469" w:rsidRDefault="00FE146A" w:rsidP="00FE146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94C8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996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72C4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9B54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FE146A" w:rsidRPr="00096469" w14:paraId="64C79CF9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14C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BDEF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30AC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0ED2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46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55F61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E0E8" w14:textId="6EC2FDF0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07DC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6C1F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BC00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2492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91.9</w:t>
            </w:r>
          </w:p>
        </w:tc>
      </w:tr>
      <w:tr w:rsidR="00FE146A" w:rsidRPr="00096469" w14:paraId="0F5D6494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F58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9D5A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66F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6FA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A79E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62559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B613" w14:textId="23299730" w:rsidR="00FE146A" w:rsidRPr="00096469" w:rsidRDefault="00FE146A" w:rsidP="00FE146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E2B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BBBB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DDAE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59DE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FE146A" w:rsidRPr="00096469" w14:paraId="4AA86F60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4DD2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32C7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CCB1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785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A959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880B8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CDF6" w14:textId="63FA3444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3C4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E1B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1FE2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0548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FE146A" w:rsidRPr="00096469" w14:paraId="19BE2C9C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9602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A64A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3D5F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5334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EF19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C59A4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00F8" w14:textId="18790493" w:rsidR="00FE146A" w:rsidRPr="00096469" w:rsidRDefault="00FE146A" w:rsidP="00FE146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  <w:p w14:paraId="4EC7ADF6" w14:textId="0D99C35D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7D9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45BC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1856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6951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FE146A" w:rsidRPr="00096469" w14:paraId="0FDC3323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0A88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BD2D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42EA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BD24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AF0B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F3635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3BD7" w14:textId="3CF87A4F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5D81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4,410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09C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324.3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46E4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9CDB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275.6</w:t>
            </w:r>
          </w:p>
        </w:tc>
      </w:tr>
      <w:tr w:rsidR="00FE146A" w:rsidRPr="00096469" w14:paraId="71C1B876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745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46E1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FE74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8460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47B8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2673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E3FE" w14:textId="721CF461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556C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4,900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FB61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AED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A95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</w:tr>
      <w:tr w:rsidR="00FE146A" w:rsidRPr="00096469" w14:paraId="78635AEC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6DBF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FB00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F4D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744E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C7E1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8B9AA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67B3" w14:textId="75B1347F" w:rsidR="00FE146A" w:rsidRPr="00096469" w:rsidRDefault="00FE146A" w:rsidP="00FE146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4007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2C1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C57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7982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FE146A" w:rsidRPr="00096469" w14:paraId="634E0B0B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02C1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52B2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536E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517F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20E6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5DBAF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9915" w14:textId="261CBC14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AE52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6,533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44A6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6B5E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453.7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F7E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</w:tr>
      <w:tr w:rsidR="00FE146A" w:rsidRPr="00096469" w14:paraId="55B2C447" w14:textId="77777777" w:rsidTr="00EF17CD">
        <w:trPr>
          <w:trHeight w:val="27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2B1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6724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BDEB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EB8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E64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AAB34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9DF8" w14:textId="2A37D5B6" w:rsidR="00FE146A" w:rsidRPr="00096469" w:rsidRDefault="00FE146A" w:rsidP="00FE146A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9,800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EFCA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7,350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D0CE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00F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556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459.4</w:t>
            </w:r>
          </w:p>
        </w:tc>
      </w:tr>
      <w:tr w:rsidR="00FE146A" w:rsidRPr="00096469" w14:paraId="51BF2ED7" w14:textId="77777777" w:rsidTr="00EF17CD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C7A9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7F80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3AEC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5F7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B84F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6A05E" w14:textId="77777777" w:rsidR="00FE146A" w:rsidRPr="00096469" w:rsidRDefault="00FE146A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FEAE" w14:textId="4C73D94B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2C75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8,166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6C7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600.4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D4B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567.1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D103" w14:textId="77777777" w:rsidR="00FE146A" w:rsidRPr="00096469" w:rsidRDefault="00FE146A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510.4</w:t>
            </w:r>
          </w:p>
        </w:tc>
      </w:tr>
      <w:tr w:rsidR="00117418" w:rsidRPr="00096469" w14:paraId="6D64EBE2" w14:textId="77777777" w:rsidTr="0011741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C44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86EC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EF3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D96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B02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7F9C8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2720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DCA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C1D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818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36D9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7EF80635" w14:textId="42117CDE" w:rsidR="00DD4AB2" w:rsidRDefault="00DD4AB2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996RU!R3C2:R18C12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05083FE3" w14:textId="023E9ACA" w:rsidR="00DD4AB2" w:rsidRDefault="00DD4AB2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996RU!R269C2:R283C12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104376B" w14:textId="2CDE0B89" w:rsidR="008F3A92" w:rsidRPr="008F3A92" w:rsidRDefault="00DD4AB2" w:rsidP="00051354">
      <w:pPr>
        <w:pStyle w:val="H3"/>
        <w:rPr>
          <w:w w:val="100"/>
        </w:rPr>
      </w:pPr>
      <w:r>
        <w:rPr>
          <w:b w:val="0"/>
          <w:bCs w:val="0"/>
        </w:rPr>
        <w:lastRenderedPageBreak/>
        <w:fldChar w:fldCharType="end"/>
      </w:r>
    </w:p>
    <w:p w14:paraId="111D2FD0" w14:textId="28CA8F2C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8F3A92">
        <w:rPr>
          <w:rFonts w:ascii="Arial" w:hAnsi="Arial" w:cs="Arial"/>
          <w:b/>
          <w:bCs/>
          <w:w w:val="100"/>
        </w:rPr>
        <w:t>(996+484)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861"/>
        <w:gridCol w:w="696"/>
        <w:gridCol w:w="1217"/>
        <w:gridCol w:w="728"/>
        <w:gridCol w:w="955"/>
        <w:gridCol w:w="666"/>
        <w:gridCol w:w="955"/>
        <w:gridCol w:w="955"/>
        <w:gridCol w:w="1109"/>
        <w:gridCol w:w="1109"/>
        <w:gridCol w:w="1109"/>
      </w:tblGrid>
      <w:tr w:rsidR="001E5AE7" w:rsidRPr="005C19F3" w14:paraId="04AF59AB" w14:textId="77777777" w:rsidTr="00AF193D">
        <w:trPr>
          <w:trHeight w:val="255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DB4F" w14:textId="70A0CDC4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5BDD" w14:textId="5CB359D6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F1EB" w14:textId="4068E872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ACE5" w14:textId="01CF048B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B5F1" w14:textId="2CBA7EB6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B5D7" w14:textId="3C0E4278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EA65" w14:textId="7689D398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171B" w14:textId="05EBFF43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4EBD" w14:textId="754D209F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E5AE7" w:rsidRPr="005C19F3" w14:paraId="42DE61A8" w14:textId="77777777" w:rsidTr="00AF193D">
        <w:trPr>
          <w:trHeight w:val="255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A0A7" w14:textId="77777777" w:rsidR="001E5AE7" w:rsidRPr="005C19F3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14F7" w14:textId="77777777" w:rsidR="001E5AE7" w:rsidRPr="005C19F3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0998" w14:textId="77777777" w:rsidR="001E5AE7" w:rsidRPr="005C19F3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D919" w14:textId="77777777" w:rsidR="001E5AE7" w:rsidRPr="005C19F3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557F" w14:textId="77777777" w:rsidR="001E5AE7" w:rsidRPr="005C19F3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B292" w14:textId="77777777" w:rsidR="001E5AE7" w:rsidRPr="005C19F3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3ED0" w14:textId="77777777" w:rsidR="001E5AE7" w:rsidRPr="005C19F3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9F1B" w14:textId="77777777" w:rsidR="001E5AE7" w:rsidRPr="005C19F3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CC76" w14:textId="564C9C58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BC3B" w14:textId="09491558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1CD0" w14:textId="36DD26C8" w:rsidR="001E5AE7" w:rsidRPr="005C19F3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E5AE7" w:rsidRPr="005C19F3" w14:paraId="2631F925" w14:textId="77777777" w:rsidTr="00AF193D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3AE0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A334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D71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2E9F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7C7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3D25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92B3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CA33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362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D2F5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26.6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BEF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25.1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1240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22.6</w:t>
            </w:r>
          </w:p>
        </w:tc>
      </w:tr>
      <w:tr w:rsidR="001E5AE7" w:rsidRPr="005C19F3" w14:paraId="077150CA" w14:textId="77777777" w:rsidTr="00AF193D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B663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EBC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F5C7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ADE1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81B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B97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1448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4F4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1,448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BF25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D28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121D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A06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45.3</w:t>
            </w:r>
          </w:p>
        </w:tc>
      </w:tr>
      <w:tr w:rsidR="001E5AE7" w:rsidRPr="005C19F3" w14:paraId="194376D3" w14:textId="77777777" w:rsidTr="00AF193D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0B1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EDB8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5654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ADF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4B6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A8FF1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0A3C" w14:textId="007D5D7E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2,896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790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1,448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34E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15BB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722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90.5</w:t>
            </w:r>
          </w:p>
        </w:tc>
      </w:tr>
      <w:tr w:rsidR="001E5AE7" w:rsidRPr="005C19F3" w14:paraId="3DAE6FA7" w14:textId="77777777" w:rsidTr="00AF193D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2DA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57EE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0D65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9D8D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D7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A1FA6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C65F" w14:textId="4A4E5F56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04A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2,172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41D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159.7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111B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150.8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E22B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135.8</w:t>
            </w:r>
          </w:p>
        </w:tc>
      </w:tr>
      <w:tr w:rsidR="001E5AE7" w:rsidRPr="005C19F3" w14:paraId="38B7E63D" w14:textId="77777777" w:rsidTr="00AF193D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1FF3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95A8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027B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083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1685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EE5C7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C7B4" w14:textId="64784F30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5,792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180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2,896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F9D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212.9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834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201.1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E9E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181.0</w:t>
            </w:r>
          </w:p>
        </w:tc>
      </w:tr>
      <w:tr w:rsidR="001E5AE7" w:rsidRPr="005C19F3" w14:paraId="4E084DA2" w14:textId="77777777" w:rsidTr="00AF193D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9465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9F31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CCA1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2550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4C6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6B2D5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5DAF" w14:textId="33E3F838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E74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4,344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6D6E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319.4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D85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301.7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A6F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271.5</w:t>
            </w:r>
          </w:p>
        </w:tc>
      </w:tr>
      <w:tr w:rsidR="001E5AE7" w:rsidRPr="005C19F3" w14:paraId="5DB2102D" w14:textId="77777777" w:rsidTr="0074758E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10C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5C5D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2CD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BBEE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624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1A001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4E91" w14:textId="6FB5E661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8,688</w:t>
            </w:r>
          </w:p>
          <w:p w14:paraId="44C40826" w14:textId="7682C8EA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8614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5,792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72C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425.9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EB8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77B4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362.0</w:t>
            </w:r>
          </w:p>
        </w:tc>
      </w:tr>
      <w:tr w:rsidR="001E5AE7" w:rsidRPr="005C19F3" w14:paraId="6D169A18" w14:textId="77777777" w:rsidTr="0074758E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BBF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095B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C007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8975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131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8E005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1D3F" w14:textId="52BCBF3C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D64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6,516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13D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479.1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2C31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5520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407.3</w:t>
            </w:r>
          </w:p>
        </w:tc>
      </w:tr>
      <w:tr w:rsidR="001E5AE7" w:rsidRPr="005C19F3" w14:paraId="2B2A8194" w14:textId="77777777" w:rsidTr="0074758E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731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3A9C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32CF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1B9F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763C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D9C9D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EB15" w14:textId="1B6FB63B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595F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7,240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7C10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532.4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08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502.8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862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452.5</w:t>
            </w:r>
          </w:p>
        </w:tc>
      </w:tr>
      <w:tr w:rsidR="001E5AE7" w:rsidRPr="005C19F3" w14:paraId="568029A5" w14:textId="77777777" w:rsidTr="0074758E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C47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B777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067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63A4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64F1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24DA4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491F" w14:textId="305410EC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11,584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FB1D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8,688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3AA3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638.8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546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603.3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07C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543.0</w:t>
            </w:r>
          </w:p>
        </w:tc>
      </w:tr>
      <w:tr w:rsidR="001E5AE7" w:rsidRPr="005C19F3" w14:paraId="14E64E2C" w14:textId="77777777" w:rsidTr="0074758E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7C4E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7C40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7AC4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910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EC5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6EEC3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9B09" w14:textId="421AC135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8D33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9,653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AAB5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709.8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98AE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670.3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042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603.3</w:t>
            </w:r>
          </w:p>
        </w:tc>
      </w:tr>
      <w:tr w:rsidR="001E5AE7" w:rsidRPr="005C19F3" w14:paraId="27211E34" w14:textId="77777777" w:rsidTr="0074758E">
        <w:trPr>
          <w:trHeight w:val="2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A714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93D6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765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21D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2B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AB13B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F85B" w14:textId="241A06FA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14,480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7F5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10,860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327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798.5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22F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754.2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99B2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678.8</w:t>
            </w:r>
          </w:p>
        </w:tc>
      </w:tr>
      <w:tr w:rsidR="001E5AE7" w:rsidRPr="005C19F3" w14:paraId="436C3AEC" w14:textId="77777777" w:rsidTr="0074758E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70E1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463A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D46C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F34D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9011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78D67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8F38" w14:textId="13DFA421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394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12,066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1BC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887.2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89F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837.9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BF6B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754.1</w:t>
            </w:r>
          </w:p>
        </w:tc>
      </w:tr>
      <w:tr w:rsidR="001E5AE7" w:rsidRPr="005C19F3" w14:paraId="1834E5A3" w14:textId="77777777" w:rsidTr="00AF193D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B6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1684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AAF4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4D27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83F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BA0C7" w14:textId="77777777" w:rsidR="001E5AE7" w:rsidRPr="005C19F3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A69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17,376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E900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6A16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939A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4AF8" w14:textId="77777777" w:rsidR="001E5AE7" w:rsidRPr="005C19F3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4DBC5D7" w14:textId="5E41C1D0" w:rsidR="008F3A92" w:rsidRDefault="008F3A92" w:rsidP="00A420E1">
      <w:pPr>
        <w:rPr>
          <w:lang w:val="en-US" w:eastAsia="ko-KR"/>
        </w:rPr>
      </w:pPr>
    </w:p>
    <w:p w14:paraId="1BB53A4E" w14:textId="77777777" w:rsidR="008F3A92" w:rsidRDefault="008F3A92" w:rsidP="00A420E1">
      <w:pPr>
        <w:rPr>
          <w:lang w:val="en-US" w:eastAsia="ko-KR"/>
        </w:rPr>
      </w:pPr>
    </w:p>
    <w:p w14:paraId="4A34DE8E" w14:textId="3FDE39E3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A420E1">
        <w:rPr>
          <w:rFonts w:ascii="Arial" w:hAnsi="Arial" w:cs="Arial"/>
          <w:b/>
          <w:bCs/>
          <w:szCs w:val="18"/>
        </w:rPr>
        <w:t>(996+484</w:t>
      </w:r>
      <w:r>
        <w:rPr>
          <w:rFonts w:ascii="Arial" w:hAnsi="Arial" w:cs="Arial"/>
          <w:b/>
          <w:bCs/>
          <w:szCs w:val="18"/>
        </w:rPr>
        <w:t>+242</w:t>
      </w:r>
      <w:r w:rsidRPr="00A420E1">
        <w:rPr>
          <w:rFonts w:ascii="Arial" w:hAnsi="Arial" w:cs="Arial"/>
          <w:b/>
          <w:bCs/>
          <w:szCs w:val="18"/>
        </w:rPr>
        <w:t>)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862"/>
        <w:gridCol w:w="696"/>
        <w:gridCol w:w="1217"/>
        <w:gridCol w:w="728"/>
        <w:gridCol w:w="955"/>
        <w:gridCol w:w="666"/>
        <w:gridCol w:w="955"/>
        <w:gridCol w:w="955"/>
        <w:gridCol w:w="1110"/>
        <w:gridCol w:w="1108"/>
        <w:gridCol w:w="1108"/>
      </w:tblGrid>
      <w:tr w:rsidR="001E5AE7" w:rsidRPr="00F466A6" w14:paraId="665EE106" w14:textId="77777777" w:rsidTr="00F466A6">
        <w:trPr>
          <w:trHeight w:val="255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F009" w14:textId="05F24763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4642" w14:textId="0B3C1A32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4CA3" w14:textId="071B2827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CA08" w14:textId="29A0BB27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4CF4" w14:textId="1038D872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0162" w14:textId="3B0410EF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F727" w14:textId="7AD72003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51E3" w14:textId="145E2CF1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2637" w14:textId="16F98C27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E5AE7" w:rsidRPr="00F466A6" w14:paraId="4B4B1168" w14:textId="77777777" w:rsidTr="00F466A6">
        <w:trPr>
          <w:trHeight w:val="255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833C" w14:textId="77777777" w:rsidR="001E5AE7" w:rsidRPr="00F466A6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8FC1" w14:textId="77777777" w:rsidR="001E5AE7" w:rsidRPr="00F466A6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BBB9" w14:textId="77777777" w:rsidR="001E5AE7" w:rsidRPr="00F466A6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9588" w14:textId="77777777" w:rsidR="001E5AE7" w:rsidRPr="00F466A6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3668" w14:textId="77777777" w:rsidR="001E5AE7" w:rsidRPr="00F466A6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0FDE" w14:textId="77777777" w:rsidR="001E5AE7" w:rsidRPr="00F466A6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9A8E" w14:textId="77777777" w:rsidR="001E5AE7" w:rsidRPr="00F466A6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0A70" w14:textId="77777777" w:rsidR="001E5AE7" w:rsidRPr="00F466A6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1DCB" w14:textId="6D10E820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A394" w14:textId="4A1A0059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2C66" w14:textId="38F56494" w:rsidR="001E5AE7" w:rsidRPr="00F466A6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E5AE7" w:rsidRPr="00F466A6" w14:paraId="0095C476" w14:textId="77777777" w:rsidTr="00F466A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A025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6B5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599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3C3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AFD9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00F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8AD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8A7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A737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30.9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BF9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29.2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298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26.3</w:t>
            </w:r>
          </w:p>
        </w:tc>
      </w:tr>
      <w:tr w:rsidR="001E5AE7" w:rsidRPr="00F466A6" w14:paraId="1D525F67" w14:textId="77777777" w:rsidTr="00F466A6">
        <w:trPr>
          <w:trHeight w:val="30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A0F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AD47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57F1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44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D917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2D4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180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1,682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1F8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6260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B8A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58.4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00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52.6</w:t>
            </w:r>
          </w:p>
        </w:tc>
      </w:tr>
      <w:tr w:rsidR="001E5AE7" w:rsidRPr="00F466A6" w14:paraId="62C73E4E" w14:textId="77777777" w:rsidTr="00F466A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C3DD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0E022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531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71E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392F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0A0CE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EBC8" w14:textId="0314F280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3,364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358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1,682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DFD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123.7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82B0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116.8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5609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105.1</w:t>
            </w:r>
          </w:p>
        </w:tc>
      </w:tr>
      <w:tr w:rsidR="001E5AE7" w:rsidRPr="00F466A6" w14:paraId="12A8DBB5" w14:textId="77777777" w:rsidTr="00F466A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288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95FE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E7AB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866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095D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AEB41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1ED7" w14:textId="1420957B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EC42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2,523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64C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185.5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5CF0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175.2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43B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157.7</w:t>
            </w:r>
          </w:p>
        </w:tc>
      </w:tr>
      <w:tr w:rsidR="001E5AE7" w:rsidRPr="00F466A6" w14:paraId="07FB31A2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72B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A6A8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C4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B1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26D4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B5972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60B9" w14:textId="55A7CB4D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6,728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9224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3,364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4F5D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247.4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65E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233.6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DEF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210.3</w:t>
            </w:r>
          </w:p>
        </w:tc>
      </w:tr>
      <w:tr w:rsidR="001E5AE7" w:rsidRPr="00F466A6" w14:paraId="5692F82E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D49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8485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A47A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C51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1AF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E820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DE67" w14:textId="62D06B95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F9E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5,046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B65D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371.0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BE0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350.4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5E9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315.4</w:t>
            </w:r>
          </w:p>
        </w:tc>
      </w:tr>
      <w:tr w:rsidR="001E5AE7" w:rsidRPr="00F466A6" w14:paraId="01E9B831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E130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DE87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D70E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112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A935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C3E42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7D91" w14:textId="56A12DF4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10,092</w:t>
            </w:r>
          </w:p>
          <w:p w14:paraId="70ED21F2" w14:textId="212F28A9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350D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6,728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228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494.7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FAC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467.2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5452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420.5</w:t>
            </w:r>
          </w:p>
        </w:tc>
      </w:tr>
      <w:tr w:rsidR="001E5AE7" w:rsidRPr="00F466A6" w14:paraId="0AC4149F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E09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7120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DA1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34D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89B4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6978E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0244" w14:textId="373F26F6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E92F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7,569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7AEE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556.5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C18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525.6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DD7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473.1</w:t>
            </w:r>
          </w:p>
        </w:tc>
      </w:tr>
      <w:tr w:rsidR="001E5AE7" w:rsidRPr="00F466A6" w14:paraId="3980A4E6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CAF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355A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8134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AF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690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0DCDA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7095" w14:textId="4511E72A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F8B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8,410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769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618.4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978F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584.0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29D5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525.6</w:t>
            </w:r>
          </w:p>
        </w:tc>
      </w:tr>
      <w:tr w:rsidR="001E5AE7" w:rsidRPr="00F466A6" w14:paraId="7CA3530C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E13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2C9A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104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134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FC6F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12683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308D" w14:textId="006CD5EB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13,456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7D9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10,092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16B0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742.1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572D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700.8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08ED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630.8</w:t>
            </w:r>
          </w:p>
        </w:tc>
      </w:tr>
      <w:tr w:rsidR="001E5AE7" w:rsidRPr="00F466A6" w14:paraId="7356FDED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E33B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0940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CCA4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B1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0119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AEEF4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DC6E" w14:textId="2D095B7F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6757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11,213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465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824.5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CB0E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778.7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A23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700.8</w:t>
            </w:r>
          </w:p>
        </w:tc>
      </w:tr>
      <w:tr w:rsidR="001E5AE7" w:rsidRPr="00F466A6" w14:paraId="62F8D1B9" w14:textId="77777777" w:rsidTr="00F47869">
        <w:trPr>
          <w:trHeight w:val="27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5BE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12B9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20A6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20D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120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43691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3B34" w14:textId="6A57378A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16,820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34B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12,615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85B5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927.6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1997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876.0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8F77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788.4</w:t>
            </w:r>
          </w:p>
        </w:tc>
      </w:tr>
      <w:tr w:rsidR="001E5AE7" w:rsidRPr="00F466A6" w14:paraId="1FC6A4F5" w14:textId="77777777" w:rsidTr="00F47869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8C0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0957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20F4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FC04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1B52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FC19F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F0BE" w14:textId="51A28C31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65CA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14,016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DC23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1030.6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F7D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973.3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E33E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876.0</w:t>
            </w:r>
          </w:p>
        </w:tc>
      </w:tr>
      <w:tr w:rsidR="001E5AE7" w:rsidRPr="00F466A6" w14:paraId="571A4D2A" w14:textId="77777777" w:rsidTr="00F466A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FFE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23E6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065F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3FDC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8A2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4D81A" w14:textId="77777777" w:rsidR="001E5AE7" w:rsidRPr="00F466A6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1531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20,184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809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BCF0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424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E3C8" w14:textId="77777777" w:rsidR="001E5AE7" w:rsidRPr="00F466A6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071C6293" w14:textId="3CECA37E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D65CD" w:rsidRPr="002D65CD">
        <w:rPr>
          <w:rFonts w:ascii="Arial" w:hAnsi="Arial" w:cs="Arial"/>
          <w:b/>
          <w:bCs/>
          <w:w w:val="100"/>
        </w:rPr>
        <w:t>2×996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860"/>
        <w:gridCol w:w="695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117418" w:rsidRPr="00096469" w14:paraId="717803E7" w14:textId="77777777" w:rsidTr="00117418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E4BF" w14:textId="125C638D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1F4C" w14:textId="7A229155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6B05" w14:textId="5D218AF6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7270" w14:textId="3A008453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0170" w14:textId="1CD1C26A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FBDB" w14:textId="6D088EF1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D60D" w14:textId="226A210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9439" w14:textId="23DF83E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574D" w14:textId="17EA48A7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17418" w:rsidRPr="00096469" w14:paraId="71005DF6" w14:textId="77777777" w:rsidTr="00117418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BA84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2EB2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4D36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F5D9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4885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E31F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E22C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7785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F260" w14:textId="06F93D11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042C" w14:textId="315C24FF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E7C5" w14:textId="34237790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17418" w:rsidRPr="00096469" w14:paraId="367710E4" w14:textId="77777777" w:rsidTr="0011741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87B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B61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946C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E2C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BE1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8C15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EFD9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92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D838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E5F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E84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30.6</w:t>
            </w:r>
          </w:p>
        </w:tc>
      </w:tr>
      <w:tr w:rsidR="00117418" w:rsidRPr="00096469" w14:paraId="3888FF11" w14:textId="77777777" w:rsidTr="00117418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CDC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01B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B831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284A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555C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5FE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AEBC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3F8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421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749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579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EF17CD" w:rsidRPr="00096469" w14:paraId="6A34B10C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0664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14A8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1AEA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7174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4A67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A3467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04E0" w14:textId="49C604C4" w:rsidR="00EF17CD" w:rsidRPr="00096469" w:rsidRDefault="00EF17CD" w:rsidP="00EF17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B45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F39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ECE3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76F1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EF17CD" w:rsidRPr="00096469" w14:paraId="6CF28862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0DBA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4F6A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9438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D261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A942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2278A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9573" w14:textId="37246D15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3F16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EE75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D294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239A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EF17CD" w:rsidRPr="00096469" w14:paraId="2EDC2266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5B5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8F35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9E8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46D7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61C0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DCCB5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F9F1" w14:textId="4CB1AAA5" w:rsidR="00EF17CD" w:rsidRPr="00096469" w:rsidRDefault="00EF17CD" w:rsidP="00EF17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899D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791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CCB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A8A1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EF17CD" w:rsidRPr="00096469" w14:paraId="6A4F70FC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6AD6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6E08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FE07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335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A8BA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8D005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3199" w14:textId="1A8CA3A1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9612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0210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EB44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662B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EF17CD" w:rsidRPr="00096469" w14:paraId="08BC8EB4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6D02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AA10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F477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4C19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573D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A9840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EDB3" w14:textId="5F5D2E53" w:rsidR="00EF17CD" w:rsidRPr="00096469" w:rsidRDefault="00EF17CD" w:rsidP="00EF17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  <w:p w14:paraId="3C5FA7F7" w14:textId="56EC54CE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8AF8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1694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576.5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CE03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FCF1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490.0</w:t>
            </w:r>
          </w:p>
        </w:tc>
      </w:tr>
      <w:tr w:rsidR="00EF17CD" w:rsidRPr="00096469" w14:paraId="419CCB15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3800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4312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F908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8C8A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3B6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BFF18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199A" w14:textId="6D5165DE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19A3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8,820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633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4A58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DF86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551.3</w:t>
            </w:r>
          </w:p>
        </w:tc>
      </w:tr>
      <w:tr w:rsidR="00EF17CD" w:rsidRPr="00096469" w14:paraId="7944329B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AF55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2D65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232D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6AFB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2648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C5ED0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366B" w14:textId="20F34A6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6D14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9,800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79A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9A6B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DA07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</w:tr>
      <w:tr w:rsidR="00EF17CD" w:rsidRPr="00096469" w14:paraId="6D365000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4C02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D18D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EC7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17D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F8FD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1BFE0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D688" w14:textId="14C715E0" w:rsidR="00EF17CD" w:rsidRPr="00096469" w:rsidRDefault="00EF17CD" w:rsidP="00EF17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F74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FAED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012E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2C8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EF17CD" w:rsidRPr="00096469" w14:paraId="34CDBFA9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F8F9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54BA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4F77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77A7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F8F7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CF786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7059" w14:textId="175D5FC5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E7AA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13,066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53BB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960.7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E0DB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907.4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2D0B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816.6</w:t>
            </w:r>
          </w:p>
        </w:tc>
      </w:tr>
      <w:tr w:rsidR="00EF17CD" w:rsidRPr="00096469" w14:paraId="399FB7E3" w14:textId="77777777" w:rsidTr="00EF17CD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86DE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CFA2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63A7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36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0A8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CE166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CA8A" w14:textId="349EDF2F" w:rsidR="00EF17CD" w:rsidRPr="00096469" w:rsidRDefault="00EF17CD" w:rsidP="00EF17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EABA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14,700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85D6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1080.9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3949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82F5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</w:tr>
      <w:tr w:rsidR="00EF17CD" w:rsidRPr="00096469" w14:paraId="380B947F" w14:textId="77777777" w:rsidTr="00EF17CD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52DC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A222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AE85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F8A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3FA5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37055" w14:textId="77777777" w:rsidR="00EF17CD" w:rsidRPr="00096469" w:rsidRDefault="00EF17CD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7373" w14:textId="1C5EB4B3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E550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16,333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DC12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1201.0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663F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1134.2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5235" w14:textId="77777777" w:rsidR="00EF17CD" w:rsidRPr="00096469" w:rsidRDefault="00EF17CD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</w:tr>
      <w:tr w:rsidR="00117418" w:rsidRPr="00096469" w14:paraId="42DEDA18" w14:textId="77777777" w:rsidTr="0011741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8C6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0598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637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F45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84F8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A165A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691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7A0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677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C1E9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D486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D6AACA1" w14:textId="7878ADAF" w:rsidR="00111E07" w:rsidRDefault="00111E07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2x996RU!R3C2:R18C12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7AC57097" w14:textId="2508732A" w:rsidR="00111E07" w:rsidRDefault="00111E07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2x996RU!R269C2:R283C12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6564CB9" w14:textId="3A5E76DA" w:rsidR="008F3A92" w:rsidRPr="008F3A92" w:rsidRDefault="00111E07" w:rsidP="00051354">
      <w:r>
        <w:fldChar w:fldCharType="end"/>
      </w:r>
    </w:p>
    <w:p w14:paraId="27CA3651" w14:textId="2BCCC899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A420E1">
        <w:rPr>
          <w:rFonts w:ascii="Arial" w:hAnsi="Arial" w:cs="Arial"/>
          <w:b/>
          <w:bCs/>
          <w:szCs w:val="18"/>
        </w:rPr>
        <w:t>(</w:t>
      </w:r>
      <w:r w:rsidRPr="008F3A92">
        <w:rPr>
          <w:rFonts w:ascii="Arial" w:hAnsi="Arial" w:cs="Arial"/>
          <w:b/>
          <w:bCs/>
          <w:szCs w:val="18"/>
        </w:rPr>
        <w:t>2×996+484</w:t>
      </w:r>
      <w:r w:rsidRPr="00A420E1">
        <w:rPr>
          <w:rFonts w:ascii="Arial" w:hAnsi="Arial" w:cs="Arial"/>
          <w:b/>
          <w:bCs/>
          <w:szCs w:val="18"/>
        </w:rPr>
        <w:t>)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860"/>
        <w:gridCol w:w="695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1E5AE7" w:rsidRPr="00E80565" w14:paraId="317CEEFA" w14:textId="77777777" w:rsidTr="00E80565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EE2F" w14:textId="635400D4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48A3" w14:textId="1D4EEC44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3FBC" w14:textId="33029B4C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F6D" w14:textId="2ADC64CC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DF07" w14:textId="5FAA1925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EA3" w14:textId="05A9D81B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F472" w14:textId="6B038112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79DB" w14:textId="1ABCF205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21F" w14:textId="7C555DC8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E5AE7" w:rsidRPr="00E80565" w14:paraId="4D42D8AE" w14:textId="77777777" w:rsidTr="00E80565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AF49" w14:textId="77777777" w:rsidR="001E5AE7" w:rsidRPr="00E80565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3B6B" w14:textId="77777777" w:rsidR="001E5AE7" w:rsidRPr="00E80565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3EAE" w14:textId="77777777" w:rsidR="001E5AE7" w:rsidRPr="00E80565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65A2" w14:textId="77777777" w:rsidR="001E5AE7" w:rsidRPr="00E80565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028C" w14:textId="77777777" w:rsidR="001E5AE7" w:rsidRPr="00E80565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70B9" w14:textId="77777777" w:rsidR="001E5AE7" w:rsidRPr="00E80565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6E6D" w14:textId="77777777" w:rsidR="001E5AE7" w:rsidRPr="00E80565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4A4D" w14:textId="77777777" w:rsidR="001E5AE7" w:rsidRPr="00E80565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4BBB" w14:textId="62ECBF38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2404" w14:textId="13E0A054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9A8D" w14:textId="0765338D" w:rsidR="001E5AE7" w:rsidRPr="00E80565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E5AE7" w:rsidRPr="00E80565" w14:paraId="127019E2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3AA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FC2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25C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746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1644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04C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D4A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1,214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3279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542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44.6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24E1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A01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37.9</w:t>
            </w:r>
          </w:p>
        </w:tc>
      </w:tr>
      <w:tr w:rsidR="001E5AE7" w:rsidRPr="00E80565" w14:paraId="634971DC" w14:textId="77777777" w:rsidTr="00E80565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A021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188F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087C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2B0D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7FC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6211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2428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FF69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2,428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6C2A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1,214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350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89.3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99C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84.3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06C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75.9</w:t>
            </w:r>
          </w:p>
        </w:tc>
      </w:tr>
      <w:tr w:rsidR="001E5AE7" w:rsidRPr="00E80565" w14:paraId="0C08697D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F62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93A0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451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F5F1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0B0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AA5CD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662B" w14:textId="3CDF26F3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4,856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380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2,428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CF3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178.5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78CA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168.6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ACB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151.8</w:t>
            </w:r>
          </w:p>
        </w:tc>
      </w:tr>
      <w:tr w:rsidR="001E5AE7" w:rsidRPr="00E80565" w14:paraId="323EB164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951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3B12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DF5B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7A4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D5E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4C0BD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CBC2" w14:textId="746F4A05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94B0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3,642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FB28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267.8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F17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3EF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227.6</w:t>
            </w:r>
          </w:p>
        </w:tc>
      </w:tr>
      <w:tr w:rsidR="001E5AE7" w:rsidRPr="00E80565" w14:paraId="7FCB4E62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1D40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FB83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B39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BFD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9E8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5B87C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5785" w14:textId="57E606E0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9,712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676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4,856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9FD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357.1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830D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337.2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46F0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303.5</w:t>
            </w:r>
          </w:p>
        </w:tc>
      </w:tr>
      <w:tr w:rsidR="001E5AE7" w:rsidRPr="00E80565" w14:paraId="7C763CEF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06B4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0008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082E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74F4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568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396F7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3E20" w14:textId="18632D1D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148A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7,284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AD7A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535.6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F5C4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505.8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2EE0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455.3</w:t>
            </w:r>
          </w:p>
        </w:tc>
      </w:tr>
      <w:tr w:rsidR="001E5AE7" w:rsidRPr="00E80565" w14:paraId="52DFD088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9CE0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B278D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0E7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8E3A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AE2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34257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CCF5" w14:textId="31F8E0D5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14,568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CC8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9,712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959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714.1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71F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674.4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B55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607.0</w:t>
            </w:r>
          </w:p>
        </w:tc>
      </w:tr>
      <w:tr w:rsidR="001E5AE7" w:rsidRPr="00E80565" w14:paraId="0FADA58A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D522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707C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3E0E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65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769F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28263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D487" w14:textId="652CB0C8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FA3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10,926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D3AC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803.4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3B5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758.8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218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682.9</w:t>
            </w:r>
          </w:p>
        </w:tc>
      </w:tr>
      <w:tr w:rsidR="001E5AE7" w:rsidRPr="00E80565" w14:paraId="5423BF39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57C8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536D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1FD0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56A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9084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F07F8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A424" w14:textId="7E1769C9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B3E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12,140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489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892.6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7EA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843.1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B68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758.8</w:t>
            </w:r>
          </w:p>
        </w:tc>
      </w:tr>
      <w:tr w:rsidR="001E5AE7" w:rsidRPr="00E80565" w14:paraId="41D5F7F8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C78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31789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95F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11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5FC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F2219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D386" w14:textId="33D607C6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19,424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AF98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14,568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340F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1071.2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F51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1011.7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7FA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910.5</w:t>
            </w:r>
          </w:p>
        </w:tc>
      </w:tr>
      <w:tr w:rsidR="001E5AE7" w:rsidRPr="00E80565" w14:paraId="47764BE7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B7D0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94C8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9DEA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EB01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CC3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16827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EEA" w14:textId="414D3714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6C51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16,186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39F1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1190.1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963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1124.0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704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1011.6</w:t>
            </w:r>
          </w:p>
        </w:tc>
      </w:tr>
      <w:tr w:rsidR="001E5AE7" w:rsidRPr="00E80565" w14:paraId="43AB92EA" w14:textId="77777777" w:rsidTr="00E80565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BD4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16E5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41A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9F08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C242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D3B57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3885" w14:textId="34F4F9D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24,280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1DD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18,210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543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1339.0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81A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1264.6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6619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1138.1</w:t>
            </w:r>
          </w:p>
        </w:tc>
      </w:tr>
      <w:tr w:rsidR="001E5AE7" w:rsidRPr="00E80565" w14:paraId="7503319E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FFF0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A675D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3811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E9D8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057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DAC21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383E" w14:textId="73A6EBB4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7C9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20,233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6D12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1487.7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18A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1405.1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21E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1264.6</w:t>
            </w:r>
          </w:p>
        </w:tc>
      </w:tr>
      <w:tr w:rsidR="001E5AE7" w:rsidRPr="00E80565" w14:paraId="1A2EEEED" w14:textId="77777777" w:rsidTr="00E80565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7C07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D550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1D74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B83E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F8D6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3388" w14:textId="77777777" w:rsidR="001E5AE7" w:rsidRPr="00E80565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EA1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29,136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F7D5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810B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5499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1DA4" w14:textId="77777777" w:rsidR="001E5AE7" w:rsidRPr="00E80565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50B32C01" w14:textId="77777777" w:rsidR="00D159C2" w:rsidRDefault="00D159C2" w:rsidP="00A420E1">
      <w:pPr>
        <w:rPr>
          <w:rFonts w:ascii="Arial" w:hAnsi="Arial" w:cs="Arial"/>
          <w:b/>
          <w:bCs/>
          <w:sz w:val="20"/>
          <w:szCs w:val="18"/>
        </w:rPr>
      </w:pPr>
    </w:p>
    <w:p w14:paraId="60210E7E" w14:textId="31BB09D0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C19F3">
        <w:rPr>
          <w:rFonts w:ascii="Arial" w:hAnsi="Arial" w:cs="Arial"/>
          <w:b/>
          <w:bCs/>
          <w:szCs w:val="18"/>
        </w:rPr>
        <w:t>3</w:t>
      </w:r>
      <w:r w:rsidR="005C19F3" w:rsidRPr="008F3A92">
        <w:rPr>
          <w:rFonts w:ascii="Arial" w:hAnsi="Arial" w:cs="Arial"/>
          <w:b/>
          <w:bCs/>
          <w:szCs w:val="18"/>
        </w:rPr>
        <w:t>×</w:t>
      </w:r>
      <w:r w:rsidR="005C19F3" w:rsidRPr="00A420E1">
        <w:rPr>
          <w:rFonts w:ascii="Arial" w:hAnsi="Arial" w:cs="Arial"/>
          <w:b/>
          <w:bCs/>
          <w:szCs w:val="18"/>
        </w:rPr>
        <w:t>996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860"/>
        <w:gridCol w:w="695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1E5AE7" w:rsidRPr="0055429B" w14:paraId="33A59D96" w14:textId="77777777" w:rsidTr="0055429B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2B2B" w14:textId="1FE66842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D328" w14:textId="0EB4110D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8AC2" w14:textId="4A8B3413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1D87" w14:textId="5BFBD413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90D7" w14:textId="17100B78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8F47" w14:textId="2FFD0B23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6458" w14:textId="536ABBC2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5DBB" w14:textId="0379759E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C001" w14:textId="0E23E2E5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E5AE7" w:rsidRPr="0055429B" w14:paraId="200013DB" w14:textId="77777777" w:rsidTr="0055429B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584F" w14:textId="77777777" w:rsidR="001E5AE7" w:rsidRPr="0055429B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C038" w14:textId="77777777" w:rsidR="001E5AE7" w:rsidRPr="0055429B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DF03" w14:textId="77777777" w:rsidR="001E5AE7" w:rsidRPr="0055429B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588D" w14:textId="77777777" w:rsidR="001E5AE7" w:rsidRPr="0055429B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C044" w14:textId="77777777" w:rsidR="001E5AE7" w:rsidRPr="0055429B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962C" w14:textId="77777777" w:rsidR="001E5AE7" w:rsidRPr="0055429B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C291" w14:textId="77777777" w:rsidR="001E5AE7" w:rsidRPr="0055429B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1170" w14:textId="77777777" w:rsidR="001E5AE7" w:rsidRPr="0055429B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A96" w14:textId="2DDEC084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8840" w14:textId="0390D171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DC16" w14:textId="0192F87A" w:rsidR="001E5AE7" w:rsidRPr="0055429B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E5AE7" w:rsidRPr="0055429B" w14:paraId="2EEA1E5F" w14:textId="77777777" w:rsidTr="0055429B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868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F92A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723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478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F1A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1A37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9BC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EFE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735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12A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ED1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51.0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0D7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45.9</w:t>
            </w:r>
          </w:p>
        </w:tc>
      </w:tr>
      <w:tr w:rsidR="001E5AE7" w:rsidRPr="0055429B" w14:paraId="3DEDAA4F" w14:textId="77777777" w:rsidTr="0055429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F18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ECFE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9149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5C2A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650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09C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2940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B6C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61D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2625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F829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28D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91.9</w:t>
            </w:r>
          </w:p>
        </w:tc>
      </w:tr>
      <w:tr w:rsidR="001E5AE7" w:rsidRPr="0055429B" w14:paraId="4ACEF2C3" w14:textId="77777777" w:rsidTr="0055429B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747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A672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1E6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6D9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371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6E212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AF85" w14:textId="67FE1631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5935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229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E61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1E1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1E5AE7" w:rsidRPr="0055429B" w14:paraId="7FACF892" w14:textId="77777777" w:rsidTr="0055429B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ED79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EB23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6FB0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9039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BA04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90717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DCD1" w14:textId="21CC0F10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0124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4,410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72EE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324.3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FECA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4C33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275.6</w:t>
            </w:r>
          </w:p>
        </w:tc>
      </w:tr>
      <w:tr w:rsidR="001E5AE7" w:rsidRPr="0055429B" w14:paraId="2A4D95BA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42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1A11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C3D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A5E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D76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F4D23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F7C8" w14:textId="19A650B0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72BE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E0F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BD9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5EB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1E5AE7" w:rsidRPr="0055429B" w14:paraId="29BEB90B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C9D9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7C66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248E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2AB5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5AC4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ED22B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819B" w14:textId="7D3FAFBB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E3C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8,820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677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648.5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512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DD3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551.3</w:t>
            </w:r>
          </w:p>
        </w:tc>
      </w:tr>
      <w:tr w:rsidR="001E5AE7" w:rsidRPr="0055429B" w14:paraId="650B5BE3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97EA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B956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DD1A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584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4EF9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CA53C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0EA6" w14:textId="4E467339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  <w:p w14:paraId="3CBBD586" w14:textId="1C721F38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50A5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910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61A8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643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1E5AE7" w:rsidRPr="0055429B" w14:paraId="79F5C926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0A99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8872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3070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2D4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C88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D6ED6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E89F" w14:textId="565FE22F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16A4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13,230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8D9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972.8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7E9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8107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826.9</w:t>
            </w:r>
          </w:p>
        </w:tc>
      </w:tr>
      <w:tr w:rsidR="001E5AE7" w:rsidRPr="0055429B" w14:paraId="59721D0B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AE50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2879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9BFF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710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3EB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B6013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B86D" w14:textId="4D1854B4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33A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14,700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192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1080.9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FF2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224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</w:tr>
      <w:tr w:rsidR="001E5AE7" w:rsidRPr="0055429B" w14:paraId="3326374F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21D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E038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A26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3B80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9CA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D95F3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58AE" w14:textId="7FBF3150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D70A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6D94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1297.1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A388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46E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1102.5</w:t>
            </w:r>
          </w:p>
        </w:tc>
      </w:tr>
      <w:tr w:rsidR="001E5AE7" w:rsidRPr="0055429B" w14:paraId="0362B0BB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AE89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99A3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A9DB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D68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871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E9006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EEE6" w14:textId="7241FE94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DAA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FE20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1441.2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FA13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1361.1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8CD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</w:tr>
      <w:tr w:rsidR="001E5AE7" w:rsidRPr="0055429B" w14:paraId="47EEAF80" w14:textId="77777777" w:rsidTr="0092232F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B83E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1935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FBA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9AC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6F7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1A6C4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61F4" w14:textId="64D3C192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29,400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A2AF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22,050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F3A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1621.3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627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1531.3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8C06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1378.1</w:t>
            </w:r>
          </w:p>
        </w:tc>
      </w:tr>
      <w:tr w:rsidR="001E5AE7" w:rsidRPr="0055429B" w14:paraId="4D620C77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9BF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293D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0E4F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BE00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BC8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D29B0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352D" w14:textId="1866FA81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034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24,500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4F8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1801.5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D9FD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1701.4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756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1531.3</w:t>
            </w:r>
          </w:p>
        </w:tc>
      </w:tr>
      <w:tr w:rsidR="001E5AE7" w:rsidRPr="0055429B" w14:paraId="2909AC3D" w14:textId="77777777" w:rsidTr="0055429B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0AB2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3DC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768E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F1F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618C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51E24" w14:textId="77777777" w:rsidR="001E5AE7" w:rsidRPr="0055429B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FC3B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35,280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4345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6DC1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6E17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E43" w14:textId="77777777" w:rsidR="001E5AE7" w:rsidRPr="0055429B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1FFABE03" w14:textId="77777777" w:rsidR="00A420E1" w:rsidRPr="00A420E1" w:rsidRDefault="00A420E1" w:rsidP="00A420E1">
      <w:pPr>
        <w:rPr>
          <w:lang w:val="en-US" w:eastAsia="ko-KR"/>
        </w:rPr>
      </w:pPr>
    </w:p>
    <w:p w14:paraId="3A0A28A8" w14:textId="345C489C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A420E1">
        <w:rPr>
          <w:rFonts w:ascii="Arial" w:hAnsi="Arial" w:cs="Arial"/>
          <w:b/>
          <w:bCs/>
          <w:szCs w:val="18"/>
        </w:rPr>
        <w:t>(</w:t>
      </w:r>
      <w:r w:rsidR="005C19F3" w:rsidRPr="005C19F3">
        <w:rPr>
          <w:rFonts w:ascii="Arial" w:hAnsi="Arial" w:cs="Arial"/>
          <w:b/>
          <w:bCs/>
          <w:szCs w:val="18"/>
        </w:rPr>
        <w:t>3×996+484</w:t>
      </w:r>
      <w:r w:rsidRPr="00A420E1">
        <w:rPr>
          <w:rFonts w:ascii="Arial" w:hAnsi="Arial" w:cs="Arial"/>
          <w:b/>
          <w:bCs/>
          <w:szCs w:val="18"/>
        </w:rPr>
        <w:t>)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860"/>
        <w:gridCol w:w="695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1E5AE7" w:rsidRPr="00DA741E" w14:paraId="513A9C35" w14:textId="77777777" w:rsidTr="0092232F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7569" w14:textId="1EE87466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F3EC" w14:textId="09A71569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4FBF" w14:textId="46307A9B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0FE7" w14:textId="3FEB3E98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06A0" w14:textId="6120A7F2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360A" w14:textId="3E909686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F8AC" w14:textId="237AE74C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AC8F" w14:textId="7BDF62A3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CE21" w14:textId="5150E93D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E5AE7" w:rsidRPr="00DA741E" w14:paraId="2C81368C" w14:textId="77777777" w:rsidTr="0092232F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7D63" w14:textId="77777777" w:rsidR="001E5AE7" w:rsidRPr="00DA741E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1A86" w14:textId="77777777" w:rsidR="001E5AE7" w:rsidRPr="00DA741E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8589" w14:textId="77777777" w:rsidR="001E5AE7" w:rsidRPr="00DA741E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A02E" w14:textId="77777777" w:rsidR="001E5AE7" w:rsidRPr="00DA741E" w:rsidRDefault="001E5AE7" w:rsidP="001E5AE7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BC29" w14:textId="77777777" w:rsidR="001E5AE7" w:rsidRPr="00DA741E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3442" w14:textId="77777777" w:rsidR="001E5AE7" w:rsidRPr="00DA741E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86C3" w14:textId="77777777" w:rsidR="001E5AE7" w:rsidRPr="00DA741E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EF49" w14:textId="77777777" w:rsidR="001E5AE7" w:rsidRPr="00DA741E" w:rsidRDefault="001E5AE7" w:rsidP="001E5AE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9484" w14:textId="224F9CE8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735A" w14:textId="22F8ED0E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3702" w14:textId="32D0A47E" w:rsidR="001E5AE7" w:rsidRPr="00DA741E" w:rsidRDefault="001E5AE7" w:rsidP="001E5AE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E5AE7" w:rsidRPr="00DA741E" w14:paraId="1F0D8C79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6535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A5F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4E4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AC5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5D33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2DF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3EA9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1,704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C2B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DBD9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62.6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F21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59.2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498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53.3</w:t>
            </w:r>
          </w:p>
        </w:tc>
      </w:tr>
      <w:tr w:rsidR="001E5AE7" w:rsidRPr="00DA741E" w14:paraId="2228C3A0" w14:textId="77777777" w:rsidTr="0092232F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BBEC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2EE4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B8B8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4728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9AFA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53A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A1DC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3,408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4D7D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1,704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82B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125.3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52D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C9F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106.5</w:t>
            </w:r>
          </w:p>
        </w:tc>
      </w:tr>
      <w:tr w:rsidR="001E5AE7" w:rsidRPr="00DA741E" w14:paraId="1D4A729D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A22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66A9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54B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928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FDC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7C8B7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D824" w14:textId="06AD0E5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6,816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B7B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3,408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C59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372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236.7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D86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213.0</w:t>
            </w:r>
          </w:p>
        </w:tc>
      </w:tr>
      <w:tr w:rsidR="001E5AE7" w:rsidRPr="00DA741E" w14:paraId="6AD103E0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C089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16E4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21D6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F5F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F6A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3355D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22AD" w14:textId="187A8316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2448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5,112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CB6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375.9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01F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355.0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2883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319.5</w:t>
            </w:r>
          </w:p>
        </w:tc>
      </w:tr>
      <w:tr w:rsidR="001E5AE7" w:rsidRPr="00DA741E" w14:paraId="434FF64E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A3D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EF96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1E0A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499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E52C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48F1E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4C56" w14:textId="380BDC86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13,632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624C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6,816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DC64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501.2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DFE9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473.3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E9F3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426.0</w:t>
            </w:r>
          </w:p>
        </w:tc>
      </w:tr>
      <w:tr w:rsidR="001E5AE7" w:rsidRPr="00DA741E" w14:paraId="005F2012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DEC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8830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5CF2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A301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4E35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20FDC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4523" w14:textId="3E6FC981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1DDD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10,224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926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751.8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7C6C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710.0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1BB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639.0</w:t>
            </w:r>
          </w:p>
        </w:tc>
      </w:tr>
      <w:tr w:rsidR="001E5AE7" w:rsidRPr="00DA741E" w14:paraId="4EA397C2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F00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F06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167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956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BFD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C0A34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4A75" w14:textId="412F3C8F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20,448</w:t>
            </w:r>
          </w:p>
          <w:p w14:paraId="7FE037F7" w14:textId="3A17CE02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FF15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13,632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A85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1002.4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DD2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946.7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F89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852.0</w:t>
            </w:r>
          </w:p>
        </w:tc>
      </w:tr>
      <w:tr w:rsidR="001E5AE7" w:rsidRPr="00DA741E" w14:paraId="1DC51B69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D972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E0CD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F204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3941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362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A3659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F488" w14:textId="6503A4D4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FD85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15,336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9163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1127.6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5409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BA3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958.5</w:t>
            </w:r>
          </w:p>
        </w:tc>
      </w:tr>
      <w:tr w:rsidR="001E5AE7" w:rsidRPr="00DA741E" w14:paraId="3B451B02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3E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86B5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93AA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A64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544D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BEBA1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81A3" w14:textId="78B57BA9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37A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17,040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1CF4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711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1183.3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5EE4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1065.0</w:t>
            </w:r>
          </w:p>
        </w:tc>
      </w:tr>
      <w:tr w:rsidR="001E5AE7" w:rsidRPr="00DA741E" w14:paraId="01F18E2A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EED2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D8FD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2E91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1D2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69D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542AA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4580" w14:textId="4C331656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27,264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4639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20,448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C2F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1503.5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316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1420.0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2F8A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1278.0</w:t>
            </w:r>
          </w:p>
        </w:tc>
      </w:tr>
      <w:tr w:rsidR="001E5AE7" w:rsidRPr="00DA741E" w14:paraId="73D4440E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8A3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5414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4ECB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9F2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94F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A4E66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7F43" w14:textId="40FE1F9A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0FE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22,720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B262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1670.6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214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1577.8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A705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1420.0</w:t>
            </w:r>
          </w:p>
        </w:tc>
      </w:tr>
      <w:tr w:rsidR="001E5AE7" w:rsidRPr="00DA741E" w14:paraId="3E677DDF" w14:textId="77777777" w:rsidTr="0092232F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B3BD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2DCF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110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0CA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DB1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9EA28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C59D" w14:textId="5EECB9A8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34,080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0402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25,560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90C1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1879.4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EF4A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1775.0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C60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1597.5</w:t>
            </w:r>
          </w:p>
        </w:tc>
      </w:tr>
      <w:tr w:rsidR="001E5AE7" w:rsidRPr="00DA741E" w14:paraId="5D9C0B50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A0BE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4C81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9C2C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1D5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C59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A7F62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B5A7" w14:textId="5DA5C504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CCD0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28,400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3F3A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4A9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1972.2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723A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1775.0</w:t>
            </w:r>
          </w:p>
        </w:tc>
      </w:tr>
      <w:tr w:rsidR="001E5AE7" w:rsidRPr="00DA741E" w14:paraId="506974A0" w14:textId="77777777" w:rsidTr="0092232F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D9A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8A21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B8C8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8B3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F1BD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4B142" w14:textId="77777777" w:rsidR="001E5AE7" w:rsidRPr="00DA741E" w:rsidRDefault="001E5AE7" w:rsidP="001E5AE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0366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40,896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3267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64CB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B59C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F0DF" w14:textId="77777777" w:rsidR="001E5AE7" w:rsidRPr="00DA741E" w:rsidRDefault="001E5AE7" w:rsidP="001E5AE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294AE448" w14:textId="5516A36A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D65CD">
        <w:rPr>
          <w:rFonts w:ascii="Arial" w:hAnsi="Arial" w:cs="Arial"/>
          <w:b/>
          <w:bCs/>
          <w:w w:val="100"/>
        </w:rPr>
        <w:t>4</w:t>
      </w:r>
      <w:r w:rsidR="002D65CD" w:rsidRPr="002D65CD">
        <w:rPr>
          <w:rFonts w:ascii="Arial" w:hAnsi="Arial" w:cs="Arial"/>
          <w:b/>
          <w:bCs/>
          <w:w w:val="100"/>
        </w:rPr>
        <w:t>×996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10460" w:type="dxa"/>
        <w:tblLook w:val="04A0" w:firstRow="1" w:lastRow="0" w:firstColumn="1" w:lastColumn="0" w:noHBand="0" w:noVBand="1"/>
      </w:tblPr>
      <w:tblGrid>
        <w:gridCol w:w="875"/>
        <w:gridCol w:w="709"/>
        <w:gridCol w:w="1217"/>
        <w:gridCol w:w="752"/>
        <w:gridCol w:w="955"/>
        <w:gridCol w:w="712"/>
        <w:gridCol w:w="955"/>
        <w:gridCol w:w="955"/>
        <w:gridCol w:w="1110"/>
        <w:gridCol w:w="1110"/>
        <w:gridCol w:w="1110"/>
      </w:tblGrid>
      <w:tr w:rsidR="00117418" w:rsidRPr="00096469" w14:paraId="60C36F9A" w14:textId="77777777" w:rsidTr="00117418">
        <w:trPr>
          <w:trHeight w:val="255"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EF90" w14:textId="2B89C86D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0835" w14:textId="665FF9B3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DCM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A921" w14:textId="604EE7CF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2298" w14:textId="370C36FC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R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DF43" w14:textId="032A9A35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D01B" w14:textId="557094C6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4937" w14:textId="6AC03CA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9FAB" w14:textId="451405EC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10B" w14:textId="6492B18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117418" w:rsidRPr="00096469" w14:paraId="72E1FAD2" w14:textId="77777777" w:rsidTr="00117418">
        <w:trPr>
          <w:trHeight w:val="255"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437B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AC09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B3C2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CED3" w14:textId="77777777" w:rsidR="00117418" w:rsidRPr="00096469" w:rsidRDefault="00117418" w:rsidP="0011741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5B15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F3B9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B16F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D621" w14:textId="77777777" w:rsidR="00117418" w:rsidRPr="00096469" w:rsidRDefault="00117418" w:rsidP="0011741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6B8F" w14:textId="5AD2D6CD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FF0" w14:textId="16AD35DF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2C7F" w14:textId="0CB34D3E" w:rsidR="00117418" w:rsidRPr="00096469" w:rsidRDefault="00117418" w:rsidP="0011741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 GI</w:t>
            </w:r>
          </w:p>
        </w:tc>
      </w:tr>
      <w:tr w:rsidR="00117418" w:rsidRPr="00096469" w14:paraId="4272AD08" w14:textId="77777777" w:rsidTr="0011741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3FB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A825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5F6C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6CC0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FCA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A87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DB37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A6F8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57B4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6589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E1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117418" w:rsidRPr="00096469" w14:paraId="03965BF5" w14:textId="77777777" w:rsidTr="00117418">
        <w:trPr>
          <w:trHeight w:val="30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E2F9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524E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N/A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7119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A22D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66E0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60A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2F1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A7E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CF2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7493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D79C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4E36D3" w:rsidRPr="00096469" w14:paraId="3288C6A4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8924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FA54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3099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2D61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CD3C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35F52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B589" w14:textId="56829A11" w:rsidR="004E36D3" w:rsidRPr="00096469" w:rsidRDefault="004E36D3" w:rsidP="006C649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6C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8E9A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7CF8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F37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4E36D3" w:rsidRPr="00096469" w14:paraId="2D6BA9BA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5413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3637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C99A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E8D2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8BE5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C8E3C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5690" w14:textId="331C360F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7FB8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9288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3955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4820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4E36D3" w:rsidRPr="00096469" w14:paraId="6A9089CD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FD98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6C76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C635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A2D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E5CE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3BF30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8CD9" w14:textId="6B5D6786" w:rsidR="004E36D3" w:rsidRPr="00096469" w:rsidRDefault="004E36D3" w:rsidP="006C649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36C6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30E1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576.5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79B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767E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490.0</w:t>
            </w:r>
          </w:p>
        </w:tc>
      </w:tr>
      <w:tr w:rsidR="004E36D3" w:rsidRPr="00096469" w14:paraId="59DE58DD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68F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CB38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C8E3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005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5218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837FE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B382" w14:textId="14BC50F5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70D2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0606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F6E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1819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4E36D3" w:rsidRPr="00096469" w14:paraId="6A49D3A3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F1B3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2A95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65B3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807B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E393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C3FAB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1322" w14:textId="41C6CD99" w:rsidR="006C6491" w:rsidRPr="00096469" w:rsidRDefault="004E36D3" w:rsidP="006C649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  <w:p w14:paraId="2AA33E9E" w14:textId="7959685A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EF6A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A24E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5A49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1088.9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751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980.0</w:t>
            </w:r>
          </w:p>
        </w:tc>
      </w:tr>
      <w:tr w:rsidR="004E36D3" w:rsidRPr="00096469" w14:paraId="18D54B98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FDB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25BA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3F04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4C41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1E3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33F69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87F9" w14:textId="121FE919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135B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50DE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1297.1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2113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BA3C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1102.5</w:t>
            </w:r>
          </w:p>
        </w:tc>
      </w:tr>
      <w:tr w:rsidR="004E36D3" w:rsidRPr="00096469" w14:paraId="0F8BD533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B7B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F6B3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027A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C6CE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A76C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CCB39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469E" w14:textId="20470A0A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C714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467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561E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1361.1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B0E4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</w:tr>
      <w:tr w:rsidR="004E36D3" w:rsidRPr="00096469" w14:paraId="18C3E756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CC1D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2C0E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05C8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9B54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BEE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59882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7EFA" w14:textId="02CA3530" w:rsidR="004E36D3" w:rsidRPr="00096469" w:rsidRDefault="004E36D3" w:rsidP="006C649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31,360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2F2A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18C6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1729.4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5EC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1633.3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2735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1470.0</w:t>
            </w:r>
          </w:p>
        </w:tc>
      </w:tr>
      <w:tr w:rsidR="004E36D3" w:rsidRPr="00096469" w14:paraId="27DC7DFC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81D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0142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121F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249A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ECA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9B22A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B385" w14:textId="3557470F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F359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26,133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64E4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1921.5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443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1814.8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AD19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1633.3</w:t>
            </w:r>
          </w:p>
        </w:tc>
      </w:tr>
      <w:tr w:rsidR="004E36D3" w:rsidRPr="00096469" w14:paraId="6F7AA9E4" w14:textId="77777777" w:rsidTr="007F7A61">
        <w:trPr>
          <w:trHeight w:val="27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0796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D391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45DA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B6C7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D06E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2C129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1A63" w14:textId="2267144F" w:rsidR="004E36D3" w:rsidRPr="00096469" w:rsidRDefault="004E36D3" w:rsidP="006C649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39,200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0F4D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29,400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AD73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2161.8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2041.7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7E13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1837.5</w:t>
            </w:r>
          </w:p>
        </w:tc>
      </w:tr>
      <w:tr w:rsidR="004E36D3" w:rsidRPr="00096469" w14:paraId="2AFB4E4A" w14:textId="77777777" w:rsidTr="007F7A61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DEF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D847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D617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EFF9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DF1A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CC0C9" w14:textId="77777777" w:rsidR="004E36D3" w:rsidRPr="00096469" w:rsidRDefault="004E36D3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EC7" w14:textId="1A0DDC6B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B761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32,666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CAF9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2401.9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77EB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2268.5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475" w14:textId="77777777" w:rsidR="004E36D3" w:rsidRPr="00096469" w:rsidRDefault="004E36D3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2041.6</w:t>
            </w:r>
          </w:p>
        </w:tc>
      </w:tr>
      <w:tr w:rsidR="00117418" w:rsidRPr="00096469" w14:paraId="7DCAAA82" w14:textId="77777777" w:rsidTr="0011741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38F0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10AC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8D3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7FFB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8EB5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C9D61" w14:textId="77777777" w:rsidR="00117418" w:rsidRPr="00096469" w:rsidRDefault="00117418" w:rsidP="0011741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7418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47,040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9F1A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6EE1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7DAF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B82" w14:textId="77777777" w:rsidR="00117418" w:rsidRPr="00096469" w:rsidRDefault="00117418" w:rsidP="0011741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2880951B" w14:textId="5095D1C3" w:rsidR="009B2B55" w:rsidRDefault="009B2B55" w:rsidP="00B025C5">
      <w:pPr>
        <w:pStyle w:val="T"/>
        <w:rPr>
          <w:w w:val="100"/>
        </w:rPr>
      </w:pPr>
    </w:p>
    <w:sectPr w:rsidR="009B2B55" w:rsidSect="00DB3E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77" w:bottom="1440" w:left="720" w:header="431" w:footer="431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14974" w14:textId="77777777" w:rsidR="00D658FA" w:rsidRDefault="00D658FA">
      <w:r>
        <w:separator/>
      </w:r>
    </w:p>
  </w:endnote>
  <w:endnote w:type="continuationSeparator" w:id="0">
    <w:p w14:paraId="442EFCF8" w14:textId="77777777" w:rsidR="00D658FA" w:rsidRDefault="00D6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35641" w14:textId="77777777" w:rsidR="00F66D2C" w:rsidRDefault="00F66D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085A5706" w:rsidR="00F66D2C" w:rsidRDefault="00D658F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66D2C">
      <w:t>Submission</w:t>
    </w:r>
    <w:r>
      <w:fldChar w:fldCharType="end"/>
    </w:r>
    <w:r w:rsidR="00F66D2C">
      <w:tab/>
      <w:t xml:space="preserve">page </w:t>
    </w:r>
    <w:r w:rsidR="00F66D2C">
      <w:fldChar w:fldCharType="begin"/>
    </w:r>
    <w:r w:rsidR="00F66D2C">
      <w:instrText xml:space="preserve">page </w:instrText>
    </w:r>
    <w:r w:rsidR="00F66D2C">
      <w:fldChar w:fldCharType="separate"/>
    </w:r>
    <w:r w:rsidR="00F66D2C">
      <w:rPr>
        <w:noProof/>
      </w:rPr>
      <w:t>1</w:t>
    </w:r>
    <w:r w:rsidR="00F66D2C">
      <w:fldChar w:fldCharType="end"/>
    </w:r>
    <w:r w:rsidR="00F66D2C">
      <w:tab/>
      <w:t xml:space="preserve">Yujin Noh (Newracom) </w:t>
    </w:r>
    <w:r w:rsidR="00F66D2C">
      <w:fldChar w:fldCharType="begin"/>
    </w:r>
    <w:r w:rsidR="00F66D2C">
      <w:instrText xml:space="preserve"> COMMENTS  \* MERGEFORMAT </w:instrText>
    </w:r>
    <w:r w:rsidR="00F66D2C">
      <w:fldChar w:fldCharType="end"/>
    </w:r>
  </w:p>
  <w:p w14:paraId="3DA233A1" w14:textId="77777777" w:rsidR="00F66D2C" w:rsidRDefault="00F66D2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520D2" w14:textId="77777777" w:rsidR="00F66D2C" w:rsidRDefault="00F66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1D8FF" w14:textId="77777777" w:rsidR="00D658FA" w:rsidRDefault="00D658FA">
      <w:r>
        <w:separator/>
      </w:r>
    </w:p>
  </w:footnote>
  <w:footnote w:type="continuationSeparator" w:id="0">
    <w:p w14:paraId="4D8A7594" w14:textId="77777777" w:rsidR="00D658FA" w:rsidRDefault="00D65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75E9B" w14:textId="77777777" w:rsidR="00F66D2C" w:rsidRDefault="00F66D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785B2DD7" w:rsidR="00F66D2C" w:rsidRDefault="00F66D2C">
    <w:pPr>
      <w:pStyle w:val="Header"/>
      <w:tabs>
        <w:tab w:val="clear" w:pos="6480"/>
        <w:tab w:val="center" w:pos="4680"/>
        <w:tab w:val="right" w:pos="9360"/>
      </w:tabs>
    </w:pPr>
    <w:r>
      <w:t>September 2020</w:t>
    </w:r>
    <w:r>
      <w:tab/>
    </w:r>
    <w:r>
      <w:tab/>
      <w:t>doc.: IEEE 802.11-20/1290r0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D2D1F" w14:textId="77777777" w:rsidR="00F66D2C" w:rsidRDefault="00F66D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0"/>
    <w:lvlOverride w:ilvl="0">
      <w:lvl w:ilvl="0">
        <w:start w:val="1"/>
        <w:numFmt w:val="bullet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D88"/>
    <w:rsid w:val="00032EC3"/>
    <w:rsid w:val="00034165"/>
    <w:rsid w:val="0003447B"/>
    <w:rsid w:val="00034872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51354"/>
    <w:rsid w:val="0005358F"/>
    <w:rsid w:val="00056D25"/>
    <w:rsid w:val="000601BF"/>
    <w:rsid w:val="000627C8"/>
    <w:rsid w:val="0006346B"/>
    <w:rsid w:val="00063E29"/>
    <w:rsid w:val="00065352"/>
    <w:rsid w:val="00066195"/>
    <w:rsid w:val="0006651F"/>
    <w:rsid w:val="0007022A"/>
    <w:rsid w:val="00070343"/>
    <w:rsid w:val="00074294"/>
    <w:rsid w:val="00076465"/>
    <w:rsid w:val="000813F5"/>
    <w:rsid w:val="00081BF2"/>
    <w:rsid w:val="00081D72"/>
    <w:rsid w:val="00082AA0"/>
    <w:rsid w:val="000837DB"/>
    <w:rsid w:val="00084D3D"/>
    <w:rsid w:val="0008670E"/>
    <w:rsid w:val="00087223"/>
    <w:rsid w:val="00090F5E"/>
    <w:rsid w:val="00092ACE"/>
    <w:rsid w:val="00093FD8"/>
    <w:rsid w:val="00096469"/>
    <w:rsid w:val="00097C3B"/>
    <w:rsid w:val="000A09CF"/>
    <w:rsid w:val="000A0C05"/>
    <w:rsid w:val="000A1F52"/>
    <w:rsid w:val="000A3105"/>
    <w:rsid w:val="000A33DD"/>
    <w:rsid w:val="000A37F6"/>
    <w:rsid w:val="000A57C0"/>
    <w:rsid w:val="000A7E22"/>
    <w:rsid w:val="000B2180"/>
    <w:rsid w:val="000B2CDB"/>
    <w:rsid w:val="000B5681"/>
    <w:rsid w:val="000B72A0"/>
    <w:rsid w:val="000C09C6"/>
    <w:rsid w:val="000C13F5"/>
    <w:rsid w:val="000C5543"/>
    <w:rsid w:val="000C594E"/>
    <w:rsid w:val="000C5D9A"/>
    <w:rsid w:val="000C6CCB"/>
    <w:rsid w:val="000D181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E72"/>
    <w:rsid w:val="000F2CCA"/>
    <w:rsid w:val="000F45BF"/>
    <w:rsid w:val="000F564E"/>
    <w:rsid w:val="000F6E75"/>
    <w:rsid w:val="000F6ECB"/>
    <w:rsid w:val="000F72A7"/>
    <w:rsid w:val="000F7BF7"/>
    <w:rsid w:val="001000D3"/>
    <w:rsid w:val="00101069"/>
    <w:rsid w:val="00101230"/>
    <w:rsid w:val="0010131E"/>
    <w:rsid w:val="0010243C"/>
    <w:rsid w:val="00103876"/>
    <w:rsid w:val="0010409F"/>
    <w:rsid w:val="0010418E"/>
    <w:rsid w:val="00104BEB"/>
    <w:rsid w:val="0010501E"/>
    <w:rsid w:val="00105A3F"/>
    <w:rsid w:val="00107591"/>
    <w:rsid w:val="00107F4A"/>
    <w:rsid w:val="00111E07"/>
    <w:rsid w:val="001133FA"/>
    <w:rsid w:val="00113CC6"/>
    <w:rsid w:val="00117418"/>
    <w:rsid w:val="001204FB"/>
    <w:rsid w:val="00120F51"/>
    <w:rsid w:val="001242BB"/>
    <w:rsid w:val="001245B3"/>
    <w:rsid w:val="00125962"/>
    <w:rsid w:val="00126DB1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3E59"/>
    <w:rsid w:val="00174B68"/>
    <w:rsid w:val="00175224"/>
    <w:rsid w:val="001765A3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74B0"/>
    <w:rsid w:val="001A0EF1"/>
    <w:rsid w:val="001A550E"/>
    <w:rsid w:val="001A6541"/>
    <w:rsid w:val="001A7120"/>
    <w:rsid w:val="001A7E25"/>
    <w:rsid w:val="001B0983"/>
    <w:rsid w:val="001B135B"/>
    <w:rsid w:val="001B1E10"/>
    <w:rsid w:val="001B1ECA"/>
    <w:rsid w:val="001B748C"/>
    <w:rsid w:val="001C112D"/>
    <w:rsid w:val="001C2687"/>
    <w:rsid w:val="001C3320"/>
    <w:rsid w:val="001C3BAE"/>
    <w:rsid w:val="001C5FE3"/>
    <w:rsid w:val="001C61AB"/>
    <w:rsid w:val="001C6661"/>
    <w:rsid w:val="001C732F"/>
    <w:rsid w:val="001D0514"/>
    <w:rsid w:val="001D0C13"/>
    <w:rsid w:val="001D186E"/>
    <w:rsid w:val="001D2D92"/>
    <w:rsid w:val="001D494A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3BB6"/>
    <w:rsid w:val="001E4D57"/>
    <w:rsid w:val="001E5AE7"/>
    <w:rsid w:val="001E63B3"/>
    <w:rsid w:val="001E782F"/>
    <w:rsid w:val="001E79AB"/>
    <w:rsid w:val="001F12B2"/>
    <w:rsid w:val="001F1A6C"/>
    <w:rsid w:val="001F20B9"/>
    <w:rsid w:val="001F37A9"/>
    <w:rsid w:val="001F4214"/>
    <w:rsid w:val="001F4D4C"/>
    <w:rsid w:val="001F517A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565B"/>
    <w:rsid w:val="00220653"/>
    <w:rsid w:val="002206D8"/>
    <w:rsid w:val="0022119E"/>
    <w:rsid w:val="0022211F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44EC"/>
    <w:rsid w:val="00234D48"/>
    <w:rsid w:val="00235619"/>
    <w:rsid w:val="00237D6D"/>
    <w:rsid w:val="002445DF"/>
    <w:rsid w:val="002448C3"/>
    <w:rsid w:val="00244A96"/>
    <w:rsid w:val="00245BAE"/>
    <w:rsid w:val="00245E47"/>
    <w:rsid w:val="002502A4"/>
    <w:rsid w:val="00252340"/>
    <w:rsid w:val="00253244"/>
    <w:rsid w:val="00253278"/>
    <w:rsid w:val="00253479"/>
    <w:rsid w:val="002539F0"/>
    <w:rsid w:val="00254FFD"/>
    <w:rsid w:val="0025619A"/>
    <w:rsid w:val="0025673F"/>
    <w:rsid w:val="002574DA"/>
    <w:rsid w:val="00262AB8"/>
    <w:rsid w:val="0026399E"/>
    <w:rsid w:val="002658DD"/>
    <w:rsid w:val="0026689F"/>
    <w:rsid w:val="002704B2"/>
    <w:rsid w:val="002707C7"/>
    <w:rsid w:val="00271C8D"/>
    <w:rsid w:val="0027230C"/>
    <w:rsid w:val="00272938"/>
    <w:rsid w:val="00277766"/>
    <w:rsid w:val="00281197"/>
    <w:rsid w:val="00281378"/>
    <w:rsid w:val="002818AE"/>
    <w:rsid w:val="00281F7A"/>
    <w:rsid w:val="00282901"/>
    <w:rsid w:val="00282D64"/>
    <w:rsid w:val="00283B2A"/>
    <w:rsid w:val="002840E6"/>
    <w:rsid w:val="002849E4"/>
    <w:rsid w:val="00286EE9"/>
    <w:rsid w:val="0029020B"/>
    <w:rsid w:val="00290BD3"/>
    <w:rsid w:val="00294A86"/>
    <w:rsid w:val="00294B21"/>
    <w:rsid w:val="00296F3D"/>
    <w:rsid w:val="00297E9A"/>
    <w:rsid w:val="002A1916"/>
    <w:rsid w:val="002A6592"/>
    <w:rsid w:val="002A7314"/>
    <w:rsid w:val="002B1954"/>
    <w:rsid w:val="002B29E6"/>
    <w:rsid w:val="002B4372"/>
    <w:rsid w:val="002B491C"/>
    <w:rsid w:val="002B644E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F58"/>
    <w:rsid w:val="002C5D8B"/>
    <w:rsid w:val="002C6BAF"/>
    <w:rsid w:val="002C7ED5"/>
    <w:rsid w:val="002D0D71"/>
    <w:rsid w:val="002D16F8"/>
    <w:rsid w:val="002D2C1A"/>
    <w:rsid w:val="002D3F54"/>
    <w:rsid w:val="002D44BE"/>
    <w:rsid w:val="002D5664"/>
    <w:rsid w:val="002D58EB"/>
    <w:rsid w:val="002D65CD"/>
    <w:rsid w:val="002D72A6"/>
    <w:rsid w:val="002D7CE2"/>
    <w:rsid w:val="002E0959"/>
    <w:rsid w:val="002E20F4"/>
    <w:rsid w:val="002E4985"/>
    <w:rsid w:val="002E4E43"/>
    <w:rsid w:val="002E67E1"/>
    <w:rsid w:val="002F0D8B"/>
    <w:rsid w:val="002F1494"/>
    <w:rsid w:val="002F175E"/>
    <w:rsid w:val="002F19AB"/>
    <w:rsid w:val="002F1C8B"/>
    <w:rsid w:val="002F2F7C"/>
    <w:rsid w:val="002F2FB0"/>
    <w:rsid w:val="002F40BD"/>
    <w:rsid w:val="002F5851"/>
    <w:rsid w:val="002F6E90"/>
    <w:rsid w:val="002F6ECF"/>
    <w:rsid w:val="003000F5"/>
    <w:rsid w:val="00301EFA"/>
    <w:rsid w:val="003031FC"/>
    <w:rsid w:val="00306B35"/>
    <w:rsid w:val="00306D61"/>
    <w:rsid w:val="00306F71"/>
    <w:rsid w:val="003078EA"/>
    <w:rsid w:val="00307956"/>
    <w:rsid w:val="00307AF7"/>
    <w:rsid w:val="00310BC7"/>
    <w:rsid w:val="00311079"/>
    <w:rsid w:val="003112CA"/>
    <w:rsid w:val="003113A8"/>
    <w:rsid w:val="00311AEB"/>
    <w:rsid w:val="00311CDD"/>
    <w:rsid w:val="003141CB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3453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44EA"/>
    <w:rsid w:val="00364A1B"/>
    <w:rsid w:val="0036506D"/>
    <w:rsid w:val="003666F4"/>
    <w:rsid w:val="00366BE6"/>
    <w:rsid w:val="00367BEF"/>
    <w:rsid w:val="00371222"/>
    <w:rsid w:val="00371FF9"/>
    <w:rsid w:val="003722D8"/>
    <w:rsid w:val="003723C1"/>
    <w:rsid w:val="00372DC8"/>
    <w:rsid w:val="003735A6"/>
    <w:rsid w:val="00374675"/>
    <w:rsid w:val="00377B13"/>
    <w:rsid w:val="003810DE"/>
    <w:rsid w:val="003817D9"/>
    <w:rsid w:val="0038275C"/>
    <w:rsid w:val="003830A2"/>
    <w:rsid w:val="003837B2"/>
    <w:rsid w:val="00383882"/>
    <w:rsid w:val="00386C11"/>
    <w:rsid w:val="00386E5D"/>
    <w:rsid w:val="00390CCB"/>
    <w:rsid w:val="00390D0B"/>
    <w:rsid w:val="00391246"/>
    <w:rsid w:val="0039158A"/>
    <w:rsid w:val="0039622F"/>
    <w:rsid w:val="003962D0"/>
    <w:rsid w:val="003963B9"/>
    <w:rsid w:val="003A1E14"/>
    <w:rsid w:val="003B19E0"/>
    <w:rsid w:val="003B240F"/>
    <w:rsid w:val="003B2A2C"/>
    <w:rsid w:val="003B2B39"/>
    <w:rsid w:val="003B3827"/>
    <w:rsid w:val="003B4350"/>
    <w:rsid w:val="003B58F9"/>
    <w:rsid w:val="003B5ECB"/>
    <w:rsid w:val="003B6482"/>
    <w:rsid w:val="003B7673"/>
    <w:rsid w:val="003C02A7"/>
    <w:rsid w:val="003C1089"/>
    <w:rsid w:val="003C171F"/>
    <w:rsid w:val="003C2D93"/>
    <w:rsid w:val="003C3AD5"/>
    <w:rsid w:val="003C4750"/>
    <w:rsid w:val="003C684A"/>
    <w:rsid w:val="003D0132"/>
    <w:rsid w:val="003D0341"/>
    <w:rsid w:val="003D2005"/>
    <w:rsid w:val="003D29C4"/>
    <w:rsid w:val="003D2AEA"/>
    <w:rsid w:val="003D5E97"/>
    <w:rsid w:val="003D6FFB"/>
    <w:rsid w:val="003E050C"/>
    <w:rsid w:val="003E0CF3"/>
    <w:rsid w:val="003E103E"/>
    <w:rsid w:val="003E1776"/>
    <w:rsid w:val="003E21D0"/>
    <w:rsid w:val="003E2DD7"/>
    <w:rsid w:val="003E49A0"/>
    <w:rsid w:val="003E556B"/>
    <w:rsid w:val="003E5DDA"/>
    <w:rsid w:val="003E67DE"/>
    <w:rsid w:val="003E7E49"/>
    <w:rsid w:val="003F100E"/>
    <w:rsid w:val="003F1D00"/>
    <w:rsid w:val="003F2150"/>
    <w:rsid w:val="003F22BA"/>
    <w:rsid w:val="003F29F6"/>
    <w:rsid w:val="003F3BE1"/>
    <w:rsid w:val="003F4AA6"/>
    <w:rsid w:val="003F4E9F"/>
    <w:rsid w:val="003F554D"/>
    <w:rsid w:val="00401127"/>
    <w:rsid w:val="0040239D"/>
    <w:rsid w:val="004025FC"/>
    <w:rsid w:val="0040262F"/>
    <w:rsid w:val="00402E51"/>
    <w:rsid w:val="004101A5"/>
    <w:rsid w:val="004109EC"/>
    <w:rsid w:val="00410B49"/>
    <w:rsid w:val="004113B6"/>
    <w:rsid w:val="00412FD9"/>
    <w:rsid w:val="00415021"/>
    <w:rsid w:val="00415805"/>
    <w:rsid w:val="0041619A"/>
    <w:rsid w:val="004211E6"/>
    <w:rsid w:val="00424659"/>
    <w:rsid w:val="00424B5B"/>
    <w:rsid w:val="0042538F"/>
    <w:rsid w:val="00430F78"/>
    <w:rsid w:val="00432B0E"/>
    <w:rsid w:val="004343FC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51BD"/>
    <w:rsid w:val="00456F01"/>
    <w:rsid w:val="00457725"/>
    <w:rsid w:val="00460171"/>
    <w:rsid w:val="004606EA"/>
    <w:rsid w:val="00460E1B"/>
    <w:rsid w:val="00461F55"/>
    <w:rsid w:val="0046227F"/>
    <w:rsid w:val="00462579"/>
    <w:rsid w:val="004633E6"/>
    <w:rsid w:val="00464963"/>
    <w:rsid w:val="00464E2A"/>
    <w:rsid w:val="00465178"/>
    <w:rsid w:val="00466391"/>
    <w:rsid w:val="004670C0"/>
    <w:rsid w:val="00471448"/>
    <w:rsid w:val="00471E83"/>
    <w:rsid w:val="00472CB7"/>
    <w:rsid w:val="00474D53"/>
    <w:rsid w:val="0047528D"/>
    <w:rsid w:val="0047732A"/>
    <w:rsid w:val="004778CF"/>
    <w:rsid w:val="00480585"/>
    <w:rsid w:val="00481C6F"/>
    <w:rsid w:val="004829BF"/>
    <w:rsid w:val="004847C0"/>
    <w:rsid w:val="00485E46"/>
    <w:rsid w:val="00486220"/>
    <w:rsid w:val="00486AA7"/>
    <w:rsid w:val="00487DBC"/>
    <w:rsid w:val="00491E04"/>
    <w:rsid w:val="00493994"/>
    <w:rsid w:val="0049404B"/>
    <w:rsid w:val="00494527"/>
    <w:rsid w:val="00494BCE"/>
    <w:rsid w:val="00495D02"/>
    <w:rsid w:val="00496CCF"/>
    <w:rsid w:val="00496E5B"/>
    <w:rsid w:val="004977AD"/>
    <w:rsid w:val="004A06DD"/>
    <w:rsid w:val="004A2011"/>
    <w:rsid w:val="004A2FF9"/>
    <w:rsid w:val="004A3AC2"/>
    <w:rsid w:val="004A5F25"/>
    <w:rsid w:val="004B064B"/>
    <w:rsid w:val="004B157A"/>
    <w:rsid w:val="004B2D0A"/>
    <w:rsid w:val="004B48CE"/>
    <w:rsid w:val="004B53A3"/>
    <w:rsid w:val="004B5AE5"/>
    <w:rsid w:val="004B6745"/>
    <w:rsid w:val="004C31FE"/>
    <w:rsid w:val="004C48DE"/>
    <w:rsid w:val="004C7A29"/>
    <w:rsid w:val="004D0B5D"/>
    <w:rsid w:val="004D0FE5"/>
    <w:rsid w:val="004D4A5E"/>
    <w:rsid w:val="004D50C8"/>
    <w:rsid w:val="004D51D1"/>
    <w:rsid w:val="004D6056"/>
    <w:rsid w:val="004D65DC"/>
    <w:rsid w:val="004E2079"/>
    <w:rsid w:val="004E36D3"/>
    <w:rsid w:val="004E383A"/>
    <w:rsid w:val="004E531E"/>
    <w:rsid w:val="004E67B1"/>
    <w:rsid w:val="004F0FC1"/>
    <w:rsid w:val="004F16CE"/>
    <w:rsid w:val="004F24D7"/>
    <w:rsid w:val="004F2FAB"/>
    <w:rsid w:val="004F32CA"/>
    <w:rsid w:val="004F34EC"/>
    <w:rsid w:val="004F3830"/>
    <w:rsid w:val="004F3DA6"/>
    <w:rsid w:val="004F5A69"/>
    <w:rsid w:val="004F6F39"/>
    <w:rsid w:val="004F7C6F"/>
    <w:rsid w:val="00503A04"/>
    <w:rsid w:val="00504726"/>
    <w:rsid w:val="00504FBA"/>
    <w:rsid w:val="00505675"/>
    <w:rsid w:val="00506FC1"/>
    <w:rsid w:val="00507677"/>
    <w:rsid w:val="0050794B"/>
    <w:rsid w:val="0051043D"/>
    <w:rsid w:val="005108A7"/>
    <w:rsid w:val="00511798"/>
    <w:rsid w:val="005121E1"/>
    <w:rsid w:val="00513C38"/>
    <w:rsid w:val="005149CB"/>
    <w:rsid w:val="00515958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574F"/>
    <w:rsid w:val="005257D4"/>
    <w:rsid w:val="00525CC1"/>
    <w:rsid w:val="00526A53"/>
    <w:rsid w:val="005315E5"/>
    <w:rsid w:val="005318AC"/>
    <w:rsid w:val="00531AE4"/>
    <w:rsid w:val="00532A5F"/>
    <w:rsid w:val="00533785"/>
    <w:rsid w:val="00533F52"/>
    <w:rsid w:val="00534C83"/>
    <w:rsid w:val="00535405"/>
    <w:rsid w:val="00535518"/>
    <w:rsid w:val="00535836"/>
    <w:rsid w:val="005400DC"/>
    <w:rsid w:val="005403F7"/>
    <w:rsid w:val="00541314"/>
    <w:rsid w:val="00541CCA"/>
    <w:rsid w:val="00542B72"/>
    <w:rsid w:val="00543EDB"/>
    <w:rsid w:val="0054429D"/>
    <w:rsid w:val="00544F6F"/>
    <w:rsid w:val="0054540D"/>
    <w:rsid w:val="00551FC4"/>
    <w:rsid w:val="005526C9"/>
    <w:rsid w:val="00552CC1"/>
    <w:rsid w:val="0055429B"/>
    <w:rsid w:val="00557D06"/>
    <w:rsid w:val="005609C8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62BB"/>
    <w:rsid w:val="00576DE0"/>
    <w:rsid w:val="00577887"/>
    <w:rsid w:val="00577EC8"/>
    <w:rsid w:val="00580557"/>
    <w:rsid w:val="005808E2"/>
    <w:rsid w:val="00581C2A"/>
    <w:rsid w:val="005820C3"/>
    <w:rsid w:val="00582210"/>
    <w:rsid w:val="00582C39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134"/>
    <w:rsid w:val="00595232"/>
    <w:rsid w:val="00596200"/>
    <w:rsid w:val="005971BE"/>
    <w:rsid w:val="00597CB2"/>
    <w:rsid w:val="005A01CD"/>
    <w:rsid w:val="005A2915"/>
    <w:rsid w:val="005A38F0"/>
    <w:rsid w:val="005A395D"/>
    <w:rsid w:val="005A3A6D"/>
    <w:rsid w:val="005A4153"/>
    <w:rsid w:val="005A49DD"/>
    <w:rsid w:val="005A56EF"/>
    <w:rsid w:val="005A667D"/>
    <w:rsid w:val="005A7887"/>
    <w:rsid w:val="005B0800"/>
    <w:rsid w:val="005B08FD"/>
    <w:rsid w:val="005B1E07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9F3"/>
    <w:rsid w:val="005C1FF8"/>
    <w:rsid w:val="005C28FB"/>
    <w:rsid w:val="005C3021"/>
    <w:rsid w:val="005C5FD7"/>
    <w:rsid w:val="005C6E61"/>
    <w:rsid w:val="005C6ECD"/>
    <w:rsid w:val="005C7BFE"/>
    <w:rsid w:val="005D04FB"/>
    <w:rsid w:val="005D1838"/>
    <w:rsid w:val="005D1942"/>
    <w:rsid w:val="005D1B3A"/>
    <w:rsid w:val="005D2FCC"/>
    <w:rsid w:val="005D395C"/>
    <w:rsid w:val="005D41F1"/>
    <w:rsid w:val="005E0AA3"/>
    <w:rsid w:val="005E1123"/>
    <w:rsid w:val="005E12A3"/>
    <w:rsid w:val="005E624D"/>
    <w:rsid w:val="005E62A3"/>
    <w:rsid w:val="005E6DE2"/>
    <w:rsid w:val="005E7400"/>
    <w:rsid w:val="005E7980"/>
    <w:rsid w:val="005E7A6E"/>
    <w:rsid w:val="005F1E58"/>
    <w:rsid w:val="005F396C"/>
    <w:rsid w:val="005F42B2"/>
    <w:rsid w:val="005F47A0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4006"/>
    <w:rsid w:val="00615C45"/>
    <w:rsid w:val="006204DB"/>
    <w:rsid w:val="0062087C"/>
    <w:rsid w:val="00624301"/>
    <w:rsid w:val="0062440B"/>
    <w:rsid w:val="006251E2"/>
    <w:rsid w:val="00626359"/>
    <w:rsid w:val="00626380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55B40"/>
    <w:rsid w:val="00655DF5"/>
    <w:rsid w:val="0065745E"/>
    <w:rsid w:val="00660D94"/>
    <w:rsid w:val="00661282"/>
    <w:rsid w:val="00661E03"/>
    <w:rsid w:val="0066250C"/>
    <w:rsid w:val="00670DA0"/>
    <w:rsid w:val="0067580C"/>
    <w:rsid w:val="00675BC4"/>
    <w:rsid w:val="00677652"/>
    <w:rsid w:val="006801A4"/>
    <w:rsid w:val="00680F19"/>
    <w:rsid w:val="00682EF3"/>
    <w:rsid w:val="006844C6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F03"/>
    <w:rsid w:val="006B2EC1"/>
    <w:rsid w:val="006B47F5"/>
    <w:rsid w:val="006B55D0"/>
    <w:rsid w:val="006B597C"/>
    <w:rsid w:val="006B72AA"/>
    <w:rsid w:val="006B7585"/>
    <w:rsid w:val="006B79FF"/>
    <w:rsid w:val="006C06DF"/>
    <w:rsid w:val="006C0727"/>
    <w:rsid w:val="006C0895"/>
    <w:rsid w:val="006C0FB2"/>
    <w:rsid w:val="006C2D2D"/>
    <w:rsid w:val="006C33F7"/>
    <w:rsid w:val="006C3DD7"/>
    <w:rsid w:val="006C4954"/>
    <w:rsid w:val="006C6491"/>
    <w:rsid w:val="006C66D4"/>
    <w:rsid w:val="006C6CAA"/>
    <w:rsid w:val="006D06AC"/>
    <w:rsid w:val="006D11A2"/>
    <w:rsid w:val="006D1700"/>
    <w:rsid w:val="006D25DA"/>
    <w:rsid w:val="006D3091"/>
    <w:rsid w:val="006D30A5"/>
    <w:rsid w:val="006D31FF"/>
    <w:rsid w:val="006D38B4"/>
    <w:rsid w:val="006D4B3F"/>
    <w:rsid w:val="006D5F32"/>
    <w:rsid w:val="006E145F"/>
    <w:rsid w:val="006E1B92"/>
    <w:rsid w:val="006E32C6"/>
    <w:rsid w:val="006E4033"/>
    <w:rsid w:val="006E5CAB"/>
    <w:rsid w:val="006E68A8"/>
    <w:rsid w:val="006F0B12"/>
    <w:rsid w:val="006F1481"/>
    <w:rsid w:val="006F1717"/>
    <w:rsid w:val="006F1F4A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CB7"/>
    <w:rsid w:val="0071371C"/>
    <w:rsid w:val="00714EB7"/>
    <w:rsid w:val="0071521C"/>
    <w:rsid w:val="00715B65"/>
    <w:rsid w:val="007166BC"/>
    <w:rsid w:val="00717C15"/>
    <w:rsid w:val="00720F3C"/>
    <w:rsid w:val="00724317"/>
    <w:rsid w:val="00725025"/>
    <w:rsid w:val="00730877"/>
    <w:rsid w:val="00730C76"/>
    <w:rsid w:val="007310B4"/>
    <w:rsid w:val="00731104"/>
    <w:rsid w:val="007351DF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58E"/>
    <w:rsid w:val="0074761F"/>
    <w:rsid w:val="007501C6"/>
    <w:rsid w:val="0075074A"/>
    <w:rsid w:val="00750BB6"/>
    <w:rsid w:val="007525FD"/>
    <w:rsid w:val="00752717"/>
    <w:rsid w:val="00752824"/>
    <w:rsid w:val="007532C2"/>
    <w:rsid w:val="00754C7D"/>
    <w:rsid w:val="00754E0C"/>
    <w:rsid w:val="00756A36"/>
    <w:rsid w:val="00757497"/>
    <w:rsid w:val="0075752F"/>
    <w:rsid w:val="00757C66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DC4"/>
    <w:rsid w:val="007841A6"/>
    <w:rsid w:val="00784A3A"/>
    <w:rsid w:val="00785D09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1EB"/>
    <w:rsid w:val="007A6219"/>
    <w:rsid w:val="007A64B5"/>
    <w:rsid w:val="007A78F0"/>
    <w:rsid w:val="007B3F74"/>
    <w:rsid w:val="007B6576"/>
    <w:rsid w:val="007B70F4"/>
    <w:rsid w:val="007B75F9"/>
    <w:rsid w:val="007C3186"/>
    <w:rsid w:val="007C3731"/>
    <w:rsid w:val="007C40D4"/>
    <w:rsid w:val="007C4D3F"/>
    <w:rsid w:val="007C523F"/>
    <w:rsid w:val="007C5953"/>
    <w:rsid w:val="007D019D"/>
    <w:rsid w:val="007D19DD"/>
    <w:rsid w:val="007D2796"/>
    <w:rsid w:val="007D2AB1"/>
    <w:rsid w:val="007D5591"/>
    <w:rsid w:val="007D585B"/>
    <w:rsid w:val="007D6148"/>
    <w:rsid w:val="007E0A15"/>
    <w:rsid w:val="007E1D83"/>
    <w:rsid w:val="007E2770"/>
    <w:rsid w:val="007E2A20"/>
    <w:rsid w:val="007E2A2B"/>
    <w:rsid w:val="007E2BCA"/>
    <w:rsid w:val="007E3F19"/>
    <w:rsid w:val="007E44DE"/>
    <w:rsid w:val="007F0210"/>
    <w:rsid w:val="007F02C9"/>
    <w:rsid w:val="007F4160"/>
    <w:rsid w:val="007F5EAC"/>
    <w:rsid w:val="007F6E4C"/>
    <w:rsid w:val="007F71DA"/>
    <w:rsid w:val="007F7A61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4B6"/>
    <w:rsid w:val="00810990"/>
    <w:rsid w:val="00811DE3"/>
    <w:rsid w:val="008124B4"/>
    <w:rsid w:val="00813CBA"/>
    <w:rsid w:val="00814A65"/>
    <w:rsid w:val="008157B2"/>
    <w:rsid w:val="00815BDF"/>
    <w:rsid w:val="00816C94"/>
    <w:rsid w:val="00817064"/>
    <w:rsid w:val="0082149E"/>
    <w:rsid w:val="00822111"/>
    <w:rsid w:val="00822EB5"/>
    <w:rsid w:val="008238B9"/>
    <w:rsid w:val="00823B6B"/>
    <w:rsid w:val="0082482F"/>
    <w:rsid w:val="00825570"/>
    <w:rsid w:val="00826FC9"/>
    <w:rsid w:val="0082707B"/>
    <w:rsid w:val="0082746E"/>
    <w:rsid w:val="00827770"/>
    <w:rsid w:val="00830C17"/>
    <w:rsid w:val="0083384F"/>
    <w:rsid w:val="00836CF2"/>
    <w:rsid w:val="00836F74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7495"/>
    <w:rsid w:val="00880B24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7F11"/>
    <w:rsid w:val="008A059D"/>
    <w:rsid w:val="008A122E"/>
    <w:rsid w:val="008A282B"/>
    <w:rsid w:val="008A312F"/>
    <w:rsid w:val="008A3FE9"/>
    <w:rsid w:val="008A77C8"/>
    <w:rsid w:val="008B0396"/>
    <w:rsid w:val="008B063C"/>
    <w:rsid w:val="008B0F72"/>
    <w:rsid w:val="008B140E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885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65B5"/>
    <w:rsid w:val="008E678F"/>
    <w:rsid w:val="008E6E14"/>
    <w:rsid w:val="008F0FA5"/>
    <w:rsid w:val="008F14D1"/>
    <w:rsid w:val="008F1FC1"/>
    <w:rsid w:val="008F2344"/>
    <w:rsid w:val="008F35D8"/>
    <w:rsid w:val="008F3A92"/>
    <w:rsid w:val="00900945"/>
    <w:rsid w:val="00901889"/>
    <w:rsid w:val="00901905"/>
    <w:rsid w:val="00904ACB"/>
    <w:rsid w:val="00905E3C"/>
    <w:rsid w:val="00906613"/>
    <w:rsid w:val="00907127"/>
    <w:rsid w:val="009108F8"/>
    <w:rsid w:val="00911D26"/>
    <w:rsid w:val="00913DF2"/>
    <w:rsid w:val="00914204"/>
    <w:rsid w:val="00917DF0"/>
    <w:rsid w:val="00917E0B"/>
    <w:rsid w:val="0092052D"/>
    <w:rsid w:val="0092143F"/>
    <w:rsid w:val="0092219A"/>
    <w:rsid w:val="009222AB"/>
    <w:rsid w:val="0092232F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638"/>
    <w:rsid w:val="009369D8"/>
    <w:rsid w:val="00937821"/>
    <w:rsid w:val="00937F1A"/>
    <w:rsid w:val="00940916"/>
    <w:rsid w:val="009416DA"/>
    <w:rsid w:val="00942F14"/>
    <w:rsid w:val="0094341D"/>
    <w:rsid w:val="0094423B"/>
    <w:rsid w:val="009454BE"/>
    <w:rsid w:val="00945980"/>
    <w:rsid w:val="0094703D"/>
    <w:rsid w:val="00947AB2"/>
    <w:rsid w:val="009507FF"/>
    <w:rsid w:val="009516C9"/>
    <w:rsid w:val="009519AC"/>
    <w:rsid w:val="00952CD9"/>
    <w:rsid w:val="00952EB9"/>
    <w:rsid w:val="009541DA"/>
    <w:rsid w:val="00956CDE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7EC8"/>
    <w:rsid w:val="009703D6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955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936"/>
    <w:rsid w:val="009B2B55"/>
    <w:rsid w:val="009B3374"/>
    <w:rsid w:val="009B3854"/>
    <w:rsid w:val="009B4D9B"/>
    <w:rsid w:val="009B792D"/>
    <w:rsid w:val="009C04E4"/>
    <w:rsid w:val="009C0555"/>
    <w:rsid w:val="009C26FC"/>
    <w:rsid w:val="009C28C3"/>
    <w:rsid w:val="009C2A1F"/>
    <w:rsid w:val="009C4629"/>
    <w:rsid w:val="009C469F"/>
    <w:rsid w:val="009C4CB3"/>
    <w:rsid w:val="009C7A0C"/>
    <w:rsid w:val="009D27C4"/>
    <w:rsid w:val="009D2F87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4BBF"/>
    <w:rsid w:val="00A256C0"/>
    <w:rsid w:val="00A26857"/>
    <w:rsid w:val="00A27C01"/>
    <w:rsid w:val="00A319F2"/>
    <w:rsid w:val="00A330DC"/>
    <w:rsid w:val="00A34638"/>
    <w:rsid w:val="00A34EB8"/>
    <w:rsid w:val="00A34F2B"/>
    <w:rsid w:val="00A355DE"/>
    <w:rsid w:val="00A36AB5"/>
    <w:rsid w:val="00A405AE"/>
    <w:rsid w:val="00A409C4"/>
    <w:rsid w:val="00A420E1"/>
    <w:rsid w:val="00A42B65"/>
    <w:rsid w:val="00A43E2D"/>
    <w:rsid w:val="00A4496E"/>
    <w:rsid w:val="00A478D7"/>
    <w:rsid w:val="00A47FFC"/>
    <w:rsid w:val="00A52E6C"/>
    <w:rsid w:val="00A54747"/>
    <w:rsid w:val="00A5488F"/>
    <w:rsid w:val="00A554BF"/>
    <w:rsid w:val="00A55B8E"/>
    <w:rsid w:val="00A56F59"/>
    <w:rsid w:val="00A57B09"/>
    <w:rsid w:val="00A57E45"/>
    <w:rsid w:val="00A602D0"/>
    <w:rsid w:val="00A60D60"/>
    <w:rsid w:val="00A61A1C"/>
    <w:rsid w:val="00A61BAE"/>
    <w:rsid w:val="00A6358D"/>
    <w:rsid w:val="00A6440E"/>
    <w:rsid w:val="00A64584"/>
    <w:rsid w:val="00A6470B"/>
    <w:rsid w:val="00A64D2D"/>
    <w:rsid w:val="00A665DE"/>
    <w:rsid w:val="00A66CA6"/>
    <w:rsid w:val="00A67439"/>
    <w:rsid w:val="00A708B1"/>
    <w:rsid w:val="00A70AFC"/>
    <w:rsid w:val="00A72520"/>
    <w:rsid w:val="00A75185"/>
    <w:rsid w:val="00A76A14"/>
    <w:rsid w:val="00A76B44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188A"/>
    <w:rsid w:val="00A93987"/>
    <w:rsid w:val="00A939F8"/>
    <w:rsid w:val="00A942BB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5F7"/>
    <w:rsid w:val="00AB3E9A"/>
    <w:rsid w:val="00AB4B6A"/>
    <w:rsid w:val="00AB4F0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F0BF1"/>
    <w:rsid w:val="00AF0E01"/>
    <w:rsid w:val="00AF0F94"/>
    <w:rsid w:val="00AF193D"/>
    <w:rsid w:val="00AF279A"/>
    <w:rsid w:val="00AF2D78"/>
    <w:rsid w:val="00AF3215"/>
    <w:rsid w:val="00AF3BF1"/>
    <w:rsid w:val="00AF548F"/>
    <w:rsid w:val="00AF6115"/>
    <w:rsid w:val="00AF61E5"/>
    <w:rsid w:val="00B006C5"/>
    <w:rsid w:val="00B01DCA"/>
    <w:rsid w:val="00B025C5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279"/>
    <w:rsid w:val="00B138A3"/>
    <w:rsid w:val="00B223FB"/>
    <w:rsid w:val="00B22F03"/>
    <w:rsid w:val="00B241A5"/>
    <w:rsid w:val="00B24920"/>
    <w:rsid w:val="00B251E5"/>
    <w:rsid w:val="00B264D2"/>
    <w:rsid w:val="00B26675"/>
    <w:rsid w:val="00B268B1"/>
    <w:rsid w:val="00B269D7"/>
    <w:rsid w:val="00B26EDF"/>
    <w:rsid w:val="00B26F74"/>
    <w:rsid w:val="00B30211"/>
    <w:rsid w:val="00B32A36"/>
    <w:rsid w:val="00B32C3B"/>
    <w:rsid w:val="00B33F01"/>
    <w:rsid w:val="00B35FAC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3C47"/>
    <w:rsid w:val="00B56166"/>
    <w:rsid w:val="00B6006D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9AA"/>
    <w:rsid w:val="00B774B5"/>
    <w:rsid w:val="00B779EE"/>
    <w:rsid w:val="00B80996"/>
    <w:rsid w:val="00B819DF"/>
    <w:rsid w:val="00B842B4"/>
    <w:rsid w:val="00B84BCC"/>
    <w:rsid w:val="00B84C2A"/>
    <w:rsid w:val="00B85DAE"/>
    <w:rsid w:val="00B879AF"/>
    <w:rsid w:val="00B9058C"/>
    <w:rsid w:val="00B9087D"/>
    <w:rsid w:val="00B909A2"/>
    <w:rsid w:val="00B91543"/>
    <w:rsid w:val="00B91C56"/>
    <w:rsid w:val="00B92736"/>
    <w:rsid w:val="00B92A5D"/>
    <w:rsid w:val="00B92CB0"/>
    <w:rsid w:val="00B93E2C"/>
    <w:rsid w:val="00B95E5D"/>
    <w:rsid w:val="00B9607B"/>
    <w:rsid w:val="00B96E42"/>
    <w:rsid w:val="00B97566"/>
    <w:rsid w:val="00B97A2F"/>
    <w:rsid w:val="00BA1116"/>
    <w:rsid w:val="00BA1DC1"/>
    <w:rsid w:val="00BA2F60"/>
    <w:rsid w:val="00BA4073"/>
    <w:rsid w:val="00BA4DF0"/>
    <w:rsid w:val="00BB22C7"/>
    <w:rsid w:val="00BB26D8"/>
    <w:rsid w:val="00BB4096"/>
    <w:rsid w:val="00BB4C6A"/>
    <w:rsid w:val="00BB5039"/>
    <w:rsid w:val="00BC08E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B08"/>
    <w:rsid w:val="00C00E82"/>
    <w:rsid w:val="00C02184"/>
    <w:rsid w:val="00C046E4"/>
    <w:rsid w:val="00C0503D"/>
    <w:rsid w:val="00C05043"/>
    <w:rsid w:val="00C057D4"/>
    <w:rsid w:val="00C07857"/>
    <w:rsid w:val="00C07A29"/>
    <w:rsid w:val="00C07D26"/>
    <w:rsid w:val="00C1112F"/>
    <w:rsid w:val="00C1145E"/>
    <w:rsid w:val="00C1444A"/>
    <w:rsid w:val="00C15F5F"/>
    <w:rsid w:val="00C20451"/>
    <w:rsid w:val="00C20CB1"/>
    <w:rsid w:val="00C214CA"/>
    <w:rsid w:val="00C21781"/>
    <w:rsid w:val="00C21BD9"/>
    <w:rsid w:val="00C21E19"/>
    <w:rsid w:val="00C223CF"/>
    <w:rsid w:val="00C229C0"/>
    <w:rsid w:val="00C22D97"/>
    <w:rsid w:val="00C27323"/>
    <w:rsid w:val="00C276DC"/>
    <w:rsid w:val="00C27783"/>
    <w:rsid w:val="00C30E06"/>
    <w:rsid w:val="00C3141F"/>
    <w:rsid w:val="00C31C2A"/>
    <w:rsid w:val="00C32930"/>
    <w:rsid w:val="00C333BF"/>
    <w:rsid w:val="00C34B49"/>
    <w:rsid w:val="00C369F1"/>
    <w:rsid w:val="00C37011"/>
    <w:rsid w:val="00C413FD"/>
    <w:rsid w:val="00C4221E"/>
    <w:rsid w:val="00C431E0"/>
    <w:rsid w:val="00C43590"/>
    <w:rsid w:val="00C4515D"/>
    <w:rsid w:val="00C463EC"/>
    <w:rsid w:val="00C463FC"/>
    <w:rsid w:val="00C47D32"/>
    <w:rsid w:val="00C513FA"/>
    <w:rsid w:val="00C525DC"/>
    <w:rsid w:val="00C5433A"/>
    <w:rsid w:val="00C55F15"/>
    <w:rsid w:val="00C569E4"/>
    <w:rsid w:val="00C57880"/>
    <w:rsid w:val="00C57B94"/>
    <w:rsid w:val="00C6072F"/>
    <w:rsid w:val="00C627F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6BB9"/>
    <w:rsid w:val="00C903B2"/>
    <w:rsid w:val="00C9098F"/>
    <w:rsid w:val="00C911C3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37C1"/>
    <w:rsid w:val="00CB6D5A"/>
    <w:rsid w:val="00CC0B3E"/>
    <w:rsid w:val="00CC14E6"/>
    <w:rsid w:val="00CC16B9"/>
    <w:rsid w:val="00CC23B2"/>
    <w:rsid w:val="00CC2A25"/>
    <w:rsid w:val="00CC3BA4"/>
    <w:rsid w:val="00CC4146"/>
    <w:rsid w:val="00CC5B63"/>
    <w:rsid w:val="00CC5CD2"/>
    <w:rsid w:val="00CC6ACC"/>
    <w:rsid w:val="00CC713B"/>
    <w:rsid w:val="00CC73D6"/>
    <w:rsid w:val="00CD071C"/>
    <w:rsid w:val="00CD0AC4"/>
    <w:rsid w:val="00CD33F6"/>
    <w:rsid w:val="00CD3FD7"/>
    <w:rsid w:val="00CD430E"/>
    <w:rsid w:val="00CD43FE"/>
    <w:rsid w:val="00CD4F05"/>
    <w:rsid w:val="00CD7970"/>
    <w:rsid w:val="00CE1550"/>
    <w:rsid w:val="00CE25D0"/>
    <w:rsid w:val="00CE4298"/>
    <w:rsid w:val="00CE751B"/>
    <w:rsid w:val="00CF0438"/>
    <w:rsid w:val="00CF0EC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159BC"/>
    <w:rsid w:val="00D159C2"/>
    <w:rsid w:val="00D22BC7"/>
    <w:rsid w:val="00D236F7"/>
    <w:rsid w:val="00D27B41"/>
    <w:rsid w:val="00D30FB2"/>
    <w:rsid w:val="00D310CB"/>
    <w:rsid w:val="00D351B5"/>
    <w:rsid w:val="00D36F8C"/>
    <w:rsid w:val="00D37F81"/>
    <w:rsid w:val="00D40FE2"/>
    <w:rsid w:val="00D41C58"/>
    <w:rsid w:val="00D4391E"/>
    <w:rsid w:val="00D44154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162D"/>
    <w:rsid w:val="00D62572"/>
    <w:rsid w:val="00D63A99"/>
    <w:rsid w:val="00D63BD4"/>
    <w:rsid w:val="00D63F14"/>
    <w:rsid w:val="00D642B6"/>
    <w:rsid w:val="00D6472A"/>
    <w:rsid w:val="00D658FA"/>
    <w:rsid w:val="00D662D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847"/>
    <w:rsid w:val="00D82C86"/>
    <w:rsid w:val="00D83DCF"/>
    <w:rsid w:val="00D86840"/>
    <w:rsid w:val="00D86D19"/>
    <w:rsid w:val="00D87430"/>
    <w:rsid w:val="00D928E4"/>
    <w:rsid w:val="00D92BFD"/>
    <w:rsid w:val="00D93E94"/>
    <w:rsid w:val="00D9413B"/>
    <w:rsid w:val="00D97A7F"/>
    <w:rsid w:val="00DA1993"/>
    <w:rsid w:val="00DA349D"/>
    <w:rsid w:val="00DA3A5D"/>
    <w:rsid w:val="00DA4365"/>
    <w:rsid w:val="00DA5257"/>
    <w:rsid w:val="00DA545A"/>
    <w:rsid w:val="00DA564E"/>
    <w:rsid w:val="00DA5A55"/>
    <w:rsid w:val="00DA741E"/>
    <w:rsid w:val="00DA7DCF"/>
    <w:rsid w:val="00DB012E"/>
    <w:rsid w:val="00DB091D"/>
    <w:rsid w:val="00DB1461"/>
    <w:rsid w:val="00DB19B7"/>
    <w:rsid w:val="00DB1AFB"/>
    <w:rsid w:val="00DB3E13"/>
    <w:rsid w:val="00DB4E07"/>
    <w:rsid w:val="00DB4E3B"/>
    <w:rsid w:val="00DB581C"/>
    <w:rsid w:val="00DB6DA7"/>
    <w:rsid w:val="00DB7930"/>
    <w:rsid w:val="00DC01F0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AB2"/>
    <w:rsid w:val="00DD4EA4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E29"/>
    <w:rsid w:val="00DF262F"/>
    <w:rsid w:val="00DF359C"/>
    <w:rsid w:val="00DF6326"/>
    <w:rsid w:val="00DF71E8"/>
    <w:rsid w:val="00DF7463"/>
    <w:rsid w:val="00DF76AE"/>
    <w:rsid w:val="00DF7E2D"/>
    <w:rsid w:val="00E0046B"/>
    <w:rsid w:val="00E0203A"/>
    <w:rsid w:val="00E0235A"/>
    <w:rsid w:val="00E06813"/>
    <w:rsid w:val="00E077FC"/>
    <w:rsid w:val="00E07AC4"/>
    <w:rsid w:val="00E1190A"/>
    <w:rsid w:val="00E1218A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0565"/>
    <w:rsid w:val="00E810AC"/>
    <w:rsid w:val="00E813E4"/>
    <w:rsid w:val="00E81442"/>
    <w:rsid w:val="00E81DE3"/>
    <w:rsid w:val="00E8214D"/>
    <w:rsid w:val="00E82150"/>
    <w:rsid w:val="00E82833"/>
    <w:rsid w:val="00E83E06"/>
    <w:rsid w:val="00E84CC3"/>
    <w:rsid w:val="00E87330"/>
    <w:rsid w:val="00E90693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97195"/>
    <w:rsid w:val="00E97609"/>
    <w:rsid w:val="00EA0ACB"/>
    <w:rsid w:val="00EA1ECA"/>
    <w:rsid w:val="00EA461F"/>
    <w:rsid w:val="00EA4CE5"/>
    <w:rsid w:val="00EA6CC7"/>
    <w:rsid w:val="00EA7959"/>
    <w:rsid w:val="00EB020D"/>
    <w:rsid w:val="00EB057A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092C"/>
    <w:rsid w:val="00EC1022"/>
    <w:rsid w:val="00EC25D1"/>
    <w:rsid w:val="00EC3040"/>
    <w:rsid w:val="00EC5678"/>
    <w:rsid w:val="00EC57EA"/>
    <w:rsid w:val="00EC5BA3"/>
    <w:rsid w:val="00ED00BB"/>
    <w:rsid w:val="00ED223D"/>
    <w:rsid w:val="00ED4C8B"/>
    <w:rsid w:val="00ED6F6A"/>
    <w:rsid w:val="00ED7A3B"/>
    <w:rsid w:val="00EE1775"/>
    <w:rsid w:val="00EE1B18"/>
    <w:rsid w:val="00EE211B"/>
    <w:rsid w:val="00EE2247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7CD"/>
    <w:rsid w:val="00EF1A6E"/>
    <w:rsid w:val="00EF2FBC"/>
    <w:rsid w:val="00EF50F0"/>
    <w:rsid w:val="00EF58A6"/>
    <w:rsid w:val="00EF5B1A"/>
    <w:rsid w:val="00EF777D"/>
    <w:rsid w:val="00EF78FC"/>
    <w:rsid w:val="00EF7DB6"/>
    <w:rsid w:val="00EF7F13"/>
    <w:rsid w:val="00F00818"/>
    <w:rsid w:val="00F00F7F"/>
    <w:rsid w:val="00F01211"/>
    <w:rsid w:val="00F019A0"/>
    <w:rsid w:val="00F01ECC"/>
    <w:rsid w:val="00F02ABB"/>
    <w:rsid w:val="00F04948"/>
    <w:rsid w:val="00F0659F"/>
    <w:rsid w:val="00F06D55"/>
    <w:rsid w:val="00F073A7"/>
    <w:rsid w:val="00F0760A"/>
    <w:rsid w:val="00F107C7"/>
    <w:rsid w:val="00F10C84"/>
    <w:rsid w:val="00F112C6"/>
    <w:rsid w:val="00F124BB"/>
    <w:rsid w:val="00F1283B"/>
    <w:rsid w:val="00F14A2D"/>
    <w:rsid w:val="00F1585E"/>
    <w:rsid w:val="00F16064"/>
    <w:rsid w:val="00F1725C"/>
    <w:rsid w:val="00F206A6"/>
    <w:rsid w:val="00F219FC"/>
    <w:rsid w:val="00F23BA5"/>
    <w:rsid w:val="00F24E18"/>
    <w:rsid w:val="00F2795F"/>
    <w:rsid w:val="00F32C31"/>
    <w:rsid w:val="00F33644"/>
    <w:rsid w:val="00F3473C"/>
    <w:rsid w:val="00F415E3"/>
    <w:rsid w:val="00F428A9"/>
    <w:rsid w:val="00F440CF"/>
    <w:rsid w:val="00F44FF9"/>
    <w:rsid w:val="00F45AF5"/>
    <w:rsid w:val="00F466A6"/>
    <w:rsid w:val="00F47869"/>
    <w:rsid w:val="00F504EF"/>
    <w:rsid w:val="00F512F3"/>
    <w:rsid w:val="00F5382C"/>
    <w:rsid w:val="00F53D2F"/>
    <w:rsid w:val="00F54C47"/>
    <w:rsid w:val="00F56507"/>
    <w:rsid w:val="00F60063"/>
    <w:rsid w:val="00F60126"/>
    <w:rsid w:val="00F61242"/>
    <w:rsid w:val="00F622F2"/>
    <w:rsid w:val="00F6266B"/>
    <w:rsid w:val="00F64609"/>
    <w:rsid w:val="00F66D2C"/>
    <w:rsid w:val="00F70154"/>
    <w:rsid w:val="00F70888"/>
    <w:rsid w:val="00F7184A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8BF"/>
    <w:rsid w:val="00F91160"/>
    <w:rsid w:val="00F91EEF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D0E"/>
    <w:rsid w:val="00FC6826"/>
    <w:rsid w:val="00FC6835"/>
    <w:rsid w:val="00FD0BFA"/>
    <w:rsid w:val="00FD34AC"/>
    <w:rsid w:val="00FD34BD"/>
    <w:rsid w:val="00FD5821"/>
    <w:rsid w:val="00FD7C52"/>
    <w:rsid w:val="00FE146A"/>
    <w:rsid w:val="00FE1EFD"/>
    <w:rsid w:val="00FE2087"/>
    <w:rsid w:val="00FE311E"/>
    <w:rsid w:val="00FE45A1"/>
    <w:rsid w:val="00FE4834"/>
    <w:rsid w:val="00FE4EE7"/>
    <w:rsid w:val="00FF0832"/>
    <w:rsid w:val="00FF0B62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3A6813AF-7F0E-4EBB-836C-E6948E56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83</TotalTime>
  <Pages>9</Pages>
  <Words>2347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15696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6</cp:revision>
  <cp:lastPrinted>2020-01-28T20:23:00Z</cp:lastPrinted>
  <dcterms:created xsi:type="dcterms:W3CDTF">2020-08-27T16:08:00Z</dcterms:created>
  <dcterms:modified xsi:type="dcterms:W3CDTF">2020-08-27T21:09:00Z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</Properties>
</file>