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3C231"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FB898FF" w14:textId="77777777" w:rsidTr="009C5475">
        <w:trPr>
          <w:trHeight w:val="485"/>
          <w:jc w:val="center"/>
        </w:trPr>
        <w:tc>
          <w:tcPr>
            <w:tcW w:w="9576" w:type="dxa"/>
            <w:gridSpan w:val="5"/>
            <w:vAlign w:val="center"/>
          </w:tcPr>
          <w:p w14:paraId="504DB228" w14:textId="52D34368" w:rsidR="00CA09B2" w:rsidRPr="004E6476" w:rsidRDefault="008C1F01">
            <w:pPr>
              <w:pStyle w:val="T2"/>
              <w:rPr>
                <w:szCs w:val="28"/>
              </w:rPr>
            </w:pPr>
            <w:r w:rsidRPr="004E6476">
              <w:rPr>
                <w:rFonts w:ascii="Verdana" w:hAnsi="Verdana"/>
                <w:color w:val="000000"/>
                <w:szCs w:val="28"/>
                <w:shd w:val="clear" w:color="auto" w:fill="FFFFFF"/>
              </w:rPr>
              <w:t>Telecon Minutes for REVmd CRC- June 17-19 2020</w:t>
            </w:r>
          </w:p>
        </w:tc>
      </w:tr>
      <w:tr w:rsidR="00CA09B2" w14:paraId="5CE4F771" w14:textId="77777777" w:rsidTr="009C5475">
        <w:trPr>
          <w:trHeight w:val="359"/>
          <w:jc w:val="center"/>
        </w:trPr>
        <w:tc>
          <w:tcPr>
            <w:tcW w:w="9576" w:type="dxa"/>
            <w:gridSpan w:val="5"/>
            <w:vAlign w:val="center"/>
          </w:tcPr>
          <w:p w14:paraId="77D26120" w14:textId="64E316DC" w:rsidR="00CA09B2" w:rsidRDefault="00CA09B2">
            <w:pPr>
              <w:pStyle w:val="T2"/>
              <w:ind w:left="0"/>
              <w:rPr>
                <w:sz w:val="20"/>
              </w:rPr>
            </w:pPr>
            <w:r>
              <w:rPr>
                <w:sz w:val="20"/>
              </w:rPr>
              <w:t>Date:</w:t>
            </w:r>
            <w:r>
              <w:rPr>
                <w:b w:val="0"/>
                <w:sz w:val="20"/>
              </w:rPr>
              <w:t xml:space="preserve">  </w:t>
            </w:r>
            <w:r w:rsidR="004E6476">
              <w:rPr>
                <w:b w:val="0"/>
                <w:sz w:val="20"/>
              </w:rPr>
              <w:t>2020-06-</w:t>
            </w:r>
            <w:r w:rsidR="00BB3545">
              <w:rPr>
                <w:b w:val="0"/>
                <w:sz w:val="20"/>
              </w:rPr>
              <w:t>25</w:t>
            </w:r>
          </w:p>
        </w:tc>
      </w:tr>
      <w:tr w:rsidR="00CA09B2" w14:paraId="278BE891" w14:textId="77777777" w:rsidTr="009C5475">
        <w:trPr>
          <w:cantSplit/>
          <w:jc w:val="center"/>
        </w:trPr>
        <w:tc>
          <w:tcPr>
            <w:tcW w:w="9576" w:type="dxa"/>
            <w:gridSpan w:val="5"/>
            <w:vAlign w:val="center"/>
          </w:tcPr>
          <w:p w14:paraId="56F59CC4" w14:textId="77777777" w:rsidR="00CA09B2" w:rsidRDefault="00CA09B2">
            <w:pPr>
              <w:pStyle w:val="T2"/>
              <w:spacing w:after="0"/>
              <w:ind w:left="0" w:right="0"/>
              <w:jc w:val="left"/>
              <w:rPr>
                <w:sz w:val="20"/>
              </w:rPr>
            </w:pPr>
            <w:r>
              <w:rPr>
                <w:sz w:val="20"/>
              </w:rPr>
              <w:t>Author(s):</w:t>
            </w:r>
          </w:p>
        </w:tc>
      </w:tr>
      <w:tr w:rsidR="00CA09B2" w14:paraId="0E1B9D95" w14:textId="77777777" w:rsidTr="009C5475">
        <w:trPr>
          <w:jc w:val="center"/>
        </w:trPr>
        <w:tc>
          <w:tcPr>
            <w:tcW w:w="1336" w:type="dxa"/>
            <w:vAlign w:val="center"/>
          </w:tcPr>
          <w:p w14:paraId="3D65C297" w14:textId="77777777" w:rsidR="00CA09B2" w:rsidRDefault="00CA09B2">
            <w:pPr>
              <w:pStyle w:val="T2"/>
              <w:spacing w:after="0"/>
              <w:ind w:left="0" w:right="0"/>
              <w:jc w:val="left"/>
              <w:rPr>
                <w:sz w:val="20"/>
              </w:rPr>
            </w:pPr>
            <w:r>
              <w:rPr>
                <w:sz w:val="20"/>
              </w:rPr>
              <w:t>Name</w:t>
            </w:r>
          </w:p>
        </w:tc>
        <w:tc>
          <w:tcPr>
            <w:tcW w:w="2064" w:type="dxa"/>
            <w:vAlign w:val="center"/>
          </w:tcPr>
          <w:p w14:paraId="03E6F260" w14:textId="77777777" w:rsidR="00CA09B2" w:rsidRDefault="0062440B">
            <w:pPr>
              <w:pStyle w:val="T2"/>
              <w:spacing w:after="0"/>
              <w:ind w:left="0" w:right="0"/>
              <w:jc w:val="left"/>
              <w:rPr>
                <w:sz w:val="20"/>
              </w:rPr>
            </w:pPr>
            <w:r>
              <w:rPr>
                <w:sz w:val="20"/>
              </w:rPr>
              <w:t>Affiliation</w:t>
            </w:r>
          </w:p>
        </w:tc>
        <w:tc>
          <w:tcPr>
            <w:tcW w:w="2814" w:type="dxa"/>
            <w:vAlign w:val="center"/>
          </w:tcPr>
          <w:p w14:paraId="4DED0658" w14:textId="77777777" w:rsidR="00CA09B2" w:rsidRDefault="00CA09B2">
            <w:pPr>
              <w:pStyle w:val="T2"/>
              <w:spacing w:after="0"/>
              <w:ind w:left="0" w:right="0"/>
              <w:jc w:val="left"/>
              <w:rPr>
                <w:sz w:val="20"/>
              </w:rPr>
            </w:pPr>
            <w:r>
              <w:rPr>
                <w:sz w:val="20"/>
              </w:rPr>
              <w:t>Address</w:t>
            </w:r>
          </w:p>
        </w:tc>
        <w:tc>
          <w:tcPr>
            <w:tcW w:w="1715" w:type="dxa"/>
            <w:vAlign w:val="center"/>
          </w:tcPr>
          <w:p w14:paraId="19194406" w14:textId="77777777" w:rsidR="00CA09B2" w:rsidRDefault="00CA09B2">
            <w:pPr>
              <w:pStyle w:val="T2"/>
              <w:spacing w:after="0"/>
              <w:ind w:left="0" w:right="0"/>
              <w:jc w:val="left"/>
              <w:rPr>
                <w:sz w:val="20"/>
              </w:rPr>
            </w:pPr>
            <w:r>
              <w:rPr>
                <w:sz w:val="20"/>
              </w:rPr>
              <w:t>Phone</w:t>
            </w:r>
          </w:p>
        </w:tc>
        <w:tc>
          <w:tcPr>
            <w:tcW w:w="1647" w:type="dxa"/>
            <w:vAlign w:val="center"/>
          </w:tcPr>
          <w:p w14:paraId="79535CCA" w14:textId="77777777" w:rsidR="00CA09B2" w:rsidRDefault="00CA09B2">
            <w:pPr>
              <w:pStyle w:val="T2"/>
              <w:spacing w:after="0"/>
              <w:ind w:left="0" w:right="0"/>
              <w:jc w:val="left"/>
              <w:rPr>
                <w:sz w:val="20"/>
              </w:rPr>
            </w:pPr>
            <w:r>
              <w:rPr>
                <w:sz w:val="20"/>
              </w:rPr>
              <w:t>email</w:t>
            </w:r>
          </w:p>
        </w:tc>
      </w:tr>
      <w:tr w:rsidR="009C5475" w14:paraId="791AD6BA" w14:textId="77777777" w:rsidTr="009C5475">
        <w:trPr>
          <w:jc w:val="center"/>
        </w:trPr>
        <w:tc>
          <w:tcPr>
            <w:tcW w:w="1336" w:type="dxa"/>
            <w:vAlign w:val="center"/>
          </w:tcPr>
          <w:p w14:paraId="54791BB1" w14:textId="7970EBE0" w:rsidR="009C5475" w:rsidRDefault="009C5475" w:rsidP="009C5475">
            <w:pPr>
              <w:pStyle w:val="T2"/>
              <w:spacing w:after="0"/>
              <w:ind w:left="0" w:right="0"/>
              <w:rPr>
                <w:b w:val="0"/>
                <w:sz w:val="20"/>
              </w:rPr>
            </w:pPr>
            <w:r>
              <w:rPr>
                <w:b w:val="0"/>
                <w:sz w:val="20"/>
              </w:rPr>
              <w:t>Jon Rosdahl</w:t>
            </w:r>
          </w:p>
        </w:tc>
        <w:tc>
          <w:tcPr>
            <w:tcW w:w="2064" w:type="dxa"/>
            <w:vAlign w:val="center"/>
          </w:tcPr>
          <w:p w14:paraId="452848D7" w14:textId="7C15D9A5" w:rsidR="009C5475" w:rsidRDefault="009C5475" w:rsidP="009C5475">
            <w:pPr>
              <w:pStyle w:val="T2"/>
              <w:spacing w:after="0"/>
              <w:ind w:left="0" w:right="0"/>
              <w:rPr>
                <w:b w:val="0"/>
                <w:sz w:val="20"/>
              </w:rPr>
            </w:pPr>
            <w:r>
              <w:rPr>
                <w:b w:val="0"/>
                <w:sz w:val="20"/>
              </w:rPr>
              <w:t>Qualcomm Technologies, Inc.</w:t>
            </w:r>
          </w:p>
        </w:tc>
        <w:tc>
          <w:tcPr>
            <w:tcW w:w="2814" w:type="dxa"/>
            <w:vAlign w:val="center"/>
          </w:tcPr>
          <w:p w14:paraId="6D4B9715" w14:textId="77777777" w:rsidR="009C5475" w:rsidRDefault="009C5475" w:rsidP="009C5475">
            <w:pPr>
              <w:pStyle w:val="T2"/>
              <w:spacing w:after="0"/>
              <w:ind w:left="0" w:right="0"/>
              <w:rPr>
                <w:b w:val="0"/>
                <w:sz w:val="20"/>
              </w:rPr>
            </w:pPr>
            <w:r>
              <w:rPr>
                <w:b w:val="0"/>
                <w:sz w:val="20"/>
              </w:rPr>
              <w:t>10871 N 5750 W</w:t>
            </w:r>
          </w:p>
          <w:p w14:paraId="357F3D64" w14:textId="07F0027C" w:rsidR="009C5475" w:rsidRDefault="009C5475" w:rsidP="009C5475">
            <w:pPr>
              <w:pStyle w:val="T2"/>
              <w:spacing w:after="0"/>
              <w:ind w:left="0" w:right="0"/>
              <w:rPr>
                <w:b w:val="0"/>
                <w:sz w:val="20"/>
              </w:rPr>
            </w:pPr>
            <w:r>
              <w:rPr>
                <w:b w:val="0"/>
                <w:sz w:val="20"/>
              </w:rPr>
              <w:t>Highland, UT 84003</w:t>
            </w:r>
          </w:p>
        </w:tc>
        <w:tc>
          <w:tcPr>
            <w:tcW w:w="1715" w:type="dxa"/>
            <w:vAlign w:val="center"/>
          </w:tcPr>
          <w:p w14:paraId="6D6304A2" w14:textId="1D9BFA48" w:rsidR="009C5475" w:rsidRDefault="009C5475" w:rsidP="009C5475">
            <w:pPr>
              <w:pStyle w:val="T2"/>
              <w:spacing w:after="0"/>
              <w:ind w:left="0" w:right="0"/>
              <w:rPr>
                <w:b w:val="0"/>
                <w:sz w:val="20"/>
              </w:rPr>
            </w:pPr>
            <w:r>
              <w:rPr>
                <w:b w:val="0"/>
                <w:sz w:val="20"/>
              </w:rPr>
              <w:t>+1-801-492-4023</w:t>
            </w:r>
          </w:p>
        </w:tc>
        <w:tc>
          <w:tcPr>
            <w:tcW w:w="1647" w:type="dxa"/>
            <w:vAlign w:val="center"/>
          </w:tcPr>
          <w:p w14:paraId="0AB5BCDB" w14:textId="03DD6E95" w:rsidR="009C5475" w:rsidRDefault="009C5475" w:rsidP="009C5475">
            <w:pPr>
              <w:pStyle w:val="T2"/>
              <w:spacing w:after="0"/>
              <w:ind w:left="0" w:right="0"/>
              <w:rPr>
                <w:b w:val="0"/>
                <w:sz w:val="16"/>
              </w:rPr>
            </w:pPr>
            <w:r>
              <w:rPr>
                <w:b w:val="0"/>
                <w:sz w:val="16"/>
              </w:rPr>
              <w:t>jrosdahl @ ieee.org</w:t>
            </w:r>
          </w:p>
        </w:tc>
      </w:tr>
      <w:tr w:rsidR="006F49F4" w14:paraId="26607C9A" w14:textId="77777777" w:rsidTr="009C5475">
        <w:trPr>
          <w:jc w:val="center"/>
        </w:trPr>
        <w:tc>
          <w:tcPr>
            <w:tcW w:w="1336" w:type="dxa"/>
            <w:vAlign w:val="center"/>
          </w:tcPr>
          <w:p w14:paraId="15AC8E1E" w14:textId="64BE4EBE" w:rsidR="006F49F4" w:rsidRDefault="006F49F4" w:rsidP="006F49F4">
            <w:pPr>
              <w:pStyle w:val="T2"/>
              <w:spacing w:after="0"/>
              <w:ind w:left="0" w:right="0"/>
              <w:rPr>
                <w:b w:val="0"/>
                <w:sz w:val="20"/>
              </w:rPr>
            </w:pPr>
            <w:r>
              <w:rPr>
                <w:b w:val="0"/>
                <w:sz w:val="20"/>
              </w:rPr>
              <w:t>Michael Montemurro</w:t>
            </w:r>
          </w:p>
        </w:tc>
        <w:tc>
          <w:tcPr>
            <w:tcW w:w="2064" w:type="dxa"/>
            <w:vAlign w:val="center"/>
          </w:tcPr>
          <w:p w14:paraId="17D4C1C9" w14:textId="73DFC5EF" w:rsidR="006F49F4" w:rsidRDefault="006F49F4" w:rsidP="006F49F4">
            <w:pPr>
              <w:pStyle w:val="T2"/>
              <w:spacing w:after="0"/>
              <w:ind w:left="0" w:right="0"/>
              <w:rPr>
                <w:b w:val="0"/>
                <w:sz w:val="20"/>
              </w:rPr>
            </w:pPr>
            <w:r>
              <w:rPr>
                <w:b w:val="0"/>
                <w:sz w:val="20"/>
              </w:rPr>
              <w:t>BlackBerry</w:t>
            </w:r>
          </w:p>
        </w:tc>
        <w:tc>
          <w:tcPr>
            <w:tcW w:w="2814" w:type="dxa"/>
            <w:vAlign w:val="center"/>
          </w:tcPr>
          <w:p w14:paraId="581AE7ED" w14:textId="6AB945C7" w:rsidR="006F49F4" w:rsidRDefault="006F49F4" w:rsidP="006F49F4">
            <w:pPr>
              <w:pStyle w:val="T2"/>
              <w:spacing w:after="0"/>
              <w:ind w:left="0" w:right="0"/>
              <w:rPr>
                <w:b w:val="0"/>
                <w:sz w:val="20"/>
              </w:rPr>
            </w:pPr>
            <w:r>
              <w:rPr>
                <w:b w:val="0"/>
                <w:sz w:val="20"/>
              </w:rPr>
              <w:t>4701 Tahoe Blvd, Mississauga, ON L4W 0B4</w:t>
            </w:r>
          </w:p>
        </w:tc>
        <w:tc>
          <w:tcPr>
            <w:tcW w:w="1715" w:type="dxa"/>
            <w:vAlign w:val="center"/>
          </w:tcPr>
          <w:p w14:paraId="1B4059DF" w14:textId="60B6C91E" w:rsidR="006F49F4" w:rsidRDefault="006F49F4" w:rsidP="006F49F4">
            <w:pPr>
              <w:pStyle w:val="T2"/>
              <w:spacing w:after="0"/>
              <w:ind w:left="0" w:right="0"/>
              <w:rPr>
                <w:b w:val="0"/>
                <w:sz w:val="20"/>
              </w:rPr>
            </w:pPr>
            <w:r>
              <w:rPr>
                <w:b w:val="0"/>
                <w:sz w:val="20"/>
              </w:rPr>
              <w:t>+1 289-261-4183</w:t>
            </w:r>
          </w:p>
        </w:tc>
        <w:tc>
          <w:tcPr>
            <w:tcW w:w="1647" w:type="dxa"/>
            <w:vAlign w:val="center"/>
          </w:tcPr>
          <w:p w14:paraId="0EC493A3" w14:textId="5F4E7E54" w:rsidR="006F49F4" w:rsidRDefault="00025BEF" w:rsidP="006F49F4">
            <w:pPr>
              <w:pStyle w:val="T2"/>
              <w:spacing w:after="0"/>
              <w:ind w:left="0" w:right="0"/>
              <w:rPr>
                <w:b w:val="0"/>
                <w:sz w:val="16"/>
              </w:rPr>
            </w:pPr>
            <w:hyperlink r:id="rId10" w:history="1">
              <w:r w:rsidR="006F49F4" w:rsidRPr="007E12F6">
                <w:rPr>
                  <w:rStyle w:val="Hyperlink"/>
                  <w:b w:val="0"/>
                  <w:sz w:val="16"/>
                  <w:szCs w:val="16"/>
                </w:rPr>
                <w:t>mmontemurro@blackberry.com</w:t>
              </w:r>
            </w:hyperlink>
            <w:r w:rsidR="006F49F4" w:rsidRPr="007E12F6">
              <w:rPr>
                <w:b w:val="0"/>
                <w:sz w:val="16"/>
                <w:szCs w:val="16"/>
              </w:rPr>
              <w:t xml:space="preserve"> </w:t>
            </w:r>
          </w:p>
        </w:tc>
      </w:tr>
    </w:tbl>
    <w:p w14:paraId="5E98F61C" w14:textId="104B00E4" w:rsidR="00CA09B2" w:rsidRDefault="00763EC9">
      <w:pPr>
        <w:pStyle w:val="T1"/>
        <w:spacing w:after="120"/>
        <w:rPr>
          <w:sz w:val="22"/>
        </w:rPr>
      </w:pPr>
      <w:r>
        <w:rPr>
          <w:noProof/>
        </w:rPr>
        <mc:AlternateContent>
          <mc:Choice Requires="wps">
            <w:drawing>
              <wp:anchor distT="0" distB="0" distL="114300" distR="114300" simplePos="0" relativeHeight="251657728" behindDoc="0" locked="0" layoutInCell="0" allowOverlap="1" wp14:anchorId="7CD357DB" wp14:editId="5F1DAB8C">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818AA" w14:textId="77777777" w:rsidR="0029020B" w:rsidRDefault="0029020B">
                            <w:pPr>
                              <w:pStyle w:val="T1"/>
                              <w:spacing w:after="120"/>
                            </w:pPr>
                            <w:r>
                              <w:t>Abstract</w:t>
                            </w:r>
                          </w:p>
                          <w:p w14:paraId="5A78FF7D" w14:textId="54A675B4" w:rsidR="009B5CA7" w:rsidRDefault="009B5CA7" w:rsidP="009B5CA7">
                            <w:pPr>
                              <w:jc w:val="both"/>
                            </w:pPr>
                            <w:r>
                              <w:t>Minutes for the 802.11md REVmd CRC Telecons for June</w:t>
                            </w:r>
                            <w:r w:rsidR="0091350B">
                              <w:t xml:space="preserve"> </w:t>
                            </w:r>
                            <w:r>
                              <w:t>17 and 19, 2020.</w:t>
                            </w:r>
                          </w:p>
                          <w:p w14:paraId="6EEE35A0" w14:textId="77777777" w:rsidR="009B5CA7" w:rsidRDefault="009B5CA7" w:rsidP="009B5CA7">
                            <w:pPr>
                              <w:jc w:val="both"/>
                            </w:pPr>
                          </w:p>
                          <w:p w14:paraId="438C2573" w14:textId="0F98331B" w:rsidR="009B5CA7" w:rsidRDefault="009B5CA7" w:rsidP="009B5CA7">
                            <w:pPr>
                              <w:jc w:val="both"/>
                            </w:pPr>
                            <w:r>
                              <w:t xml:space="preserve">R0: Minutes for June </w:t>
                            </w:r>
                            <w:r w:rsidR="0091350B">
                              <w:t xml:space="preserve">17, </w:t>
                            </w:r>
                            <w:r>
                              <w:t>2020</w:t>
                            </w:r>
                            <w:r w:rsidR="0091350B">
                              <w:t xml:space="preserve"> – Thanks to Mike for helping with Minutes.</w:t>
                            </w:r>
                          </w:p>
                          <w:p w14:paraId="5CED5E43" w14:textId="194606CF" w:rsidR="002F6A8C" w:rsidRDefault="002F6A8C" w:rsidP="009B5CA7">
                            <w:pPr>
                              <w:jc w:val="both"/>
                            </w:pPr>
                          </w:p>
                          <w:p w14:paraId="2E7FFE34" w14:textId="60A65C5B" w:rsidR="002F6A8C" w:rsidRDefault="002F6A8C" w:rsidP="009B5CA7">
                            <w:pPr>
                              <w:jc w:val="both"/>
                            </w:pPr>
                            <w:r>
                              <w:t xml:space="preserve">R1: Minutes for June 19, 2020 </w:t>
                            </w:r>
                            <w:r w:rsidR="00381A87">
                              <w:t>–</w:t>
                            </w:r>
                            <w:r>
                              <w:t xml:space="preserve"> Motions</w:t>
                            </w:r>
                            <w:r w:rsidR="00381A87">
                              <w:t xml:space="preserve"> were main agenda.</w:t>
                            </w:r>
                          </w:p>
                          <w:p w14:paraId="6931F1A9" w14:textId="77777777" w:rsidR="00BB3545" w:rsidRDefault="00BB3545" w:rsidP="009B5CA7">
                            <w:pPr>
                              <w:jc w:val="both"/>
                            </w:pPr>
                          </w:p>
                          <w:p w14:paraId="13365149" w14:textId="2EA08F4E" w:rsidR="00BB3545" w:rsidRDefault="00BB3545" w:rsidP="009B5CA7">
                            <w:pPr>
                              <w:jc w:val="both"/>
                            </w:pPr>
                            <w:r>
                              <w:t>R2: Minor updates/corrections made.</w:t>
                            </w:r>
                          </w:p>
                          <w:p w14:paraId="1E27035B" w14:textId="2205FAF3" w:rsidR="0029020B" w:rsidRDefault="0029020B" w:rsidP="009B5CA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357D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368818AA" w14:textId="77777777" w:rsidR="0029020B" w:rsidRDefault="0029020B">
                      <w:pPr>
                        <w:pStyle w:val="T1"/>
                        <w:spacing w:after="120"/>
                      </w:pPr>
                      <w:r>
                        <w:t>Abstract</w:t>
                      </w:r>
                    </w:p>
                    <w:p w14:paraId="5A78FF7D" w14:textId="54A675B4" w:rsidR="009B5CA7" w:rsidRDefault="009B5CA7" w:rsidP="009B5CA7">
                      <w:pPr>
                        <w:jc w:val="both"/>
                      </w:pPr>
                      <w:r>
                        <w:t>Minutes for the 802.11md REVmd CRC Telecons for June</w:t>
                      </w:r>
                      <w:r w:rsidR="0091350B">
                        <w:t xml:space="preserve"> </w:t>
                      </w:r>
                      <w:r>
                        <w:t>17 and 19, 2020.</w:t>
                      </w:r>
                    </w:p>
                    <w:p w14:paraId="6EEE35A0" w14:textId="77777777" w:rsidR="009B5CA7" w:rsidRDefault="009B5CA7" w:rsidP="009B5CA7">
                      <w:pPr>
                        <w:jc w:val="both"/>
                      </w:pPr>
                    </w:p>
                    <w:p w14:paraId="438C2573" w14:textId="0F98331B" w:rsidR="009B5CA7" w:rsidRDefault="009B5CA7" w:rsidP="009B5CA7">
                      <w:pPr>
                        <w:jc w:val="both"/>
                      </w:pPr>
                      <w:r>
                        <w:t xml:space="preserve">R0: Minutes for June </w:t>
                      </w:r>
                      <w:r w:rsidR="0091350B">
                        <w:t xml:space="preserve">17, </w:t>
                      </w:r>
                      <w:r>
                        <w:t>2020</w:t>
                      </w:r>
                      <w:r w:rsidR="0091350B">
                        <w:t xml:space="preserve"> – Thanks to Mike for helping with Minutes.</w:t>
                      </w:r>
                    </w:p>
                    <w:p w14:paraId="5CED5E43" w14:textId="194606CF" w:rsidR="002F6A8C" w:rsidRDefault="002F6A8C" w:rsidP="009B5CA7">
                      <w:pPr>
                        <w:jc w:val="both"/>
                      </w:pPr>
                    </w:p>
                    <w:p w14:paraId="2E7FFE34" w14:textId="60A65C5B" w:rsidR="002F6A8C" w:rsidRDefault="002F6A8C" w:rsidP="009B5CA7">
                      <w:pPr>
                        <w:jc w:val="both"/>
                      </w:pPr>
                      <w:r>
                        <w:t xml:space="preserve">R1: Minutes for June 19, 2020 </w:t>
                      </w:r>
                      <w:r w:rsidR="00381A87">
                        <w:t>–</w:t>
                      </w:r>
                      <w:r>
                        <w:t xml:space="preserve"> Motions</w:t>
                      </w:r>
                      <w:r w:rsidR="00381A87">
                        <w:t xml:space="preserve"> were main agenda.</w:t>
                      </w:r>
                    </w:p>
                    <w:p w14:paraId="6931F1A9" w14:textId="77777777" w:rsidR="00BB3545" w:rsidRDefault="00BB3545" w:rsidP="009B5CA7">
                      <w:pPr>
                        <w:jc w:val="both"/>
                      </w:pPr>
                    </w:p>
                    <w:p w14:paraId="13365149" w14:textId="2EA08F4E" w:rsidR="00BB3545" w:rsidRDefault="00BB3545" w:rsidP="009B5CA7">
                      <w:pPr>
                        <w:jc w:val="both"/>
                      </w:pPr>
                      <w:r>
                        <w:t>R2: Minor updates/corrections made.</w:t>
                      </w:r>
                    </w:p>
                    <w:p w14:paraId="1E27035B" w14:textId="2205FAF3" w:rsidR="0029020B" w:rsidRDefault="0029020B" w:rsidP="009B5CA7">
                      <w:pPr>
                        <w:jc w:val="both"/>
                      </w:pPr>
                    </w:p>
                  </w:txbxContent>
                </v:textbox>
              </v:shape>
            </w:pict>
          </mc:Fallback>
        </mc:AlternateContent>
      </w:r>
    </w:p>
    <w:p w14:paraId="2D268C08" w14:textId="2798A8C2" w:rsidR="00A73BD5" w:rsidRPr="00034557" w:rsidRDefault="00CA09B2" w:rsidP="00A73BD5">
      <w:pPr>
        <w:rPr>
          <w:b/>
          <w:bCs/>
          <w:szCs w:val="22"/>
        </w:rPr>
      </w:pPr>
      <w:r>
        <w:br w:type="page"/>
      </w:r>
    </w:p>
    <w:p w14:paraId="638F5ACE" w14:textId="553FD1C7" w:rsidR="009B5CA7" w:rsidRPr="00034557" w:rsidRDefault="009B5CA7" w:rsidP="009B5CA7">
      <w:pPr>
        <w:numPr>
          <w:ilvl w:val="0"/>
          <w:numId w:val="1"/>
        </w:numPr>
        <w:rPr>
          <w:b/>
          <w:bCs/>
          <w:szCs w:val="22"/>
          <w:lang w:val="en-US"/>
        </w:rPr>
      </w:pPr>
      <w:r w:rsidRPr="00034557">
        <w:rPr>
          <w:b/>
          <w:bCs/>
          <w:szCs w:val="22"/>
        </w:rPr>
        <w:lastRenderedPageBreak/>
        <w:t xml:space="preserve">IEEE 802.11md REVmd CRC Telecon </w:t>
      </w:r>
      <w:r>
        <w:rPr>
          <w:b/>
          <w:bCs/>
          <w:szCs w:val="22"/>
        </w:rPr>
        <w:t>Wednesday</w:t>
      </w:r>
      <w:r w:rsidRPr="00034557">
        <w:rPr>
          <w:b/>
          <w:bCs/>
          <w:szCs w:val="22"/>
        </w:rPr>
        <w:t xml:space="preserve"> </w:t>
      </w:r>
      <w:r>
        <w:rPr>
          <w:b/>
          <w:bCs/>
          <w:szCs w:val="22"/>
        </w:rPr>
        <w:t xml:space="preserve">June </w:t>
      </w:r>
      <w:r w:rsidR="00A73BD5">
        <w:rPr>
          <w:b/>
          <w:bCs/>
          <w:szCs w:val="22"/>
        </w:rPr>
        <w:t>1</w:t>
      </w:r>
      <w:r w:rsidR="00084EF8">
        <w:rPr>
          <w:b/>
          <w:bCs/>
          <w:szCs w:val="22"/>
        </w:rPr>
        <w:t>7</w:t>
      </w:r>
      <w:r w:rsidRPr="00034557">
        <w:rPr>
          <w:b/>
          <w:bCs/>
          <w:szCs w:val="22"/>
        </w:rPr>
        <w:t>, 2020 16:00-18:00 ET</w:t>
      </w:r>
    </w:p>
    <w:p w14:paraId="0D9B6D73" w14:textId="77777777" w:rsidR="009B5CA7" w:rsidRDefault="009B5CA7" w:rsidP="009B5CA7">
      <w:pPr>
        <w:numPr>
          <w:ilvl w:val="1"/>
          <w:numId w:val="1"/>
        </w:numPr>
      </w:pPr>
      <w:r w:rsidRPr="0064726C">
        <w:rPr>
          <w:b/>
          <w:bCs/>
        </w:rPr>
        <w:t>Called to order at 4:0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1EC29BBD" w14:textId="77777777" w:rsidR="009B5CA7" w:rsidRPr="0064726C" w:rsidRDefault="009B5CA7" w:rsidP="009B5CA7">
      <w:pPr>
        <w:numPr>
          <w:ilvl w:val="1"/>
          <w:numId w:val="1"/>
        </w:numPr>
        <w:rPr>
          <w:b/>
          <w:bCs/>
        </w:rPr>
      </w:pPr>
      <w:r w:rsidRPr="0064726C">
        <w:rPr>
          <w:b/>
          <w:bCs/>
        </w:rPr>
        <w:t>Review Patent and Participation Policy</w:t>
      </w:r>
    </w:p>
    <w:p w14:paraId="2ADD55A9" w14:textId="77777777" w:rsidR="009B5CA7" w:rsidRDefault="009B5CA7" w:rsidP="009B5CA7">
      <w:pPr>
        <w:numPr>
          <w:ilvl w:val="2"/>
          <w:numId w:val="1"/>
        </w:numPr>
      </w:pPr>
      <w:r>
        <w:t>No Issues noted.</w:t>
      </w:r>
    </w:p>
    <w:p w14:paraId="082C107C" w14:textId="77777777" w:rsidR="009B5CA7" w:rsidRDefault="009B5CA7" w:rsidP="009B5CA7">
      <w:pPr>
        <w:numPr>
          <w:ilvl w:val="1"/>
          <w:numId w:val="1"/>
        </w:numPr>
      </w:pPr>
      <w:r w:rsidRPr="0064726C">
        <w:rPr>
          <w:b/>
          <w:bCs/>
        </w:rPr>
        <w:t>Attendance:</w:t>
      </w:r>
      <w:r>
        <w:t xml:space="preserve"> -please log with IMAT:</w:t>
      </w:r>
    </w:p>
    <w:p w14:paraId="1D812197" w14:textId="77777777" w:rsidR="009B5CA7" w:rsidRDefault="009B5CA7" w:rsidP="009B5CA7">
      <w:pPr>
        <w:numPr>
          <w:ilvl w:val="2"/>
          <w:numId w:val="1"/>
        </w:numPr>
      </w:pPr>
      <w:r w:rsidRPr="006A27CC">
        <w:t xml:space="preserve">About </w:t>
      </w:r>
      <w:r>
        <w:t xml:space="preserve">12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8C1F01" w:rsidRPr="00073BF3" w14:paraId="2A60C06E" w14:textId="77777777" w:rsidTr="00D40623">
        <w:trPr>
          <w:trHeight w:val="300"/>
        </w:trPr>
        <w:tc>
          <w:tcPr>
            <w:tcW w:w="463" w:type="dxa"/>
            <w:tcBorders>
              <w:top w:val="nil"/>
              <w:left w:val="nil"/>
              <w:bottom w:val="nil"/>
              <w:right w:val="nil"/>
            </w:tcBorders>
          </w:tcPr>
          <w:p w14:paraId="7DF26EB3"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88DC8DB" w14:textId="67CC3497"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525F4EE7" w14:textId="200A6178"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D62C97D" w14:textId="4949FF8D" w:rsidR="008C1F01" w:rsidRPr="00073BF3" w:rsidRDefault="008C1F01" w:rsidP="008C1F01">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1D88485" w14:textId="36DD9E96" w:rsidR="008C1F01" w:rsidRPr="00073BF3" w:rsidRDefault="008C1F01" w:rsidP="008C1F01">
            <w:pPr>
              <w:rPr>
                <w:rFonts w:ascii="Calibri" w:hAnsi="Calibri" w:cs="Calibri"/>
                <w:color w:val="000000"/>
                <w:szCs w:val="22"/>
                <w:lang w:val="en-US"/>
              </w:rPr>
            </w:pPr>
            <w:r>
              <w:rPr>
                <w:rFonts w:ascii="Calibri" w:hAnsi="Calibri" w:cs="Calibri"/>
                <w:color w:val="000000"/>
                <w:szCs w:val="22"/>
              </w:rPr>
              <w:t>Huawei Technologies Co., Ltd</w:t>
            </w:r>
          </w:p>
        </w:tc>
      </w:tr>
      <w:tr w:rsidR="008C1F01" w:rsidRPr="00073BF3" w14:paraId="708CB107" w14:textId="77777777" w:rsidTr="00D40623">
        <w:trPr>
          <w:trHeight w:val="300"/>
        </w:trPr>
        <w:tc>
          <w:tcPr>
            <w:tcW w:w="0" w:type="auto"/>
            <w:tcBorders>
              <w:top w:val="nil"/>
              <w:left w:val="nil"/>
              <w:bottom w:val="nil"/>
              <w:right w:val="nil"/>
            </w:tcBorders>
          </w:tcPr>
          <w:p w14:paraId="5CC2F4D5"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37640C" w14:textId="6F19BC94"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E0603F0" w14:textId="49645CAC"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7D1F762" w14:textId="2A440355" w:rsidR="008C1F01" w:rsidRPr="00073BF3" w:rsidRDefault="008C1F01" w:rsidP="008C1F01">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D0C6BB4" w14:textId="0E40AD59" w:rsidR="008C1F01" w:rsidRPr="00073BF3" w:rsidRDefault="008C1F01" w:rsidP="008C1F01">
            <w:pPr>
              <w:rPr>
                <w:rFonts w:ascii="Calibri" w:hAnsi="Calibri" w:cs="Calibri"/>
                <w:color w:val="000000"/>
                <w:szCs w:val="22"/>
                <w:lang w:val="en-US"/>
              </w:rPr>
            </w:pPr>
            <w:r>
              <w:rPr>
                <w:rFonts w:ascii="Calibri" w:hAnsi="Calibri" w:cs="Calibri"/>
                <w:color w:val="000000"/>
                <w:szCs w:val="22"/>
              </w:rPr>
              <w:t>Realtek Semiconductor Corp.</w:t>
            </w:r>
          </w:p>
        </w:tc>
      </w:tr>
      <w:tr w:rsidR="008C1F01" w:rsidRPr="00073BF3" w14:paraId="72FD0C45" w14:textId="77777777" w:rsidTr="00D40623">
        <w:trPr>
          <w:trHeight w:val="300"/>
        </w:trPr>
        <w:tc>
          <w:tcPr>
            <w:tcW w:w="0" w:type="auto"/>
            <w:tcBorders>
              <w:top w:val="nil"/>
              <w:left w:val="nil"/>
              <w:bottom w:val="nil"/>
              <w:right w:val="nil"/>
            </w:tcBorders>
          </w:tcPr>
          <w:p w14:paraId="6070552C"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0806E19" w14:textId="6246DE29"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0C8B3F" w14:textId="53C5B8E3"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E46EBBD" w14:textId="6352CF2E" w:rsidR="008C1F01" w:rsidRPr="00073BF3" w:rsidRDefault="008C1F01" w:rsidP="008C1F01">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CEBB88" w14:textId="7AE2F511" w:rsidR="008C1F01" w:rsidRPr="00073BF3" w:rsidRDefault="008C1F01" w:rsidP="008C1F01">
            <w:pPr>
              <w:rPr>
                <w:rFonts w:ascii="Calibri" w:hAnsi="Calibri" w:cs="Calibri"/>
                <w:color w:val="000000"/>
                <w:szCs w:val="22"/>
                <w:lang w:val="en-US"/>
              </w:rPr>
            </w:pPr>
            <w:r>
              <w:rPr>
                <w:rFonts w:ascii="Calibri" w:hAnsi="Calibri" w:cs="Calibri"/>
                <w:color w:val="000000"/>
                <w:szCs w:val="22"/>
              </w:rPr>
              <w:t>Broadcom Corporation</w:t>
            </w:r>
          </w:p>
        </w:tc>
      </w:tr>
      <w:tr w:rsidR="008C1F01" w:rsidRPr="00073BF3" w14:paraId="5A4400BE" w14:textId="77777777" w:rsidTr="00D40623">
        <w:trPr>
          <w:trHeight w:val="300"/>
        </w:trPr>
        <w:tc>
          <w:tcPr>
            <w:tcW w:w="0" w:type="auto"/>
            <w:tcBorders>
              <w:top w:val="nil"/>
              <w:left w:val="nil"/>
              <w:bottom w:val="nil"/>
              <w:right w:val="nil"/>
            </w:tcBorders>
          </w:tcPr>
          <w:p w14:paraId="70CCB84A"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C6DE26" w14:textId="6FE099D0"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454DF9" w14:textId="1679BE85"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DCCE7CD" w14:textId="578EB4D4" w:rsidR="008C1F01" w:rsidRPr="00073BF3" w:rsidRDefault="008C1F01" w:rsidP="008C1F01">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E592F8" w14:textId="18BC11EB" w:rsidR="008C1F01" w:rsidRPr="00073BF3" w:rsidRDefault="008C1F01" w:rsidP="008C1F01">
            <w:pPr>
              <w:rPr>
                <w:rFonts w:ascii="Calibri" w:hAnsi="Calibri" w:cs="Calibri"/>
                <w:color w:val="000000"/>
                <w:szCs w:val="22"/>
                <w:lang w:val="en-US"/>
              </w:rPr>
            </w:pPr>
            <w:r>
              <w:rPr>
                <w:rFonts w:ascii="Calibri" w:hAnsi="Calibri" w:cs="Calibri"/>
                <w:color w:val="000000"/>
                <w:szCs w:val="22"/>
              </w:rPr>
              <w:t>Morse Micro</w:t>
            </w:r>
          </w:p>
        </w:tc>
      </w:tr>
      <w:tr w:rsidR="008C1F01" w:rsidRPr="00073BF3" w14:paraId="5DFDC99A" w14:textId="77777777" w:rsidTr="00D40623">
        <w:trPr>
          <w:trHeight w:val="300"/>
        </w:trPr>
        <w:tc>
          <w:tcPr>
            <w:tcW w:w="0" w:type="auto"/>
            <w:tcBorders>
              <w:top w:val="nil"/>
              <w:left w:val="nil"/>
              <w:bottom w:val="nil"/>
              <w:right w:val="nil"/>
            </w:tcBorders>
          </w:tcPr>
          <w:p w14:paraId="7DDD7241"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37523C5" w14:textId="0208233D"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EA15A8" w14:textId="0D3C9DDA"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24DA6BF" w14:textId="69805AA2" w:rsidR="008C1F01" w:rsidRPr="00073BF3" w:rsidRDefault="008C1F01" w:rsidP="008C1F01">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02C9A0" w14:textId="7C21F0A6" w:rsidR="008C1F01" w:rsidRPr="00073BF3" w:rsidRDefault="008C1F01" w:rsidP="008C1F01">
            <w:pPr>
              <w:rPr>
                <w:rFonts w:ascii="Calibri" w:hAnsi="Calibri" w:cs="Calibri"/>
                <w:color w:val="000000"/>
                <w:szCs w:val="22"/>
                <w:lang w:val="en-US"/>
              </w:rPr>
            </w:pPr>
            <w:r>
              <w:rPr>
                <w:rFonts w:ascii="Calibri" w:hAnsi="Calibri" w:cs="Calibri"/>
                <w:color w:val="000000"/>
                <w:szCs w:val="22"/>
              </w:rPr>
              <w:t>Ruckus Wireless</w:t>
            </w:r>
          </w:p>
        </w:tc>
      </w:tr>
      <w:tr w:rsidR="008C1F01" w:rsidRPr="00073BF3" w14:paraId="04E172BF" w14:textId="77777777" w:rsidTr="00D40623">
        <w:trPr>
          <w:trHeight w:val="300"/>
        </w:trPr>
        <w:tc>
          <w:tcPr>
            <w:tcW w:w="0" w:type="auto"/>
            <w:tcBorders>
              <w:top w:val="nil"/>
              <w:left w:val="nil"/>
              <w:bottom w:val="nil"/>
              <w:right w:val="nil"/>
            </w:tcBorders>
          </w:tcPr>
          <w:p w14:paraId="6C2C07E9"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387638" w14:textId="3D1A123B"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11C36DC" w14:textId="2C3A3A13"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2715AC7" w14:textId="50D2C02C" w:rsidR="008C1F01" w:rsidRPr="00073BF3" w:rsidRDefault="008C1F01" w:rsidP="008C1F01">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B481BA" w14:textId="40232696" w:rsidR="008C1F01" w:rsidRPr="00073BF3" w:rsidRDefault="008C1F01" w:rsidP="008C1F01">
            <w:pPr>
              <w:rPr>
                <w:rFonts w:ascii="Calibri" w:hAnsi="Calibri" w:cs="Calibri"/>
                <w:color w:val="000000"/>
                <w:szCs w:val="22"/>
                <w:lang w:val="en-US"/>
              </w:rPr>
            </w:pPr>
            <w:r>
              <w:rPr>
                <w:rFonts w:ascii="Calibri" w:hAnsi="Calibri" w:cs="Calibri"/>
                <w:color w:val="000000"/>
                <w:szCs w:val="22"/>
              </w:rPr>
              <w:t>InterDigital, Inc.</w:t>
            </w:r>
          </w:p>
        </w:tc>
      </w:tr>
      <w:tr w:rsidR="008C1F01" w:rsidRPr="00073BF3" w14:paraId="75229605" w14:textId="77777777" w:rsidTr="00D40623">
        <w:trPr>
          <w:trHeight w:val="300"/>
        </w:trPr>
        <w:tc>
          <w:tcPr>
            <w:tcW w:w="0" w:type="auto"/>
            <w:tcBorders>
              <w:top w:val="nil"/>
              <w:left w:val="nil"/>
              <w:bottom w:val="nil"/>
              <w:right w:val="nil"/>
            </w:tcBorders>
          </w:tcPr>
          <w:p w14:paraId="57FBC960"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695D5A" w14:textId="1F8C10BA"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2F2F6B" w14:textId="5B6A66F1"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73B011A" w14:textId="1BFC0E4F" w:rsidR="008C1F01" w:rsidRPr="00073BF3" w:rsidRDefault="008C1F01" w:rsidP="008C1F01">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DA60535" w14:textId="2FBDAF9D" w:rsidR="008C1F01" w:rsidRPr="00073BF3" w:rsidRDefault="008C1F01" w:rsidP="008C1F01">
            <w:pPr>
              <w:rPr>
                <w:rFonts w:ascii="Calibri" w:hAnsi="Calibri" w:cs="Calibri"/>
                <w:color w:val="000000"/>
                <w:szCs w:val="22"/>
                <w:lang w:val="en-US"/>
              </w:rPr>
            </w:pPr>
            <w:r>
              <w:rPr>
                <w:rFonts w:ascii="Calibri" w:hAnsi="Calibri" w:cs="Calibri"/>
                <w:color w:val="000000"/>
                <w:szCs w:val="22"/>
              </w:rPr>
              <w:t>BlackBerry</w:t>
            </w:r>
          </w:p>
        </w:tc>
      </w:tr>
      <w:tr w:rsidR="008C1F01" w:rsidRPr="00073BF3" w14:paraId="088FD173" w14:textId="77777777" w:rsidTr="00D40623">
        <w:trPr>
          <w:trHeight w:val="300"/>
        </w:trPr>
        <w:tc>
          <w:tcPr>
            <w:tcW w:w="0" w:type="auto"/>
            <w:tcBorders>
              <w:top w:val="nil"/>
              <w:left w:val="nil"/>
              <w:bottom w:val="nil"/>
              <w:right w:val="nil"/>
            </w:tcBorders>
          </w:tcPr>
          <w:p w14:paraId="4AE240DE"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DF52A6" w14:textId="1B06D562"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6728783" w14:textId="7034BEAE"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2C5AB4B" w14:textId="32840E40" w:rsidR="008C1F01" w:rsidRPr="00073BF3" w:rsidRDefault="008C1F01" w:rsidP="008C1F01">
            <w:pPr>
              <w:rPr>
                <w:rFonts w:ascii="Calibri" w:hAnsi="Calibri" w:cs="Calibri"/>
                <w:color w:val="000000"/>
                <w:szCs w:val="22"/>
                <w:lang w:val="en-US"/>
              </w:rPr>
            </w:pPr>
            <w:r>
              <w:rPr>
                <w:rFonts w:ascii="Calibri" w:hAnsi="Calibri" w:cs="Calibri"/>
                <w:color w:val="000000"/>
                <w:szCs w:val="22"/>
              </w:rPr>
              <w:t>NANDAGOPALAN, SAI SHANKAR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4493C02" w14:textId="0F237C9A" w:rsidR="008C1F01" w:rsidRPr="00073BF3" w:rsidRDefault="008C1F01" w:rsidP="008C1F01">
            <w:pPr>
              <w:rPr>
                <w:rFonts w:ascii="Calibri" w:hAnsi="Calibri" w:cs="Calibri"/>
                <w:color w:val="000000"/>
                <w:szCs w:val="22"/>
                <w:lang w:val="en-US"/>
              </w:rPr>
            </w:pPr>
            <w:r>
              <w:rPr>
                <w:rFonts w:ascii="Calibri" w:hAnsi="Calibri" w:cs="Calibri"/>
                <w:color w:val="000000"/>
                <w:szCs w:val="22"/>
              </w:rPr>
              <w:t>Cypress Semiconductor Corporation</w:t>
            </w:r>
          </w:p>
        </w:tc>
      </w:tr>
      <w:tr w:rsidR="008C1F01" w:rsidRPr="00073BF3" w14:paraId="067BA403" w14:textId="77777777" w:rsidTr="00D40623">
        <w:trPr>
          <w:trHeight w:val="300"/>
        </w:trPr>
        <w:tc>
          <w:tcPr>
            <w:tcW w:w="0" w:type="auto"/>
            <w:tcBorders>
              <w:top w:val="nil"/>
              <w:left w:val="nil"/>
              <w:bottom w:val="nil"/>
              <w:right w:val="nil"/>
            </w:tcBorders>
          </w:tcPr>
          <w:p w14:paraId="1062EF83"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E8B3A0C" w14:textId="5F6FE122"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E3EC6CE" w14:textId="621CB03D"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5DD4FB" w14:textId="01A1FAAB" w:rsidR="008C1F01" w:rsidRPr="00073BF3" w:rsidRDefault="008C1F01" w:rsidP="008C1F01">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FC07CAC" w14:textId="3E1A11D1" w:rsidR="008C1F01" w:rsidRPr="00073BF3" w:rsidRDefault="008C1F01" w:rsidP="008C1F01">
            <w:pPr>
              <w:rPr>
                <w:rFonts w:ascii="Calibri" w:hAnsi="Calibri" w:cs="Calibri"/>
                <w:color w:val="000000"/>
                <w:szCs w:val="22"/>
                <w:lang w:val="en-US"/>
              </w:rPr>
            </w:pPr>
            <w:r>
              <w:rPr>
                <w:rFonts w:ascii="Calibri" w:hAnsi="Calibri" w:cs="Calibri"/>
                <w:color w:val="000000"/>
                <w:szCs w:val="22"/>
              </w:rPr>
              <w:t>Intel Corporation</w:t>
            </w:r>
          </w:p>
        </w:tc>
      </w:tr>
      <w:tr w:rsidR="008C1F01" w:rsidRPr="00073BF3" w14:paraId="1709FB36" w14:textId="77777777" w:rsidTr="00D40623">
        <w:trPr>
          <w:trHeight w:val="300"/>
        </w:trPr>
        <w:tc>
          <w:tcPr>
            <w:tcW w:w="0" w:type="auto"/>
            <w:tcBorders>
              <w:top w:val="nil"/>
              <w:left w:val="nil"/>
              <w:bottom w:val="nil"/>
              <w:right w:val="nil"/>
            </w:tcBorders>
          </w:tcPr>
          <w:p w14:paraId="504FAC2E"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B8D372E" w14:textId="092A5267"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38AAAB8" w14:textId="37A7DF55"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9C40180" w14:textId="3E2F9646" w:rsidR="008C1F01" w:rsidRPr="00073BF3" w:rsidRDefault="008C1F01" w:rsidP="008C1F01">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F7A6F3A" w14:textId="42A4BF77" w:rsidR="008C1F01" w:rsidRPr="00073BF3" w:rsidRDefault="008C1F01" w:rsidP="008C1F01">
            <w:pPr>
              <w:rPr>
                <w:rFonts w:ascii="Calibri" w:hAnsi="Calibri" w:cs="Calibri"/>
                <w:color w:val="000000"/>
                <w:szCs w:val="22"/>
                <w:lang w:val="en-US"/>
              </w:rPr>
            </w:pPr>
            <w:r>
              <w:rPr>
                <w:rFonts w:ascii="Calibri" w:hAnsi="Calibri" w:cs="Calibri"/>
                <w:color w:val="000000"/>
                <w:szCs w:val="22"/>
              </w:rPr>
              <w:t>Samsung Cambridge Solution Centre</w:t>
            </w:r>
          </w:p>
        </w:tc>
      </w:tr>
      <w:tr w:rsidR="008C1F01" w:rsidRPr="00073BF3" w14:paraId="7A3AA69B" w14:textId="77777777" w:rsidTr="00D40623">
        <w:trPr>
          <w:trHeight w:val="300"/>
        </w:trPr>
        <w:tc>
          <w:tcPr>
            <w:tcW w:w="0" w:type="auto"/>
            <w:tcBorders>
              <w:top w:val="nil"/>
              <w:left w:val="nil"/>
              <w:bottom w:val="nil"/>
              <w:right w:val="nil"/>
            </w:tcBorders>
          </w:tcPr>
          <w:p w14:paraId="74F6F2E6"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D148CE" w14:textId="45520F5F"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7E2EC5D" w14:textId="782492DD"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7928A59" w14:textId="2E2322F2" w:rsidR="008C1F01" w:rsidRPr="00073BF3" w:rsidRDefault="008C1F01" w:rsidP="008C1F01">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BD234A6" w14:textId="15005EBB" w:rsidR="008C1F01" w:rsidRPr="00073BF3" w:rsidRDefault="008C1F01" w:rsidP="008C1F01">
            <w:pPr>
              <w:rPr>
                <w:rFonts w:ascii="Calibri" w:hAnsi="Calibri" w:cs="Calibri"/>
                <w:color w:val="000000"/>
                <w:szCs w:val="22"/>
                <w:lang w:val="en-US"/>
              </w:rPr>
            </w:pPr>
            <w:r>
              <w:rPr>
                <w:rFonts w:ascii="Calibri" w:hAnsi="Calibri" w:cs="Calibri"/>
                <w:color w:val="000000"/>
                <w:szCs w:val="22"/>
              </w:rPr>
              <w:t>Qualcomm Technologies, Inc.</w:t>
            </w:r>
          </w:p>
        </w:tc>
      </w:tr>
      <w:tr w:rsidR="008C1F01" w:rsidRPr="00073BF3" w14:paraId="189A0677" w14:textId="77777777" w:rsidTr="00D40623">
        <w:trPr>
          <w:trHeight w:val="300"/>
        </w:trPr>
        <w:tc>
          <w:tcPr>
            <w:tcW w:w="0" w:type="auto"/>
            <w:tcBorders>
              <w:top w:val="nil"/>
              <w:left w:val="nil"/>
              <w:bottom w:val="nil"/>
              <w:right w:val="nil"/>
            </w:tcBorders>
          </w:tcPr>
          <w:p w14:paraId="37169480" w14:textId="77777777" w:rsidR="008C1F01" w:rsidRPr="00073BF3" w:rsidRDefault="008C1F01" w:rsidP="008C1F01">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BC6A4" w14:textId="4A3EE3FB"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10811C" w14:textId="69BCE8ED" w:rsidR="008C1F01" w:rsidRPr="00073BF3" w:rsidRDefault="008C1F01" w:rsidP="008C1F01">
            <w:pPr>
              <w:jc w:val="center"/>
              <w:rPr>
                <w:rFonts w:ascii="Calibri" w:hAnsi="Calibri" w:cs="Calibri"/>
                <w:color w:val="000000"/>
                <w:szCs w:val="22"/>
                <w:lang w:val="en-US"/>
              </w:rPr>
            </w:pPr>
            <w:r>
              <w:rPr>
                <w:rFonts w:ascii="Calibri" w:hAnsi="Calibri" w:cs="Calibri"/>
                <w:color w:val="000000"/>
                <w:szCs w:val="22"/>
              </w:rPr>
              <w:t>6/17</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35C8A5" w14:textId="0F40B6A6" w:rsidR="008C1F01" w:rsidRPr="00073BF3" w:rsidRDefault="008C1F01" w:rsidP="008C1F01">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C5F21A1" w14:textId="40ABBD05" w:rsidR="008C1F01" w:rsidRPr="00073BF3" w:rsidRDefault="008C1F01" w:rsidP="008C1F01">
            <w:pPr>
              <w:rPr>
                <w:rFonts w:ascii="Calibri" w:hAnsi="Calibri" w:cs="Calibri"/>
                <w:color w:val="000000"/>
                <w:szCs w:val="22"/>
                <w:lang w:val="en-US"/>
              </w:rPr>
            </w:pPr>
            <w:r>
              <w:rPr>
                <w:rFonts w:ascii="Calibri" w:hAnsi="Calibri" w:cs="Calibri"/>
                <w:color w:val="000000"/>
                <w:szCs w:val="22"/>
              </w:rPr>
              <w:t>Hewlett Packard Enterprise</w:t>
            </w:r>
          </w:p>
        </w:tc>
      </w:tr>
    </w:tbl>
    <w:p w14:paraId="67F6C923" w14:textId="6C859C4F" w:rsidR="009B5CA7" w:rsidRDefault="009B5CA7" w:rsidP="009B5CA7">
      <w:pPr>
        <w:numPr>
          <w:ilvl w:val="2"/>
          <w:numId w:val="1"/>
        </w:numPr>
      </w:pPr>
      <w:r>
        <w:t>Missing from IMAT: None reported</w:t>
      </w:r>
    </w:p>
    <w:p w14:paraId="5CCA80E1" w14:textId="77777777" w:rsidR="0011233C" w:rsidRPr="00AA3A4C" w:rsidRDefault="0011233C" w:rsidP="0011233C">
      <w:pPr>
        <w:ind w:left="2160"/>
      </w:pPr>
    </w:p>
    <w:p w14:paraId="018F2F9E" w14:textId="19BB567B" w:rsidR="009B5CA7" w:rsidRDefault="009B5CA7" w:rsidP="009B5CA7">
      <w:pPr>
        <w:numPr>
          <w:ilvl w:val="1"/>
          <w:numId w:val="1"/>
        </w:numPr>
      </w:pPr>
      <w:r w:rsidRPr="009F30DB">
        <w:rPr>
          <w:b/>
          <w:bCs/>
        </w:rPr>
        <w:t>Review Agenda</w:t>
      </w:r>
      <w:r>
        <w:t>: 11-20/535r24:</w:t>
      </w:r>
    </w:p>
    <w:p w14:paraId="6D226316" w14:textId="735C415C" w:rsidR="009B5CA7" w:rsidRPr="00F65438" w:rsidRDefault="00025BEF" w:rsidP="009B5CA7">
      <w:pPr>
        <w:numPr>
          <w:ilvl w:val="2"/>
          <w:numId w:val="1"/>
        </w:numPr>
        <w:rPr>
          <w:b/>
          <w:sz w:val="24"/>
        </w:rPr>
      </w:pPr>
      <w:hyperlink r:id="rId11" w:history="1">
        <w:r w:rsidR="009B5CA7">
          <w:rPr>
            <w:rStyle w:val="Hyperlink"/>
          </w:rPr>
          <w:t>https://mentor.ieee.org/802.11/dcn/20/11-20-0535-24-000m-2020-april-july-teleconference-agendas.docx</w:t>
        </w:r>
      </w:hyperlink>
      <w:r w:rsidR="009B5CA7">
        <w:rPr>
          <w:rStyle w:val="Hyperlink"/>
        </w:rPr>
        <w:t xml:space="preserve"> </w:t>
      </w:r>
    </w:p>
    <w:p w14:paraId="5B404704" w14:textId="77777777" w:rsidR="009B5CA7" w:rsidRPr="00A62589" w:rsidRDefault="009B5CA7" w:rsidP="009B5CA7">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BF14BC7" w14:textId="77777777" w:rsidR="009B5CA7" w:rsidRPr="009F30DB" w:rsidRDefault="009B5CA7" w:rsidP="009B5CA7">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02F4FDA5" w14:textId="77777777" w:rsidR="009B5CA7" w:rsidRPr="009F30DB" w:rsidRDefault="009B5CA7" w:rsidP="009B5CA7">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0BB34915" w14:textId="77777777" w:rsidR="009B5CA7" w:rsidRPr="009F30DB" w:rsidRDefault="009B5CA7" w:rsidP="009B5CA7">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2" w:history="1">
        <w:r w:rsidRPr="009F30DB">
          <w:rPr>
            <w:rStyle w:val="Hyperlink"/>
            <w:sz w:val="22"/>
            <w:szCs w:val="22"/>
          </w:rPr>
          <w:t>patcom@ieee.org</w:t>
        </w:r>
      </w:hyperlink>
      <w:r w:rsidRPr="009F30DB">
        <w:rPr>
          <w:sz w:val="22"/>
          <w:szCs w:val="22"/>
        </w:rPr>
        <w:t>); or</w:t>
      </w:r>
    </w:p>
    <w:p w14:paraId="78076F90" w14:textId="77777777" w:rsidR="009B5CA7" w:rsidRPr="009F30DB" w:rsidRDefault="009B5CA7" w:rsidP="009B5CA7">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504FDC57" w14:textId="77777777" w:rsidR="009B5CA7" w:rsidRPr="009F30DB" w:rsidRDefault="009B5CA7" w:rsidP="009B5CA7">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22C4DC09" w14:textId="77777777" w:rsidR="009B5CA7" w:rsidRPr="009F30DB" w:rsidRDefault="009B5CA7" w:rsidP="009B5CA7">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53A045B" w14:textId="77777777" w:rsidR="009B5CA7" w:rsidRPr="009F30DB" w:rsidRDefault="009B5CA7" w:rsidP="009B5CA7">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3"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4DC61503" w14:textId="77777777" w:rsidR="009B5CA7" w:rsidRDefault="009B5CA7" w:rsidP="009B5CA7">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320FAF7" w14:textId="77777777" w:rsidR="009B5CA7" w:rsidRDefault="009B5CA7" w:rsidP="009B5CA7">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6177BF11" w14:textId="6B151007" w:rsidR="009B5CA7" w:rsidRPr="00FF5B28" w:rsidRDefault="009B5CA7" w:rsidP="009B5CA7">
      <w:pPr>
        <w:numPr>
          <w:ilvl w:val="0"/>
          <w:numId w:val="4"/>
        </w:numPr>
        <w:rPr>
          <w:b/>
        </w:rPr>
      </w:pPr>
      <w:r w:rsidRPr="002532E2">
        <w:rPr>
          <w:b/>
          <w:bCs/>
          <w:sz w:val="20"/>
          <w:lang w:eastAsia="en-GB"/>
        </w:rPr>
        <w:t>2020-06-17 Wednesday 4-6pm Eastern 2 hours</w:t>
      </w:r>
    </w:p>
    <w:p w14:paraId="49E9E1D1" w14:textId="5CBECBDD" w:rsidR="009B5CA7" w:rsidRPr="009B5CA7" w:rsidRDefault="009B5CA7" w:rsidP="009B5CA7">
      <w:pPr>
        <w:numPr>
          <w:ilvl w:val="1"/>
          <w:numId w:val="4"/>
        </w:numPr>
      </w:pPr>
      <w:r w:rsidRPr="00BB3776">
        <w:rPr>
          <w:sz w:val="20"/>
        </w:rPr>
        <w:t>Mark HAMILTON CIDs</w:t>
      </w:r>
      <w:r>
        <w:rPr>
          <w:sz w:val="20"/>
        </w:rPr>
        <w:t xml:space="preserve"> – 11-20/338r8 – </w:t>
      </w:r>
    </w:p>
    <w:p w14:paraId="7C985350" w14:textId="4C2A3F72" w:rsidR="009B5CA7" w:rsidRDefault="00025BEF" w:rsidP="009B5CA7">
      <w:pPr>
        <w:ind w:left="3960"/>
      </w:pPr>
      <w:hyperlink r:id="rId14" w:history="1">
        <w:r w:rsidR="009B5CA7" w:rsidRPr="00A9608A">
          <w:rPr>
            <w:rStyle w:val="Hyperlink"/>
          </w:rPr>
          <w:t>https://mentor.ieee.org/802.11/dcn/20/11-20-0338-08-000m-revmd-initial-sa-comments-assigned-to-hamilton.docx</w:t>
        </w:r>
      </w:hyperlink>
      <w:r w:rsidR="009B5CA7">
        <w:t xml:space="preserve"> </w:t>
      </w:r>
    </w:p>
    <w:p w14:paraId="0BD0CF42" w14:textId="64ABDE75" w:rsidR="00D74FE0" w:rsidRDefault="00D74FE0" w:rsidP="009B5CA7">
      <w:pPr>
        <w:ind w:left="3960"/>
      </w:pPr>
    </w:p>
    <w:p w14:paraId="30821349" w14:textId="77777777" w:rsidR="00D74FE0" w:rsidRPr="00BB3776" w:rsidRDefault="00D74FE0" w:rsidP="009B5CA7">
      <w:pPr>
        <w:ind w:left="3960"/>
      </w:pPr>
    </w:p>
    <w:p w14:paraId="2C88E552" w14:textId="6A5895D8" w:rsidR="009B5CA7" w:rsidRPr="00D74FE0" w:rsidRDefault="009B5CA7" w:rsidP="009B5CA7">
      <w:pPr>
        <w:numPr>
          <w:ilvl w:val="1"/>
          <w:numId w:val="4"/>
        </w:numPr>
      </w:pPr>
      <w:r w:rsidRPr="00BB3776">
        <w:rPr>
          <w:sz w:val="20"/>
        </w:rPr>
        <w:t>Jon Rosdahl - GEN CIDs</w:t>
      </w:r>
    </w:p>
    <w:p w14:paraId="63796F43" w14:textId="6A61FCC0" w:rsidR="00D74FE0" w:rsidRPr="00402610" w:rsidRDefault="00025BEF" w:rsidP="00D74FE0">
      <w:pPr>
        <w:ind w:left="3960"/>
      </w:pPr>
      <w:hyperlink r:id="rId15" w:history="1">
        <w:r w:rsidR="00D74FE0" w:rsidRPr="00A9608A">
          <w:rPr>
            <w:rStyle w:val="Hyperlink"/>
            <w:lang w:val="en-CA"/>
          </w:rPr>
          <w:t>https://mentor.ieee.org/802.11/dcn/20/11-20-0147-11-000m-sb1-revmd-gen-comments.xls</w:t>
        </w:r>
      </w:hyperlink>
    </w:p>
    <w:p w14:paraId="25504CF5" w14:textId="77777777" w:rsidR="009B5CA7" w:rsidRDefault="009B5CA7" w:rsidP="009B5CA7">
      <w:pPr>
        <w:pStyle w:val="m-4890597653018465012gmail-msolistparagraph"/>
        <w:ind w:left="2160"/>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14A516AB" w14:textId="77777777" w:rsidR="009B5CA7" w:rsidRDefault="009B5CA7" w:rsidP="009B5CA7">
      <w:pPr>
        <w:pStyle w:val="m-4890597653018465012gmail-msolistparagraph"/>
        <w:ind w:left="1440" w:firstLine="720"/>
        <w:contextualSpacing/>
        <w:rPr>
          <w:sz w:val="22"/>
          <w:szCs w:val="22"/>
        </w:rPr>
      </w:pPr>
      <w:r>
        <w:rPr>
          <w:sz w:val="22"/>
          <w:szCs w:val="22"/>
        </w:rPr>
        <w:t>5. Adjourn</w:t>
      </w:r>
    </w:p>
    <w:p w14:paraId="1C63526C" w14:textId="77777777" w:rsidR="009B5CA7" w:rsidRDefault="009B5CA7" w:rsidP="009B5CA7">
      <w:pPr>
        <w:numPr>
          <w:ilvl w:val="2"/>
          <w:numId w:val="1"/>
        </w:numPr>
      </w:pPr>
      <w:r>
        <w:t>Discussion of Agenda</w:t>
      </w:r>
    </w:p>
    <w:p w14:paraId="295DCAD5" w14:textId="77777777" w:rsidR="009B5CA7" w:rsidRDefault="009B5CA7" w:rsidP="009B5CA7">
      <w:pPr>
        <w:numPr>
          <w:ilvl w:val="3"/>
          <w:numId w:val="1"/>
        </w:numPr>
      </w:pPr>
      <w:r>
        <w:t>No comments on proposed agenda</w:t>
      </w:r>
    </w:p>
    <w:p w14:paraId="0E3B1FCE" w14:textId="095F87B2" w:rsidR="009B5CA7" w:rsidRDefault="009B5CA7" w:rsidP="009B5CA7">
      <w:pPr>
        <w:numPr>
          <w:ilvl w:val="2"/>
          <w:numId w:val="1"/>
        </w:numPr>
      </w:pPr>
      <w:r>
        <w:t>No objection to updated Agenda see R25</w:t>
      </w:r>
    </w:p>
    <w:p w14:paraId="0D3FCDD3" w14:textId="30E57029" w:rsidR="009B5CA7" w:rsidRDefault="009B5CA7" w:rsidP="009B5CA7">
      <w:pPr>
        <w:numPr>
          <w:ilvl w:val="1"/>
          <w:numId w:val="1"/>
        </w:numPr>
      </w:pPr>
      <w:r w:rsidRPr="00F65438">
        <w:rPr>
          <w:b/>
          <w:bCs/>
        </w:rPr>
        <w:t>Editor Report</w:t>
      </w:r>
      <w:r>
        <w:t xml:space="preserve"> – Emily QI (Intel)</w:t>
      </w:r>
    </w:p>
    <w:p w14:paraId="6D0CAD15" w14:textId="1949592C" w:rsidR="009B5CA7" w:rsidRPr="009B5CA7" w:rsidRDefault="009B5CA7" w:rsidP="009B5CA7">
      <w:pPr>
        <w:numPr>
          <w:ilvl w:val="2"/>
          <w:numId w:val="1"/>
        </w:numPr>
      </w:pPr>
      <w:r w:rsidRPr="009B5CA7">
        <w:t>No update since Friday’s report.</w:t>
      </w:r>
    </w:p>
    <w:p w14:paraId="2DEEB837" w14:textId="090767FD" w:rsidR="009B5CA7" w:rsidRPr="00127A02" w:rsidRDefault="009B5CA7" w:rsidP="009B5CA7">
      <w:pPr>
        <w:numPr>
          <w:ilvl w:val="1"/>
          <w:numId w:val="1"/>
        </w:numPr>
      </w:pPr>
      <w:r w:rsidRPr="00084EF8">
        <w:rPr>
          <w:b/>
          <w:bCs/>
        </w:rPr>
        <w:t xml:space="preserve">Review doc </w:t>
      </w:r>
      <w:r w:rsidRPr="00084EF8">
        <w:rPr>
          <w:b/>
          <w:bCs/>
          <w:sz w:val="20"/>
        </w:rPr>
        <w:t>11-20/338r8</w:t>
      </w:r>
      <w:r>
        <w:rPr>
          <w:sz w:val="20"/>
        </w:rPr>
        <w:t xml:space="preserve"> – Mark </w:t>
      </w:r>
      <w:r w:rsidR="00127A02">
        <w:rPr>
          <w:sz w:val="20"/>
        </w:rPr>
        <w:t xml:space="preserve">HAMILTON </w:t>
      </w:r>
      <w:r w:rsidR="00127A02">
        <w:rPr>
          <w:rFonts w:ascii="Verdana" w:hAnsi="Verdana"/>
          <w:color w:val="000000"/>
          <w:sz w:val="17"/>
          <w:szCs w:val="17"/>
          <w:shd w:val="clear" w:color="auto" w:fill="EEEEEE"/>
        </w:rPr>
        <w:t>(Ruckus/CommScope)</w:t>
      </w:r>
    </w:p>
    <w:p w14:paraId="7C2D1B6A" w14:textId="70992038" w:rsidR="00127A02" w:rsidRDefault="00025BEF" w:rsidP="00127A02">
      <w:pPr>
        <w:numPr>
          <w:ilvl w:val="2"/>
          <w:numId w:val="1"/>
        </w:numPr>
      </w:pPr>
      <w:hyperlink r:id="rId16" w:history="1">
        <w:r w:rsidR="00127A02" w:rsidRPr="00A9608A">
          <w:rPr>
            <w:rStyle w:val="Hyperlink"/>
          </w:rPr>
          <w:t>https://mentor.ieee.org/802.11/dcn/20/11-20-0338-08-000m-revmd-initial-sa-comments-assigned-to-hamilton.docx</w:t>
        </w:r>
      </w:hyperlink>
    </w:p>
    <w:p w14:paraId="3D7600F3" w14:textId="4999A9CF" w:rsidR="00127A02" w:rsidRPr="00E922B3" w:rsidRDefault="00127A02" w:rsidP="00127A02">
      <w:pPr>
        <w:numPr>
          <w:ilvl w:val="2"/>
          <w:numId w:val="1"/>
        </w:numPr>
        <w:rPr>
          <w:highlight w:val="yellow"/>
        </w:rPr>
      </w:pPr>
      <w:r w:rsidRPr="00E922B3">
        <w:rPr>
          <w:highlight w:val="yellow"/>
        </w:rPr>
        <w:t>CID 4723 (MAC)</w:t>
      </w:r>
    </w:p>
    <w:p w14:paraId="27145978" w14:textId="4E8663BA" w:rsidR="00127A02" w:rsidRDefault="00127A02" w:rsidP="00127A02">
      <w:pPr>
        <w:numPr>
          <w:ilvl w:val="3"/>
          <w:numId w:val="1"/>
        </w:numPr>
      </w:pPr>
      <w:r>
        <w:t>Review status and history of the comment discussion.</w:t>
      </w:r>
    </w:p>
    <w:p w14:paraId="14ACC744" w14:textId="7F6F5FC0" w:rsidR="00127A02" w:rsidRDefault="00127A02" w:rsidP="00127A02">
      <w:pPr>
        <w:numPr>
          <w:ilvl w:val="3"/>
          <w:numId w:val="1"/>
        </w:numPr>
      </w:pPr>
      <w:r>
        <w:t xml:space="preserve">Review table 12-10. </w:t>
      </w:r>
    </w:p>
    <w:p w14:paraId="0315538E" w14:textId="77777777" w:rsidR="00127A02" w:rsidRDefault="00127A02" w:rsidP="00127A02">
      <w:pPr>
        <w:numPr>
          <w:ilvl w:val="3"/>
          <w:numId w:val="1"/>
        </w:numPr>
      </w:pPr>
      <w:r>
        <w:t>From discussion: AKMs 00-0F-AC:14-17 use AES-SIV</w:t>
      </w:r>
    </w:p>
    <w:p w14:paraId="64330F1A" w14:textId="77777777" w:rsidR="00127A02" w:rsidRDefault="00127A02" w:rsidP="00127A02">
      <w:pPr>
        <w:numPr>
          <w:ilvl w:val="0"/>
          <w:numId w:val="5"/>
        </w:numPr>
      </w:pPr>
      <w:r>
        <w:t>There is no padding needed with AES-SIV.</w:t>
      </w:r>
    </w:p>
    <w:p w14:paraId="15D75236" w14:textId="77777777" w:rsidR="00127A02" w:rsidRDefault="00127A02" w:rsidP="00127A02">
      <w:pPr>
        <w:numPr>
          <w:ilvl w:val="0"/>
          <w:numId w:val="5"/>
        </w:numPr>
      </w:pPr>
      <w:r>
        <w:t>So, we now have wrapping algorithms other than “NIST AES Key Wrap”, and padding is confitional. The baseline text was wrong on this aspect.  This is now a technical change/fix.</w:t>
      </w:r>
    </w:p>
    <w:p w14:paraId="462A4DD9" w14:textId="3F935AE0" w:rsidR="00127A02" w:rsidRDefault="00127A02" w:rsidP="00127A02">
      <w:pPr>
        <w:numPr>
          <w:ilvl w:val="3"/>
          <w:numId w:val="1"/>
        </w:numPr>
      </w:pPr>
      <w:r>
        <w:t>Proposed Resolution: Revised. Change “encrypted GTK” to “wrapped GTK” (as requested by the commenter).  Same thing at P2698.15 (in the description of the Authenticator state machine).</w:t>
      </w:r>
    </w:p>
    <w:p w14:paraId="7E4B94A2" w14:textId="77777777" w:rsidR="00127A02" w:rsidRDefault="00127A02" w:rsidP="00127A02">
      <w:pPr>
        <w:ind w:left="2880"/>
      </w:pPr>
      <w:r>
        <w:t>Similarly, replace “Encrypted” with “Wrapped” in Figures 4-32 and 4-33.</w:t>
      </w:r>
    </w:p>
    <w:p w14:paraId="5FA841E3" w14:textId="77777777" w:rsidR="00127A02" w:rsidRDefault="00127A02" w:rsidP="00127A02">
      <w:pPr>
        <w:ind w:left="2880"/>
      </w:pPr>
      <w:r>
        <w:t xml:space="preserve">In 13.8.5 (P2748.59), change </w:t>
      </w:r>
    </w:p>
    <w:p w14:paraId="54F48113" w14:textId="78F601FC" w:rsidR="00127A02" w:rsidRDefault="00127A02" w:rsidP="00127A02">
      <w:pPr>
        <w:ind w:left="2880"/>
      </w:pPr>
      <w:r>
        <w:t>“If a GTK, an IGTK or a BIGTK(#2116) are included, (#102)the Key field of the subelement shall be encrypted using KEK (#102)(when the negotiated AKM is 00-0F-AC:3, 00-0FAC:4, 00-0F-AC:9, or 00-0F-AC:13) or KEK2 (when the negotiated AKM is 00-0F-AC:16 or 00-0F-AC:17) and the NIST AES key wrap algorithm. The Key field shall be padded before encrypting if the key length is less than 16 octets or if it is not a multiple of 8.”</w:t>
      </w:r>
    </w:p>
    <w:p w14:paraId="4308870D" w14:textId="77777777" w:rsidR="00127A02" w:rsidRDefault="00127A02" w:rsidP="00127A02">
      <w:pPr>
        <w:ind w:left="2880"/>
      </w:pPr>
      <w:r>
        <w:t xml:space="preserve">to </w:t>
      </w:r>
    </w:p>
    <w:p w14:paraId="3931CCB3" w14:textId="77777777" w:rsidR="00127A02" w:rsidRDefault="00127A02" w:rsidP="00127A02">
      <w:pPr>
        <w:ind w:left="2880"/>
      </w:pPr>
      <w:r>
        <w:t>“If a GTK, an IGTK or a BIGTK are included, the Key field of the subelement shall be wrapped using KEK and/or KEK2 and the appropriate key wrap algorithm, as specified in Table 12-10.”</w:t>
      </w:r>
    </w:p>
    <w:p w14:paraId="6EB9426E" w14:textId="79D865DC" w:rsidR="00127A02" w:rsidRDefault="00127A02" w:rsidP="00127A02">
      <w:pPr>
        <w:ind w:left="2880"/>
      </w:pPr>
      <w:r>
        <w:t>At P2668.7 and P2668.10, change “key-wrap” to “key wrap”.</w:t>
      </w:r>
    </w:p>
    <w:p w14:paraId="7DC8A72C" w14:textId="4185390C" w:rsidR="00127A02" w:rsidRDefault="00084EF8" w:rsidP="00127A02">
      <w:pPr>
        <w:numPr>
          <w:ilvl w:val="3"/>
          <w:numId w:val="1"/>
        </w:numPr>
      </w:pPr>
      <w:r>
        <w:t>Discussion</w:t>
      </w:r>
      <w:r w:rsidR="00127A02">
        <w:t>: need to ensure editors identify 3 instances of changes in the last paragraph.</w:t>
      </w:r>
    </w:p>
    <w:p w14:paraId="0D22ADB8" w14:textId="5574071D" w:rsidR="00127A02" w:rsidRDefault="00127A02" w:rsidP="00127A02">
      <w:pPr>
        <w:numPr>
          <w:ilvl w:val="3"/>
          <w:numId w:val="1"/>
        </w:numPr>
      </w:pPr>
      <w:r>
        <w:t>Item to still resolve: 4-32 and 4-33 – difference in function listed 3 times vs listing the function with 3 parameters.</w:t>
      </w:r>
    </w:p>
    <w:p w14:paraId="5F41B67B" w14:textId="2BA9BEFC" w:rsidR="00127A02" w:rsidRDefault="00127A02" w:rsidP="00127A02">
      <w:pPr>
        <w:numPr>
          <w:ilvl w:val="3"/>
          <w:numId w:val="1"/>
        </w:numPr>
      </w:pPr>
      <w:r>
        <w:t>Identification of where padding specified to ensure deleting the padding info is correct.</w:t>
      </w:r>
    </w:p>
    <w:p w14:paraId="2A10A0EA" w14:textId="755B8291" w:rsidR="00127A02" w:rsidRDefault="00127A02" w:rsidP="00127A02">
      <w:pPr>
        <w:numPr>
          <w:ilvl w:val="3"/>
          <w:numId w:val="1"/>
        </w:numPr>
      </w:pPr>
      <w:r>
        <w:t>Discussion on KEK2 vs KEK wrapping and if it is done twice or not.</w:t>
      </w:r>
    </w:p>
    <w:p w14:paraId="52ACDDA6" w14:textId="2067F76F" w:rsidR="00127A02" w:rsidRDefault="00127A02" w:rsidP="00127A02">
      <w:pPr>
        <w:numPr>
          <w:ilvl w:val="3"/>
          <w:numId w:val="1"/>
        </w:numPr>
      </w:pPr>
      <w:r>
        <w:t>Table 12 has some issues that will need more homework.</w:t>
      </w:r>
    </w:p>
    <w:p w14:paraId="4F8C257B" w14:textId="6097EFB1" w:rsidR="00127A02" w:rsidRDefault="00127A02" w:rsidP="00127A02">
      <w:pPr>
        <w:numPr>
          <w:ilvl w:val="3"/>
          <w:numId w:val="1"/>
        </w:numPr>
      </w:pPr>
      <w:r>
        <w:t xml:space="preserve"> Comparing 4-31 and 4-32 are describing independent processes, so 4-32 is probably the one that needs to be changed.</w:t>
      </w:r>
    </w:p>
    <w:p w14:paraId="50C817C1" w14:textId="2F7D3431" w:rsidR="00127A02" w:rsidRDefault="00127A02" w:rsidP="00127A02">
      <w:pPr>
        <w:numPr>
          <w:ilvl w:val="3"/>
          <w:numId w:val="1"/>
        </w:numPr>
      </w:pPr>
      <w:r>
        <w:t xml:space="preserve"> </w:t>
      </w:r>
      <w:r w:rsidR="003B36FB">
        <w:t>Discussion on how to describe KEK2 process and if it is defined in Table 12-10, so no more changes in text.</w:t>
      </w:r>
    </w:p>
    <w:p w14:paraId="7147FD19" w14:textId="6D55048B" w:rsidR="003B36FB" w:rsidRDefault="003B36FB" w:rsidP="00127A02">
      <w:pPr>
        <w:numPr>
          <w:ilvl w:val="3"/>
          <w:numId w:val="1"/>
        </w:numPr>
      </w:pPr>
      <w:r>
        <w:t xml:space="preserve"> More work needed – pull from Motion on Friday.</w:t>
      </w:r>
    </w:p>
    <w:p w14:paraId="719C3331" w14:textId="738F0333" w:rsidR="003B36FB" w:rsidRPr="00E922B3" w:rsidRDefault="003B36FB" w:rsidP="003B36FB">
      <w:pPr>
        <w:numPr>
          <w:ilvl w:val="2"/>
          <w:numId w:val="1"/>
        </w:numPr>
        <w:rPr>
          <w:highlight w:val="yellow"/>
        </w:rPr>
      </w:pPr>
      <w:r w:rsidRPr="00E922B3">
        <w:rPr>
          <w:highlight w:val="yellow"/>
        </w:rPr>
        <w:lastRenderedPageBreak/>
        <w:t>CID 4221 (MAC)</w:t>
      </w:r>
    </w:p>
    <w:p w14:paraId="507AA327" w14:textId="7AB60B5A" w:rsidR="003B36FB" w:rsidRDefault="003B36FB" w:rsidP="003B36FB">
      <w:pPr>
        <w:numPr>
          <w:ilvl w:val="3"/>
          <w:numId w:val="1"/>
        </w:numPr>
      </w:pPr>
      <w:r>
        <w:t>Review comment</w:t>
      </w:r>
    </w:p>
    <w:p w14:paraId="7BE6DCFE" w14:textId="77777777" w:rsidR="003B36FB" w:rsidRDefault="003B36FB" w:rsidP="003B36FB">
      <w:pPr>
        <w:numPr>
          <w:ilvl w:val="3"/>
          <w:numId w:val="1"/>
        </w:numPr>
      </w:pPr>
      <w:r>
        <w:t>Discussed previously, reviewed the history.</w:t>
      </w:r>
    </w:p>
    <w:p w14:paraId="1619486B" w14:textId="4AEB63DB" w:rsidR="003B36FB" w:rsidRDefault="003B36FB" w:rsidP="003B36FB">
      <w:pPr>
        <w:numPr>
          <w:ilvl w:val="3"/>
          <w:numId w:val="1"/>
        </w:numPr>
      </w:pPr>
      <w:r>
        <w:t xml:space="preserve">Proposed </w:t>
      </w:r>
      <w:r w:rsidR="00084EF8">
        <w:t>Resolution</w:t>
      </w:r>
      <w:r>
        <w:t xml:space="preserve">: Revised; </w:t>
      </w:r>
      <w:r w:rsidRPr="003B36FB">
        <w:rPr>
          <w:bCs/>
          <w:szCs w:val="22"/>
        </w:rPr>
        <w:t>Delete “valid” at 1618.41, as requested.</w:t>
      </w:r>
    </w:p>
    <w:p w14:paraId="12E85D67" w14:textId="37E88518" w:rsidR="003B36FB" w:rsidRPr="003B36FB" w:rsidRDefault="003B36FB" w:rsidP="003B36FB">
      <w:pPr>
        <w:ind w:left="2880"/>
      </w:pPr>
      <w:r w:rsidRPr="003B36FB">
        <w:rPr>
          <w:bCs/>
          <w:szCs w:val="22"/>
        </w:rPr>
        <w:t xml:space="preserve">Also, replace “no valid TSF timestamp is present” with “no </w:t>
      </w:r>
      <w:r>
        <w:rPr>
          <w:bCs/>
          <w:szCs w:val="22"/>
        </w:rPr>
        <w:t>t</w:t>
      </w:r>
      <w:r w:rsidRPr="003B36FB">
        <w:rPr>
          <w:bCs/>
          <w:szCs w:val="22"/>
        </w:rPr>
        <w:t>imestamp is present” at both P2199.63 and P2200.2.</w:t>
      </w:r>
    </w:p>
    <w:p w14:paraId="64171D53" w14:textId="78AF8AE0" w:rsidR="003B36FB" w:rsidRDefault="003B36FB" w:rsidP="003B36FB">
      <w:pPr>
        <w:numPr>
          <w:ilvl w:val="3"/>
          <w:numId w:val="1"/>
        </w:numPr>
      </w:pPr>
      <w:r>
        <w:t xml:space="preserve">Discussion on if there are more instances of “valid TSF timestamp” </w:t>
      </w:r>
    </w:p>
    <w:p w14:paraId="016F9F20" w14:textId="695F6B28" w:rsidR="003B36FB" w:rsidRDefault="003B36FB" w:rsidP="003B36FB">
      <w:pPr>
        <w:numPr>
          <w:ilvl w:val="3"/>
          <w:numId w:val="1"/>
        </w:numPr>
      </w:pPr>
      <w:r>
        <w:t>Suggestion that “valid” is not needed in all cases.</w:t>
      </w:r>
    </w:p>
    <w:p w14:paraId="0C9ECFA7" w14:textId="43DF355D" w:rsidR="003B36FB" w:rsidRDefault="003B36FB" w:rsidP="003B36FB">
      <w:pPr>
        <w:numPr>
          <w:ilvl w:val="3"/>
          <w:numId w:val="1"/>
        </w:numPr>
      </w:pPr>
      <w:r>
        <w:t>Table 9-</w:t>
      </w:r>
      <w:r w:rsidR="00FF37C1">
        <w:t>227 – discussion on if deleting “valid” is meaningful or not.</w:t>
      </w:r>
    </w:p>
    <w:p w14:paraId="650F05D4" w14:textId="0C8218DC" w:rsidR="00FF37C1" w:rsidRDefault="00FF37C1" w:rsidP="003B36FB">
      <w:pPr>
        <w:numPr>
          <w:ilvl w:val="3"/>
          <w:numId w:val="1"/>
        </w:numPr>
      </w:pPr>
      <w:r>
        <w:t>Discussion on the use of values vs enumerated name/descriptions.</w:t>
      </w:r>
    </w:p>
    <w:p w14:paraId="76005CF3" w14:textId="3E0A6AB8" w:rsidR="00FF37C1" w:rsidRDefault="00FF37C1" w:rsidP="003B36FB">
      <w:pPr>
        <w:numPr>
          <w:ilvl w:val="3"/>
          <w:numId w:val="1"/>
        </w:numPr>
      </w:pPr>
      <w:r>
        <w:t>Direction to change similar to “</w:t>
      </w:r>
      <w:r w:rsidR="00BB3545">
        <w:t>Status</w:t>
      </w:r>
      <w:r w:rsidR="00E922B3">
        <w:t xml:space="preserve"> field i</w:t>
      </w:r>
      <w:r>
        <w:t xml:space="preserve">ndicating “Accept, timestamp present </w:t>
      </w:r>
      <w:r w:rsidR="00BB3545">
        <w:t>in</w:t>
      </w:r>
      <w:r>
        <w:t xml:space="preserve"> TIM Frames” “.</w:t>
      </w:r>
    </w:p>
    <w:p w14:paraId="4A22DB27" w14:textId="4F098C38" w:rsidR="00E922B3" w:rsidRDefault="00E922B3" w:rsidP="003B36FB">
      <w:pPr>
        <w:numPr>
          <w:ilvl w:val="3"/>
          <w:numId w:val="1"/>
        </w:numPr>
      </w:pPr>
      <w:r>
        <w:t>More work to make the changes throughout.</w:t>
      </w:r>
    </w:p>
    <w:p w14:paraId="3C5532FC" w14:textId="55634753" w:rsidR="00E922B3" w:rsidRPr="00E922B3" w:rsidRDefault="00E922B3" w:rsidP="00E922B3">
      <w:pPr>
        <w:numPr>
          <w:ilvl w:val="2"/>
          <w:numId w:val="1"/>
        </w:numPr>
        <w:rPr>
          <w:highlight w:val="green"/>
        </w:rPr>
      </w:pPr>
      <w:r w:rsidRPr="00E922B3">
        <w:rPr>
          <w:highlight w:val="green"/>
        </w:rPr>
        <w:t>CID 4377 (MAC)</w:t>
      </w:r>
    </w:p>
    <w:p w14:paraId="7FD4CE0F" w14:textId="13CB8D83" w:rsidR="00FF37C1" w:rsidRDefault="00E922B3" w:rsidP="003B36FB">
      <w:pPr>
        <w:numPr>
          <w:ilvl w:val="3"/>
          <w:numId w:val="1"/>
        </w:numPr>
      </w:pPr>
      <w:r>
        <w:t>Review Comment</w:t>
      </w:r>
    </w:p>
    <w:p w14:paraId="0300A5E6" w14:textId="08063F09" w:rsidR="00E922B3" w:rsidRDefault="00E922B3" w:rsidP="003B36FB">
      <w:pPr>
        <w:numPr>
          <w:ilvl w:val="3"/>
          <w:numId w:val="1"/>
        </w:numPr>
      </w:pPr>
      <w:r>
        <w:t>Review discussion history</w:t>
      </w:r>
    </w:p>
    <w:p w14:paraId="72ACEED8" w14:textId="1EBE0958" w:rsidR="00E922B3" w:rsidRDefault="00E922B3" w:rsidP="003B36FB">
      <w:pPr>
        <w:numPr>
          <w:ilvl w:val="3"/>
          <w:numId w:val="1"/>
        </w:numPr>
      </w:pPr>
      <w:r>
        <w:t>No objection to the bit numbering</w:t>
      </w:r>
    </w:p>
    <w:p w14:paraId="7B7933FB" w14:textId="55A526BA" w:rsidR="00E922B3" w:rsidRDefault="00E922B3" w:rsidP="003B36FB">
      <w:pPr>
        <w:numPr>
          <w:ilvl w:val="3"/>
          <w:numId w:val="1"/>
        </w:numPr>
      </w:pPr>
      <w:r>
        <w:t>No objection to change 9-114 and 9-115.</w:t>
      </w:r>
    </w:p>
    <w:p w14:paraId="02FB79E7" w14:textId="65B4F193" w:rsidR="00E922B3" w:rsidRDefault="00E922B3" w:rsidP="00E922B3">
      <w:pPr>
        <w:numPr>
          <w:ilvl w:val="3"/>
          <w:numId w:val="1"/>
        </w:numPr>
      </w:pPr>
      <w:r>
        <w:t>Proposed resolution: Revised; Proposed Resolution:</w:t>
      </w:r>
    </w:p>
    <w:p w14:paraId="4783E917" w14:textId="77777777" w:rsidR="00E922B3" w:rsidRDefault="00E922B3" w:rsidP="00E922B3">
      <w:pPr>
        <w:ind w:left="2880"/>
      </w:pPr>
      <w:r>
        <w:t>Subtract 1 from each of the bit positions in the Figures 9-12, 9-13, 9-16, 9-21, 9-687.</w:t>
      </w:r>
    </w:p>
    <w:p w14:paraId="3CDE5551" w14:textId="77777777" w:rsidR="00E922B3" w:rsidRDefault="00E922B3" w:rsidP="00E922B3">
      <w:pPr>
        <w:ind w:left="2880"/>
      </w:pPr>
      <w:r>
        <w:t>Subtract 4 from each of the bit positions in Figures 9-8, 9-338.</w:t>
      </w:r>
    </w:p>
    <w:p w14:paraId="7F6FF1E3" w14:textId="77777777" w:rsidR="00E922B3" w:rsidRDefault="00E922B3" w:rsidP="00E922B3">
      <w:pPr>
        <w:ind w:left="2880"/>
      </w:pPr>
      <w:r>
        <w:t>Subtract 8 from each of the bit positions in Figure 9-9.</w:t>
      </w:r>
    </w:p>
    <w:p w14:paraId="759921D6" w14:textId="77777777" w:rsidR="00E922B3" w:rsidRDefault="00E922B3" w:rsidP="00E922B3">
      <w:pPr>
        <w:ind w:left="2880"/>
      </w:pPr>
      <w:r>
        <w:t>Subtract 3 from each of the bit positions in Figure 9-17.</w:t>
      </w:r>
    </w:p>
    <w:p w14:paraId="2D40C524" w14:textId="77777777" w:rsidR="00E922B3" w:rsidRDefault="00E922B3" w:rsidP="00E922B3">
      <w:pPr>
        <w:ind w:left="2880"/>
      </w:pPr>
      <w:r>
        <w:t>Subtract 9 from each of the bit positions in Figures 9-18, 9-19.</w:t>
      </w:r>
    </w:p>
    <w:p w14:paraId="79956472" w14:textId="77777777" w:rsidR="00E922B3" w:rsidRDefault="00E922B3" w:rsidP="00E922B3">
      <w:pPr>
        <w:ind w:left="2880"/>
      </w:pPr>
      <w:r>
        <w:t>Subtract 18 from each of the bit positions in Figure 9-22.</w:t>
      </w:r>
    </w:p>
    <w:p w14:paraId="49248603" w14:textId="77777777" w:rsidR="00E922B3" w:rsidRDefault="00E922B3" w:rsidP="00E922B3">
      <w:pPr>
        <w:ind w:left="2880"/>
      </w:pPr>
      <w:r>
        <w:t>Subtract 29 from each of the bit positions in Figure 9-559.</w:t>
      </w:r>
    </w:p>
    <w:p w14:paraId="449DE884" w14:textId="77777777" w:rsidR="00E922B3" w:rsidRDefault="00E922B3" w:rsidP="00E922B3">
      <w:pPr>
        <w:ind w:left="2880"/>
      </w:pPr>
      <w:r>
        <w:t>Subtract 34 from each of the bit positions in Figure 9-560.</w:t>
      </w:r>
    </w:p>
    <w:p w14:paraId="599F28E2" w14:textId="77777777" w:rsidR="00E922B3" w:rsidRDefault="00E922B3" w:rsidP="00E922B3">
      <w:pPr>
        <w:ind w:left="2880"/>
      </w:pPr>
      <w:r>
        <w:t>Subtract 1 from each of the bit numberings in Figures 9-114 and 9-115.</w:t>
      </w:r>
    </w:p>
    <w:p w14:paraId="22E2BA6E" w14:textId="77777777" w:rsidR="00E922B3" w:rsidRDefault="00E922B3" w:rsidP="00E922B3">
      <w:pPr>
        <w:ind w:left="2880"/>
      </w:pPr>
      <w:r>
        <w:t>Correct “B4” to “B0” in Figure 9-838.</w:t>
      </w:r>
    </w:p>
    <w:p w14:paraId="3BCB902D" w14:textId="584F689D" w:rsidR="00E922B3" w:rsidRDefault="00E922B3" w:rsidP="00E922B3">
      <w:pPr>
        <w:ind w:left="2880"/>
      </w:pPr>
      <w:r>
        <w:t>Request the Editors to add a statement in the Editors Guide that all format figures shall number bits from B0.</w:t>
      </w:r>
    </w:p>
    <w:p w14:paraId="12AF4B38" w14:textId="77777777" w:rsidR="00E922B3" w:rsidRDefault="00E922B3" w:rsidP="00E922B3">
      <w:pPr>
        <w:ind w:left="2880"/>
      </w:pPr>
      <w:r>
        <w:t>Action ITEM:  Request the Editors to add a statement in the Editors Guide that all format figures shall number bits from B0.</w:t>
      </w:r>
    </w:p>
    <w:p w14:paraId="75A2B33A" w14:textId="35EC2114" w:rsidR="00E922B3" w:rsidRDefault="00084EF8" w:rsidP="00127A02">
      <w:pPr>
        <w:numPr>
          <w:ilvl w:val="3"/>
          <w:numId w:val="1"/>
        </w:numPr>
      </w:pPr>
      <w:r>
        <w:t xml:space="preserve">No objection - </w:t>
      </w:r>
      <w:r w:rsidR="00E922B3">
        <w:t>Ready for Motion.</w:t>
      </w:r>
    </w:p>
    <w:p w14:paraId="5D626FC6" w14:textId="53712513" w:rsidR="00127A02" w:rsidRDefault="00E922B3" w:rsidP="00E922B3">
      <w:pPr>
        <w:numPr>
          <w:ilvl w:val="2"/>
          <w:numId w:val="1"/>
        </w:numPr>
      </w:pPr>
      <w:r w:rsidRPr="00EA00C4">
        <w:rPr>
          <w:highlight w:val="green"/>
        </w:rPr>
        <w:t>CID 4485 (MAC)</w:t>
      </w:r>
    </w:p>
    <w:p w14:paraId="22527696" w14:textId="0DC19679" w:rsidR="00127A02" w:rsidRDefault="00E922B3" w:rsidP="00127A02">
      <w:pPr>
        <w:numPr>
          <w:ilvl w:val="3"/>
          <w:numId w:val="1"/>
        </w:numPr>
      </w:pPr>
      <w:r>
        <w:t>Review comment.</w:t>
      </w:r>
    </w:p>
    <w:p w14:paraId="2E6C575D" w14:textId="30B416E4" w:rsidR="00E922B3" w:rsidRDefault="00E922B3" w:rsidP="00127A02">
      <w:pPr>
        <w:numPr>
          <w:ilvl w:val="3"/>
          <w:numId w:val="1"/>
        </w:numPr>
      </w:pPr>
      <w:r>
        <w:t>Review history of discussion.</w:t>
      </w:r>
    </w:p>
    <w:p w14:paraId="07DEE9F2" w14:textId="7B625122" w:rsidR="00E922B3" w:rsidRDefault="00E922B3" w:rsidP="00127A02">
      <w:pPr>
        <w:numPr>
          <w:ilvl w:val="3"/>
          <w:numId w:val="1"/>
        </w:numPr>
      </w:pPr>
      <w:r>
        <w:t>Still need to add a phrase for a convention for reserved fields.</w:t>
      </w:r>
    </w:p>
    <w:p w14:paraId="2FF39EED" w14:textId="77777777" w:rsidR="00AD6F9D" w:rsidRDefault="00AD6F9D" w:rsidP="00E922B3">
      <w:pPr>
        <w:numPr>
          <w:ilvl w:val="3"/>
          <w:numId w:val="1"/>
        </w:numPr>
      </w:pPr>
      <w:r>
        <w:t xml:space="preserve">Proposed Text to add: </w:t>
      </w:r>
    </w:p>
    <w:p w14:paraId="7AE3A3D8" w14:textId="495433C9" w:rsidR="00E922B3" w:rsidRDefault="00AD6F9D" w:rsidP="00AD6F9D">
      <w:pPr>
        <w:ind w:left="2880"/>
      </w:pPr>
      <w:r>
        <w:t>“</w:t>
      </w:r>
      <w:r w:rsidR="00E922B3">
        <w:t>Reserved field and subfield values are not used upon transmission.</w:t>
      </w:r>
    </w:p>
    <w:p w14:paraId="05CF8E19" w14:textId="2756B4FE" w:rsidR="00E922B3" w:rsidRDefault="00E922B3" w:rsidP="00E922B3">
      <w:pPr>
        <w:ind w:left="2880"/>
      </w:pPr>
      <w:r>
        <w:t>NOTE—Should a future revision of this standard make use of such values, it is intended that steps be taken to ensure only devices compliant with this future revision are expected to receive and process them.</w:t>
      </w:r>
      <w:r w:rsidR="00AD6F9D">
        <w:t>”</w:t>
      </w:r>
    </w:p>
    <w:p w14:paraId="14D30609" w14:textId="711BF4DC" w:rsidR="00127A02" w:rsidRDefault="00AD6F9D" w:rsidP="00127A02">
      <w:pPr>
        <w:numPr>
          <w:ilvl w:val="3"/>
          <w:numId w:val="1"/>
        </w:numPr>
      </w:pPr>
      <w:r>
        <w:t>Discussion on what happens when reserved fields or reserved values are received and what the action should be.</w:t>
      </w:r>
    </w:p>
    <w:p w14:paraId="588D8B1D" w14:textId="235B0C3C" w:rsidR="00AD6F9D" w:rsidRDefault="00AD6F9D" w:rsidP="00127A02">
      <w:pPr>
        <w:numPr>
          <w:ilvl w:val="3"/>
          <w:numId w:val="1"/>
        </w:numPr>
      </w:pPr>
      <w:r>
        <w:t>Debate on the action of the reception of a reserved value.</w:t>
      </w:r>
    </w:p>
    <w:p w14:paraId="76F125EC" w14:textId="2F1BC8E8" w:rsidR="00AD6F9D" w:rsidRDefault="00AD6F9D" w:rsidP="00127A02">
      <w:pPr>
        <w:numPr>
          <w:ilvl w:val="3"/>
          <w:numId w:val="1"/>
        </w:numPr>
      </w:pPr>
      <w:r>
        <w:t>Discussion on the new text to add that covers the values.</w:t>
      </w:r>
    </w:p>
    <w:p w14:paraId="21DA252D" w14:textId="77777777" w:rsidR="00EA00C4" w:rsidRDefault="00EA00C4" w:rsidP="00EA00C4">
      <w:pPr>
        <w:numPr>
          <w:ilvl w:val="3"/>
          <w:numId w:val="1"/>
        </w:numPr>
      </w:pPr>
      <w:r>
        <w:t xml:space="preserve">Proposed Resolution: CID 4485: Revised.  Replace, at the cited location, “Setting this field to 0 indicates that the low rate TIM frame is not transmitted.” with “The value 0 is reserved.”  </w:t>
      </w:r>
    </w:p>
    <w:p w14:paraId="1567630A" w14:textId="77777777" w:rsidR="00EA00C4" w:rsidRDefault="00EA00C4" w:rsidP="00EA00C4">
      <w:pPr>
        <w:ind w:left="2880"/>
      </w:pPr>
      <w:r>
        <w:t xml:space="preserve">Add to the end of subclause 9.2.2: </w:t>
      </w:r>
    </w:p>
    <w:p w14:paraId="50F2A3F0" w14:textId="01FA1533" w:rsidR="00127A02" w:rsidRDefault="00EA00C4" w:rsidP="00EA00C4">
      <w:pPr>
        <w:numPr>
          <w:ilvl w:val="3"/>
          <w:numId w:val="1"/>
        </w:numPr>
      </w:pPr>
      <w:r>
        <w:lastRenderedPageBreak/>
        <w:t>“Reserved field and subfield values are not used upon transmission.  Upon reception of a reserved field or subfield value, the behavior is undefined.”</w:t>
      </w:r>
    </w:p>
    <w:p w14:paraId="720C08E3" w14:textId="6545EE33" w:rsidR="00EA00C4" w:rsidRDefault="00EA00C4" w:rsidP="00EA00C4">
      <w:pPr>
        <w:numPr>
          <w:ilvl w:val="3"/>
          <w:numId w:val="1"/>
        </w:numPr>
      </w:pPr>
      <w:r>
        <w:t xml:space="preserve"> No objection – Mark Ready for Motion</w:t>
      </w:r>
    </w:p>
    <w:p w14:paraId="46CFFA6F" w14:textId="775E7E2B" w:rsidR="00EA00C4" w:rsidRPr="00C72943" w:rsidRDefault="00EA00C4" w:rsidP="00EA00C4">
      <w:pPr>
        <w:numPr>
          <w:ilvl w:val="2"/>
          <w:numId w:val="1"/>
        </w:numPr>
        <w:rPr>
          <w:highlight w:val="green"/>
        </w:rPr>
      </w:pPr>
      <w:r w:rsidRPr="00C72943">
        <w:rPr>
          <w:highlight w:val="green"/>
        </w:rPr>
        <w:t>CID 4442 (MAC)</w:t>
      </w:r>
    </w:p>
    <w:p w14:paraId="7F1B386B" w14:textId="241AC89E" w:rsidR="00EA00C4" w:rsidRDefault="00EA00C4" w:rsidP="00EA00C4">
      <w:pPr>
        <w:numPr>
          <w:ilvl w:val="3"/>
          <w:numId w:val="1"/>
        </w:numPr>
      </w:pPr>
      <w:r>
        <w:t>Review Comment</w:t>
      </w:r>
    </w:p>
    <w:p w14:paraId="328F23D9" w14:textId="6E36BFC6" w:rsidR="00EA00C4" w:rsidRDefault="00EA00C4" w:rsidP="00EA00C4">
      <w:pPr>
        <w:numPr>
          <w:ilvl w:val="3"/>
          <w:numId w:val="1"/>
        </w:numPr>
      </w:pPr>
      <w:r>
        <w:t>Review the context of the proposed change and description of “co-located”.</w:t>
      </w:r>
      <w:r w:rsidR="00C72943">
        <w:t xml:space="preserve"> Different higher layer entities will send synch to the lower MAC and have the indication passed through the SAP.</w:t>
      </w:r>
    </w:p>
    <w:p w14:paraId="4567FC2D" w14:textId="33863901" w:rsidR="00C72943" w:rsidRDefault="00C72943" w:rsidP="00EA00C4">
      <w:pPr>
        <w:numPr>
          <w:ilvl w:val="3"/>
          <w:numId w:val="1"/>
        </w:numPr>
      </w:pPr>
      <w:r>
        <w:t>This is just trying to clean up the language description the operation and behavior.</w:t>
      </w:r>
    </w:p>
    <w:p w14:paraId="3F45B8B9" w14:textId="73230605" w:rsidR="00C72943" w:rsidRDefault="00C72943" w:rsidP="00EA00C4">
      <w:pPr>
        <w:numPr>
          <w:ilvl w:val="3"/>
          <w:numId w:val="1"/>
        </w:numPr>
      </w:pPr>
      <w:r>
        <w:t>Discussion of PPDU and MPDU vs Data Frame usage and what is being depicted.</w:t>
      </w:r>
    </w:p>
    <w:p w14:paraId="21AAD1B3" w14:textId="0B7E6E90" w:rsidR="00C72943" w:rsidRDefault="00C72943" w:rsidP="00EA00C4">
      <w:pPr>
        <w:numPr>
          <w:ilvl w:val="3"/>
          <w:numId w:val="1"/>
        </w:numPr>
      </w:pPr>
      <w:r>
        <w:t xml:space="preserve">Proposed Resolution: </w:t>
      </w:r>
      <w:r w:rsidRPr="00C72943">
        <w:t xml:space="preserve">CID </w:t>
      </w:r>
      <w:r w:rsidR="00FE4D43" w:rsidRPr="00C72943">
        <w:t>4442:</w:t>
      </w:r>
      <w:r w:rsidR="00FE4D43">
        <w:t xml:space="preserve"> Revised;</w:t>
      </w:r>
      <w:r>
        <w:t xml:space="preserve"> </w:t>
      </w:r>
      <w:r w:rsidRPr="00C72943">
        <w:t>Replace the second and third sentences with: “When the MAC transmits a Data frame with an Address 1 match, the MLME-HL-SYNC.indication shall occur when the last symbol of the PPDU carrying the Data frame is transmitted.  When the MAC receives a Data frame with an Address 1 match, the MLME-HL-SYNC.indication shall occur when the last symbol of the PPDU carrying the matching Data frame is received.”</w:t>
      </w:r>
    </w:p>
    <w:p w14:paraId="749066E4" w14:textId="503A9142" w:rsidR="00C72943" w:rsidRDefault="00C72943" w:rsidP="00EA00C4">
      <w:pPr>
        <w:numPr>
          <w:ilvl w:val="3"/>
          <w:numId w:val="1"/>
        </w:numPr>
      </w:pPr>
      <w:r>
        <w:t>No objection – Mark Ready for Motion</w:t>
      </w:r>
    </w:p>
    <w:p w14:paraId="71E372F1" w14:textId="66EA0F6F" w:rsidR="00C72943" w:rsidRPr="00C72943" w:rsidRDefault="00C72943" w:rsidP="00C72943">
      <w:pPr>
        <w:numPr>
          <w:ilvl w:val="2"/>
          <w:numId w:val="1"/>
        </w:numPr>
        <w:rPr>
          <w:highlight w:val="green"/>
        </w:rPr>
      </w:pPr>
      <w:r w:rsidRPr="00C72943">
        <w:rPr>
          <w:highlight w:val="green"/>
        </w:rPr>
        <w:t>CID 4418 (MAC)</w:t>
      </w:r>
    </w:p>
    <w:p w14:paraId="735A2B66" w14:textId="296BCB4C" w:rsidR="00EA00C4" w:rsidRDefault="00C72943" w:rsidP="00EA00C4">
      <w:pPr>
        <w:numPr>
          <w:ilvl w:val="3"/>
          <w:numId w:val="1"/>
        </w:numPr>
      </w:pPr>
      <w:r>
        <w:t>Review Comment</w:t>
      </w:r>
    </w:p>
    <w:p w14:paraId="2762E513" w14:textId="12BA74D2" w:rsidR="00C72943" w:rsidRDefault="00C72943" w:rsidP="00EA00C4">
      <w:pPr>
        <w:numPr>
          <w:ilvl w:val="3"/>
          <w:numId w:val="1"/>
        </w:numPr>
      </w:pPr>
      <w:r>
        <w:t>Proposed Resolution: Accept</w:t>
      </w:r>
    </w:p>
    <w:p w14:paraId="16204DD2" w14:textId="1FD5945F" w:rsidR="00C72943" w:rsidRDefault="00C72943" w:rsidP="00EA00C4">
      <w:pPr>
        <w:numPr>
          <w:ilvl w:val="3"/>
          <w:numId w:val="1"/>
        </w:numPr>
      </w:pPr>
      <w:r>
        <w:t>Review summary of the changes.</w:t>
      </w:r>
    </w:p>
    <w:p w14:paraId="54C0EA4C" w14:textId="36AADF6E" w:rsidR="00C72943" w:rsidRDefault="00C72943" w:rsidP="00EA00C4">
      <w:pPr>
        <w:numPr>
          <w:ilvl w:val="3"/>
          <w:numId w:val="1"/>
        </w:numPr>
      </w:pPr>
      <w:r>
        <w:t>No objection – Mark Ready for Motion.</w:t>
      </w:r>
    </w:p>
    <w:p w14:paraId="615E0F8A" w14:textId="1EEC46AF" w:rsidR="00084EF8" w:rsidRPr="00F7468C" w:rsidRDefault="008C1F01" w:rsidP="008C1F01">
      <w:pPr>
        <w:pStyle w:val="ListParagraph"/>
        <w:numPr>
          <w:ilvl w:val="1"/>
          <w:numId w:val="1"/>
        </w:numPr>
        <w:rPr>
          <w:szCs w:val="22"/>
          <w:lang w:val="en-US"/>
        </w:rPr>
      </w:pPr>
      <w:r w:rsidRPr="00F7468C">
        <w:rPr>
          <w:b/>
          <w:bCs/>
          <w:szCs w:val="22"/>
          <w:lang w:val="en-CA"/>
        </w:rPr>
        <w:t>GEN Comments</w:t>
      </w:r>
      <w:r w:rsidRPr="00F7468C">
        <w:rPr>
          <w:szCs w:val="22"/>
          <w:lang w:val="en-CA"/>
        </w:rPr>
        <w:t xml:space="preserve"> – document </w:t>
      </w:r>
      <w:r w:rsidR="00084EF8" w:rsidRPr="00F7468C">
        <w:rPr>
          <w:szCs w:val="22"/>
          <w:lang w:val="en-CA"/>
        </w:rPr>
        <w:t>11-20/147r11 - Jon ROSDAHL (Qualcomm)</w:t>
      </w:r>
    </w:p>
    <w:p w14:paraId="16CDDF95" w14:textId="2EDE75E2" w:rsidR="008C1F01" w:rsidRDefault="00025BEF" w:rsidP="00084EF8">
      <w:pPr>
        <w:pStyle w:val="ListParagraph"/>
        <w:numPr>
          <w:ilvl w:val="2"/>
          <w:numId w:val="1"/>
        </w:numPr>
        <w:rPr>
          <w:sz w:val="24"/>
          <w:lang w:val="en-US"/>
        </w:rPr>
      </w:pPr>
      <w:hyperlink r:id="rId17" w:history="1">
        <w:r w:rsidR="00084EF8" w:rsidRPr="00A9608A">
          <w:rPr>
            <w:rStyle w:val="Hyperlink"/>
            <w:lang w:val="en-CA"/>
          </w:rPr>
          <w:t>https://mentor.ieee.org/802.11/dcn/20/11-20-0147-11-000m-sb1-revmd-gen-comments.xls</w:t>
        </w:r>
      </w:hyperlink>
      <w:r w:rsidR="008C1F01">
        <w:rPr>
          <w:lang w:val="en-CA"/>
        </w:rPr>
        <w:t xml:space="preserve"> - </w:t>
      </w:r>
    </w:p>
    <w:p w14:paraId="730701D6" w14:textId="4A3FF8BE" w:rsidR="008C1F01" w:rsidRDefault="008C1F01" w:rsidP="008C1F01">
      <w:pPr>
        <w:pStyle w:val="ListParagraph"/>
        <w:numPr>
          <w:ilvl w:val="2"/>
          <w:numId w:val="1"/>
        </w:numPr>
      </w:pPr>
      <w:r>
        <w:rPr>
          <w:lang w:val="en-CA"/>
        </w:rPr>
        <w:t>These comments can be viewed in 11-20/147r11</w:t>
      </w:r>
      <w:r w:rsidR="00D74FE0">
        <w:rPr>
          <w:lang w:val="en-CA"/>
        </w:rPr>
        <w:t>, but we are processing directly from the database today.</w:t>
      </w:r>
    </w:p>
    <w:p w14:paraId="6EDE5D1C" w14:textId="77777777" w:rsidR="008C1F01" w:rsidRPr="008C1F01" w:rsidRDefault="008C1F01" w:rsidP="008C1F01">
      <w:pPr>
        <w:pStyle w:val="ListParagraph"/>
        <w:numPr>
          <w:ilvl w:val="2"/>
          <w:numId w:val="1"/>
        </w:numPr>
        <w:rPr>
          <w:highlight w:val="yellow"/>
        </w:rPr>
      </w:pPr>
      <w:r w:rsidRPr="008C1F01">
        <w:rPr>
          <w:highlight w:val="yellow"/>
          <w:lang w:val="en-CA"/>
        </w:rPr>
        <w:t>CID 4170 (GEN)</w:t>
      </w:r>
    </w:p>
    <w:p w14:paraId="63A6EA70" w14:textId="77777777" w:rsidR="008C1F01" w:rsidRDefault="008C1F01" w:rsidP="008C1F01">
      <w:pPr>
        <w:pStyle w:val="ListParagraph"/>
        <w:numPr>
          <w:ilvl w:val="3"/>
          <w:numId w:val="1"/>
        </w:numPr>
      </w:pPr>
      <w:r>
        <w:rPr>
          <w:lang w:val="en-CA"/>
        </w:rPr>
        <w:t>The proposed resolution is technically correct, but it would make existing implementations non-compliant.</w:t>
      </w:r>
    </w:p>
    <w:p w14:paraId="157CC0DA" w14:textId="43B804F4" w:rsidR="008C1F01" w:rsidRDefault="008C1F01" w:rsidP="008C1F01">
      <w:pPr>
        <w:pStyle w:val="ListParagraph"/>
        <w:numPr>
          <w:ilvl w:val="3"/>
          <w:numId w:val="1"/>
        </w:numPr>
      </w:pPr>
      <w:r>
        <w:rPr>
          <w:lang w:val="en-CA"/>
        </w:rPr>
        <w:t>Some devices “work around the issue” by setting the probe delay to 0. However, probe delay cannot be set to 0. ProbeDelay is a local variable unique to the scanning procedure.</w:t>
      </w:r>
    </w:p>
    <w:p w14:paraId="6DFF2FD4" w14:textId="77777777" w:rsidR="008C1F01" w:rsidRDefault="008C1F01" w:rsidP="008C1F01">
      <w:pPr>
        <w:pStyle w:val="ListParagraph"/>
        <w:numPr>
          <w:ilvl w:val="3"/>
          <w:numId w:val="1"/>
        </w:numPr>
      </w:pPr>
      <w:r>
        <w:rPr>
          <w:lang w:val="en-CA"/>
        </w:rPr>
        <w:t xml:space="preserve">A new MIB variable could be created to allow a probe delay of 0. </w:t>
      </w:r>
    </w:p>
    <w:p w14:paraId="71DAC08A" w14:textId="77777777" w:rsidR="008C1F01" w:rsidRDefault="008C1F01" w:rsidP="008C1F01">
      <w:pPr>
        <w:pStyle w:val="ListParagraph"/>
        <w:numPr>
          <w:ilvl w:val="3"/>
          <w:numId w:val="1"/>
        </w:numPr>
      </w:pPr>
      <w:r>
        <w:rPr>
          <w:lang w:val="en-CA"/>
        </w:rPr>
        <w:t>This comment needs a submission and some discussion.</w:t>
      </w:r>
    </w:p>
    <w:p w14:paraId="701956F4" w14:textId="77777777" w:rsidR="008C1F01" w:rsidRDefault="008C1F01" w:rsidP="008C1F01">
      <w:pPr>
        <w:pStyle w:val="ListParagraph"/>
        <w:numPr>
          <w:ilvl w:val="3"/>
          <w:numId w:val="1"/>
        </w:numPr>
      </w:pPr>
      <w:r>
        <w:t>Discussion on the proposed resolution, or to possibly create a new variable.</w:t>
      </w:r>
    </w:p>
    <w:p w14:paraId="1729D357" w14:textId="77777777" w:rsidR="008C1F01" w:rsidRDefault="008C1F01" w:rsidP="008C1F01">
      <w:pPr>
        <w:pStyle w:val="ListParagraph"/>
        <w:numPr>
          <w:ilvl w:val="3"/>
          <w:numId w:val="1"/>
        </w:numPr>
      </w:pPr>
      <w:r>
        <w:t>Possible MIB variable to be added is one possible solution. If the MIB variable allows zero, then existing devices can use zero. The issue is not arriving at the new Channel and starting to transmit too early.</w:t>
      </w:r>
    </w:p>
    <w:p w14:paraId="3A9D7E75" w14:textId="436E77C7" w:rsidR="008C1F01" w:rsidRDefault="008C1F01" w:rsidP="008C1F01">
      <w:pPr>
        <w:pStyle w:val="ListParagraph"/>
        <w:numPr>
          <w:ilvl w:val="3"/>
          <w:numId w:val="1"/>
        </w:numPr>
      </w:pPr>
      <w:r w:rsidRPr="008C1F01">
        <w:rPr>
          <w:highlight w:val="yellow"/>
          <w:lang w:val="en-CA"/>
        </w:rPr>
        <w:t>ACTION ITEM:</w:t>
      </w:r>
      <w:r>
        <w:rPr>
          <w:lang w:val="en-CA"/>
        </w:rPr>
        <w:t xml:space="preserve"> Menzo WENTINK to create a submission </w:t>
      </w:r>
    </w:p>
    <w:p w14:paraId="47091DC7" w14:textId="77777777" w:rsidR="008C1F01" w:rsidRDefault="008C1F01" w:rsidP="008C1F01">
      <w:pPr>
        <w:pStyle w:val="ListParagraph"/>
        <w:numPr>
          <w:ilvl w:val="3"/>
          <w:numId w:val="1"/>
        </w:numPr>
      </w:pPr>
      <w:r>
        <w:rPr>
          <w:lang w:val="en-CA"/>
        </w:rPr>
        <w:t>If no submission comes forward, the comment will need a rejection reason.</w:t>
      </w:r>
    </w:p>
    <w:p w14:paraId="43C83BE0" w14:textId="77777777" w:rsidR="008C1F01" w:rsidRDefault="008C1F01" w:rsidP="008C1F01">
      <w:pPr>
        <w:pStyle w:val="ListParagraph"/>
        <w:numPr>
          <w:ilvl w:val="2"/>
          <w:numId w:val="1"/>
        </w:numPr>
      </w:pPr>
      <w:r w:rsidRPr="008C1F01">
        <w:rPr>
          <w:highlight w:val="yellow"/>
        </w:rPr>
        <w:t>CID 4169 (GEN)</w:t>
      </w:r>
    </w:p>
    <w:p w14:paraId="73ADDF62" w14:textId="77777777" w:rsidR="008C1F01" w:rsidRDefault="008C1F01" w:rsidP="008C1F01">
      <w:pPr>
        <w:pStyle w:val="ListParagraph"/>
        <w:numPr>
          <w:ilvl w:val="3"/>
          <w:numId w:val="1"/>
        </w:numPr>
      </w:pPr>
      <w:r>
        <w:t>This comment is related to CID 4170.</w:t>
      </w:r>
    </w:p>
    <w:p w14:paraId="705F98BA" w14:textId="77777777" w:rsidR="008C1F01" w:rsidRDefault="008C1F01" w:rsidP="008C1F01">
      <w:pPr>
        <w:pStyle w:val="ListParagraph"/>
        <w:numPr>
          <w:ilvl w:val="3"/>
          <w:numId w:val="1"/>
        </w:numPr>
      </w:pPr>
      <w:r>
        <w:t xml:space="preserve">CID 4169 only has a proposed change to clause 11.8.9 but no changes to the primitives. </w:t>
      </w:r>
    </w:p>
    <w:p w14:paraId="1E730797" w14:textId="77777777" w:rsidR="008C1F01" w:rsidRDefault="008C1F01" w:rsidP="008C1F01">
      <w:pPr>
        <w:pStyle w:val="ListParagraph"/>
        <w:numPr>
          <w:ilvl w:val="3"/>
          <w:numId w:val="1"/>
        </w:numPr>
      </w:pPr>
      <w:r>
        <w:t>The issue needs to be specified for legacy PHYs as well as new PHYs</w:t>
      </w:r>
    </w:p>
    <w:p w14:paraId="3DF6F49C" w14:textId="77777777" w:rsidR="008C1F01" w:rsidRDefault="008C1F01" w:rsidP="008C1F01">
      <w:pPr>
        <w:pStyle w:val="ListParagraph"/>
        <w:numPr>
          <w:ilvl w:val="3"/>
          <w:numId w:val="1"/>
        </w:numPr>
      </w:pPr>
      <w:r>
        <w:t>The resolution to CID 4170 should apply to CID 4169 as well.</w:t>
      </w:r>
    </w:p>
    <w:p w14:paraId="4612ECD2" w14:textId="77777777" w:rsidR="008C1F01" w:rsidRPr="008C1F01" w:rsidRDefault="008C1F01" w:rsidP="008C1F01">
      <w:pPr>
        <w:pStyle w:val="ListParagraph"/>
        <w:numPr>
          <w:ilvl w:val="2"/>
          <w:numId w:val="1"/>
        </w:numPr>
        <w:rPr>
          <w:highlight w:val="green"/>
        </w:rPr>
      </w:pPr>
      <w:r w:rsidRPr="008C1F01">
        <w:rPr>
          <w:highlight w:val="green"/>
        </w:rPr>
        <w:t>CID 4115 (GEN)</w:t>
      </w:r>
    </w:p>
    <w:p w14:paraId="5F14208F" w14:textId="77777777" w:rsidR="008C1F01" w:rsidRDefault="008C1F01" w:rsidP="008C1F01">
      <w:pPr>
        <w:pStyle w:val="ListParagraph"/>
        <w:numPr>
          <w:ilvl w:val="3"/>
          <w:numId w:val="1"/>
        </w:numPr>
      </w:pPr>
      <w:r>
        <w:lastRenderedPageBreak/>
        <w:t>Clause 11.18 in the proposed resolution would become Clause 11.17.</w:t>
      </w:r>
    </w:p>
    <w:p w14:paraId="2231F9D9" w14:textId="77777777" w:rsidR="008C1F01" w:rsidRDefault="008C1F01" w:rsidP="008C1F01">
      <w:pPr>
        <w:pStyle w:val="ListParagraph"/>
        <w:numPr>
          <w:ilvl w:val="3"/>
          <w:numId w:val="1"/>
        </w:numPr>
      </w:pPr>
      <w:r>
        <w:t>There is agreement to moving the sub-clause but there isn’t agreement on the proposed destination for the sub-clause.</w:t>
      </w:r>
    </w:p>
    <w:p w14:paraId="724AC2E2" w14:textId="77777777" w:rsidR="008C1F01" w:rsidRDefault="008C1F01" w:rsidP="008C1F01">
      <w:pPr>
        <w:pStyle w:val="ListParagraph"/>
        <w:numPr>
          <w:ilvl w:val="3"/>
          <w:numId w:val="1"/>
        </w:numPr>
      </w:pPr>
      <w:r>
        <w:t>The first chapter 10 clause dealing with RSNA is clause 10.25.</w:t>
      </w:r>
    </w:p>
    <w:p w14:paraId="39235C20" w14:textId="7C5D9A7A" w:rsidR="008C1F01" w:rsidRDefault="008C1F01" w:rsidP="008C1F01">
      <w:pPr>
        <w:pStyle w:val="ListParagraph"/>
        <w:numPr>
          <w:ilvl w:val="3"/>
          <w:numId w:val="1"/>
        </w:numPr>
      </w:pPr>
      <w:r>
        <w:t xml:space="preserve">SPP refers to </w:t>
      </w:r>
      <w:r w:rsidR="00BB3545">
        <w:t>Signalling</w:t>
      </w:r>
      <w:r>
        <w:t xml:space="preserve"> and Payload Protected and has was added as part of 802.11n. </w:t>
      </w:r>
    </w:p>
    <w:p w14:paraId="1C921391" w14:textId="77777777" w:rsidR="008C1F01" w:rsidRDefault="008C1F01" w:rsidP="008C1F01">
      <w:pPr>
        <w:pStyle w:val="ListParagraph"/>
        <w:numPr>
          <w:ilvl w:val="3"/>
          <w:numId w:val="1"/>
        </w:numPr>
      </w:pPr>
      <w:r>
        <w:t>The sub-clause should be moved to Clause 10 or Clause 12. Maybe the sub-clause should be a sub-clause of Clause 10.11.</w:t>
      </w:r>
    </w:p>
    <w:p w14:paraId="2B055048" w14:textId="799DFBC7" w:rsidR="008C1F01" w:rsidRDefault="008C1F01" w:rsidP="008C1F01">
      <w:pPr>
        <w:pStyle w:val="ListParagraph"/>
        <w:numPr>
          <w:ilvl w:val="3"/>
          <w:numId w:val="1"/>
        </w:numPr>
      </w:pPr>
      <w:r>
        <w:t xml:space="preserve">In Clause 11, there are a number of security procedures that are applied. For instance, Beacon Protection procedures are added to the MLME. </w:t>
      </w:r>
    </w:p>
    <w:p w14:paraId="05E5B340" w14:textId="77777777" w:rsidR="008C1F01" w:rsidRDefault="008C1F01" w:rsidP="008C1F01">
      <w:pPr>
        <w:pStyle w:val="ListParagraph"/>
        <w:numPr>
          <w:ilvl w:val="3"/>
          <w:numId w:val="1"/>
        </w:numPr>
      </w:pPr>
      <w:r>
        <w:t>A-MSDU does not belong in Clause 11.</w:t>
      </w:r>
    </w:p>
    <w:p w14:paraId="581A509A" w14:textId="77777777" w:rsidR="008C1F01" w:rsidRDefault="008C1F01" w:rsidP="008C1F01">
      <w:pPr>
        <w:pStyle w:val="ListParagraph"/>
        <w:numPr>
          <w:ilvl w:val="3"/>
          <w:numId w:val="1"/>
        </w:numPr>
      </w:pPr>
      <w:r>
        <w:t>If there is a strong preference to move the sub-clause, it should be moved to after Clause 10.11. We could move it to Clause 10.11.2</w:t>
      </w:r>
    </w:p>
    <w:p w14:paraId="04930030" w14:textId="77777777" w:rsidR="008C1F01" w:rsidRDefault="008C1F01" w:rsidP="008C1F01">
      <w:pPr>
        <w:pStyle w:val="ListParagraph"/>
        <w:numPr>
          <w:ilvl w:val="3"/>
          <w:numId w:val="1"/>
        </w:numPr>
      </w:pPr>
      <w:r>
        <w:t>We could move the two paragraphs to the end of Clause 10.11.</w:t>
      </w:r>
    </w:p>
    <w:p w14:paraId="015F7132" w14:textId="3E72A85E" w:rsidR="008C1F01" w:rsidRDefault="008C1F01" w:rsidP="008C1F01">
      <w:pPr>
        <w:pStyle w:val="ListParagraph"/>
        <w:numPr>
          <w:ilvl w:val="3"/>
          <w:numId w:val="1"/>
        </w:numPr>
      </w:pPr>
      <w:r>
        <w:t xml:space="preserve"> Proposed Resolution: CID 4115 (GEN) REVISED (GEN: 2020-06-17 21:53:23Z) Move the contents of 11.17 and place the contents at the end of clause 10.11 and delete the current 11.17 and renumber the remaining subclauses after it.</w:t>
      </w:r>
    </w:p>
    <w:p w14:paraId="45863F04" w14:textId="256959A0" w:rsidR="008C1F01" w:rsidRDefault="008C1F01" w:rsidP="008C1F01">
      <w:pPr>
        <w:pStyle w:val="ListParagraph"/>
        <w:numPr>
          <w:ilvl w:val="3"/>
          <w:numId w:val="1"/>
        </w:numPr>
      </w:pPr>
      <w:r>
        <w:t xml:space="preserve"> No objection – Mark Ready for Motion</w:t>
      </w:r>
    </w:p>
    <w:p w14:paraId="4A2C4A9B" w14:textId="77777777" w:rsidR="008C1F01" w:rsidRPr="008C1F01" w:rsidRDefault="008C1F01" w:rsidP="008C1F01">
      <w:pPr>
        <w:pStyle w:val="ListParagraph"/>
        <w:numPr>
          <w:ilvl w:val="1"/>
          <w:numId w:val="1"/>
        </w:numPr>
        <w:rPr>
          <w:b/>
          <w:bCs/>
        </w:rPr>
      </w:pPr>
      <w:r w:rsidRPr="008C1F01">
        <w:rPr>
          <w:b/>
          <w:bCs/>
        </w:rPr>
        <w:t>Review agenda for next call.</w:t>
      </w:r>
    </w:p>
    <w:p w14:paraId="2036EC8F" w14:textId="3872C89F" w:rsidR="007C203C" w:rsidRDefault="008C1F01" w:rsidP="008C1F01">
      <w:pPr>
        <w:pStyle w:val="ListParagraph"/>
        <w:numPr>
          <w:ilvl w:val="1"/>
          <w:numId w:val="1"/>
        </w:numPr>
        <w:rPr>
          <w:b/>
          <w:bCs/>
        </w:rPr>
      </w:pPr>
      <w:r w:rsidRPr="008C1F01">
        <w:rPr>
          <w:b/>
          <w:bCs/>
        </w:rPr>
        <w:t>Adjourn at 5:59pm</w:t>
      </w:r>
    </w:p>
    <w:p w14:paraId="268757ED" w14:textId="77777777" w:rsidR="007C203C" w:rsidRDefault="007C203C">
      <w:pPr>
        <w:rPr>
          <w:b/>
          <w:bCs/>
        </w:rPr>
      </w:pPr>
      <w:r>
        <w:rPr>
          <w:b/>
          <w:bCs/>
        </w:rPr>
        <w:br w:type="page"/>
      </w:r>
    </w:p>
    <w:p w14:paraId="1244D96F" w14:textId="4DEB1DE9" w:rsidR="00250192" w:rsidRPr="00034557" w:rsidRDefault="00250192" w:rsidP="00250192">
      <w:pPr>
        <w:numPr>
          <w:ilvl w:val="0"/>
          <w:numId w:val="1"/>
        </w:numPr>
        <w:rPr>
          <w:b/>
          <w:bCs/>
          <w:szCs w:val="22"/>
          <w:lang w:val="en-US"/>
        </w:rPr>
      </w:pPr>
      <w:r w:rsidRPr="00034557">
        <w:rPr>
          <w:b/>
          <w:bCs/>
          <w:szCs w:val="22"/>
        </w:rPr>
        <w:lastRenderedPageBreak/>
        <w:t xml:space="preserve">IEEE 802.11md REVmd CRC Telecon </w:t>
      </w:r>
      <w:r w:rsidR="00025BEF">
        <w:rPr>
          <w:b/>
          <w:bCs/>
          <w:szCs w:val="22"/>
        </w:rPr>
        <w:t>Friday</w:t>
      </w:r>
      <w:bookmarkStart w:id="0" w:name="_GoBack"/>
      <w:bookmarkEnd w:id="0"/>
      <w:r w:rsidRPr="00034557">
        <w:rPr>
          <w:b/>
          <w:bCs/>
          <w:szCs w:val="22"/>
        </w:rPr>
        <w:t xml:space="preserve"> </w:t>
      </w:r>
      <w:r>
        <w:rPr>
          <w:b/>
          <w:bCs/>
          <w:szCs w:val="22"/>
        </w:rPr>
        <w:t>June 19</w:t>
      </w:r>
      <w:r w:rsidRPr="00034557">
        <w:rPr>
          <w:b/>
          <w:bCs/>
          <w:szCs w:val="22"/>
        </w:rPr>
        <w:t>, 2020 1</w:t>
      </w:r>
      <w:r w:rsidR="0018689E">
        <w:rPr>
          <w:b/>
          <w:bCs/>
          <w:szCs w:val="22"/>
        </w:rPr>
        <w:t>0</w:t>
      </w:r>
      <w:r w:rsidRPr="00034557">
        <w:rPr>
          <w:b/>
          <w:bCs/>
          <w:szCs w:val="22"/>
        </w:rPr>
        <w:t>:00-1</w:t>
      </w:r>
      <w:r w:rsidR="0018689E">
        <w:rPr>
          <w:b/>
          <w:bCs/>
          <w:szCs w:val="22"/>
        </w:rPr>
        <w:t>2</w:t>
      </w:r>
      <w:r w:rsidRPr="00034557">
        <w:rPr>
          <w:b/>
          <w:bCs/>
          <w:szCs w:val="22"/>
        </w:rPr>
        <w:t>:00 ET</w:t>
      </w:r>
    </w:p>
    <w:p w14:paraId="76563104" w14:textId="3EDC6410" w:rsidR="00250192" w:rsidRDefault="00250192" w:rsidP="00250192">
      <w:pPr>
        <w:numPr>
          <w:ilvl w:val="1"/>
          <w:numId w:val="1"/>
        </w:numPr>
      </w:pPr>
      <w:r w:rsidRPr="0064726C">
        <w:rPr>
          <w:b/>
          <w:bCs/>
        </w:rPr>
        <w:t xml:space="preserve">Called to order at </w:t>
      </w:r>
      <w:r w:rsidR="000833D8">
        <w:rPr>
          <w:b/>
          <w:bCs/>
        </w:rPr>
        <w:t>10</w:t>
      </w:r>
      <w:r w:rsidRPr="0064726C">
        <w:rPr>
          <w:b/>
          <w:bCs/>
        </w:rPr>
        <w:t>:0</w:t>
      </w:r>
      <w:r>
        <w:rPr>
          <w:b/>
          <w:bCs/>
        </w:rPr>
        <w:t>3</w:t>
      </w:r>
      <w:r w:rsidRPr="0064726C">
        <w:rPr>
          <w:b/>
          <w:bCs/>
        </w:rPr>
        <w:t>pm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63A36169" w14:textId="77777777" w:rsidR="00250192" w:rsidRPr="0064726C" w:rsidRDefault="00250192" w:rsidP="00250192">
      <w:pPr>
        <w:numPr>
          <w:ilvl w:val="1"/>
          <w:numId w:val="1"/>
        </w:numPr>
        <w:rPr>
          <w:b/>
          <w:bCs/>
        </w:rPr>
      </w:pPr>
      <w:r w:rsidRPr="0064726C">
        <w:rPr>
          <w:b/>
          <w:bCs/>
        </w:rPr>
        <w:t>Review Patent and Participation Policy</w:t>
      </w:r>
    </w:p>
    <w:p w14:paraId="0DDCD5D6" w14:textId="77777777" w:rsidR="00250192" w:rsidRDefault="00250192" w:rsidP="00250192">
      <w:pPr>
        <w:numPr>
          <w:ilvl w:val="2"/>
          <w:numId w:val="1"/>
        </w:numPr>
      </w:pPr>
      <w:r>
        <w:t>No Issues noted.</w:t>
      </w:r>
    </w:p>
    <w:p w14:paraId="6C041A4D" w14:textId="77777777" w:rsidR="00250192" w:rsidRDefault="00250192" w:rsidP="00250192">
      <w:pPr>
        <w:numPr>
          <w:ilvl w:val="1"/>
          <w:numId w:val="1"/>
        </w:numPr>
      </w:pPr>
      <w:r w:rsidRPr="0064726C">
        <w:rPr>
          <w:b/>
          <w:bCs/>
        </w:rPr>
        <w:t>Attendance:</w:t>
      </w:r>
      <w:r>
        <w:t xml:space="preserve"> -please log with IMAT:</w:t>
      </w:r>
    </w:p>
    <w:p w14:paraId="7471F893" w14:textId="3DC8DE9B" w:rsidR="00250192" w:rsidRDefault="00250192" w:rsidP="00250192">
      <w:pPr>
        <w:numPr>
          <w:ilvl w:val="2"/>
          <w:numId w:val="1"/>
        </w:numPr>
      </w:pPr>
      <w:r w:rsidRPr="006A27CC">
        <w:t xml:space="preserve">About </w:t>
      </w:r>
      <w:r w:rsidR="00E8177F">
        <w:t>2</w:t>
      </w:r>
      <w:r w:rsidR="00426465">
        <w:t>4</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426465" w:rsidRPr="00073BF3" w14:paraId="42602B5F" w14:textId="77777777" w:rsidTr="00C04EEE">
        <w:trPr>
          <w:trHeight w:val="300"/>
        </w:trPr>
        <w:tc>
          <w:tcPr>
            <w:tcW w:w="463" w:type="dxa"/>
            <w:tcBorders>
              <w:top w:val="nil"/>
              <w:left w:val="nil"/>
              <w:bottom w:val="nil"/>
              <w:right w:val="nil"/>
            </w:tcBorders>
          </w:tcPr>
          <w:p w14:paraId="535A224D"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43E2CA66" w14:textId="6623DE69"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6E7B9081" w14:textId="091846C7"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563A2D2" w14:textId="035FF19A" w:rsidR="00426465" w:rsidRPr="00073BF3" w:rsidRDefault="00426465" w:rsidP="00426465">
            <w:pPr>
              <w:rPr>
                <w:rFonts w:ascii="Calibri" w:hAnsi="Calibri" w:cs="Calibri"/>
                <w:color w:val="000000"/>
                <w:szCs w:val="22"/>
                <w:lang w:val="en-US"/>
              </w:rPr>
            </w:pPr>
            <w:r>
              <w:rPr>
                <w:rFonts w:ascii="Calibri" w:hAnsi="Calibri" w:cs="Calibri"/>
                <w:color w:val="000000"/>
                <w:szCs w:val="22"/>
              </w:rPr>
              <w:t>Aboulmagd, Osama</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A6A12CE" w14:textId="12C441FE" w:rsidR="00426465" w:rsidRPr="00073BF3" w:rsidRDefault="00426465" w:rsidP="00426465">
            <w:pPr>
              <w:rPr>
                <w:rFonts w:ascii="Calibri" w:hAnsi="Calibri" w:cs="Calibri"/>
                <w:color w:val="000000"/>
                <w:szCs w:val="22"/>
                <w:lang w:val="en-US"/>
              </w:rPr>
            </w:pPr>
            <w:r>
              <w:rPr>
                <w:rFonts w:ascii="Calibri" w:hAnsi="Calibri" w:cs="Calibri"/>
                <w:color w:val="000000"/>
                <w:szCs w:val="22"/>
              </w:rPr>
              <w:t>Huawei Technologies Co. Ltd</w:t>
            </w:r>
          </w:p>
        </w:tc>
      </w:tr>
      <w:tr w:rsidR="00426465" w:rsidRPr="00073BF3" w14:paraId="5DAA4B82" w14:textId="77777777" w:rsidTr="00C04EEE">
        <w:trPr>
          <w:trHeight w:val="300"/>
        </w:trPr>
        <w:tc>
          <w:tcPr>
            <w:tcW w:w="0" w:type="auto"/>
            <w:tcBorders>
              <w:top w:val="nil"/>
              <w:left w:val="nil"/>
              <w:bottom w:val="nil"/>
              <w:right w:val="nil"/>
            </w:tcBorders>
          </w:tcPr>
          <w:p w14:paraId="7E6CC0BD"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2AFBB6" w14:textId="0E2464B9"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074211" w14:textId="2538D092"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27E74EB" w14:textId="0FA62FD5" w:rsidR="00426465" w:rsidRPr="00073BF3" w:rsidRDefault="00426465" w:rsidP="00426465">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858470B" w14:textId="7585BA18" w:rsidR="00426465" w:rsidRPr="00073BF3" w:rsidRDefault="00426465" w:rsidP="00426465">
            <w:pPr>
              <w:rPr>
                <w:rFonts w:ascii="Calibri" w:hAnsi="Calibri" w:cs="Calibri"/>
                <w:color w:val="000000"/>
                <w:szCs w:val="22"/>
                <w:lang w:val="en-US"/>
              </w:rPr>
            </w:pPr>
            <w:r>
              <w:rPr>
                <w:rFonts w:ascii="Calibri" w:hAnsi="Calibri" w:cs="Calibri"/>
                <w:color w:val="000000"/>
                <w:szCs w:val="22"/>
              </w:rPr>
              <w:t>Huawei Technologies Co., Ltd</w:t>
            </w:r>
          </w:p>
        </w:tc>
      </w:tr>
      <w:tr w:rsidR="00426465" w:rsidRPr="00073BF3" w14:paraId="5971626C" w14:textId="77777777" w:rsidTr="00C04EEE">
        <w:trPr>
          <w:trHeight w:val="300"/>
        </w:trPr>
        <w:tc>
          <w:tcPr>
            <w:tcW w:w="0" w:type="auto"/>
            <w:tcBorders>
              <w:top w:val="nil"/>
              <w:left w:val="nil"/>
              <w:bottom w:val="nil"/>
              <w:right w:val="nil"/>
            </w:tcBorders>
          </w:tcPr>
          <w:p w14:paraId="691FA43F"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DED05E9" w14:textId="26412202"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08B39C" w14:textId="2BC260CC"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DDF13CE" w14:textId="5B08432E" w:rsidR="00426465" w:rsidRPr="00073BF3" w:rsidRDefault="00426465" w:rsidP="00426465">
            <w:pPr>
              <w:rPr>
                <w:rFonts w:ascii="Calibri" w:hAnsi="Calibri" w:cs="Calibri"/>
                <w:color w:val="000000"/>
                <w:szCs w:val="22"/>
                <w:lang w:val="en-US"/>
              </w:rPr>
            </w:pPr>
            <w:r>
              <w:rPr>
                <w:rFonts w:ascii="Calibri" w:hAnsi="Calibri" w:cs="Calibri"/>
                <w:color w:val="000000"/>
                <w:szCs w:val="22"/>
              </w:rPr>
              <w:t>Bhandaru, Nehru</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2079F26" w14:textId="67062A14" w:rsidR="00426465" w:rsidRPr="00073BF3" w:rsidRDefault="00426465" w:rsidP="00426465">
            <w:pPr>
              <w:rPr>
                <w:rFonts w:ascii="Calibri" w:hAnsi="Calibri" w:cs="Calibri"/>
                <w:color w:val="000000"/>
                <w:szCs w:val="22"/>
                <w:lang w:val="en-US"/>
              </w:rPr>
            </w:pPr>
            <w:r>
              <w:rPr>
                <w:rFonts w:ascii="Calibri" w:hAnsi="Calibri" w:cs="Calibri"/>
                <w:color w:val="000000"/>
                <w:szCs w:val="22"/>
              </w:rPr>
              <w:t>Broadcom Corporation</w:t>
            </w:r>
          </w:p>
        </w:tc>
      </w:tr>
      <w:tr w:rsidR="00426465" w:rsidRPr="00073BF3" w14:paraId="40353F57" w14:textId="77777777" w:rsidTr="00C04EEE">
        <w:trPr>
          <w:trHeight w:val="300"/>
        </w:trPr>
        <w:tc>
          <w:tcPr>
            <w:tcW w:w="0" w:type="auto"/>
            <w:tcBorders>
              <w:top w:val="nil"/>
              <w:left w:val="nil"/>
              <w:bottom w:val="nil"/>
              <w:right w:val="nil"/>
            </w:tcBorders>
          </w:tcPr>
          <w:p w14:paraId="6DD9BF78"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93508F" w14:textId="72893075"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86626E" w14:textId="1414E7A0"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17ADFB1" w14:textId="0106A6FE" w:rsidR="00426465" w:rsidRPr="00073BF3" w:rsidRDefault="00426465" w:rsidP="00426465">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1E458F3" w14:textId="774104C9" w:rsidR="00426465" w:rsidRPr="00073BF3" w:rsidRDefault="00426465" w:rsidP="00426465">
            <w:pPr>
              <w:rPr>
                <w:rFonts w:ascii="Calibri" w:hAnsi="Calibri" w:cs="Calibri"/>
                <w:color w:val="000000"/>
                <w:szCs w:val="22"/>
                <w:lang w:val="en-US"/>
              </w:rPr>
            </w:pPr>
            <w:r>
              <w:rPr>
                <w:rFonts w:ascii="Calibri" w:hAnsi="Calibri" w:cs="Calibri"/>
                <w:color w:val="000000"/>
                <w:szCs w:val="22"/>
              </w:rPr>
              <w:t>Realtek Semiconductor Corp.</w:t>
            </w:r>
          </w:p>
        </w:tc>
      </w:tr>
      <w:tr w:rsidR="00426465" w:rsidRPr="00073BF3" w14:paraId="0563061E" w14:textId="77777777" w:rsidTr="00C04EEE">
        <w:trPr>
          <w:trHeight w:val="300"/>
        </w:trPr>
        <w:tc>
          <w:tcPr>
            <w:tcW w:w="0" w:type="auto"/>
            <w:tcBorders>
              <w:top w:val="nil"/>
              <w:left w:val="nil"/>
              <w:bottom w:val="nil"/>
              <w:right w:val="nil"/>
            </w:tcBorders>
          </w:tcPr>
          <w:p w14:paraId="55CBB702"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338AFBB" w14:textId="14617ACD"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BA50E8" w14:textId="7AB0B926"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6BEA20E" w14:textId="68BBED39" w:rsidR="00426465" w:rsidRPr="00073BF3" w:rsidRDefault="00426465" w:rsidP="00426465">
            <w:pPr>
              <w:rPr>
                <w:rFonts w:ascii="Calibri" w:hAnsi="Calibri" w:cs="Calibri"/>
                <w:color w:val="000000"/>
                <w:szCs w:val="22"/>
                <w:lang w:val="en-US"/>
              </w:rPr>
            </w:pPr>
            <w:r>
              <w:rPr>
                <w:rFonts w:ascii="Calibri" w:hAnsi="Calibri" w:cs="Calibri"/>
                <w:color w:val="000000"/>
                <w:szCs w:val="22"/>
              </w:rPr>
              <w:t>Derham,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A5BF8C3" w14:textId="0C889ED1" w:rsidR="00426465" w:rsidRPr="00073BF3" w:rsidRDefault="00426465" w:rsidP="00426465">
            <w:pPr>
              <w:rPr>
                <w:rFonts w:ascii="Calibri" w:hAnsi="Calibri" w:cs="Calibri"/>
                <w:color w:val="000000"/>
                <w:szCs w:val="22"/>
                <w:lang w:val="en-US"/>
              </w:rPr>
            </w:pPr>
            <w:r>
              <w:rPr>
                <w:rFonts w:ascii="Calibri" w:hAnsi="Calibri" w:cs="Calibri"/>
                <w:color w:val="000000"/>
                <w:szCs w:val="22"/>
              </w:rPr>
              <w:t>Broadcom Corporation</w:t>
            </w:r>
          </w:p>
        </w:tc>
      </w:tr>
      <w:tr w:rsidR="00426465" w:rsidRPr="00073BF3" w14:paraId="7A0A27BB" w14:textId="77777777" w:rsidTr="00C04EEE">
        <w:trPr>
          <w:trHeight w:val="300"/>
        </w:trPr>
        <w:tc>
          <w:tcPr>
            <w:tcW w:w="0" w:type="auto"/>
            <w:tcBorders>
              <w:top w:val="nil"/>
              <w:left w:val="nil"/>
              <w:bottom w:val="nil"/>
              <w:right w:val="nil"/>
            </w:tcBorders>
          </w:tcPr>
          <w:p w14:paraId="42EE65FE"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ECBAAD9" w14:textId="70417C1C"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661E0C" w14:textId="1B432341"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69B9CAF" w14:textId="79AC296F" w:rsidR="00426465" w:rsidRPr="00073BF3" w:rsidRDefault="00426465" w:rsidP="00426465">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D6B5D2" w14:textId="5CBE89B3" w:rsidR="00426465" w:rsidRPr="00073BF3" w:rsidRDefault="00426465" w:rsidP="00426465">
            <w:pPr>
              <w:rPr>
                <w:rFonts w:ascii="Calibri" w:hAnsi="Calibri" w:cs="Calibri"/>
                <w:color w:val="000000"/>
                <w:szCs w:val="22"/>
                <w:lang w:val="en-US"/>
              </w:rPr>
            </w:pPr>
            <w:r>
              <w:rPr>
                <w:rFonts w:ascii="Calibri" w:hAnsi="Calibri" w:cs="Calibri"/>
                <w:color w:val="000000"/>
                <w:szCs w:val="22"/>
              </w:rPr>
              <w:t>Ruckus Wireless</w:t>
            </w:r>
          </w:p>
        </w:tc>
      </w:tr>
      <w:tr w:rsidR="00426465" w:rsidRPr="00073BF3" w14:paraId="31FF9247" w14:textId="77777777" w:rsidTr="00C04EEE">
        <w:trPr>
          <w:trHeight w:val="300"/>
        </w:trPr>
        <w:tc>
          <w:tcPr>
            <w:tcW w:w="0" w:type="auto"/>
            <w:tcBorders>
              <w:top w:val="nil"/>
              <w:left w:val="nil"/>
              <w:bottom w:val="nil"/>
              <w:right w:val="nil"/>
            </w:tcBorders>
          </w:tcPr>
          <w:p w14:paraId="72A32718"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1FAECA" w14:textId="14B573F8"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816AF3" w14:textId="102E9FB4"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9F0D7F2" w14:textId="67B16F1D" w:rsidR="00426465" w:rsidRPr="00073BF3" w:rsidRDefault="00426465" w:rsidP="00426465">
            <w:pPr>
              <w:rPr>
                <w:rFonts w:ascii="Calibri" w:hAnsi="Calibri" w:cs="Calibri"/>
                <w:color w:val="000000"/>
                <w:szCs w:val="22"/>
                <w:lang w:val="en-US"/>
              </w:rPr>
            </w:pPr>
            <w:r>
              <w:rPr>
                <w:rFonts w:ascii="Calibri" w:hAnsi="Calibri" w:cs="Calibri"/>
                <w:color w:val="000000"/>
                <w:szCs w:val="22"/>
              </w:rPr>
              <w:t>Huang, Po-Kai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7995FDD" w14:textId="1D00AA9E" w:rsidR="00426465" w:rsidRPr="00073BF3" w:rsidRDefault="00426465" w:rsidP="00426465">
            <w:pPr>
              <w:rPr>
                <w:rFonts w:ascii="Calibri" w:hAnsi="Calibri" w:cs="Calibri"/>
                <w:color w:val="000000"/>
                <w:szCs w:val="22"/>
                <w:lang w:val="en-US"/>
              </w:rPr>
            </w:pPr>
            <w:r>
              <w:rPr>
                <w:rFonts w:ascii="Calibri" w:hAnsi="Calibri" w:cs="Calibri"/>
                <w:color w:val="000000"/>
                <w:szCs w:val="22"/>
              </w:rPr>
              <w:t>Intel Corporation</w:t>
            </w:r>
          </w:p>
        </w:tc>
      </w:tr>
      <w:tr w:rsidR="00426465" w:rsidRPr="00073BF3" w14:paraId="297BFE19" w14:textId="77777777" w:rsidTr="00C04EEE">
        <w:trPr>
          <w:trHeight w:val="300"/>
        </w:trPr>
        <w:tc>
          <w:tcPr>
            <w:tcW w:w="0" w:type="auto"/>
            <w:tcBorders>
              <w:top w:val="nil"/>
              <w:left w:val="nil"/>
              <w:bottom w:val="nil"/>
              <w:right w:val="nil"/>
            </w:tcBorders>
          </w:tcPr>
          <w:p w14:paraId="349B8456"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30A937" w14:textId="3D9E2546"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ED871E1" w14:textId="7708B8E8"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095A8D8" w14:textId="24AA8B41" w:rsidR="00426465" w:rsidRPr="00073BF3" w:rsidRDefault="00426465" w:rsidP="00426465">
            <w:pPr>
              <w:rPr>
                <w:rFonts w:ascii="Calibri" w:hAnsi="Calibri" w:cs="Calibri"/>
                <w:color w:val="000000"/>
                <w:szCs w:val="22"/>
                <w:lang w:val="en-US"/>
              </w:rPr>
            </w:pPr>
            <w:r>
              <w:rPr>
                <w:rFonts w:ascii="Calibri" w:hAnsi="Calibri" w:cs="Calibri"/>
                <w:color w:val="000000"/>
                <w:szCs w:val="22"/>
              </w:rPr>
              <w:t>Kasher, Assaf</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87B33B7" w14:textId="3DACF08A" w:rsidR="00426465" w:rsidRPr="00073BF3" w:rsidRDefault="00426465" w:rsidP="00426465">
            <w:pPr>
              <w:rPr>
                <w:rFonts w:ascii="Calibri" w:hAnsi="Calibri" w:cs="Calibri"/>
                <w:color w:val="000000"/>
                <w:szCs w:val="22"/>
                <w:lang w:val="en-US"/>
              </w:rPr>
            </w:pPr>
            <w:r>
              <w:rPr>
                <w:rFonts w:ascii="Calibri" w:hAnsi="Calibri" w:cs="Calibri"/>
                <w:color w:val="000000"/>
                <w:szCs w:val="22"/>
              </w:rPr>
              <w:t>Qualcomm Incorporated</w:t>
            </w:r>
          </w:p>
        </w:tc>
      </w:tr>
      <w:tr w:rsidR="00426465" w:rsidRPr="00073BF3" w14:paraId="61E7DF9E" w14:textId="77777777" w:rsidTr="00C04EEE">
        <w:trPr>
          <w:trHeight w:val="300"/>
        </w:trPr>
        <w:tc>
          <w:tcPr>
            <w:tcW w:w="0" w:type="auto"/>
            <w:tcBorders>
              <w:top w:val="nil"/>
              <w:left w:val="nil"/>
              <w:bottom w:val="nil"/>
              <w:right w:val="nil"/>
            </w:tcBorders>
          </w:tcPr>
          <w:p w14:paraId="14CFE06C"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E152D3" w14:textId="2E94B341"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3315FC" w14:textId="19AD8547"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DF3A44" w14:textId="30DEC544" w:rsidR="00426465" w:rsidRPr="00073BF3" w:rsidRDefault="00426465" w:rsidP="00426465">
            <w:pPr>
              <w:rPr>
                <w:rFonts w:ascii="Calibri" w:hAnsi="Calibri" w:cs="Calibri"/>
                <w:color w:val="000000"/>
                <w:szCs w:val="22"/>
                <w:lang w:val="en-US"/>
              </w:rPr>
            </w:pPr>
            <w:r>
              <w:rPr>
                <w:rFonts w:ascii="Calibri" w:hAnsi="Calibri" w:cs="Calibri"/>
                <w:color w:val="000000"/>
                <w:szCs w:val="22"/>
              </w:rPr>
              <w:t>Kerry, Stuart</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CB14C0" w14:textId="6D429EB0" w:rsidR="00426465" w:rsidRPr="00073BF3" w:rsidRDefault="00426465" w:rsidP="00426465">
            <w:pPr>
              <w:rPr>
                <w:rFonts w:ascii="Calibri" w:hAnsi="Calibri" w:cs="Calibri"/>
                <w:color w:val="000000"/>
                <w:szCs w:val="22"/>
                <w:lang w:val="en-US"/>
              </w:rPr>
            </w:pPr>
            <w:r>
              <w:rPr>
                <w:rFonts w:ascii="Calibri" w:hAnsi="Calibri" w:cs="Calibri"/>
                <w:color w:val="000000"/>
                <w:szCs w:val="22"/>
              </w:rPr>
              <w:t>OK-Brit; Ruckus; CommScope</w:t>
            </w:r>
          </w:p>
        </w:tc>
      </w:tr>
      <w:tr w:rsidR="00426465" w:rsidRPr="00073BF3" w14:paraId="3A8A29CE" w14:textId="77777777" w:rsidTr="00C04EEE">
        <w:trPr>
          <w:trHeight w:val="300"/>
        </w:trPr>
        <w:tc>
          <w:tcPr>
            <w:tcW w:w="0" w:type="auto"/>
            <w:tcBorders>
              <w:top w:val="nil"/>
              <w:left w:val="nil"/>
              <w:bottom w:val="nil"/>
              <w:right w:val="nil"/>
            </w:tcBorders>
          </w:tcPr>
          <w:p w14:paraId="177A9062"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01CD3A" w14:textId="2FCEAFBD"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2B0ACD" w14:textId="2738AB6C"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24A476B" w14:textId="441505D5" w:rsidR="00426465" w:rsidRPr="00073BF3" w:rsidRDefault="00426465" w:rsidP="00426465">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6A2B1C1" w14:textId="758D8DAC" w:rsidR="00426465" w:rsidRPr="00073BF3" w:rsidRDefault="00426465" w:rsidP="00426465">
            <w:pPr>
              <w:rPr>
                <w:rFonts w:ascii="Calibri" w:hAnsi="Calibri" w:cs="Calibri"/>
                <w:color w:val="000000"/>
                <w:szCs w:val="22"/>
                <w:lang w:val="en-US"/>
              </w:rPr>
            </w:pPr>
            <w:r>
              <w:rPr>
                <w:rFonts w:ascii="Calibri" w:hAnsi="Calibri" w:cs="Calibri"/>
                <w:color w:val="000000"/>
                <w:szCs w:val="22"/>
              </w:rPr>
              <w:t>Qualcomm Incorporated</w:t>
            </w:r>
          </w:p>
        </w:tc>
      </w:tr>
      <w:tr w:rsidR="00426465" w:rsidRPr="00073BF3" w14:paraId="7F32112E" w14:textId="77777777" w:rsidTr="00C04EEE">
        <w:trPr>
          <w:trHeight w:val="300"/>
        </w:trPr>
        <w:tc>
          <w:tcPr>
            <w:tcW w:w="0" w:type="auto"/>
            <w:tcBorders>
              <w:top w:val="nil"/>
              <w:left w:val="nil"/>
              <w:bottom w:val="nil"/>
              <w:right w:val="nil"/>
            </w:tcBorders>
          </w:tcPr>
          <w:p w14:paraId="6172A4DE"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2BBB1C" w14:textId="528102C2"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6B5C835" w14:textId="3A53AF4F"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6CE8B73" w14:textId="37793394" w:rsidR="00426465" w:rsidRPr="00073BF3" w:rsidRDefault="00426465" w:rsidP="00426465">
            <w:pPr>
              <w:rPr>
                <w:rFonts w:ascii="Calibri" w:hAnsi="Calibri" w:cs="Calibri"/>
                <w:color w:val="000000"/>
                <w:szCs w:val="22"/>
                <w:lang w:val="en-US"/>
              </w:rPr>
            </w:pPr>
            <w:r>
              <w:rPr>
                <w:rFonts w:ascii="Calibri" w:hAnsi="Calibri" w:cs="Calibri"/>
                <w:color w:val="000000"/>
                <w:szCs w:val="22"/>
              </w:rPr>
              <w:t>Kwon, Young Hoon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CC8675D" w14:textId="3FBC925A" w:rsidR="00426465" w:rsidRPr="00073BF3" w:rsidRDefault="00426465" w:rsidP="00426465">
            <w:pPr>
              <w:rPr>
                <w:rFonts w:ascii="Calibri" w:hAnsi="Calibri" w:cs="Calibri"/>
                <w:color w:val="000000"/>
                <w:szCs w:val="22"/>
                <w:lang w:val="en-US"/>
              </w:rPr>
            </w:pPr>
            <w:r>
              <w:rPr>
                <w:rFonts w:ascii="Calibri" w:hAnsi="Calibri" w:cs="Calibri"/>
                <w:color w:val="000000"/>
                <w:szCs w:val="22"/>
              </w:rPr>
              <w:t>NXP Semiconductors</w:t>
            </w:r>
          </w:p>
        </w:tc>
      </w:tr>
      <w:tr w:rsidR="00426465" w:rsidRPr="00073BF3" w14:paraId="56E5FA2E" w14:textId="77777777" w:rsidTr="00C04EEE">
        <w:trPr>
          <w:trHeight w:val="300"/>
        </w:trPr>
        <w:tc>
          <w:tcPr>
            <w:tcW w:w="0" w:type="auto"/>
            <w:tcBorders>
              <w:top w:val="nil"/>
              <w:left w:val="nil"/>
              <w:bottom w:val="nil"/>
              <w:right w:val="nil"/>
            </w:tcBorders>
          </w:tcPr>
          <w:p w14:paraId="3ECA0CF8"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60584A" w14:textId="40475B84"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27F2B0" w14:textId="0C8EA21C"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E9621AE" w14:textId="56EDC6C4" w:rsidR="00426465" w:rsidRPr="00073BF3" w:rsidRDefault="00426465" w:rsidP="00426465">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96DE97" w14:textId="7AEF28B0" w:rsidR="00426465" w:rsidRPr="00073BF3" w:rsidRDefault="00426465" w:rsidP="00426465">
            <w:pPr>
              <w:rPr>
                <w:rFonts w:ascii="Calibri" w:hAnsi="Calibri" w:cs="Calibri"/>
                <w:color w:val="000000"/>
                <w:szCs w:val="22"/>
                <w:lang w:val="en-US"/>
              </w:rPr>
            </w:pPr>
            <w:r>
              <w:rPr>
                <w:rFonts w:ascii="Calibri" w:hAnsi="Calibri" w:cs="Calibri"/>
                <w:color w:val="000000"/>
                <w:szCs w:val="22"/>
              </w:rPr>
              <w:t>InterDigital, Inc.</w:t>
            </w:r>
          </w:p>
        </w:tc>
      </w:tr>
      <w:tr w:rsidR="00426465" w:rsidRPr="00073BF3" w14:paraId="266D63B3" w14:textId="77777777" w:rsidTr="00C04EEE">
        <w:trPr>
          <w:trHeight w:val="300"/>
        </w:trPr>
        <w:tc>
          <w:tcPr>
            <w:tcW w:w="0" w:type="auto"/>
            <w:tcBorders>
              <w:top w:val="nil"/>
              <w:left w:val="nil"/>
              <w:bottom w:val="nil"/>
              <w:right w:val="nil"/>
            </w:tcBorders>
          </w:tcPr>
          <w:p w14:paraId="40AE7AA9"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0A479EB" w14:textId="43F8DFD3"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0E5DBA7" w14:textId="3DAF6D1B"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D2860BF" w14:textId="0DF97B47" w:rsidR="00426465" w:rsidRPr="00073BF3" w:rsidRDefault="00426465" w:rsidP="00426465">
            <w:pPr>
              <w:rPr>
                <w:rFonts w:ascii="Calibri" w:hAnsi="Calibri" w:cs="Calibri"/>
                <w:color w:val="000000"/>
                <w:szCs w:val="22"/>
                <w:lang w:val="en-US"/>
              </w:rPr>
            </w:pPr>
            <w:r>
              <w:rPr>
                <w:rFonts w:ascii="Calibri" w:hAnsi="Calibri" w:cs="Calibri"/>
                <w:color w:val="000000"/>
                <w:szCs w:val="22"/>
              </w:rPr>
              <w:t>Liu, Yong</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11464D8" w14:textId="36FB1DCC" w:rsidR="00426465" w:rsidRPr="00073BF3" w:rsidRDefault="00426465" w:rsidP="00426465">
            <w:pPr>
              <w:rPr>
                <w:rFonts w:ascii="Calibri" w:hAnsi="Calibri" w:cs="Calibri"/>
                <w:color w:val="000000"/>
                <w:szCs w:val="22"/>
                <w:lang w:val="en-US"/>
              </w:rPr>
            </w:pPr>
            <w:r>
              <w:rPr>
                <w:rFonts w:ascii="Calibri" w:hAnsi="Calibri" w:cs="Calibri"/>
                <w:color w:val="000000"/>
                <w:szCs w:val="22"/>
              </w:rPr>
              <w:t>Apple, Inc.</w:t>
            </w:r>
          </w:p>
        </w:tc>
      </w:tr>
      <w:tr w:rsidR="00426465" w:rsidRPr="00073BF3" w14:paraId="41C95DE2" w14:textId="77777777" w:rsidTr="00C04EEE">
        <w:trPr>
          <w:trHeight w:val="300"/>
        </w:trPr>
        <w:tc>
          <w:tcPr>
            <w:tcW w:w="0" w:type="auto"/>
            <w:tcBorders>
              <w:top w:val="nil"/>
              <w:left w:val="nil"/>
              <w:bottom w:val="nil"/>
              <w:right w:val="nil"/>
            </w:tcBorders>
          </w:tcPr>
          <w:p w14:paraId="31A2183F"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88F491" w14:textId="5AB2EE21"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1B23AF" w14:textId="1D664BB8"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B34D593" w14:textId="7873A29D" w:rsidR="00426465" w:rsidRPr="00073BF3" w:rsidRDefault="00426465" w:rsidP="00426465">
            <w:pPr>
              <w:rPr>
                <w:rFonts w:ascii="Calibri" w:hAnsi="Calibri" w:cs="Calibri"/>
                <w:color w:val="000000"/>
                <w:szCs w:val="22"/>
                <w:lang w:val="en-US"/>
              </w:rPr>
            </w:pPr>
            <w:r>
              <w:rPr>
                <w:rFonts w:ascii="Calibri" w:hAnsi="Calibri" w:cs="Calibri"/>
                <w:color w:val="000000"/>
                <w:szCs w:val="22"/>
              </w:rPr>
              <w:t>McCann, Stephen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4F262E8" w14:textId="073259E6" w:rsidR="00426465" w:rsidRPr="00073BF3" w:rsidRDefault="00426465" w:rsidP="00426465">
            <w:pPr>
              <w:rPr>
                <w:rFonts w:ascii="Calibri" w:hAnsi="Calibri" w:cs="Calibri"/>
                <w:color w:val="000000"/>
                <w:szCs w:val="22"/>
                <w:lang w:val="en-US"/>
              </w:rPr>
            </w:pPr>
            <w:r>
              <w:rPr>
                <w:rFonts w:ascii="Calibri" w:hAnsi="Calibri" w:cs="Calibri"/>
                <w:color w:val="000000"/>
                <w:szCs w:val="22"/>
              </w:rPr>
              <w:t>BlackBerry</w:t>
            </w:r>
          </w:p>
        </w:tc>
      </w:tr>
      <w:tr w:rsidR="00426465" w:rsidRPr="00073BF3" w14:paraId="10FC64BD" w14:textId="77777777" w:rsidTr="00C04EEE">
        <w:trPr>
          <w:trHeight w:val="300"/>
        </w:trPr>
        <w:tc>
          <w:tcPr>
            <w:tcW w:w="0" w:type="auto"/>
            <w:tcBorders>
              <w:top w:val="nil"/>
              <w:left w:val="nil"/>
              <w:bottom w:val="nil"/>
              <w:right w:val="nil"/>
            </w:tcBorders>
          </w:tcPr>
          <w:p w14:paraId="4308011F"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1FCA32" w14:textId="31AF7F95"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9CA207" w14:textId="34BE455B"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00B36B" w14:textId="02777FD1" w:rsidR="00426465" w:rsidRPr="00073BF3" w:rsidRDefault="00426465" w:rsidP="00426465">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0EFF7A7" w14:textId="3D6F1A8A" w:rsidR="00426465" w:rsidRPr="00073BF3" w:rsidRDefault="00426465" w:rsidP="00426465">
            <w:pPr>
              <w:rPr>
                <w:rFonts w:ascii="Calibri" w:hAnsi="Calibri" w:cs="Calibri"/>
                <w:color w:val="000000"/>
                <w:szCs w:val="22"/>
                <w:lang w:val="en-US"/>
              </w:rPr>
            </w:pPr>
            <w:r>
              <w:rPr>
                <w:rFonts w:ascii="Calibri" w:hAnsi="Calibri" w:cs="Calibri"/>
                <w:color w:val="000000"/>
                <w:szCs w:val="22"/>
              </w:rPr>
              <w:t>BlackBerry</w:t>
            </w:r>
          </w:p>
        </w:tc>
      </w:tr>
      <w:tr w:rsidR="00426465" w:rsidRPr="00073BF3" w14:paraId="5DA2884B" w14:textId="77777777" w:rsidTr="00C04EEE">
        <w:trPr>
          <w:trHeight w:val="300"/>
        </w:trPr>
        <w:tc>
          <w:tcPr>
            <w:tcW w:w="0" w:type="auto"/>
            <w:tcBorders>
              <w:top w:val="nil"/>
              <w:left w:val="nil"/>
              <w:bottom w:val="nil"/>
              <w:right w:val="nil"/>
            </w:tcBorders>
          </w:tcPr>
          <w:p w14:paraId="38EC2213"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E3F8BC" w14:textId="6A5A0104"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CA293A" w14:textId="19E5E1FA"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79C633F" w14:textId="231B0066" w:rsidR="00426465" w:rsidRPr="00073BF3" w:rsidRDefault="00426465" w:rsidP="00426465">
            <w:pPr>
              <w:rPr>
                <w:rFonts w:ascii="Calibri" w:hAnsi="Calibri" w:cs="Calibri"/>
                <w:color w:val="000000"/>
                <w:szCs w:val="22"/>
                <w:lang w:val="en-US"/>
              </w:rPr>
            </w:pPr>
            <w:r>
              <w:rPr>
                <w:rFonts w:ascii="Calibri" w:hAnsi="Calibri" w:cs="Calibri"/>
                <w:color w:val="000000"/>
                <w:szCs w:val="22"/>
              </w:rPr>
              <w:t>Park, So Ryoung</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98452D" w14:textId="5DEB14F5" w:rsidR="00426465" w:rsidRPr="00073BF3" w:rsidRDefault="00426465" w:rsidP="00426465">
            <w:pPr>
              <w:rPr>
                <w:rFonts w:ascii="Calibri" w:hAnsi="Calibri" w:cs="Calibri"/>
                <w:color w:val="000000"/>
                <w:szCs w:val="22"/>
                <w:lang w:val="en-US"/>
              </w:rPr>
            </w:pPr>
            <w:r>
              <w:rPr>
                <w:rFonts w:ascii="Calibri" w:hAnsi="Calibri" w:cs="Calibri"/>
                <w:color w:val="000000"/>
                <w:szCs w:val="22"/>
              </w:rPr>
              <w:t>Hewlett Packard Enterprise</w:t>
            </w:r>
          </w:p>
        </w:tc>
      </w:tr>
      <w:tr w:rsidR="00426465" w:rsidRPr="00073BF3" w14:paraId="02CB7CA5" w14:textId="77777777" w:rsidTr="00C04EEE">
        <w:trPr>
          <w:trHeight w:val="300"/>
        </w:trPr>
        <w:tc>
          <w:tcPr>
            <w:tcW w:w="0" w:type="auto"/>
            <w:tcBorders>
              <w:top w:val="nil"/>
              <w:left w:val="nil"/>
              <w:bottom w:val="nil"/>
              <w:right w:val="nil"/>
            </w:tcBorders>
          </w:tcPr>
          <w:p w14:paraId="113ED658"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2B19E60" w14:textId="1E8FD4EC"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158963" w14:textId="0EE81404"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C4483DD" w14:textId="78548C5B" w:rsidR="00426465" w:rsidRPr="00073BF3" w:rsidRDefault="00426465" w:rsidP="00426465">
            <w:pPr>
              <w:rPr>
                <w:rFonts w:ascii="Calibri" w:hAnsi="Calibri" w:cs="Calibri"/>
                <w:color w:val="000000"/>
                <w:szCs w:val="22"/>
                <w:lang w:val="en-US"/>
              </w:rPr>
            </w:pPr>
            <w:r>
              <w:rPr>
                <w:rFonts w:ascii="Calibri" w:hAnsi="Calibri" w:cs="Calibri"/>
                <w:color w:val="000000"/>
                <w:szCs w:val="22"/>
              </w:rPr>
              <w:t>Patil, Abhishek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B839A83" w14:textId="5E997405" w:rsidR="00426465" w:rsidRPr="00073BF3" w:rsidRDefault="00426465" w:rsidP="00426465">
            <w:pPr>
              <w:rPr>
                <w:rFonts w:ascii="Calibri" w:hAnsi="Calibri" w:cs="Calibri"/>
                <w:color w:val="000000"/>
                <w:szCs w:val="22"/>
                <w:lang w:val="en-US"/>
              </w:rPr>
            </w:pPr>
            <w:r>
              <w:rPr>
                <w:rFonts w:ascii="Calibri" w:hAnsi="Calibri" w:cs="Calibri"/>
                <w:color w:val="000000"/>
                <w:szCs w:val="22"/>
              </w:rPr>
              <w:t>Qualcomm Incorporated</w:t>
            </w:r>
          </w:p>
        </w:tc>
      </w:tr>
      <w:tr w:rsidR="00426465" w:rsidRPr="00073BF3" w14:paraId="5D2C2F57" w14:textId="77777777" w:rsidTr="00C04EEE">
        <w:trPr>
          <w:trHeight w:val="300"/>
        </w:trPr>
        <w:tc>
          <w:tcPr>
            <w:tcW w:w="0" w:type="auto"/>
            <w:tcBorders>
              <w:top w:val="nil"/>
              <w:left w:val="nil"/>
              <w:bottom w:val="nil"/>
              <w:right w:val="nil"/>
            </w:tcBorders>
          </w:tcPr>
          <w:p w14:paraId="5B852B67"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EDEFF6A" w14:textId="4004D27C"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BF935AF" w14:textId="140BC3C1"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28D72E9" w14:textId="22617B63" w:rsidR="00426465" w:rsidRPr="00073BF3" w:rsidRDefault="00426465" w:rsidP="00426465">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7E23B2" w14:textId="10C74841" w:rsidR="00426465" w:rsidRPr="00073BF3" w:rsidRDefault="00426465" w:rsidP="00426465">
            <w:pPr>
              <w:rPr>
                <w:rFonts w:ascii="Calibri" w:hAnsi="Calibri" w:cs="Calibri"/>
                <w:color w:val="000000"/>
                <w:szCs w:val="22"/>
                <w:lang w:val="en-US"/>
              </w:rPr>
            </w:pPr>
            <w:r>
              <w:rPr>
                <w:rFonts w:ascii="Calibri" w:hAnsi="Calibri" w:cs="Calibri"/>
                <w:color w:val="000000"/>
                <w:szCs w:val="22"/>
              </w:rPr>
              <w:t>Samsung Cambridge Solution Centre</w:t>
            </w:r>
          </w:p>
        </w:tc>
      </w:tr>
      <w:tr w:rsidR="00426465" w:rsidRPr="00073BF3" w14:paraId="1982506D" w14:textId="77777777" w:rsidTr="00C04EEE">
        <w:trPr>
          <w:trHeight w:val="300"/>
        </w:trPr>
        <w:tc>
          <w:tcPr>
            <w:tcW w:w="0" w:type="auto"/>
            <w:tcBorders>
              <w:top w:val="nil"/>
              <w:left w:val="nil"/>
              <w:bottom w:val="nil"/>
              <w:right w:val="nil"/>
            </w:tcBorders>
          </w:tcPr>
          <w:p w14:paraId="5741F915"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8FD8BC6" w14:textId="482B9D6F"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E7E90B" w14:textId="4C439187"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E43B17" w14:textId="5732B897" w:rsidR="00426465" w:rsidRPr="00073BF3" w:rsidRDefault="00426465" w:rsidP="00426465">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6BBB100" w14:textId="4FE05CCF" w:rsidR="00426465" w:rsidRPr="00073BF3" w:rsidRDefault="00426465" w:rsidP="00426465">
            <w:pPr>
              <w:rPr>
                <w:rFonts w:ascii="Calibri" w:hAnsi="Calibri" w:cs="Calibri"/>
                <w:color w:val="000000"/>
                <w:szCs w:val="22"/>
                <w:lang w:val="en-US"/>
              </w:rPr>
            </w:pPr>
            <w:r>
              <w:rPr>
                <w:rFonts w:ascii="Calibri" w:hAnsi="Calibri" w:cs="Calibri"/>
                <w:color w:val="000000"/>
                <w:szCs w:val="22"/>
              </w:rPr>
              <w:t>Qualcomm Technologies, Inc.</w:t>
            </w:r>
          </w:p>
        </w:tc>
      </w:tr>
      <w:tr w:rsidR="00426465" w:rsidRPr="00073BF3" w14:paraId="03FDB286" w14:textId="77777777" w:rsidTr="00C04EEE">
        <w:trPr>
          <w:trHeight w:val="300"/>
        </w:trPr>
        <w:tc>
          <w:tcPr>
            <w:tcW w:w="0" w:type="auto"/>
            <w:tcBorders>
              <w:top w:val="nil"/>
              <w:left w:val="nil"/>
              <w:bottom w:val="nil"/>
              <w:right w:val="nil"/>
            </w:tcBorders>
          </w:tcPr>
          <w:p w14:paraId="51939EC7"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73F1AAD" w14:textId="6D5556E0"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EF2548" w14:textId="7DF2BBDE"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3760B1C" w14:textId="641E3473" w:rsidR="00426465" w:rsidRPr="00073BF3" w:rsidRDefault="00426465" w:rsidP="00426465">
            <w:pPr>
              <w:rPr>
                <w:rFonts w:ascii="Calibri" w:hAnsi="Calibri" w:cs="Calibri"/>
                <w:color w:val="000000"/>
                <w:szCs w:val="22"/>
                <w:lang w:val="en-US"/>
              </w:rPr>
            </w:pPr>
            <w:r>
              <w:rPr>
                <w:rFonts w:ascii="Calibri" w:hAnsi="Calibri" w:cs="Calibri"/>
                <w:color w:val="000000"/>
                <w:szCs w:val="22"/>
              </w:rPr>
              <w:t>Sherlock, Ian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294DD61" w14:textId="75CF02E8" w:rsidR="00426465" w:rsidRPr="00073BF3" w:rsidRDefault="00426465" w:rsidP="00426465">
            <w:pPr>
              <w:rPr>
                <w:rFonts w:ascii="Calibri" w:hAnsi="Calibri" w:cs="Calibri"/>
                <w:color w:val="000000"/>
                <w:szCs w:val="22"/>
                <w:lang w:val="en-US"/>
              </w:rPr>
            </w:pPr>
            <w:r>
              <w:rPr>
                <w:rFonts w:ascii="Calibri" w:hAnsi="Calibri" w:cs="Calibri"/>
                <w:color w:val="000000"/>
                <w:szCs w:val="22"/>
              </w:rPr>
              <w:t>Texas Instruments Incorporated</w:t>
            </w:r>
          </w:p>
        </w:tc>
      </w:tr>
      <w:tr w:rsidR="00426465" w:rsidRPr="00073BF3" w14:paraId="79F4378E" w14:textId="77777777" w:rsidTr="00C04EEE">
        <w:trPr>
          <w:trHeight w:val="300"/>
        </w:trPr>
        <w:tc>
          <w:tcPr>
            <w:tcW w:w="0" w:type="auto"/>
            <w:tcBorders>
              <w:top w:val="nil"/>
              <w:left w:val="nil"/>
              <w:bottom w:val="nil"/>
              <w:right w:val="nil"/>
            </w:tcBorders>
          </w:tcPr>
          <w:p w14:paraId="0AB494F3"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CC2D7DD" w14:textId="21AF6409"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E00BDB" w14:textId="609D7A85"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333B0D7" w14:textId="14722493" w:rsidR="00426465" w:rsidRPr="00073BF3" w:rsidRDefault="00426465" w:rsidP="00426465">
            <w:pPr>
              <w:rPr>
                <w:rFonts w:ascii="Calibri" w:hAnsi="Calibri" w:cs="Calibri"/>
                <w:color w:val="000000"/>
                <w:szCs w:val="22"/>
                <w:lang w:val="en-US"/>
              </w:rPr>
            </w:pPr>
            <w:r>
              <w:rPr>
                <w:rFonts w:ascii="Calibri" w:hAnsi="Calibri" w:cs="Calibri"/>
                <w:color w:val="000000"/>
                <w:szCs w:val="22"/>
              </w:rPr>
              <w:t>Smith, Graham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14119C" w14:textId="79F1D039" w:rsidR="00426465" w:rsidRPr="00073BF3" w:rsidRDefault="00426465" w:rsidP="00426465">
            <w:pPr>
              <w:rPr>
                <w:rFonts w:ascii="Calibri" w:hAnsi="Calibri" w:cs="Calibri"/>
                <w:color w:val="000000"/>
                <w:szCs w:val="22"/>
                <w:lang w:val="en-US"/>
              </w:rPr>
            </w:pPr>
            <w:r>
              <w:rPr>
                <w:rFonts w:ascii="Calibri" w:hAnsi="Calibri" w:cs="Calibri"/>
                <w:color w:val="000000"/>
                <w:szCs w:val="22"/>
              </w:rPr>
              <w:t>SR Technologies</w:t>
            </w:r>
          </w:p>
        </w:tc>
      </w:tr>
      <w:tr w:rsidR="00426465" w:rsidRPr="00073BF3" w14:paraId="10680873" w14:textId="77777777" w:rsidTr="00C04EEE">
        <w:trPr>
          <w:trHeight w:val="300"/>
        </w:trPr>
        <w:tc>
          <w:tcPr>
            <w:tcW w:w="0" w:type="auto"/>
            <w:tcBorders>
              <w:top w:val="nil"/>
              <w:left w:val="nil"/>
              <w:bottom w:val="nil"/>
              <w:right w:val="nil"/>
            </w:tcBorders>
          </w:tcPr>
          <w:p w14:paraId="1CBBC004"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C208F5" w14:textId="4CCE1D15"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3DE7EFC" w14:textId="1A3E8A92"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9BA7D8A" w14:textId="6C56B1A4" w:rsidR="00426465" w:rsidRPr="00073BF3" w:rsidRDefault="00426465" w:rsidP="00426465">
            <w:pPr>
              <w:rPr>
                <w:rFonts w:ascii="Calibri" w:hAnsi="Calibri" w:cs="Calibri"/>
                <w:color w:val="000000"/>
                <w:szCs w:val="22"/>
                <w:lang w:val="en-US"/>
              </w:rPr>
            </w:pPr>
            <w:r>
              <w:rPr>
                <w:rFonts w:ascii="Calibri" w:hAnsi="Calibri" w:cs="Calibri"/>
                <w:color w:val="000000"/>
                <w:szCs w:val="22"/>
              </w:rPr>
              <w:t>Stacey, Robert</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6ED181" w14:textId="54E9E008" w:rsidR="00426465" w:rsidRPr="00073BF3" w:rsidRDefault="00426465" w:rsidP="00426465">
            <w:pPr>
              <w:rPr>
                <w:rFonts w:ascii="Calibri" w:hAnsi="Calibri" w:cs="Calibri"/>
                <w:color w:val="000000"/>
                <w:szCs w:val="22"/>
                <w:lang w:val="en-US"/>
              </w:rPr>
            </w:pPr>
            <w:r>
              <w:rPr>
                <w:rFonts w:ascii="Calibri" w:hAnsi="Calibri" w:cs="Calibri"/>
                <w:color w:val="000000"/>
                <w:szCs w:val="22"/>
              </w:rPr>
              <w:t>Intel Corporation</w:t>
            </w:r>
          </w:p>
        </w:tc>
      </w:tr>
      <w:tr w:rsidR="00426465" w:rsidRPr="00073BF3" w14:paraId="1EE03007" w14:textId="77777777" w:rsidTr="00C04EEE">
        <w:trPr>
          <w:trHeight w:val="300"/>
        </w:trPr>
        <w:tc>
          <w:tcPr>
            <w:tcW w:w="0" w:type="auto"/>
            <w:tcBorders>
              <w:top w:val="nil"/>
              <w:left w:val="nil"/>
              <w:bottom w:val="nil"/>
              <w:right w:val="nil"/>
            </w:tcBorders>
          </w:tcPr>
          <w:p w14:paraId="5FA2F181"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917DDF3" w14:textId="2B446BB3"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AA5EF5" w14:textId="7AE46EDE"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09D93C" w14:textId="287E275F" w:rsidR="00426465" w:rsidRPr="00073BF3" w:rsidRDefault="00426465" w:rsidP="00426465">
            <w:pPr>
              <w:rPr>
                <w:rFonts w:ascii="Calibri" w:hAnsi="Calibri" w:cs="Calibri"/>
                <w:color w:val="000000"/>
                <w:szCs w:val="22"/>
                <w:lang w:val="en-US"/>
              </w:rPr>
            </w:pPr>
            <w:r>
              <w:rPr>
                <w:rFonts w:ascii="Calibri" w:hAnsi="Calibri" w:cs="Calibri"/>
                <w:color w:val="000000"/>
                <w:szCs w:val="22"/>
              </w:rPr>
              <w:t>Venkatesan, Ganesh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6DFB2EF" w14:textId="0AB93092" w:rsidR="00426465" w:rsidRPr="00073BF3" w:rsidRDefault="00426465" w:rsidP="00426465">
            <w:pPr>
              <w:rPr>
                <w:rFonts w:ascii="Calibri" w:hAnsi="Calibri" w:cs="Calibri"/>
                <w:color w:val="000000"/>
                <w:szCs w:val="22"/>
                <w:lang w:val="en-US"/>
              </w:rPr>
            </w:pPr>
            <w:r>
              <w:rPr>
                <w:rFonts w:ascii="Calibri" w:hAnsi="Calibri" w:cs="Calibri"/>
                <w:color w:val="000000"/>
                <w:szCs w:val="22"/>
              </w:rPr>
              <w:t>Intel Corporation</w:t>
            </w:r>
          </w:p>
        </w:tc>
      </w:tr>
      <w:tr w:rsidR="00426465" w:rsidRPr="00073BF3" w14:paraId="4301519F" w14:textId="77777777" w:rsidTr="00C04EEE">
        <w:trPr>
          <w:trHeight w:val="300"/>
        </w:trPr>
        <w:tc>
          <w:tcPr>
            <w:tcW w:w="0" w:type="auto"/>
            <w:tcBorders>
              <w:top w:val="nil"/>
              <w:left w:val="nil"/>
              <w:bottom w:val="nil"/>
              <w:right w:val="nil"/>
            </w:tcBorders>
          </w:tcPr>
          <w:p w14:paraId="7BCBCACF" w14:textId="77777777" w:rsidR="00426465" w:rsidRPr="00073BF3" w:rsidRDefault="00426465" w:rsidP="00426465">
            <w:pPr>
              <w:pStyle w:val="ListParagraph"/>
              <w:numPr>
                <w:ilvl w:val="0"/>
                <w:numId w:val="8"/>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305950" w14:textId="7D890855"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TGmd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DF447A" w14:textId="0D11A708" w:rsidR="00426465" w:rsidRPr="00073BF3" w:rsidRDefault="00426465" w:rsidP="00426465">
            <w:pPr>
              <w:jc w:val="center"/>
              <w:rPr>
                <w:rFonts w:ascii="Calibri" w:hAnsi="Calibri" w:cs="Calibri"/>
                <w:color w:val="000000"/>
                <w:szCs w:val="22"/>
                <w:lang w:val="en-US"/>
              </w:rPr>
            </w:pPr>
            <w:r>
              <w:rPr>
                <w:rFonts w:ascii="Calibri" w:hAnsi="Calibri" w:cs="Calibri"/>
                <w:color w:val="000000"/>
                <w:szCs w:val="22"/>
              </w:rPr>
              <w:t>6/19</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952E42B" w14:textId="7941A503" w:rsidR="00426465" w:rsidRPr="00073BF3" w:rsidRDefault="00426465" w:rsidP="00426465">
            <w:pPr>
              <w:rPr>
                <w:rFonts w:ascii="Calibri" w:hAnsi="Calibri" w:cs="Calibri"/>
                <w:color w:val="000000"/>
                <w:szCs w:val="22"/>
                <w:lang w:val="en-US"/>
              </w:rPr>
            </w:pPr>
            <w:r>
              <w:rPr>
                <w:rFonts w:ascii="Calibri" w:hAnsi="Calibri" w:cs="Calibri"/>
                <w:color w:val="000000"/>
                <w:szCs w:val="22"/>
              </w:rPr>
              <w:t>Wentink, Menzo</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C083C62" w14:textId="66644C63" w:rsidR="00426465" w:rsidRPr="00073BF3" w:rsidRDefault="00426465" w:rsidP="00426465">
            <w:pPr>
              <w:rPr>
                <w:rFonts w:ascii="Calibri" w:hAnsi="Calibri" w:cs="Calibri"/>
                <w:color w:val="000000"/>
                <w:szCs w:val="22"/>
                <w:lang w:val="en-US"/>
              </w:rPr>
            </w:pPr>
            <w:r>
              <w:rPr>
                <w:rFonts w:ascii="Calibri" w:hAnsi="Calibri" w:cs="Calibri"/>
                <w:color w:val="000000"/>
                <w:szCs w:val="22"/>
              </w:rPr>
              <w:t>Qualcomm Incorporated</w:t>
            </w:r>
          </w:p>
        </w:tc>
      </w:tr>
    </w:tbl>
    <w:p w14:paraId="4FBBA0CF" w14:textId="77777777" w:rsidR="00250192" w:rsidRDefault="00250192" w:rsidP="00250192">
      <w:pPr>
        <w:numPr>
          <w:ilvl w:val="2"/>
          <w:numId w:val="1"/>
        </w:numPr>
      </w:pPr>
      <w:r>
        <w:t>Missing from IMAT: None reported</w:t>
      </w:r>
    </w:p>
    <w:p w14:paraId="6C1506D4" w14:textId="77777777" w:rsidR="00250192" w:rsidRPr="00AA3A4C" w:rsidRDefault="00250192" w:rsidP="00250192">
      <w:pPr>
        <w:ind w:left="2160"/>
      </w:pPr>
    </w:p>
    <w:p w14:paraId="7DB3E6DA" w14:textId="129EFF2D" w:rsidR="00250192" w:rsidRDefault="00250192" w:rsidP="00250192">
      <w:pPr>
        <w:numPr>
          <w:ilvl w:val="1"/>
          <w:numId w:val="1"/>
        </w:numPr>
      </w:pPr>
      <w:r w:rsidRPr="009F30DB">
        <w:rPr>
          <w:b/>
          <w:bCs/>
        </w:rPr>
        <w:t>Review Agenda</w:t>
      </w:r>
      <w:r>
        <w:t>: 11-20/535r2</w:t>
      </w:r>
      <w:r w:rsidR="009E2F42">
        <w:t>5</w:t>
      </w:r>
      <w:r>
        <w:t>:</w:t>
      </w:r>
    </w:p>
    <w:p w14:paraId="79AC3280" w14:textId="65398541" w:rsidR="00250192" w:rsidRPr="00F65438" w:rsidRDefault="00025BEF" w:rsidP="00250192">
      <w:pPr>
        <w:numPr>
          <w:ilvl w:val="2"/>
          <w:numId w:val="1"/>
        </w:numPr>
        <w:rPr>
          <w:b/>
          <w:sz w:val="24"/>
        </w:rPr>
      </w:pPr>
      <w:hyperlink r:id="rId18" w:history="1">
        <w:r w:rsidR="009E2F42">
          <w:rPr>
            <w:rStyle w:val="Hyperlink"/>
          </w:rPr>
          <w:t>https://mentor.ieee.org/802.11/dcn/20/11-20-0535-25-000m-2020-april-july-teleconference-agendas.docx</w:t>
        </w:r>
      </w:hyperlink>
      <w:r w:rsidR="00250192">
        <w:rPr>
          <w:rStyle w:val="Hyperlink"/>
        </w:rPr>
        <w:t xml:space="preserve"> </w:t>
      </w:r>
    </w:p>
    <w:p w14:paraId="5E1A5BB3" w14:textId="77777777" w:rsidR="00250192" w:rsidRPr="00A62589" w:rsidRDefault="00250192" w:rsidP="00250192">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343CBDF7" w14:textId="77777777" w:rsidR="00250192" w:rsidRPr="009F30DB" w:rsidRDefault="00250192" w:rsidP="00250192">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195081B4" w14:textId="77777777" w:rsidR="00250192" w:rsidRPr="009F30DB" w:rsidRDefault="00250192" w:rsidP="00250192">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408C891E" w14:textId="77777777" w:rsidR="00250192" w:rsidRPr="009F30DB" w:rsidRDefault="00250192" w:rsidP="00250192">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Cause an LOA to be submitted to the IEEE-SA (</w:t>
      </w:r>
      <w:hyperlink r:id="rId19" w:history="1">
        <w:r w:rsidRPr="009F30DB">
          <w:rPr>
            <w:rStyle w:val="Hyperlink"/>
            <w:sz w:val="22"/>
            <w:szCs w:val="22"/>
          </w:rPr>
          <w:t>patcom@ieee.org</w:t>
        </w:r>
      </w:hyperlink>
      <w:r w:rsidRPr="009F30DB">
        <w:rPr>
          <w:sz w:val="22"/>
          <w:szCs w:val="22"/>
        </w:rPr>
        <w:t>); or</w:t>
      </w:r>
    </w:p>
    <w:p w14:paraId="6A751C9C" w14:textId="77777777" w:rsidR="00250192" w:rsidRPr="009F30DB" w:rsidRDefault="00250192" w:rsidP="00250192">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9D78F46" w14:textId="77777777" w:rsidR="00250192" w:rsidRPr="009F30DB" w:rsidRDefault="00250192" w:rsidP="00250192">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DA03AE8" w14:textId="77777777" w:rsidR="00250192" w:rsidRPr="009F30DB" w:rsidRDefault="00250192" w:rsidP="00250192">
      <w:pPr>
        <w:pStyle w:val="m-4890597653018465012gmail-msolistparagraph"/>
        <w:spacing w:before="0" w:beforeAutospacing="0" w:after="0" w:afterAutospacing="0"/>
        <w:ind w:left="4320"/>
        <w:contextualSpacing/>
        <w:rPr>
          <w:sz w:val="22"/>
          <w:szCs w:val="22"/>
        </w:rPr>
      </w:pPr>
      <w:r w:rsidRPr="009F30DB">
        <w:rPr>
          <w:sz w:val="22"/>
          <w:szCs w:val="22"/>
        </w:rPr>
        <w:t xml:space="preserve">If anyone in this meeting is personally aware of the holder of any patent claims that are potentially essential to implementation of the proposed standard(s) under </w:t>
      </w:r>
      <w:r w:rsidRPr="009F30DB">
        <w:rPr>
          <w:sz w:val="22"/>
          <w:szCs w:val="22"/>
        </w:rPr>
        <w:lastRenderedPageBreak/>
        <w:t>consideration by this group and that are not already the subject of an Accepted Letter of Assurance, please respond at this time by providing relevant information to the WG Chair                                      </w:t>
      </w:r>
    </w:p>
    <w:p w14:paraId="1700C541" w14:textId="77777777" w:rsidR="00250192" w:rsidRPr="009F30DB" w:rsidRDefault="00250192" w:rsidP="00250192">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20"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39C0277" w14:textId="77777777" w:rsidR="00250192" w:rsidRDefault="00250192" w:rsidP="00250192">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63175D61" w14:textId="77777777" w:rsidR="00250192" w:rsidRDefault="00250192" w:rsidP="00250192">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Pr>
          <w:sz w:val="22"/>
          <w:szCs w:val="22"/>
        </w:rPr>
        <w:t>:</w:t>
      </w:r>
    </w:p>
    <w:p w14:paraId="3DB85E52" w14:textId="77777777" w:rsidR="00B53C13" w:rsidRPr="00327FE8" w:rsidRDefault="00B53C13" w:rsidP="00D86C8A">
      <w:pPr>
        <w:numPr>
          <w:ilvl w:val="0"/>
          <w:numId w:val="4"/>
        </w:numPr>
        <w:rPr>
          <w:b/>
        </w:rPr>
      </w:pPr>
      <w:r w:rsidRPr="002532E2">
        <w:rPr>
          <w:b/>
          <w:bCs/>
          <w:sz w:val="20"/>
          <w:lang w:eastAsia="en-GB"/>
        </w:rPr>
        <w:t xml:space="preserve">2020-06-19 Friday 10 am Eastern 2 hours </w:t>
      </w:r>
    </w:p>
    <w:p w14:paraId="6507511E" w14:textId="77777777" w:rsidR="00B53C13" w:rsidRPr="00BA05E7" w:rsidRDefault="00B53C13" w:rsidP="00D86C8A">
      <w:pPr>
        <w:pStyle w:val="gmail-msolistparagraph"/>
        <w:numPr>
          <w:ilvl w:val="1"/>
          <w:numId w:val="4"/>
        </w:numPr>
        <w:spacing w:before="0" w:beforeAutospacing="0" w:after="0" w:afterAutospacing="0"/>
        <w:rPr>
          <w:sz w:val="20"/>
          <w:szCs w:val="20"/>
        </w:rPr>
      </w:pPr>
      <w:r w:rsidRPr="00BA05E7">
        <w:rPr>
          <w:sz w:val="20"/>
          <w:szCs w:val="20"/>
        </w:rPr>
        <w:t>Motions</w:t>
      </w:r>
    </w:p>
    <w:p w14:paraId="64BFEA3A" w14:textId="77777777" w:rsidR="00B53C13" w:rsidRPr="00BA05E7" w:rsidRDefault="00B53C13" w:rsidP="00D86C8A">
      <w:pPr>
        <w:pStyle w:val="gmail-msolistparagraph"/>
        <w:numPr>
          <w:ilvl w:val="1"/>
          <w:numId w:val="4"/>
        </w:numPr>
        <w:spacing w:before="0" w:beforeAutospacing="0" w:after="0" w:afterAutospacing="0"/>
        <w:rPr>
          <w:sz w:val="20"/>
          <w:szCs w:val="20"/>
        </w:rPr>
      </w:pPr>
      <w:r>
        <w:rPr>
          <w:sz w:val="20"/>
          <w:szCs w:val="20"/>
        </w:rPr>
        <w:t>Motion: Approve the following minutes documents:</w:t>
      </w:r>
    </w:p>
    <w:p w14:paraId="3189965A" w14:textId="77777777" w:rsidR="00B53C13" w:rsidRPr="00BA05E7" w:rsidRDefault="00B53C13" w:rsidP="00D86C8A">
      <w:pPr>
        <w:pStyle w:val="gmail-msolistparagraph"/>
        <w:numPr>
          <w:ilvl w:val="2"/>
          <w:numId w:val="4"/>
        </w:numPr>
        <w:spacing w:before="0" w:beforeAutospacing="0" w:after="0" w:afterAutospacing="0"/>
        <w:rPr>
          <w:sz w:val="20"/>
          <w:szCs w:val="20"/>
        </w:rPr>
      </w:pPr>
      <w:r w:rsidRPr="00BA05E7">
        <w:rPr>
          <w:sz w:val="20"/>
          <w:szCs w:val="20"/>
        </w:rPr>
        <w:t>May 13-15</w:t>
      </w:r>
      <w:r>
        <w:rPr>
          <w:sz w:val="20"/>
          <w:szCs w:val="20"/>
        </w:rPr>
        <w:t xml:space="preserve">, </w:t>
      </w:r>
      <w:hyperlink r:id="rId21" w:history="1">
        <w:r w:rsidRPr="00E001EE">
          <w:rPr>
            <w:rStyle w:val="Hyperlink"/>
            <w:sz w:val="20"/>
            <w:szCs w:val="20"/>
          </w:rPr>
          <w:t>https://mentor.ieee.org/802.11/dcn/20/11-20-0765-02-000m-telecon-minutes-for-revmd-crc-may-13-15-2020.docx</w:t>
        </w:r>
      </w:hyperlink>
      <w:r>
        <w:rPr>
          <w:sz w:val="20"/>
          <w:szCs w:val="20"/>
        </w:rPr>
        <w:t xml:space="preserve"> </w:t>
      </w:r>
    </w:p>
    <w:p w14:paraId="0659C806" w14:textId="77777777" w:rsidR="00B53C13" w:rsidRPr="00BA05E7" w:rsidRDefault="00B53C13" w:rsidP="00D86C8A">
      <w:pPr>
        <w:pStyle w:val="gmail-msolistparagraph"/>
        <w:numPr>
          <w:ilvl w:val="2"/>
          <w:numId w:val="4"/>
        </w:numPr>
        <w:spacing w:before="0" w:beforeAutospacing="0" w:after="0" w:afterAutospacing="0"/>
        <w:rPr>
          <w:sz w:val="20"/>
          <w:szCs w:val="20"/>
        </w:rPr>
      </w:pPr>
      <w:r w:rsidRPr="00BA05E7">
        <w:rPr>
          <w:sz w:val="20"/>
          <w:szCs w:val="20"/>
        </w:rPr>
        <w:t>May 20-22</w:t>
      </w:r>
      <w:r>
        <w:rPr>
          <w:sz w:val="20"/>
          <w:szCs w:val="20"/>
        </w:rPr>
        <w:t xml:space="preserve">, </w:t>
      </w:r>
      <w:hyperlink r:id="rId22" w:history="1">
        <w:r>
          <w:rPr>
            <w:rStyle w:val="Hyperlink"/>
            <w:sz w:val="20"/>
            <w:szCs w:val="20"/>
          </w:rPr>
          <w:t>https://mentor.ieee.org/802.11/dcn/20/11-20-0794-01-000m-telecon-minutes-for-revmd-crc-may-20-22-2020.docx</w:t>
        </w:r>
      </w:hyperlink>
      <w:r>
        <w:rPr>
          <w:sz w:val="20"/>
          <w:szCs w:val="20"/>
        </w:rPr>
        <w:t xml:space="preserve"> </w:t>
      </w:r>
    </w:p>
    <w:p w14:paraId="3D5B530A" w14:textId="77777777" w:rsidR="00B53C13" w:rsidRDefault="00B53C13" w:rsidP="00D86C8A">
      <w:pPr>
        <w:pStyle w:val="gmail-msolistparagraph"/>
        <w:numPr>
          <w:ilvl w:val="2"/>
          <w:numId w:val="4"/>
        </w:numPr>
        <w:spacing w:before="0" w:beforeAutospacing="0" w:after="0" w:afterAutospacing="0"/>
        <w:rPr>
          <w:sz w:val="20"/>
          <w:szCs w:val="20"/>
        </w:rPr>
      </w:pPr>
      <w:r>
        <w:rPr>
          <w:sz w:val="20"/>
          <w:szCs w:val="20"/>
        </w:rPr>
        <w:t xml:space="preserve">May 27-29, </w:t>
      </w:r>
      <w:hyperlink r:id="rId23" w:history="1">
        <w:r w:rsidRPr="00A95484">
          <w:rPr>
            <w:rStyle w:val="Hyperlink"/>
            <w:sz w:val="20"/>
            <w:szCs w:val="20"/>
          </w:rPr>
          <w:t>https://mentor.ieee.org/802.11/dcn/20/11-20-0830-01-000m-telecon-minutes-for-revmd-crc-may-27-29-2020.docx</w:t>
        </w:r>
      </w:hyperlink>
      <w:r>
        <w:rPr>
          <w:sz w:val="20"/>
          <w:szCs w:val="20"/>
        </w:rPr>
        <w:t xml:space="preserve"> </w:t>
      </w:r>
    </w:p>
    <w:p w14:paraId="738D7DB2" w14:textId="77777777" w:rsidR="00B53C13" w:rsidRDefault="00B53C13" w:rsidP="00D86C8A">
      <w:pPr>
        <w:pStyle w:val="gmail-msolistparagraph"/>
        <w:numPr>
          <w:ilvl w:val="2"/>
          <w:numId w:val="4"/>
        </w:numPr>
        <w:spacing w:before="0" w:beforeAutospacing="0" w:after="0" w:afterAutospacing="0"/>
        <w:rPr>
          <w:sz w:val="20"/>
          <w:szCs w:val="20"/>
        </w:rPr>
      </w:pPr>
      <w:r>
        <w:rPr>
          <w:sz w:val="20"/>
          <w:szCs w:val="20"/>
        </w:rPr>
        <w:t xml:space="preserve">June 3-5, </w:t>
      </w:r>
      <w:hyperlink r:id="rId24" w:history="1">
        <w:r w:rsidRPr="00985EE5">
          <w:rPr>
            <w:rStyle w:val="Hyperlink"/>
            <w:sz w:val="20"/>
            <w:szCs w:val="20"/>
          </w:rPr>
          <w:t>https://mentor.ieee.org/802.11/dcn/20/11-20-0858-02-000m-telecon-minutes-for-revmd-crc-june-3-5-2020.docx</w:t>
        </w:r>
      </w:hyperlink>
      <w:r>
        <w:rPr>
          <w:rStyle w:val="Hyperlink"/>
          <w:sz w:val="20"/>
          <w:szCs w:val="20"/>
        </w:rPr>
        <w:t xml:space="preserve"> </w:t>
      </w:r>
    </w:p>
    <w:p w14:paraId="161C186B" w14:textId="77777777" w:rsidR="00B53C13" w:rsidRDefault="00B53C13" w:rsidP="00D86C8A">
      <w:pPr>
        <w:pStyle w:val="gmail-msolistparagraph"/>
        <w:numPr>
          <w:ilvl w:val="2"/>
          <w:numId w:val="4"/>
        </w:numPr>
        <w:spacing w:before="0" w:beforeAutospacing="0" w:after="0" w:afterAutospacing="0"/>
        <w:rPr>
          <w:sz w:val="20"/>
          <w:szCs w:val="20"/>
        </w:rPr>
      </w:pPr>
      <w:r>
        <w:rPr>
          <w:sz w:val="20"/>
          <w:szCs w:val="20"/>
        </w:rPr>
        <w:t xml:space="preserve">June 10-12, </w:t>
      </w:r>
      <w:hyperlink r:id="rId25" w:history="1">
        <w:r w:rsidRPr="00985EE5">
          <w:rPr>
            <w:rStyle w:val="Hyperlink"/>
            <w:sz w:val="20"/>
            <w:szCs w:val="20"/>
          </w:rPr>
          <w:t>https://mentor.ieee.org/802.11/dcn/20/11-20-0893-01-000m-telecon-minutes-for-revmd-crc-june-10-12-2020.docx</w:t>
        </w:r>
      </w:hyperlink>
      <w:r>
        <w:rPr>
          <w:sz w:val="20"/>
          <w:szCs w:val="20"/>
        </w:rPr>
        <w:t xml:space="preserve"> </w:t>
      </w:r>
    </w:p>
    <w:p w14:paraId="597765B0" w14:textId="77777777" w:rsidR="00B53C13" w:rsidRDefault="00B53C13" w:rsidP="000F3EDF">
      <w:pPr>
        <w:pStyle w:val="gmail-msolistparagraph"/>
        <w:numPr>
          <w:ilvl w:val="1"/>
          <w:numId w:val="4"/>
        </w:numPr>
        <w:spacing w:before="0" w:beforeAutospacing="0" w:after="0" w:afterAutospacing="0"/>
        <w:contextualSpacing/>
        <w:rPr>
          <w:sz w:val="20"/>
          <w:szCs w:val="20"/>
        </w:rPr>
      </w:pPr>
      <w:r>
        <w:rPr>
          <w:sz w:val="20"/>
          <w:szCs w:val="20"/>
        </w:rPr>
        <w:t>Motion 194: EDITOR CID 4501</w:t>
      </w:r>
    </w:p>
    <w:p w14:paraId="5484F5B8" w14:textId="77777777" w:rsidR="00B53C13" w:rsidRDefault="00B53C13" w:rsidP="000F3EDF">
      <w:pPr>
        <w:pStyle w:val="ListParagraph"/>
        <w:numPr>
          <w:ilvl w:val="2"/>
          <w:numId w:val="9"/>
        </w:numPr>
        <w:tabs>
          <w:tab w:val="clear" w:pos="2160"/>
          <w:tab w:val="num" w:pos="4680"/>
        </w:tabs>
        <w:ind w:left="4680"/>
        <w:rPr>
          <w:sz w:val="20"/>
        </w:rPr>
      </w:pPr>
      <w:r>
        <w:rPr>
          <w:sz w:val="20"/>
        </w:rPr>
        <w:t xml:space="preserve">Approve comment resolution included in the “Motion-EDITOR-V” tab in </w:t>
      </w:r>
      <w:hyperlink r:id="rId26" w:history="1">
        <w:r w:rsidRPr="00985EE5">
          <w:rPr>
            <w:rStyle w:val="Hyperlink"/>
            <w:sz w:val="20"/>
          </w:rPr>
          <w:t>https://mentor.ieee.org/802.11/dcn/20/11-20-0010-08-000m-revmd-sa1-comments-for-editor-ad-hoc.xls</w:t>
        </w:r>
      </w:hyperlink>
      <w:r>
        <w:rPr>
          <w:sz w:val="20"/>
        </w:rPr>
        <w:t xml:space="preserve"> </w:t>
      </w:r>
    </w:p>
    <w:p w14:paraId="3BED0E49" w14:textId="77777777" w:rsidR="00B53C13" w:rsidRDefault="00B53C13" w:rsidP="00D86C8A">
      <w:pPr>
        <w:pStyle w:val="gmail-msolistparagraph"/>
        <w:numPr>
          <w:ilvl w:val="1"/>
          <w:numId w:val="4"/>
        </w:numPr>
        <w:spacing w:before="0" w:beforeAutospacing="0" w:after="0" w:afterAutospacing="0"/>
        <w:rPr>
          <w:sz w:val="20"/>
          <w:szCs w:val="20"/>
        </w:rPr>
      </w:pPr>
      <w:r>
        <w:rPr>
          <w:sz w:val="20"/>
          <w:szCs w:val="20"/>
        </w:rPr>
        <w:t>Motion 19x: PHY CIDs (17)</w:t>
      </w:r>
    </w:p>
    <w:p w14:paraId="1049E1DC" w14:textId="77777777" w:rsidR="00B53C13" w:rsidRPr="0070122B" w:rsidRDefault="00B53C13" w:rsidP="00D86C8A">
      <w:pPr>
        <w:pStyle w:val="ListParagraph"/>
        <w:numPr>
          <w:ilvl w:val="2"/>
          <w:numId w:val="10"/>
        </w:numPr>
        <w:tabs>
          <w:tab w:val="clear" w:pos="2160"/>
          <w:tab w:val="num" w:pos="4680"/>
        </w:tabs>
        <w:spacing w:before="100" w:beforeAutospacing="1"/>
        <w:ind w:left="4680"/>
        <w:rPr>
          <w:sz w:val="20"/>
        </w:rPr>
      </w:pPr>
      <w:r w:rsidRPr="00BA05E7">
        <w:rPr>
          <w:sz w:val="20"/>
        </w:rPr>
        <w:t xml:space="preserve">Approve comment resolutions included in the </w:t>
      </w:r>
      <w:r>
        <w:rPr>
          <w:sz w:val="20"/>
          <w:lang w:val="en-CA"/>
        </w:rPr>
        <w:t>“PHY Motion F</w:t>
      </w:r>
      <w:r w:rsidRPr="00BA05E7">
        <w:rPr>
          <w:sz w:val="20"/>
          <w:lang w:val="en-CA"/>
        </w:rPr>
        <w:t>” tab</w:t>
      </w:r>
      <w:r>
        <w:rPr>
          <w:sz w:val="20"/>
          <w:lang w:val="en-CA"/>
        </w:rPr>
        <w:t xml:space="preserve"> in </w:t>
      </w:r>
      <w:hyperlink r:id="rId27" w:history="1">
        <w:r w:rsidRPr="00D62233">
          <w:rPr>
            <w:rStyle w:val="Hyperlink"/>
            <w:sz w:val="20"/>
            <w:lang w:val="en-CA"/>
          </w:rPr>
          <w:t>https://mentor.ieee.org/802.11/dcn/20/11-20-0145-13-000m-sb1-revmd-phy-sec-comments.xlsx</w:t>
        </w:r>
      </w:hyperlink>
      <w:r>
        <w:rPr>
          <w:sz w:val="20"/>
          <w:lang w:val="en-CA"/>
        </w:rPr>
        <w:t xml:space="preserve"> .</w:t>
      </w:r>
    </w:p>
    <w:p w14:paraId="03FD3123" w14:textId="77777777" w:rsidR="00B53C13" w:rsidRDefault="00B53C13" w:rsidP="00D86C8A">
      <w:pPr>
        <w:pStyle w:val="gmail-msolistparagraph"/>
        <w:numPr>
          <w:ilvl w:val="1"/>
          <w:numId w:val="4"/>
        </w:numPr>
        <w:spacing w:before="0" w:beforeAutospacing="0" w:after="0" w:afterAutospacing="0"/>
        <w:rPr>
          <w:sz w:val="20"/>
          <w:szCs w:val="20"/>
        </w:rPr>
      </w:pPr>
      <w:r>
        <w:rPr>
          <w:sz w:val="20"/>
          <w:szCs w:val="20"/>
        </w:rPr>
        <w:t xml:space="preserve">Motion 19x: </w:t>
      </w:r>
      <w:r w:rsidRPr="00BA05E7">
        <w:rPr>
          <w:sz w:val="20"/>
          <w:szCs w:val="20"/>
        </w:rPr>
        <w:t>MAC CIDs</w:t>
      </w:r>
      <w:r>
        <w:rPr>
          <w:sz w:val="20"/>
          <w:szCs w:val="20"/>
        </w:rPr>
        <w:t xml:space="preserve"> (45)</w:t>
      </w:r>
    </w:p>
    <w:p w14:paraId="2352BE12" w14:textId="77777777" w:rsidR="00B53C13" w:rsidRDefault="00B53C13" w:rsidP="00D86C8A">
      <w:pPr>
        <w:pStyle w:val="gmail-msolistparagraph"/>
        <w:numPr>
          <w:ilvl w:val="2"/>
          <w:numId w:val="4"/>
        </w:numPr>
        <w:spacing w:before="0" w:beforeAutospacing="0" w:after="0" w:afterAutospacing="0"/>
        <w:rPr>
          <w:sz w:val="20"/>
          <w:szCs w:val="20"/>
        </w:rPr>
      </w:pPr>
      <w:r w:rsidRPr="00BA05E7">
        <w:rPr>
          <w:sz w:val="20"/>
          <w:szCs w:val="20"/>
        </w:rPr>
        <w:t>Approve comment resolutions included in the “</w:t>
      </w:r>
      <w:r>
        <w:rPr>
          <w:sz w:val="20"/>
          <w:szCs w:val="20"/>
        </w:rPr>
        <w:t>Motion MAC-AP</w:t>
      </w:r>
      <w:r w:rsidRPr="00BA05E7">
        <w:rPr>
          <w:sz w:val="20"/>
          <w:szCs w:val="20"/>
        </w:rPr>
        <w:t>” tab</w:t>
      </w:r>
      <w:r>
        <w:rPr>
          <w:sz w:val="20"/>
          <w:szCs w:val="20"/>
        </w:rPr>
        <w:t xml:space="preserve"> in </w:t>
      </w:r>
      <w:hyperlink r:id="rId28" w:history="1">
        <w:r w:rsidRPr="003F0805">
          <w:rPr>
            <w:rStyle w:val="Hyperlink"/>
            <w:sz w:val="20"/>
            <w:szCs w:val="20"/>
          </w:rPr>
          <w:t>https://mentor.ieee.org/802.11/dcn/17/11-17-0927-60-000m-revmd-mac-comments.xls</w:t>
        </w:r>
      </w:hyperlink>
      <w:r>
        <w:rPr>
          <w:sz w:val="20"/>
          <w:szCs w:val="20"/>
        </w:rPr>
        <w:t xml:space="preserve"> , except for CID 4723.</w:t>
      </w:r>
    </w:p>
    <w:p w14:paraId="75027E2A" w14:textId="77777777" w:rsidR="00B53C13" w:rsidRDefault="00B53C13" w:rsidP="00D86C8A">
      <w:pPr>
        <w:pStyle w:val="gmail-msolistparagraph"/>
        <w:numPr>
          <w:ilvl w:val="1"/>
          <w:numId w:val="4"/>
        </w:numPr>
        <w:spacing w:before="0" w:beforeAutospacing="0" w:after="0" w:afterAutospacing="0"/>
        <w:rPr>
          <w:sz w:val="20"/>
          <w:szCs w:val="20"/>
        </w:rPr>
      </w:pPr>
      <w:r>
        <w:rPr>
          <w:sz w:val="20"/>
          <w:szCs w:val="20"/>
        </w:rPr>
        <w:t>Motion 19x: GEN CIDS (4)</w:t>
      </w:r>
    </w:p>
    <w:p w14:paraId="7BAF05C5" w14:textId="77777777" w:rsidR="00B53C13" w:rsidRDefault="00B53C13" w:rsidP="00D86C8A">
      <w:pPr>
        <w:pStyle w:val="gmail-msolistparagraph"/>
        <w:numPr>
          <w:ilvl w:val="2"/>
          <w:numId w:val="4"/>
        </w:numPr>
        <w:spacing w:before="0" w:beforeAutospacing="0" w:after="0" w:afterAutospacing="0"/>
        <w:rPr>
          <w:sz w:val="20"/>
          <w:szCs w:val="20"/>
        </w:rPr>
      </w:pPr>
      <w:r w:rsidRPr="003C2DC8">
        <w:rPr>
          <w:sz w:val="20"/>
          <w:szCs w:val="20"/>
        </w:rPr>
        <w:t>Approve comment resolutions</w:t>
      </w:r>
      <w:r>
        <w:rPr>
          <w:sz w:val="20"/>
          <w:szCs w:val="20"/>
        </w:rPr>
        <w:t xml:space="preserve"> included in the “Motion GEN May</w:t>
      </w:r>
      <w:r w:rsidRPr="003C2DC8">
        <w:rPr>
          <w:sz w:val="20"/>
          <w:szCs w:val="20"/>
        </w:rPr>
        <w:t xml:space="preserve">” tab in </w:t>
      </w:r>
      <w:hyperlink r:id="rId29" w:history="1">
        <w:r w:rsidRPr="003F0805">
          <w:rPr>
            <w:rStyle w:val="Hyperlink"/>
            <w:sz w:val="20"/>
            <w:szCs w:val="20"/>
          </w:rPr>
          <w:t>https://mentor.ieee.org/802.11/dcn/20/11-20-0147-11-000m-sb1-revmd-gen-comments.xls</w:t>
        </w:r>
      </w:hyperlink>
      <w:r>
        <w:rPr>
          <w:sz w:val="20"/>
          <w:szCs w:val="20"/>
        </w:rPr>
        <w:t xml:space="preserve"> </w:t>
      </w:r>
    </w:p>
    <w:p w14:paraId="6B978690" w14:textId="77777777" w:rsidR="00B53C13" w:rsidRPr="003C2DC8" w:rsidRDefault="00B53C13" w:rsidP="00D86C8A">
      <w:pPr>
        <w:pStyle w:val="gmail-msolistparagraph"/>
        <w:numPr>
          <w:ilvl w:val="1"/>
          <w:numId w:val="4"/>
        </w:numPr>
        <w:spacing w:before="0" w:beforeAutospacing="0" w:after="0" w:afterAutospacing="0"/>
        <w:rPr>
          <w:sz w:val="20"/>
          <w:szCs w:val="20"/>
        </w:rPr>
      </w:pPr>
      <w:r>
        <w:rPr>
          <w:sz w:val="20"/>
          <w:szCs w:val="20"/>
        </w:rPr>
        <w:t xml:space="preserve">Motion 19x: </w:t>
      </w:r>
      <w:r w:rsidRPr="003C2DC8">
        <w:rPr>
          <w:sz w:val="20"/>
          <w:szCs w:val="20"/>
        </w:rPr>
        <w:t>Motion: - Random SAE Comments</w:t>
      </w:r>
    </w:p>
    <w:p w14:paraId="376EB441" w14:textId="19B1F569" w:rsidR="00B53C13" w:rsidRPr="000F3EDF" w:rsidRDefault="00B53C13" w:rsidP="000F3EDF">
      <w:pPr>
        <w:pStyle w:val="gmail-msolistparagraph"/>
        <w:numPr>
          <w:ilvl w:val="2"/>
          <w:numId w:val="4"/>
        </w:numPr>
        <w:spacing w:before="0" w:beforeAutospacing="0" w:after="0" w:afterAutospacing="0"/>
        <w:rPr>
          <w:sz w:val="20"/>
          <w:szCs w:val="20"/>
        </w:rPr>
      </w:pPr>
      <w:r w:rsidRPr="00BA05E7">
        <w:rPr>
          <w:sz w:val="20"/>
          <w:szCs w:val="20"/>
        </w:rPr>
        <w:t xml:space="preserve">Incorporate the text changes in </w:t>
      </w:r>
      <w:hyperlink r:id="rId30" w:history="1">
        <w:r w:rsidRPr="00BA05E7">
          <w:rPr>
            <w:rStyle w:val="Hyperlink"/>
            <w:sz w:val="20"/>
            <w:szCs w:val="20"/>
          </w:rPr>
          <w:t>https://mentor.ieee.org/802.11/dcn/20/11-20-0725-01-000m-random-sae-comments.docx</w:t>
        </w:r>
      </w:hyperlink>
      <w:r w:rsidRPr="00BA05E7">
        <w:rPr>
          <w:sz w:val="20"/>
          <w:szCs w:val="20"/>
        </w:rPr>
        <w:t xml:space="preserve"> into the TGmd draft</w:t>
      </w:r>
    </w:p>
    <w:p w14:paraId="2D05E3DA" w14:textId="77777777" w:rsidR="00B53C13" w:rsidRDefault="00B53C13" w:rsidP="00D86C8A">
      <w:pPr>
        <w:pStyle w:val="gmail-msolistparagraph"/>
        <w:numPr>
          <w:ilvl w:val="1"/>
          <w:numId w:val="4"/>
        </w:numPr>
        <w:spacing w:before="0" w:beforeAutospacing="0" w:after="0" w:afterAutospacing="0"/>
        <w:rPr>
          <w:sz w:val="20"/>
          <w:szCs w:val="20"/>
        </w:rPr>
      </w:pPr>
      <w:r>
        <w:rPr>
          <w:sz w:val="20"/>
          <w:szCs w:val="20"/>
        </w:rPr>
        <w:t>Motion 19x– Update to Japanese Annex D</w:t>
      </w:r>
    </w:p>
    <w:p w14:paraId="5602EB8D" w14:textId="77777777" w:rsidR="00B53C13" w:rsidRPr="005D7678" w:rsidRDefault="00B53C13" w:rsidP="00D86C8A">
      <w:pPr>
        <w:pStyle w:val="gmail-msolistparagraph"/>
        <w:numPr>
          <w:ilvl w:val="2"/>
          <w:numId w:val="4"/>
        </w:numPr>
        <w:spacing w:before="0" w:beforeAutospacing="0" w:after="0" w:afterAutospacing="0"/>
        <w:rPr>
          <w:sz w:val="20"/>
          <w:szCs w:val="20"/>
        </w:rPr>
      </w:pPr>
      <w:r>
        <w:rPr>
          <w:sz w:val="20"/>
          <w:szCs w:val="20"/>
        </w:rPr>
        <w:t xml:space="preserve">Incorporate the text changes in </w:t>
      </w:r>
      <w:hyperlink r:id="rId31" w:history="1">
        <w:r w:rsidRPr="00B93BF5">
          <w:rPr>
            <w:rStyle w:val="Hyperlink"/>
            <w:sz w:val="20"/>
          </w:rPr>
          <w:t>https://mentor.ieee.org/802.11/dcn/20/11-20-0568-01-000m-remove-channel-14.docx</w:t>
        </w:r>
      </w:hyperlink>
      <w:r>
        <w:rPr>
          <w:sz w:val="20"/>
        </w:rPr>
        <w:t xml:space="preserve">  into the TGmd draft.</w:t>
      </w:r>
    </w:p>
    <w:p w14:paraId="37929BDE" w14:textId="77777777" w:rsidR="00B53C13" w:rsidRDefault="00B53C13" w:rsidP="00D86C8A">
      <w:pPr>
        <w:pStyle w:val="gmail-msolistparagraph"/>
        <w:numPr>
          <w:ilvl w:val="1"/>
          <w:numId w:val="4"/>
        </w:numPr>
        <w:spacing w:before="0" w:beforeAutospacing="0" w:after="0" w:afterAutospacing="0"/>
        <w:rPr>
          <w:sz w:val="20"/>
          <w:szCs w:val="20"/>
        </w:rPr>
      </w:pPr>
      <w:r>
        <w:rPr>
          <w:sz w:val="20"/>
          <w:szCs w:val="20"/>
        </w:rPr>
        <w:t>Motion xxx– RSNXE interoperability fixes</w:t>
      </w:r>
    </w:p>
    <w:p w14:paraId="0E7265EC" w14:textId="77777777" w:rsidR="00B53C13" w:rsidRPr="005D7678" w:rsidRDefault="00B53C13" w:rsidP="00D86C8A">
      <w:pPr>
        <w:pStyle w:val="gmail-msolistparagraph"/>
        <w:numPr>
          <w:ilvl w:val="2"/>
          <w:numId w:val="4"/>
        </w:numPr>
        <w:spacing w:before="0" w:beforeAutospacing="0" w:after="0" w:afterAutospacing="0"/>
        <w:rPr>
          <w:sz w:val="20"/>
          <w:szCs w:val="20"/>
        </w:rPr>
      </w:pPr>
      <w:r>
        <w:rPr>
          <w:sz w:val="20"/>
          <w:szCs w:val="20"/>
        </w:rPr>
        <w:t xml:space="preserve">Incorporate the text changes in </w:t>
      </w:r>
      <w:r w:rsidRPr="0032729D">
        <w:rPr>
          <w:rStyle w:val="Hyperlink"/>
          <w:sz w:val="20"/>
        </w:rPr>
        <w:t>https://mentor.ieee.org/802.11/dcn/20/11-20-0332-04-</w:t>
      </w:r>
      <w:r w:rsidRPr="0032729D">
        <w:rPr>
          <w:rStyle w:val="Hyperlink"/>
          <w:sz w:val="20"/>
        </w:rPr>
        <w:lastRenderedPageBreak/>
        <w:t>000m-rsnxe-interoperability-issue.docx</w:t>
      </w:r>
      <w:r>
        <w:rPr>
          <w:sz w:val="20"/>
        </w:rPr>
        <w:t xml:space="preserve"> into the TGmd draft.</w:t>
      </w:r>
    </w:p>
    <w:p w14:paraId="7E78047A" w14:textId="77777777" w:rsidR="00B53C13" w:rsidRDefault="00B53C13" w:rsidP="00D86C8A">
      <w:pPr>
        <w:pStyle w:val="gmail-msolistparagraph"/>
        <w:numPr>
          <w:ilvl w:val="1"/>
          <w:numId w:val="4"/>
        </w:numPr>
        <w:spacing w:before="0" w:beforeAutospacing="0" w:after="0" w:afterAutospacing="0"/>
        <w:rPr>
          <w:sz w:val="20"/>
          <w:szCs w:val="20"/>
        </w:rPr>
      </w:pPr>
      <w:r>
        <w:rPr>
          <w:sz w:val="20"/>
          <w:szCs w:val="20"/>
        </w:rPr>
        <w:t>Motion xxx – SAE H2E minor change</w:t>
      </w:r>
    </w:p>
    <w:p w14:paraId="5D50B82D" w14:textId="77777777" w:rsidR="00B53C13" w:rsidRPr="005D7678" w:rsidRDefault="00B53C13" w:rsidP="00D86C8A">
      <w:pPr>
        <w:pStyle w:val="gmail-msolistparagraph"/>
        <w:numPr>
          <w:ilvl w:val="2"/>
          <w:numId w:val="4"/>
        </w:numPr>
        <w:spacing w:before="0" w:beforeAutospacing="0" w:after="0" w:afterAutospacing="0"/>
        <w:rPr>
          <w:sz w:val="20"/>
          <w:szCs w:val="20"/>
        </w:rPr>
      </w:pPr>
      <w:r>
        <w:rPr>
          <w:sz w:val="20"/>
          <w:szCs w:val="20"/>
        </w:rPr>
        <w:t xml:space="preserve">Incorporate the text changes in </w:t>
      </w:r>
      <w:hyperlink r:id="rId32" w:history="1">
        <w:r>
          <w:rPr>
            <w:rStyle w:val="Hyperlink"/>
            <w:sz w:val="20"/>
          </w:rPr>
          <w:t>https://mentor.ieee.org/802.11/dcn/20/11-20-0890-01-000m-sae-h2e-capability-indication.docx</w:t>
        </w:r>
      </w:hyperlink>
      <w:r>
        <w:rPr>
          <w:rStyle w:val="Hyperlink"/>
          <w:sz w:val="20"/>
        </w:rPr>
        <w:t xml:space="preserve"> </w:t>
      </w:r>
      <w:r>
        <w:rPr>
          <w:sz w:val="20"/>
        </w:rPr>
        <w:t>into the TGmd draft.</w:t>
      </w:r>
    </w:p>
    <w:p w14:paraId="31B3A6F9" w14:textId="77777777" w:rsidR="00B53C13" w:rsidRDefault="00B53C13" w:rsidP="00D86C8A">
      <w:pPr>
        <w:pStyle w:val="gmail-msolistparagraph"/>
        <w:numPr>
          <w:ilvl w:val="1"/>
          <w:numId w:val="4"/>
        </w:numPr>
        <w:spacing w:before="0" w:beforeAutospacing="0" w:after="0" w:afterAutospacing="0"/>
        <w:rPr>
          <w:sz w:val="20"/>
          <w:szCs w:val="20"/>
        </w:rPr>
      </w:pPr>
      <w:r>
        <w:rPr>
          <w:sz w:val="20"/>
          <w:szCs w:val="20"/>
        </w:rPr>
        <w:t>Motion xxx: CID 4731</w:t>
      </w:r>
    </w:p>
    <w:p w14:paraId="541973B9" w14:textId="77777777" w:rsidR="00B53C13" w:rsidRPr="00873FF8" w:rsidRDefault="00B53C13" w:rsidP="00D86C8A">
      <w:pPr>
        <w:pStyle w:val="gmail-msolistparagraph"/>
        <w:numPr>
          <w:ilvl w:val="2"/>
          <w:numId w:val="4"/>
        </w:numPr>
        <w:spacing w:before="0" w:beforeAutospacing="0" w:after="0" w:afterAutospacing="0"/>
        <w:rPr>
          <w:sz w:val="20"/>
          <w:szCs w:val="20"/>
        </w:rPr>
      </w:pPr>
      <w:r w:rsidRPr="00D62BC4">
        <w:rPr>
          <w:sz w:val="20"/>
          <w:szCs w:val="20"/>
        </w:rPr>
        <w:t xml:space="preserve">Resolve CID </w:t>
      </w:r>
      <w:r w:rsidRPr="00873FF8">
        <w:rPr>
          <w:sz w:val="20"/>
          <w:szCs w:val="20"/>
        </w:rPr>
        <w:t>4731 as “Rejected” with a resolution of “</w:t>
      </w:r>
      <w:r w:rsidRPr="00873FF8">
        <w:rPr>
          <w:sz w:val="20"/>
          <w:szCs w:val="20"/>
          <w:lang w:val="en-US"/>
        </w:rPr>
        <w:t>Password Identifiers are a useful feature in certain deployments such as apartment buildings and shared use spaces.</w:t>
      </w:r>
    </w:p>
    <w:p w14:paraId="43B2C73C" w14:textId="761F7B14" w:rsidR="00B53C13" w:rsidRPr="008C2D0D" w:rsidRDefault="00B53C13" w:rsidP="008C2D0D">
      <w:pPr>
        <w:ind w:left="4680"/>
        <w:rPr>
          <w:sz w:val="20"/>
          <w:lang w:val="en-US"/>
        </w:rPr>
      </w:pPr>
      <w:r w:rsidRPr="00873FF8">
        <w:rPr>
          <w:sz w:val="20"/>
          <w:lang w:val="en-US"/>
        </w:rPr>
        <w:t xml:space="preserve">The privacy currently provided is equivalent to other solutions for such deployments, such as use of multiple BSSIDs. The Resolution Committee considered a solution to protect the password identifier, documented in </w:t>
      </w:r>
      <w:hyperlink r:id="rId33" w:history="1">
        <w:r w:rsidRPr="00D62BC4">
          <w:rPr>
            <w:rStyle w:val="Hyperlink"/>
            <w:sz w:val="20"/>
            <w:lang w:val="en-US"/>
          </w:rPr>
          <w:t>https://mentor.ieee.org/802.11/dcn/20/11-20-0543-03-000m-privacy-for-password-identifiers.docx</w:t>
        </w:r>
      </w:hyperlink>
      <w:r w:rsidRPr="00D62BC4">
        <w:rPr>
          <w:color w:val="1F497D"/>
          <w:sz w:val="20"/>
          <w:lang w:val="en-US"/>
        </w:rPr>
        <w:t xml:space="preserve"> . </w:t>
      </w:r>
      <w:r w:rsidRPr="00873FF8">
        <w:rPr>
          <w:sz w:val="20"/>
          <w:lang w:val="en-US"/>
        </w:rPr>
        <w:t xml:space="preserve">The Resolution Committee did not come to consensus on adopting this solution, as it is specific to password identifiers, and does not protect other trackable identifiers. See the straw poll in section 2.10 in </w:t>
      </w:r>
      <w:hyperlink r:id="rId34" w:history="1">
        <w:r w:rsidRPr="00D62BC4">
          <w:rPr>
            <w:rStyle w:val="Hyperlink"/>
            <w:sz w:val="20"/>
            <w:lang w:val="en-US"/>
          </w:rPr>
          <w:t>https://mentor.ieee.org/802.11/dcn/20/11-20-0893-01-000m-telecon-minutes-for-revmd-crc-june-10-12-2020.docx</w:t>
        </w:r>
      </w:hyperlink>
      <w:r w:rsidRPr="00D62BC4">
        <w:rPr>
          <w:color w:val="1F497D"/>
          <w:sz w:val="20"/>
          <w:lang w:val="en-US"/>
        </w:rPr>
        <w:t xml:space="preserve"> .”</w:t>
      </w:r>
    </w:p>
    <w:p w14:paraId="3C923212" w14:textId="77777777" w:rsidR="00B53C13" w:rsidRPr="00190DAF" w:rsidRDefault="00B53C13" w:rsidP="00D86C8A">
      <w:pPr>
        <w:pStyle w:val="gmail-msolistparagraph"/>
        <w:numPr>
          <w:ilvl w:val="1"/>
          <w:numId w:val="4"/>
        </w:numPr>
        <w:spacing w:before="0" w:beforeAutospacing="0" w:after="0" w:afterAutospacing="0"/>
        <w:rPr>
          <w:sz w:val="20"/>
          <w:szCs w:val="20"/>
        </w:rPr>
      </w:pPr>
      <w:r>
        <w:rPr>
          <w:sz w:val="20"/>
          <w:szCs w:val="20"/>
        </w:rPr>
        <w:t>Motion xxx– CID</w:t>
      </w:r>
      <w:r>
        <w:rPr>
          <w:sz w:val="20"/>
        </w:rPr>
        <w:t xml:space="preserve"> 4156 – In direction suggested by the commenter</w:t>
      </w:r>
    </w:p>
    <w:p w14:paraId="22DF78CA" w14:textId="65DC824E" w:rsidR="00B53C13" w:rsidRPr="008C2D0D" w:rsidRDefault="00B53C13" w:rsidP="008C2D0D">
      <w:pPr>
        <w:pStyle w:val="gmail-msolistparagraph"/>
        <w:numPr>
          <w:ilvl w:val="2"/>
          <w:numId w:val="4"/>
        </w:numPr>
        <w:spacing w:before="0" w:beforeAutospacing="0" w:after="0" w:afterAutospacing="0"/>
        <w:rPr>
          <w:sz w:val="20"/>
          <w:szCs w:val="20"/>
        </w:rPr>
      </w:pPr>
      <w:r>
        <w:rPr>
          <w:sz w:val="20"/>
        </w:rPr>
        <w:t>Resolve CID 4156 as “Revised” with a resolution of “Incorporate the text changes under CID 4156 in</w:t>
      </w:r>
      <w:r w:rsidRPr="00B17158">
        <w:rPr>
          <w:sz w:val="20"/>
        </w:rPr>
        <w:t xml:space="preserve"> </w:t>
      </w:r>
      <w:hyperlink r:id="rId35" w:history="1">
        <w:r w:rsidRPr="00985EE5">
          <w:rPr>
            <w:rStyle w:val="Hyperlink"/>
            <w:sz w:val="20"/>
            <w:szCs w:val="20"/>
          </w:rPr>
          <w:t>https://mentor.ieee.org/802.11/dcn/19/11-19-1562-09-000m-all-sta-crs-mcs-negotiation.docx</w:t>
        </w:r>
      </w:hyperlink>
      <w:r>
        <w:rPr>
          <w:rStyle w:val="Hyperlink"/>
          <w:sz w:val="20"/>
          <w:szCs w:val="20"/>
        </w:rPr>
        <w:t xml:space="preserve"> </w:t>
      </w:r>
      <w:r>
        <w:rPr>
          <w:sz w:val="20"/>
          <w:szCs w:val="20"/>
        </w:rPr>
        <w:t>which resolve the comment in the direction suggested by the commenter.</w:t>
      </w:r>
    </w:p>
    <w:p w14:paraId="722990A2" w14:textId="77777777" w:rsidR="00B53C13" w:rsidRPr="00190DAF" w:rsidRDefault="00B53C13" w:rsidP="00D86C8A">
      <w:pPr>
        <w:pStyle w:val="gmail-msolistparagraph"/>
        <w:numPr>
          <w:ilvl w:val="1"/>
          <w:numId w:val="4"/>
        </w:numPr>
        <w:spacing w:before="0" w:beforeAutospacing="0" w:after="0" w:afterAutospacing="0"/>
        <w:rPr>
          <w:sz w:val="20"/>
          <w:szCs w:val="20"/>
        </w:rPr>
      </w:pPr>
      <w:r>
        <w:rPr>
          <w:sz w:val="20"/>
          <w:szCs w:val="20"/>
        </w:rPr>
        <w:t>Motion xxx – CID</w:t>
      </w:r>
      <w:r>
        <w:rPr>
          <w:sz w:val="20"/>
        </w:rPr>
        <w:t xml:space="preserve"> 4156 – Rejection</w:t>
      </w:r>
    </w:p>
    <w:p w14:paraId="3F9E79FB" w14:textId="77777777" w:rsidR="00B53C13" w:rsidRDefault="00B53C13" w:rsidP="00D86C8A">
      <w:pPr>
        <w:pStyle w:val="gmail-msolistparagraph"/>
        <w:numPr>
          <w:ilvl w:val="2"/>
          <w:numId w:val="4"/>
        </w:numPr>
        <w:spacing w:before="0" w:beforeAutospacing="0" w:after="0" w:afterAutospacing="0"/>
        <w:rPr>
          <w:sz w:val="20"/>
          <w:szCs w:val="20"/>
        </w:rPr>
      </w:pPr>
      <w:r w:rsidRPr="00FB2232">
        <w:rPr>
          <w:sz w:val="20"/>
        </w:rPr>
        <w:t>Resolve CID 4156 as “Rejected” with a resolution of “</w:t>
      </w:r>
      <w:r>
        <w:rPr>
          <w:sz w:val="20"/>
          <w:szCs w:val="20"/>
        </w:rPr>
        <w:t>The CRC discussed this comment at length and did not come to consensus to make the change. The major concern raised during the discussion to extend and cover PHY types beyond S1G is the need to negotiate for MCS change. Specifically, 11ah is designed for a scenario with thousands of STAs due to extended coverage, which is different from the scenario of baseline. As a result, the needs of negotiation due to huge number of STAs does not hold in the baseline scenario. Further, the uplink channel condition is dynamic and depends on many factors. The STA is likely required to have an implementation specific algorithm to figure out the MCS difference and may need several rounds of change independent of the decision from the AP. Negotiation puts additional complexity on the implementation specific algorithm.”</w:t>
      </w:r>
    </w:p>
    <w:p w14:paraId="0FDA282A" w14:textId="77777777" w:rsidR="00B53C13" w:rsidRDefault="00B53C13" w:rsidP="00D86C8A">
      <w:pPr>
        <w:pStyle w:val="gmail-msolistparagraph"/>
        <w:numPr>
          <w:ilvl w:val="1"/>
          <w:numId w:val="4"/>
        </w:numPr>
        <w:spacing w:before="0" w:beforeAutospacing="0" w:after="0" w:afterAutospacing="0"/>
        <w:rPr>
          <w:sz w:val="20"/>
          <w:szCs w:val="20"/>
        </w:rPr>
      </w:pPr>
      <w:r w:rsidRPr="00BA05E7">
        <w:rPr>
          <w:sz w:val="20"/>
          <w:szCs w:val="20"/>
        </w:rPr>
        <w:t>Comment resolution</w:t>
      </w:r>
    </w:p>
    <w:p w14:paraId="3F4384A3" w14:textId="77777777" w:rsidR="00B53C13" w:rsidRPr="00FB5109" w:rsidRDefault="00B53C13" w:rsidP="00D86C8A">
      <w:pPr>
        <w:pStyle w:val="gmail-msolistparagraph"/>
        <w:numPr>
          <w:ilvl w:val="2"/>
          <w:numId w:val="4"/>
        </w:numPr>
        <w:spacing w:before="0" w:beforeAutospacing="0" w:after="0" w:afterAutospacing="0"/>
        <w:rPr>
          <w:rStyle w:val="Hyperlink"/>
          <w:color w:val="auto"/>
          <w:sz w:val="20"/>
          <w:szCs w:val="20"/>
          <w:u w:val="none"/>
        </w:rPr>
      </w:pPr>
      <w:r w:rsidRPr="00FB5109">
        <w:rPr>
          <w:sz w:val="20"/>
          <w:szCs w:val="20"/>
        </w:rPr>
        <w:t xml:space="preserve">Youhan KIM – CIDs 4538, 4296, </w:t>
      </w:r>
      <w:hyperlink r:id="rId36" w:history="1">
        <w:r w:rsidRPr="00D62233">
          <w:rPr>
            <w:rStyle w:val="Hyperlink"/>
            <w:sz w:val="20"/>
            <w:szCs w:val="20"/>
          </w:rPr>
          <w:t>https://mentor.ieee.org/802.11/dcn/20/11-20-0891-01-000m-d3-0-phy-cr-part-2.docx</w:t>
        </w:r>
      </w:hyperlink>
    </w:p>
    <w:p w14:paraId="1C442F98" w14:textId="77777777" w:rsidR="00B53C13" w:rsidRPr="00FB5109" w:rsidRDefault="00B53C13" w:rsidP="00D86C8A">
      <w:pPr>
        <w:pStyle w:val="gmail-msolistparagraph"/>
        <w:numPr>
          <w:ilvl w:val="2"/>
          <w:numId w:val="4"/>
        </w:numPr>
        <w:spacing w:before="0" w:beforeAutospacing="0" w:after="0" w:afterAutospacing="0"/>
        <w:rPr>
          <w:sz w:val="20"/>
          <w:szCs w:val="20"/>
        </w:rPr>
      </w:pPr>
      <w:r w:rsidRPr="00FB5109">
        <w:rPr>
          <w:sz w:val="20"/>
          <w:szCs w:val="20"/>
        </w:rPr>
        <w:t xml:space="preserve">Youhan KIM – CID 4513 - </w:t>
      </w:r>
      <w:r w:rsidRPr="00FB5109">
        <w:rPr>
          <w:rStyle w:val="Hyperlink"/>
          <w:sz w:val="20"/>
          <w:szCs w:val="20"/>
        </w:rPr>
        <w:t>https://mentor.ieee.org/802.11/dcn/20/11-20-0892-01-000m-mcs32-deprecation.docx</w:t>
      </w:r>
    </w:p>
    <w:p w14:paraId="3EA7B4E7" w14:textId="77777777" w:rsidR="008C2D0D" w:rsidRDefault="00B53C13" w:rsidP="008C2D0D">
      <w:pPr>
        <w:pStyle w:val="gmail-msolistparagraph"/>
        <w:numPr>
          <w:ilvl w:val="2"/>
          <w:numId w:val="4"/>
        </w:numPr>
        <w:spacing w:before="0" w:beforeAutospacing="0" w:after="0" w:afterAutospacing="0"/>
        <w:rPr>
          <w:sz w:val="20"/>
          <w:szCs w:val="20"/>
        </w:rPr>
      </w:pPr>
      <w:r>
        <w:rPr>
          <w:sz w:val="20"/>
          <w:szCs w:val="20"/>
        </w:rPr>
        <w:t xml:space="preserve">Abhi PATIL – CID 4695, </w:t>
      </w:r>
      <w:hyperlink r:id="rId37" w:history="1">
        <w:r w:rsidRPr="00A95484">
          <w:rPr>
            <w:rStyle w:val="Hyperlink"/>
            <w:sz w:val="20"/>
            <w:szCs w:val="20"/>
          </w:rPr>
          <w:t>https://mentor.ieee.org/802.11/dcn/20/11-20-0320-00-000m-resolution-for-cid-4695.docx</w:t>
        </w:r>
      </w:hyperlink>
      <w:r>
        <w:rPr>
          <w:sz w:val="20"/>
          <w:szCs w:val="20"/>
        </w:rPr>
        <w:t xml:space="preserve"> </w:t>
      </w:r>
    </w:p>
    <w:p w14:paraId="76F17F6D" w14:textId="77777777" w:rsidR="00272039" w:rsidRPr="00272039" w:rsidRDefault="00B53C13" w:rsidP="00272039">
      <w:pPr>
        <w:pStyle w:val="gmail-msolistparagraph"/>
        <w:numPr>
          <w:ilvl w:val="2"/>
          <w:numId w:val="4"/>
        </w:numPr>
        <w:spacing w:before="0" w:beforeAutospacing="0" w:after="0" w:afterAutospacing="0"/>
        <w:rPr>
          <w:sz w:val="20"/>
          <w:szCs w:val="20"/>
        </w:rPr>
      </w:pPr>
      <w:r w:rsidRPr="008C2D0D">
        <w:rPr>
          <w:sz w:val="20"/>
          <w:szCs w:val="20"/>
        </w:rPr>
        <w:lastRenderedPageBreak/>
        <w:t>Jon ROSDAHL– GEN CIDs (if time available)</w:t>
      </w:r>
      <w:r w:rsidRPr="00272039">
        <w:rPr>
          <w:sz w:val="20"/>
          <w:szCs w:val="20"/>
        </w:rPr>
        <w:br/>
      </w:r>
    </w:p>
    <w:p w14:paraId="605D507C" w14:textId="0CFA3C8C" w:rsidR="00250192" w:rsidRPr="00272039" w:rsidRDefault="00250192" w:rsidP="00272039">
      <w:pPr>
        <w:pStyle w:val="gmail-msolistparagraph"/>
        <w:spacing w:before="0" w:beforeAutospacing="0" w:after="0" w:afterAutospacing="0"/>
        <w:ind w:left="1440"/>
        <w:rPr>
          <w:sz w:val="20"/>
          <w:szCs w:val="20"/>
        </w:rPr>
      </w:pPr>
      <w:r w:rsidRPr="00272039">
        <w:rPr>
          <w:sz w:val="22"/>
          <w:szCs w:val="22"/>
        </w:rPr>
        <w:t>4.</w:t>
      </w:r>
      <w:r w:rsidRPr="00272039">
        <w:rPr>
          <w:sz w:val="14"/>
          <w:szCs w:val="14"/>
        </w:rPr>
        <w:t xml:space="preserve">       </w:t>
      </w:r>
      <w:r w:rsidRPr="00272039">
        <w:rPr>
          <w:sz w:val="22"/>
          <w:szCs w:val="22"/>
        </w:rPr>
        <w:t>AOB</w:t>
      </w:r>
    </w:p>
    <w:p w14:paraId="76E58FAB" w14:textId="0EF7C4AB" w:rsidR="00250192" w:rsidRDefault="00250192" w:rsidP="00272039">
      <w:pPr>
        <w:pStyle w:val="m-4890597653018465012gmail-msolistparagraph"/>
        <w:ind w:left="1440" w:firstLine="720"/>
        <w:contextualSpacing/>
        <w:rPr>
          <w:sz w:val="22"/>
          <w:szCs w:val="22"/>
        </w:rPr>
      </w:pPr>
      <w:r>
        <w:rPr>
          <w:sz w:val="22"/>
          <w:szCs w:val="22"/>
        </w:rPr>
        <w:t>5. Adjourn</w:t>
      </w:r>
    </w:p>
    <w:p w14:paraId="5FC57F2B" w14:textId="77777777" w:rsidR="00250192" w:rsidRDefault="00250192" w:rsidP="00250192">
      <w:pPr>
        <w:numPr>
          <w:ilvl w:val="2"/>
          <w:numId w:val="1"/>
        </w:numPr>
      </w:pPr>
      <w:r>
        <w:t>Discussion of Agenda</w:t>
      </w:r>
    </w:p>
    <w:p w14:paraId="36AC6BC3" w14:textId="77777777" w:rsidR="00250192" w:rsidRDefault="00250192" w:rsidP="00250192">
      <w:pPr>
        <w:numPr>
          <w:ilvl w:val="3"/>
          <w:numId w:val="1"/>
        </w:numPr>
      </w:pPr>
      <w:r>
        <w:t>No comments on proposed agenda</w:t>
      </w:r>
    </w:p>
    <w:p w14:paraId="0FAEFB33" w14:textId="4B2EB64E" w:rsidR="00250192" w:rsidRDefault="00250192" w:rsidP="00250192">
      <w:pPr>
        <w:numPr>
          <w:ilvl w:val="2"/>
          <w:numId w:val="1"/>
        </w:numPr>
      </w:pPr>
      <w:r>
        <w:t>No objection to updated Agenda see R2</w:t>
      </w:r>
      <w:r w:rsidR="00272039">
        <w:t>6</w:t>
      </w:r>
    </w:p>
    <w:p w14:paraId="46E78175" w14:textId="5A14AF84" w:rsidR="00250192" w:rsidRDefault="00250192" w:rsidP="00250192">
      <w:pPr>
        <w:numPr>
          <w:ilvl w:val="1"/>
          <w:numId w:val="1"/>
        </w:numPr>
      </w:pPr>
      <w:r w:rsidRPr="00F65438">
        <w:rPr>
          <w:b/>
          <w:bCs/>
        </w:rPr>
        <w:t>Editor Report</w:t>
      </w:r>
      <w:r>
        <w:t xml:space="preserve"> – Emily QI (Intel)</w:t>
      </w:r>
    </w:p>
    <w:p w14:paraId="669E4B58" w14:textId="18C3CE66" w:rsidR="00272039" w:rsidRPr="00D02175" w:rsidRDefault="00D02175" w:rsidP="00272039">
      <w:pPr>
        <w:numPr>
          <w:ilvl w:val="2"/>
          <w:numId w:val="1"/>
        </w:numPr>
      </w:pPr>
      <w:r w:rsidRPr="00D02175">
        <w:t>No update today.</w:t>
      </w:r>
    </w:p>
    <w:p w14:paraId="3CB5BDC7" w14:textId="77777777" w:rsidR="00903C18" w:rsidRPr="00272039" w:rsidRDefault="00903C18" w:rsidP="00272039">
      <w:pPr>
        <w:pStyle w:val="ListParagraph"/>
        <w:numPr>
          <w:ilvl w:val="1"/>
          <w:numId w:val="1"/>
        </w:numPr>
        <w:rPr>
          <w:b/>
          <w:bCs/>
          <w:color w:val="FF0000"/>
        </w:rPr>
      </w:pPr>
      <w:r w:rsidRPr="00272039">
        <w:rPr>
          <w:b/>
          <w:bCs/>
          <w:color w:val="FF0000"/>
        </w:rPr>
        <w:t>Motions</w:t>
      </w:r>
    </w:p>
    <w:p w14:paraId="39E67B49" w14:textId="0423B033" w:rsidR="00D02175" w:rsidRDefault="00903C18" w:rsidP="00272039">
      <w:pPr>
        <w:pStyle w:val="ListParagraph"/>
        <w:numPr>
          <w:ilvl w:val="2"/>
          <w:numId w:val="1"/>
        </w:numPr>
        <w:rPr>
          <w:b/>
          <w:bCs/>
        </w:rPr>
      </w:pPr>
      <w:r w:rsidRPr="00687422">
        <w:rPr>
          <w:b/>
          <w:bCs/>
          <w:color w:val="FF0000"/>
        </w:rPr>
        <w:t>Motion</w:t>
      </w:r>
      <w:r w:rsidR="00272039" w:rsidRPr="00687422">
        <w:rPr>
          <w:b/>
          <w:bCs/>
          <w:color w:val="FF0000"/>
        </w:rPr>
        <w:t xml:space="preserve"> #</w:t>
      </w:r>
      <w:r w:rsidR="00F04D56">
        <w:rPr>
          <w:b/>
          <w:bCs/>
          <w:color w:val="FF0000"/>
        </w:rPr>
        <w:t>19</w:t>
      </w:r>
      <w:r w:rsidR="00687422" w:rsidRPr="00687422">
        <w:rPr>
          <w:b/>
          <w:bCs/>
          <w:color w:val="FF0000"/>
        </w:rPr>
        <w:t>June1</w:t>
      </w:r>
      <w:r w:rsidRPr="00903C18">
        <w:rPr>
          <w:b/>
          <w:bCs/>
        </w:rPr>
        <w:t xml:space="preserve">: </w:t>
      </w:r>
      <w:r w:rsidR="00D02175">
        <w:rPr>
          <w:b/>
          <w:bCs/>
        </w:rPr>
        <w:t xml:space="preserve"> Previous Minutes</w:t>
      </w:r>
    </w:p>
    <w:p w14:paraId="233E4387" w14:textId="2B6E19F4" w:rsidR="00903C18" w:rsidRPr="00903C18" w:rsidRDefault="00903C18" w:rsidP="00010D82">
      <w:pPr>
        <w:pStyle w:val="ListParagraph"/>
        <w:numPr>
          <w:ilvl w:val="3"/>
          <w:numId w:val="1"/>
        </w:numPr>
        <w:rPr>
          <w:b/>
          <w:bCs/>
        </w:rPr>
      </w:pPr>
      <w:r w:rsidRPr="00903C18">
        <w:rPr>
          <w:b/>
          <w:bCs/>
        </w:rPr>
        <w:t>Approve the following minutes documents:</w:t>
      </w:r>
    </w:p>
    <w:p w14:paraId="26B1496B" w14:textId="77777777" w:rsidR="00903C18" w:rsidRPr="00010D82" w:rsidRDefault="00903C18" w:rsidP="00D02175">
      <w:pPr>
        <w:pStyle w:val="ListParagraph"/>
        <w:numPr>
          <w:ilvl w:val="0"/>
          <w:numId w:val="11"/>
        </w:numPr>
      </w:pPr>
      <w:r w:rsidRPr="00010D82">
        <w:t xml:space="preserve">May 13-15, https://mentor.ieee.org/802.11/dcn/20/11-20-0765-02-000m-telecon-minutes-for-revmd-crc-may-13-15-2020.docx </w:t>
      </w:r>
    </w:p>
    <w:p w14:paraId="7A5A4A43" w14:textId="77777777" w:rsidR="00903C18" w:rsidRPr="00010D82" w:rsidRDefault="00903C18" w:rsidP="00D02175">
      <w:pPr>
        <w:pStyle w:val="ListParagraph"/>
        <w:numPr>
          <w:ilvl w:val="0"/>
          <w:numId w:val="11"/>
        </w:numPr>
      </w:pPr>
      <w:r w:rsidRPr="00010D82">
        <w:t xml:space="preserve">May 20-22, https://mentor.ieee.org/802.11/dcn/20/11-20-0794-01-000m-telecon-minutes-for-revmd-crc-may-20-22-2020.docx </w:t>
      </w:r>
    </w:p>
    <w:p w14:paraId="74DFD59C" w14:textId="77777777" w:rsidR="00903C18" w:rsidRPr="00010D82" w:rsidRDefault="00903C18" w:rsidP="00D02175">
      <w:pPr>
        <w:pStyle w:val="ListParagraph"/>
        <w:numPr>
          <w:ilvl w:val="0"/>
          <w:numId w:val="11"/>
        </w:numPr>
      </w:pPr>
      <w:r w:rsidRPr="00010D82">
        <w:t xml:space="preserve">May 27-29, https://mentor.ieee.org/802.11/dcn/20/11-20-0830-01-000m-telecon-minutes-for-revmd-crc-may-27-29-2020.docx </w:t>
      </w:r>
    </w:p>
    <w:p w14:paraId="4A12C9D1" w14:textId="77777777" w:rsidR="00903C18" w:rsidRPr="00010D82" w:rsidRDefault="00903C18" w:rsidP="00D02175">
      <w:pPr>
        <w:pStyle w:val="ListParagraph"/>
        <w:numPr>
          <w:ilvl w:val="0"/>
          <w:numId w:val="11"/>
        </w:numPr>
      </w:pPr>
      <w:r w:rsidRPr="00010D82">
        <w:t xml:space="preserve">June 3-5, https://mentor.ieee.org/802.11/dcn/20/11-20-0858-02-000m-telecon-minutes-for-revmd-crc-june-3-5-2020.docx </w:t>
      </w:r>
    </w:p>
    <w:p w14:paraId="4DD5326A" w14:textId="77777777" w:rsidR="00903C18" w:rsidRPr="00010D82" w:rsidRDefault="00903C18" w:rsidP="00D02175">
      <w:pPr>
        <w:pStyle w:val="ListParagraph"/>
        <w:numPr>
          <w:ilvl w:val="0"/>
          <w:numId w:val="11"/>
        </w:numPr>
      </w:pPr>
      <w:r w:rsidRPr="00010D82">
        <w:t xml:space="preserve">June 10-12, https://mentor.ieee.org/802.11/dcn/20/11-20-0893-01-000m-telecon-minutes-for-revmd-crc-june-10-12-2020.docx </w:t>
      </w:r>
    </w:p>
    <w:p w14:paraId="06FBDE09" w14:textId="5CF8896C" w:rsidR="00903C18" w:rsidRPr="00010D82" w:rsidRDefault="00903C18" w:rsidP="00010D82">
      <w:pPr>
        <w:pStyle w:val="ListParagraph"/>
        <w:numPr>
          <w:ilvl w:val="3"/>
          <w:numId w:val="1"/>
        </w:numPr>
      </w:pPr>
      <w:r w:rsidRPr="00010D82">
        <w:t>Moved:</w:t>
      </w:r>
      <w:r w:rsidR="00010D82" w:rsidRPr="00010D82">
        <w:t xml:space="preserve"> Jon Rosdahl</w:t>
      </w:r>
    </w:p>
    <w:p w14:paraId="0781A45D" w14:textId="6BE68924" w:rsidR="00903C18" w:rsidRPr="00687422" w:rsidRDefault="00903C18" w:rsidP="00687422">
      <w:pPr>
        <w:pStyle w:val="ListParagraph"/>
        <w:numPr>
          <w:ilvl w:val="3"/>
          <w:numId w:val="1"/>
        </w:numPr>
      </w:pPr>
      <w:r w:rsidRPr="00687422">
        <w:t>Seconded:</w:t>
      </w:r>
      <w:r w:rsidR="00687422" w:rsidRPr="00687422">
        <w:t xml:space="preserve"> Michael MONTEMURRO</w:t>
      </w:r>
    </w:p>
    <w:p w14:paraId="5E527CD4" w14:textId="5CF3AF91" w:rsidR="00903C18" w:rsidRPr="009C5C19" w:rsidRDefault="00903C18" w:rsidP="009C5C19">
      <w:pPr>
        <w:pStyle w:val="ListParagraph"/>
        <w:numPr>
          <w:ilvl w:val="3"/>
          <w:numId w:val="1"/>
        </w:numPr>
        <w:rPr>
          <w:b/>
          <w:bCs/>
        </w:rPr>
      </w:pPr>
      <w:r w:rsidRPr="00903C18">
        <w:rPr>
          <w:b/>
          <w:bCs/>
        </w:rPr>
        <w:t>Result</w:t>
      </w:r>
      <w:r w:rsidR="00B90CBA">
        <w:rPr>
          <w:b/>
          <w:bCs/>
        </w:rPr>
        <w:t>s</w:t>
      </w:r>
      <w:r w:rsidR="00F04D56">
        <w:rPr>
          <w:b/>
          <w:bCs/>
        </w:rPr>
        <w:t xml:space="preserve"> Motion #19June1</w:t>
      </w:r>
      <w:r w:rsidRPr="00903C18">
        <w:rPr>
          <w:b/>
          <w:bCs/>
        </w:rPr>
        <w:t>:</w:t>
      </w:r>
      <w:r w:rsidR="00E8177F">
        <w:rPr>
          <w:b/>
          <w:bCs/>
        </w:rPr>
        <w:t xml:space="preserve"> </w:t>
      </w:r>
      <w:r w:rsidR="00032CFE">
        <w:t>No objection, Unanimous Consent – Motion passes</w:t>
      </w:r>
    </w:p>
    <w:p w14:paraId="1D8BCA67" w14:textId="5E5A8AAC" w:rsidR="00903C18" w:rsidRPr="00903C18" w:rsidRDefault="00903C18" w:rsidP="00E81614">
      <w:pPr>
        <w:pStyle w:val="ListParagraph"/>
        <w:numPr>
          <w:ilvl w:val="2"/>
          <w:numId w:val="1"/>
        </w:numPr>
        <w:rPr>
          <w:b/>
          <w:bCs/>
        </w:rPr>
      </w:pPr>
      <w:r w:rsidRPr="00E81614">
        <w:rPr>
          <w:b/>
          <w:bCs/>
          <w:color w:val="FF0000"/>
        </w:rPr>
        <w:t xml:space="preserve">Motion </w:t>
      </w:r>
      <w:r w:rsidR="00E81614">
        <w:rPr>
          <w:b/>
          <w:bCs/>
          <w:color w:val="FF0000"/>
        </w:rPr>
        <w:t>#</w:t>
      </w:r>
      <w:r w:rsidRPr="00E81614">
        <w:rPr>
          <w:b/>
          <w:bCs/>
          <w:color w:val="FF0000"/>
        </w:rPr>
        <w:t>194</w:t>
      </w:r>
      <w:r w:rsidRPr="00903C18">
        <w:rPr>
          <w:b/>
          <w:bCs/>
        </w:rPr>
        <w:t>: EDITOR CID 4501</w:t>
      </w:r>
    </w:p>
    <w:p w14:paraId="16E08EC9" w14:textId="158F0F04" w:rsidR="00903C18" w:rsidRPr="00546409" w:rsidRDefault="00903C18" w:rsidP="00E81614">
      <w:pPr>
        <w:pStyle w:val="ListParagraph"/>
        <w:numPr>
          <w:ilvl w:val="3"/>
          <w:numId w:val="1"/>
        </w:numPr>
      </w:pPr>
      <w:r w:rsidRPr="00546409">
        <w:t xml:space="preserve">Approve comment resolution included in the “Motion-EDITOR-V” tab in </w:t>
      </w:r>
      <w:r w:rsidR="00E81614" w:rsidRPr="00546409">
        <w:t xml:space="preserve">11-20/0010r8 </w:t>
      </w:r>
      <w:r w:rsidR="00546409" w:rsidRPr="00546409">
        <w:t>&lt;</w:t>
      </w:r>
      <w:hyperlink r:id="rId38" w:history="1">
        <w:r w:rsidR="00546409" w:rsidRPr="00546409">
          <w:rPr>
            <w:rStyle w:val="Hyperlink"/>
          </w:rPr>
          <w:t>https://mentor.ieee.org/802.11/dcn/20/11-20-0010-08-000m-revmd-sa1-comments-for-editor-ad-hoc.xls</w:t>
        </w:r>
      </w:hyperlink>
      <w:r w:rsidR="00546409" w:rsidRPr="00546409">
        <w:t>&gt;</w:t>
      </w:r>
      <w:r w:rsidR="00E81614" w:rsidRPr="00546409">
        <w:t xml:space="preserve"> </w:t>
      </w:r>
      <w:r w:rsidRPr="00546409">
        <w:t xml:space="preserve"> </w:t>
      </w:r>
    </w:p>
    <w:p w14:paraId="3FD285CB" w14:textId="539D27A5" w:rsidR="00903C18" w:rsidRPr="00546409" w:rsidRDefault="00903C18" w:rsidP="00546409">
      <w:pPr>
        <w:pStyle w:val="ListParagraph"/>
        <w:numPr>
          <w:ilvl w:val="3"/>
          <w:numId w:val="1"/>
        </w:numPr>
      </w:pPr>
      <w:r w:rsidRPr="00546409">
        <w:t>Moved:</w:t>
      </w:r>
      <w:r w:rsidR="00546409" w:rsidRPr="00546409">
        <w:t xml:space="preserve"> Michael MONTEMURRO</w:t>
      </w:r>
    </w:p>
    <w:p w14:paraId="0A638F3F" w14:textId="7A80766A" w:rsidR="00903C18" w:rsidRPr="00546409" w:rsidRDefault="00903C18" w:rsidP="00546409">
      <w:pPr>
        <w:pStyle w:val="ListParagraph"/>
        <w:numPr>
          <w:ilvl w:val="3"/>
          <w:numId w:val="1"/>
        </w:numPr>
      </w:pPr>
      <w:r w:rsidRPr="00546409">
        <w:t>Seconded:</w:t>
      </w:r>
      <w:r w:rsidR="00546409" w:rsidRPr="00546409">
        <w:t xml:space="preserve"> Emily QI</w:t>
      </w:r>
    </w:p>
    <w:p w14:paraId="287B16D7" w14:textId="0E9FB413" w:rsidR="00903C18" w:rsidRPr="009A20A7" w:rsidRDefault="00903C18" w:rsidP="00F62D79">
      <w:pPr>
        <w:pStyle w:val="ListParagraph"/>
        <w:numPr>
          <w:ilvl w:val="3"/>
          <w:numId w:val="1"/>
        </w:numPr>
      </w:pPr>
      <w:r w:rsidRPr="009C5C19">
        <w:rPr>
          <w:b/>
          <w:bCs/>
        </w:rPr>
        <w:t>Result</w:t>
      </w:r>
      <w:r w:rsidR="00B90CBA">
        <w:rPr>
          <w:b/>
          <w:bCs/>
        </w:rPr>
        <w:t>s</w:t>
      </w:r>
      <w:r w:rsidR="00F62D79" w:rsidRPr="009C5C19">
        <w:rPr>
          <w:b/>
          <w:bCs/>
        </w:rPr>
        <w:t xml:space="preserve"> Motion #194</w:t>
      </w:r>
      <w:r w:rsidRPr="009C5C19">
        <w:rPr>
          <w:b/>
          <w:bCs/>
        </w:rPr>
        <w:t>:</w:t>
      </w:r>
      <w:r w:rsidR="006C1A15">
        <w:t xml:space="preserve"> </w:t>
      </w:r>
      <w:r w:rsidR="00952D69">
        <w:t xml:space="preserve">19-0-2 </w:t>
      </w:r>
      <w:r w:rsidR="00F36834">
        <w:t xml:space="preserve">- </w:t>
      </w:r>
      <w:r w:rsidR="00952D69">
        <w:t>Motion Passes</w:t>
      </w:r>
    </w:p>
    <w:p w14:paraId="1527FD5D" w14:textId="5B2243BE" w:rsidR="00903C18" w:rsidRPr="00903C18" w:rsidRDefault="00903C18" w:rsidP="009A20A7">
      <w:pPr>
        <w:pStyle w:val="ListParagraph"/>
        <w:numPr>
          <w:ilvl w:val="2"/>
          <w:numId w:val="1"/>
        </w:numPr>
        <w:rPr>
          <w:b/>
          <w:bCs/>
        </w:rPr>
      </w:pPr>
      <w:r w:rsidRPr="00952D69">
        <w:rPr>
          <w:b/>
          <w:bCs/>
          <w:color w:val="FF0000"/>
        </w:rPr>
        <w:t xml:space="preserve">Motion </w:t>
      </w:r>
      <w:r w:rsidR="000D127B">
        <w:rPr>
          <w:b/>
          <w:bCs/>
          <w:color w:val="FF0000"/>
        </w:rPr>
        <w:t>#</w:t>
      </w:r>
      <w:r w:rsidRPr="00952D69">
        <w:rPr>
          <w:b/>
          <w:bCs/>
          <w:color w:val="FF0000"/>
        </w:rPr>
        <w:t>19</w:t>
      </w:r>
      <w:r w:rsidR="00952D69" w:rsidRPr="00952D69">
        <w:rPr>
          <w:b/>
          <w:bCs/>
          <w:color w:val="FF0000"/>
        </w:rPr>
        <w:t>5</w:t>
      </w:r>
      <w:r w:rsidRPr="00952D69">
        <w:rPr>
          <w:b/>
          <w:bCs/>
          <w:color w:val="FF0000"/>
        </w:rPr>
        <w:t>:</w:t>
      </w:r>
      <w:r w:rsidRPr="00903C18">
        <w:rPr>
          <w:b/>
          <w:bCs/>
        </w:rPr>
        <w:t xml:space="preserve"> PHY CIDs (17)</w:t>
      </w:r>
    </w:p>
    <w:p w14:paraId="3A2FA8A9" w14:textId="6917E398" w:rsidR="00903C18" w:rsidRPr="000B225E" w:rsidRDefault="00903C18" w:rsidP="00553ECC">
      <w:pPr>
        <w:pStyle w:val="ListParagraph"/>
        <w:numPr>
          <w:ilvl w:val="3"/>
          <w:numId w:val="1"/>
        </w:numPr>
      </w:pPr>
      <w:r w:rsidRPr="000B225E">
        <w:t xml:space="preserve">Approve comment resolutions included in the “PHY Motion F” tab in </w:t>
      </w:r>
      <w:r w:rsidR="004E2D48" w:rsidRPr="000B225E">
        <w:t>11-20/0145r13 &lt;</w:t>
      </w:r>
      <w:hyperlink r:id="rId39" w:history="1">
        <w:r w:rsidR="004E2D48" w:rsidRPr="000B225E">
          <w:rPr>
            <w:rStyle w:val="Hyperlink"/>
          </w:rPr>
          <w:t>https://mentor.ieee.org/802.11/dcn/20/11-20-0145-13-000m-sb1-revmd-phy-sec-comments.xlsx</w:t>
        </w:r>
      </w:hyperlink>
      <w:r w:rsidR="004E2D48" w:rsidRPr="000B225E">
        <w:t xml:space="preserve">&gt; </w:t>
      </w:r>
      <w:r w:rsidR="00DE51B5">
        <w:t>except for CIDs 4445, 4338, 4049, 4178, 4137.</w:t>
      </w:r>
    </w:p>
    <w:p w14:paraId="03CF1EA8" w14:textId="3CB6DF06" w:rsidR="00CD536A" w:rsidRDefault="00CD536A" w:rsidP="000B225E">
      <w:pPr>
        <w:pStyle w:val="ListParagraph"/>
        <w:numPr>
          <w:ilvl w:val="3"/>
          <w:numId w:val="1"/>
        </w:numPr>
      </w:pPr>
      <w:r>
        <w:t>Request to adjust the motion and pull some CIDs – Email From Mark RISON</w:t>
      </w:r>
      <w:r w:rsidR="00B1125E">
        <w:t xml:space="preserve"> sent to Chair. </w:t>
      </w:r>
      <w:r w:rsidR="00DE51B5">
        <w:t xml:space="preserve">List of CIDs to pull </w:t>
      </w:r>
      <w:r w:rsidR="00B1125E">
        <w:t>4445, 4338, 4049</w:t>
      </w:r>
      <w:r w:rsidR="00DE51B5">
        <w:t>, 4178, 4137.</w:t>
      </w:r>
    </w:p>
    <w:p w14:paraId="78564BA3" w14:textId="4BCF6F1C" w:rsidR="00DE51B5" w:rsidRDefault="00903C18" w:rsidP="00410709">
      <w:pPr>
        <w:pStyle w:val="ListParagraph"/>
        <w:numPr>
          <w:ilvl w:val="3"/>
          <w:numId w:val="1"/>
        </w:numPr>
      </w:pPr>
      <w:r w:rsidRPr="000B225E">
        <w:t>Moved:</w:t>
      </w:r>
      <w:r w:rsidR="00DE51B5">
        <w:t xml:space="preserve"> Michael </w:t>
      </w:r>
      <w:r w:rsidR="00DE51B5" w:rsidRPr="00687422">
        <w:t>MONTEMURRO</w:t>
      </w:r>
      <w:r w:rsidR="00DE51B5" w:rsidRPr="000B225E">
        <w:t xml:space="preserve"> </w:t>
      </w:r>
    </w:p>
    <w:p w14:paraId="56F2E90A" w14:textId="6FE65A70" w:rsidR="00903C18" w:rsidRDefault="00903C18" w:rsidP="00410709">
      <w:pPr>
        <w:pStyle w:val="ListParagraph"/>
        <w:numPr>
          <w:ilvl w:val="3"/>
          <w:numId w:val="1"/>
        </w:numPr>
      </w:pPr>
      <w:r w:rsidRPr="000B225E">
        <w:t>Seconded:</w:t>
      </w:r>
      <w:r w:rsidR="00DE51B5">
        <w:t xml:space="preserve"> </w:t>
      </w:r>
      <w:r w:rsidR="00055F10">
        <w:t>Mark Hamilton</w:t>
      </w:r>
    </w:p>
    <w:p w14:paraId="1AD16A1B" w14:textId="77777777" w:rsidR="00646DEE" w:rsidRDefault="00055F10" w:rsidP="00410709">
      <w:pPr>
        <w:pStyle w:val="ListParagraph"/>
        <w:numPr>
          <w:ilvl w:val="3"/>
          <w:numId w:val="1"/>
        </w:numPr>
      </w:pPr>
      <w:r>
        <w:t xml:space="preserve">Discussion: </w:t>
      </w:r>
    </w:p>
    <w:p w14:paraId="73286FA6" w14:textId="315E0B9B" w:rsidR="00055F10" w:rsidRPr="000B225E" w:rsidRDefault="00FA5417" w:rsidP="00646DEE">
      <w:pPr>
        <w:pStyle w:val="ListParagraph"/>
        <w:numPr>
          <w:ilvl w:val="4"/>
          <w:numId w:val="1"/>
        </w:numPr>
      </w:pPr>
      <w:r>
        <w:t>the requests for removal of CIDs was just looked at this morning</w:t>
      </w:r>
      <w:r w:rsidR="00646DEE">
        <w:t>, but those that were pulled will be considered later today.</w:t>
      </w:r>
    </w:p>
    <w:p w14:paraId="3FE30DC2" w14:textId="0BA3311C" w:rsidR="00903C18" w:rsidRPr="000B225E" w:rsidRDefault="00903C18" w:rsidP="000B225E">
      <w:pPr>
        <w:pStyle w:val="ListParagraph"/>
        <w:numPr>
          <w:ilvl w:val="3"/>
          <w:numId w:val="1"/>
        </w:numPr>
      </w:pPr>
      <w:r w:rsidRPr="009C5C19">
        <w:rPr>
          <w:b/>
          <w:bCs/>
        </w:rPr>
        <w:t>Result</w:t>
      </w:r>
      <w:r w:rsidR="00B90CBA">
        <w:rPr>
          <w:b/>
          <w:bCs/>
        </w:rPr>
        <w:t>s</w:t>
      </w:r>
      <w:r w:rsidR="00F36834" w:rsidRPr="009C5C19">
        <w:rPr>
          <w:b/>
          <w:bCs/>
        </w:rPr>
        <w:t xml:space="preserve"> </w:t>
      </w:r>
      <w:r w:rsidR="009C5C19" w:rsidRPr="009C5C19">
        <w:rPr>
          <w:b/>
          <w:bCs/>
        </w:rPr>
        <w:t xml:space="preserve">Motion </w:t>
      </w:r>
      <w:r w:rsidR="00F36834" w:rsidRPr="009C5C19">
        <w:rPr>
          <w:b/>
          <w:bCs/>
        </w:rPr>
        <w:t>#195</w:t>
      </w:r>
      <w:r w:rsidRPr="000B225E">
        <w:t>:</w:t>
      </w:r>
      <w:r w:rsidR="00F36834">
        <w:t xml:space="preserve"> No objection, Unanimous Consent – Motion passes</w:t>
      </w:r>
    </w:p>
    <w:p w14:paraId="04939F40" w14:textId="7839C407" w:rsidR="00903C18" w:rsidRPr="00903C18" w:rsidRDefault="00903C18" w:rsidP="00F36834">
      <w:pPr>
        <w:pStyle w:val="ListParagraph"/>
        <w:numPr>
          <w:ilvl w:val="2"/>
          <w:numId w:val="1"/>
        </w:numPr>
        <w:rPr>
          <w:b/>
          <w:bCs/>
        </w:rPr>
      </w:pPr>
      <w:r w:rsidRPr="00F36834">
        <w:rPr>
          <w:b/>
          <w:bCs/>
          <w:color w:val="FF0000"/>
        </w:rPr>
        <w:t xml:space="preserve">Motion </w:t>
      </w:r>
      <w:r w:rsidR="000D127B">
        <w:rPr>
          <w:b/>
          <w:bCs/>
          <w:color w:val="FF0000"/>
        </w:rPr>
        <w:t>#</w:t>
      </w:r>
      <w:r w:rsidRPr="00F36834">
        <w:rPr>
          <w:b/>
          <w:bCs/>
          <w:color w:val="FF0000"/>
        </w:rPr>
        <w:t>19</w:t>
      </w:r>
      <w:r w:rsidR="00F36834" w:rsidRPr="00F36834">
        <w:rPr>
          <w:b/>
          <w:bCs/>
          <w:color w:val="FF0000"/>
        </w:rPr>
        <w:t>6</w:t>
      </w:r>
      <w:r w:rsidRPr="00F36834">
        <w:rPr>
          <w:b/>
          <w:bCs/>
          <w:color w:val="FF0000"/>
        </w:rPr>
        <w:t xml:space="preserve">: </w:t>
      </w:r>
      <w:r w:rsidRPr="00903C18">
        <w:rPr>
          <w:b/>
          <w:bCs/>
        </w:rPr>
        <w:t>MAC CIDs (45)</w:t>
      </w:r>
    </w:p>
    <w:p w14:paraId="2E511093" w14:textId="26163076" w:rsidR="00903C18" w:rsidRPr="00646DEE" w:rsidRDefault="00903C18" w:rsidP="00F36834">
      <w:pPr>
        <w:pStyle w:val="ListParagraph"/>
        <w:numPr>
          <w:ilvl w:val="3"/>
          <w:numId w:val="1"/>
        </w:numPr>
      </w:pPr>
      <w:r w:rsidRPr="00646DEE">
        <w:t>Approve comment resolutions included in the “Motion MAC-AP” tab in</w:t>
      </w:r>
      <w:r w:rsidR="00F36834" w:rsidRPr="00646DEE">
        <w:t xml:space="preserve"> 11-17</w:t>
      </w:r>
      <w:r w:rsidR="00756AC8" w:rsidRPr="00646DEE">
        <w:t>/927r60</w:t>
      </w:r>
      <w:r w:rsidRPr="00646DEE">
        <w:t xml:space="preserve"> </w:t>
      </w:r>
      <w:r w:rsidR="00756AC8" w:rsidRPr="00646DEE">
        <w:t>&lt;</w:t>
      </w:r>
      <w:hyperlink r:id="rId40" w:history="1">
        <w:r w:rsidR="00756AC8" w:rsidRPr="00646DEE">
          <w:rPr>
            <w:rStyle w:val="Hyperlink"/>
          </w:rPr>
          <w:t>https://mentor.ieee.org/802.11/dcn/17/11-17-0927-60-000m-revmd-mac-comments.xls</w:t>
        </w:r>
      </w:hyperlink>
      <w:r w:rsidR="00756AC8" w:rsidRPr="00646DEE">
        <w:t>&gt;</w:t>
      </w:r>
      <w:r w:rsidRPr="00646DEE">
        <w:t>, except for CID 4723</w:t>
      </w:r>
      <w:r w:rsidR="000A7459">
        <w:t xml:space="preserve"> 4155 and 4159</w:t>
      </w:r>
      <w:r w:rsidR="00FD7491">
        <w:t xml:space="preserve"> and in CID 4641</w:t>
      </w:r>
      <w:r w:rsidR="006A2F82">
        <w:t>, change “within time” to “within a time”.</w:t>
      </w:r>
      <w:r w:rsidRPr="00646DEE">
        <w:t>.</w:t>
      </w:r>
    </w:p>
    <w:p w14:paraId="7B71B166" w14:textId="6A8C775E" w:rsidR="00801B61" w:rsidRDefault="00801B61" w:rsidP="00F36834">
      <w:pPr>
        <w:pStyle w:val="ListParagraph"/>
        <w:numPr>
          <w:ilvl w:val="3"/>
          <w:numId w:val="1"/>
        </w:numPr>
      </w:pPr>
      <w:r>
        <w:lastRenderedPageBreak/>
        <w:t>Discussion on CID 4641 – missing an article in the resolution.</w:t>
      </w:r>
    </w:p>
    <w:p w14:paraId="29CC3062" w14:textId="5B7C5D39" w:rsidR="00801B61" w:rsidRDefault="00801B61" w:rsidP="00F36834">
      <w:pPr>
        <w:pStyle w:val="ListParagraph"/>
        <w:numPr>
          <w:ilvl w:val="3"/>
          <w:numId w:val="1"/>
        </w:numPr>
      </w:pPr>
      <w:r>
        <w:t xml:space="preserve">Discussion on CID 4454 </w:t>
      </w:r>
      <w:r w:rsidR="00037D18">
        <w:t>–</w:t>
      </w:r>
      <w:r>
        <w:t xml:space="preserve"> </w:t>
      </w:r>
      <w:r w:rsidR="00037D18">
        <w:t xml:space="preserve">confused if </w:t>
      </w:r>
      <w:r w:rsidR="00ED34F4">
        <w:t>the requested change</w:t>
      </w:r>
      <w:r w:rsidR="003316EF">
        <w:t xml:space="preserve"> was indicated correctly.</w:t>
      </w:r>
    </w:p>
    <w:p w14:paraId="4D112E98" w14:textId="07EF26D9" w:rsidR="003316EF" w:rsidRDefault="002E585F" w:rsidP="00F36834">
      <w:pPr>
        <w:pStyle w:val="ListParagraph"/>
        <w:numPr>
          <w:ilvl w:val="3"/>
          <w:numId w:val="1"/>
        </w:numPr>
      </w:pPr>
      <w:r>
        <w:t xml:space="preserve">Request to </w:t>
      </w:r>
      <w:r w:rsidR="00D63759">
        <w:t xml:space="preserve">pull </w:t>
      </w:r>
      <w:r w:rsidR="00BD4B34">
        <w:t xml:space="preserve">CID </w:t>
      </w:r>
      <w:r w:rsidR="00D63759">
        <w:t>4155</w:t>
      </w:r>
      <w:r w:rsidR="00BD4B34">
        <w:t xml:space="preserve"> and </w:t>
      </w:r>
      <w:r w:rsidR="00D63759">
        <w:t>4159</w:t>
      </w:r>
      <w:r>
        <w:t>.</w:t>
      </w:r>
    </w:p>
    <w:p w14:paraId="76F5A553" w14:textId="70A8513E" w:rsidR="00903C18" w:rsidRPr="00646DEE" w:rsidRDefault="00903C18" w:rsidP="00F36834">
      <w:pPr>
        <w:pStyle w:val="ListParagraph"/>
        <w:numPr>
          <w:ilvl w:val="3"/>
          <w:numId w:val="1"/>
        </w:numPr>
      </w:pPr>
      <w:r w:rsidRPr="00646DEE">
        <w:t>Moved:</w:t>
      </w:r>
      <w:r w:rsidR="00FD7491">
        <w:t xml:space="preserve"> </w:t>
      </w:r>
      <w:r w:rsidR="000A7459">
        <w:t>Mark HAMILTON</w:t>
      </w:r>
    </w:p>
    <w:p w14:paraId="48D45DC2" w14:textId="5BBF16CD" w:rsidR="00903C18" w:rsidRDefault="00903C18" w:rsidP="00F36834">
      <w:pPr>
        <w:pStyle w:val="ListParagraph"/>
        <w:numPr>
          <w:ilvl w:val="3"/>
          <w:numId w:val="1"/>
        </w:numPr>
      </w:pPr>
      <w:r w:rsidRPr="00646DEE">
        <w:t>Seconded:</w:t>
      </w:r>
      <w:r w:rsidR="000A7459">
        <w:t xml:space="preserve"> Michael </w:t>
      </w:r>
      <w:r w:rsidR="000A7459" w:rsidRPr="00687422">
        <w:t>MONTEMURRO</w:t>
      </w:r>
    </w:p>
    <w:p w14:paraId="4CDA9315" w14:textId="79B424BB" w:rsidR="000A7459" w:rsidRPr="00646DEE" w:rsidRDefault="000A7459" w:rsidP="00F36834">
      <w:pPr>
        <w:pStyle w:val="ListParagraph"/>
        <w:numPr>
          <w:ilvl w:val="3"/>
          <w:numId w:val="1"/>
        </w:numPr>
      </w:pPr>
      <w:r>
        <w:t>Discussion - None</w:t>
      </w:r>
    </w:p>
    <w:p w14:paraId="161DB804" w14:textId="1FCBF986" w:rsidR="00903C18" w:rsidRPr="00646DEE" w:rsidRDefault="00903C18" w:rsidP="00BB6519">
      <w:pPr>
        <w:pStyle w:val="ListParagraph"/>
        <w:numPr>
          <w:ilvl w:val="3"/>
          <w:numId w:val="1"/>
        </w:numPr>
      </w:pPr>
      <w:r w:rsidRPr="009C5C19">
        <w:rPr>
          <w:b/>
          <w:bCs/>
        </w:rPr>
        <w:t>Result</w:t>
      </w:r>
      <w:r w:rsidR="00B90CBA">
        <w:rPr>
          <w:b/>
          <w:bCs/>
        </w:rPr>
        <w:t>s</w:t>
      </w:r>
      <w:r w:rsidR="00BB6519" w:rsidRPr="009C5C19">
        <w:rPr>
          <w:b/>
          <w:bCs/>
        </w:rPr>
        <w:t xml:space="preserve"> </w:t>
      </w:r>
      <w:r w:rsidR="009C5C19">
        <w:rPr>
          <w:b/>
          <w:bCs/>
        </w:rPr>
        <w:t xml:space="preserve">Motion </w:t>
      </w:r>
      <w:r w:rsidR="00BB6519" w:rsidRPr="009C5C19">
        <w:rPr>
          <w:b/>
          <w:bCs/>
        </w:rPr>
        <w:t>#196</w:t>
      </w:r>
      <w:r w:rsidRPr="009C5C19">
        <w:rPr>
          <w:b/>
          <w:bCs/>
        </w:rPr>
        <w:t>:</w:t>
      </w:r>
      <w:r w:rsidR="000A7459">
        <w:t xml:space="preserve"> </w:t>
      </w:r>
      <w:r w:rsidR="00BB6519">
        <w:t>No objection, Unanimous Consent – Motion passes</w:t>
      </w:r>
    </w:p>
    <w:p w14:paraId="0D293172" w14:textId="7E78B80D" w:rsidR="00903C18" w:rsidRPr="00903C18" w:rsidRDefault="00903C18" w:rsidP="00F36834">
      <w:pPr>
        <w:pStyle w:val="ListParagraph"/>
        <w:numPr>
          <w:ilvl w:val="2"/>
          <w:numId w:val="1"/>
        </w:numPr>
        <w:rPr>
          <w:b/>
          <w:bCs/>
        </w:rPr>
      </w:pPr>
      <w:r w:rsidRPr="00E81C27">
        <w:rPr>
          <w:b/>
          <w:bCs/>
          <w:color w:val="FF0000"/>
        </w:rPr>
        <w:t xml:space="preserve">Motion </w:t>
      </w:r>
      <w:r w:rsidR="000D127B">
        <w:rPr>
          <w:b/>
          <w:bCs/>
          <w:color w:val="FF0000"/>
        </w:rPr>
        <w:t>#</w:t>
      </w:r>
      <w:r w:rsidRPr="00E81C27">
        <w:rPr>
          <w:b/>
          <w:bCs/>
          <w:color w:val="FF0000"/>
        </w:rPr>
        <w:t>19</w:t>
      </w:r>
      <w:r w:rsidR="00E81C27">
        <w:rPr>
          <w:b/>
          <w:bCs/>
          <w:color w:val="FF0000"/>
        </w:rPr>
        <w:t>7</w:t>
      </w:r>
      <w:r w:rsidRPr="00903C18">
        <w:rPr>
          <w:b/>
          <w:bCs/>
        </w:rPr>
        <w:t>: GEN CIDS (4)</w:t>
      </w:r>
    </w:p>
    <w:p w14:paraId="005A9A8A" w14:textId="3766194A" w:rsidR="00903C18" w:rsidRPr="00E81C27" w:rsidRDefault="00903C18" w:rsidP="00BB6519">
      <w:pPr>
        <w:pStyle w:val="ListParagraph"/>
        <w:numPr>
          <w:ilvl w:val="3"/>
          <w:numId w:val="1"/>
        </w:numPr>
      </w:pPr>
      <w:r w:rsidRPr="00E81C27">
        <w:t>Approve comment resolutions included in the “Motion GEN May” tab in</w:t>
      </w:r>
      <w:r w:rsidR="00E81C27" w:rsidRPr="00E81C27">
        <w:t xml:space="preserve"> </w:t>
      </w:r>
      <w:r w:rsidR="00BB6519" w:rsidRPr="00E81C27">
        <w:t>11-</w:t>
      </w:r>
      <w:r w:rsidR="00E81C27" w:rsidRPr="00E81C27">
        <w:t>20/0147r11</w:t>
      </w:r>
      <w:r w:rsidRPr="00E81C27">
        <w:t xml:space="preserve"> </w:t>
      </w:r>
      <w:r w:rsidR="00E81C27" w:rsidRPr="00E81C27">
        <w:t>&lt;</w:t>
      </w:r>
      <w:hyperlink r:id="rId41" w:history="1">
        <w:r w:rsidR="00E81C27" w:rsidRPr="00E81C27">
          <w:rPr>
            <w:rStyle w:val="Hyperlink"/>
          </w:rPr>
          <w:t>https://mentor.ieee.org/802.11/dcn/20/11-20-0147-11-000m-sb1-revmd-gen-comments.xls</w:t>
        </w:r>
      </w:hyperlink>
      <w:r w:rsidR="00E81C27" w:rsidRPr="00E81C27">
        <w:t>&gt;</w:t>
      </w:r>
      <w:r w:rsidR="00BB6519" w:rsidRPr="00E81C27">
        <w:t xml:space="preserve"> </w:t>
      </w:r>
      <w:r w:rsidRPr="00E81C27">
        <w:t xml:space="preserve"> </w:t>
      </w:r>
    </w:p>
    <w:p w14:paraId="2EE7557C" w14:textId="4BD5EB70" w:rsidR="00903C18" w:rsidRPr="00E81C27" w:rsidRDefault="00903C18" w:rsidP="00BB6519">
      <w:pPr>
        <w:pStyle w:val="ListParagraph"/>
        <w:numPr>
          <w:ilvl w:val="3"/>
          <w:numId w:val="1"/>
        </w:numPr>
      </w:pPr>
      <w:r w:rsidRPr="00E81C27">
        <w:t>Moved:</w:t>
      </w:r>
      <w:r w:rsidR="00E81C27" w:rsidRPr="00E81C27">
        <w:t xml:space="preserve"> Jon ROSDAHL</w:t>
      </w:r>
    </w:p>
    <w:p w14:paraId="7BC7361C" w14:textId="6AED948E" w:rsidR="00903C18" w:rsidRDefault="00903C18" w:rsidP="00BB6519">
      <w:pPr>
        <w:pStyle w:val="ListParagraph"/>
        <w:numPr>
          <w:ilvl w:val="3"/>
          <w:numId w:val="1"/>
        </w:numPr>
      </w:pPr>
      <w:r w:rsidRPr="00750C15">
        <w:t>Seconded:</w:t>
      </w:r>
      <w:r w:rsidR="00E81C27" w:rsidRPr="00750C15">
        <w:t xml:space="preserve"> Michael MONTEMURRO</w:t>
      </w:r>
    </w:p>
    <w:p w14:paraId="3768FEE7" w14:textId="6B784481" w:rsidR="00AF6C7E" w:rsidRDefault="00AF6C7E" w:rsidP="00BB6519">
      <w:pPr>
        <w:pStyle w:val="ListParagraph"/>
        <w:numPr>
          <w:ilvl w:val="3"/>
          <w:numId w:val="1"/>
        </w:numPr>
      </w:pPr>
      <w:r>
        <w:t>Discussion:</w:t>
      </w:r>
    </w:p>
    <w:p w14:paraId="4D09F244" w14:textId="1734DF06" w:rsidR="00AF6C7E" w:rsidRPr="00750C15" w:rsidRDefault="00AF6C7E" w:rsidP="00051CA6">
      <w:pPr>
        <w:pStyle w:val="ListParagraph"/>
        <w:numPr>
          <w:ilvl w:val="4"/>
          <w:numId w:val="1"/>
        </w:numPr>
      </w:pPr>
      <w:r>
        <w:t>Status of CID 4100 discussed.</w:t>
      </w:r>
    </w:p>
    <w:p w14:paraId="72E22413" w14:textId="77777777" w:rsidR="00FC7F93" w:rsidRPr="00646DEE" w:rsidRDefault="00903C18" w:rsidP="00FC7F93">
      <w:pPr>
        <w:pStyle w:val="ListParagraph"/>
        <w:numPr>
          <w:ilvl w:val="3"/>
          <w:numId w:val="1"/>
        </w:numPr>
      </w:pPr>
      <w:r w:rsidRPr="00750C15">
        <w:t>Result</w:t>
      </w:r>
      <w:r w:rsidR="00E81C27" w:rsidRPr="00750C15">
        <w:t xml:space="preserve"> Motion</w:t>
      </w:r>
      <w:r w:rsidR="00750C15" w:rsidRPr="00750C15">
        <w:t xml:space="preserve"> #197</w:t>
      </w:r>
      <w:r w:rsidRPr="00750C15">
        <w:t>:</w:t>
      </w:r>
      <w:r w:rsidR="00FC7F93">
        <w:t xml:space="preserve"> No objection, Unanimous Consent – Motion passes</w:t>
      </w:r>
    </w:p>
    <w:p w14:paraId="08337A0A" w14:textId="3292A0D7" w:rsidR="00903C18" w:rsidRPr="00903C18" w:rsidRDefault="00903C18" w:rsidP="00750C15">
      <w:pPr>
        <w:pStyle w:val="ListParagraph"/>
        <w:numPr>
          <w:ilvl w:val="2"/>
          <w:numId w:val="1"/>
        </w:numPr>
        <w:rPr>
          <w:b/>
          <w:bCs/>
        </w:rPr>
      </w:pPr>
      <w:r w:rsidRPr="00FC7F93">
        <w:rPr>
          <w:b/>
          <w:bCs/>
          <w:color w:val="FF0000"/>
        </w:rPr>
        <w:t xml:space="preserve">Motion </w:t>
      </w:r>
      <w:r w:rsidR="000D127B">
        <w:rPr>
          <w:b/>
          <w:bCs/>
          <w:color w:val="FF0000"/>
        </w:rPr>
        <w:t>#</w:t>
      </w:r>
      <w:r w:rsidRPr="00FC7F93">
        <w:rPr>
          <w:b/>
          <w:bCs/>
          <w:color w:val="FF0000"/>
        </w:rPr>
        <w:t>19</w:t>
      </w:r>
      <w:r w:rsidR="00FC7F93">
        <w:rPr>
          <w:b/>
          <w:bCs/>
          <w:color w:val="FF0000"/>
        </w:rPr>
        <w:t>8</w:t>
      </w:r>
      <w:r w:rsidRPr="00FC7F93">
        <w:rPr>
          <w:b/>
          <w:bCs/>
          <w:color w:val="FF0000"/>
        </w:rPr>
        <w:t xml:space="preserve">: </w:t>
      </w:r>
      <w:r w:rsidRPr="00903C18">
        <w:rPr>
          <w:b/>
          <w:bCs/>
        </w:rPr>
        <w:t>Motion: - Random SAE Comments</w:t>
      </w:r>
    </w:p>
    <w:p w14:paraId="39DD8808" w14:textId="4C6E583F" w:rsidR="00903C18" w:rsidRPr="00573BD5" w:rsidRDefault="00903C18" w:rsidP="00750C15">
      <w:pPr>
        <w:pStyle w:val="ListParagraph"/>
        <w:numPr>
          <w:ilvl w:val="3"/>
          <w:numId w:val="1"/>
        </w:numPr>
      </w:pPr>
      <w:r w:rsidRPr="00573BD5">
        <w:t>Incorporate the text changes in</w:t>
      </w:r>
      <w:r w:rsidR="00573BD5">
        <w:t xml:space="preserve"> 11-20/275r1</w:t>
      </w:r>
      <w:r w:rsidRPr="00573BD5">
        <w:t xml:space="preserve"> </w:t>
      </w:r>
      <w:r w:rsidR="00573BD5">
        <w:t>&lt;</w:t>
      </w:r>
      <w:hyperlink r:id="rId42" w:history="1">
        <w:r w:rsidR="000B1809" w:rsidRPr="00AD4757">
          <w:rPr>
            <w:rStyle w:val="Hyperlink"/>
          </w:rPr>
          <w:t>https://mentor.ieee.org/802.11/dcn/20/11-20-0725-01-000m-random-sae-comments.docx</w:t>
        </w:r>
      </w:hyperlink>
      <w:r w:rsidR="00573BD5">
        <w:t>&gt;</w:t>
      </w:r>
      <w:r w:rsidRPr="00573BD5">
        <w:t xml:space="preserve"> into the TGmd draft</w:t>
      </w:r>
    </w:p>
    <w:p w14:paraId="481D32B6" w14:textId="77777777" w:rsidR="000B1809" w:rsidRDefault="00903C18" w:rsidP="00AC5EFB">
      <w:pPr>
        <w:pStyle w:val="ListParagraph"/>
        <w:numPr>
          <w:ilvl w:val="3"/>
          <w:numId w:val="1"/>
        </w:numPr>
      </w:pPr>
      <w:r w:rsidRPr="00573BD5">
        <w:t>Moved:</w:t>
      </w:r>
      <w:r w:rsidR="000B1809">
        <w:t xml:space="preserve"> </w:t>
      </w:r>
      <w:r w:rsidR="000B1809" w:rsidRPr="00750C15">
        <w:t>Michael MONTEMURRO</w:t>
      </w:r>
      <w:r w:rsidR="000B1809" w:rsidRPr="00573BD5">
        <w:t xml:space="preserve"> </w:t>
      </w:r>
    </w:p>
    <w:p w14:paraId="78A5DD97" w14:textId="70C3765C" w:rsidR="00903C18" w:rsidRDefault="00903C18" w:rsidP="00AC5EFB">
      <w:pPr>
        <w:pStyle w:val="ListParagraph"/>
        <w:numPr>
          <w:ilvl w:val="3"/>
          <w:numId w:val="1"/>
        </w:numPr>
      </w:pPr>
      <w:r w:rsidRPr="00573BD5">
        <w:t>Seconded:</w:t>
      </w:r>
      <w:r w:rsidR="00EB23CA">
        <w:t xml:space="preserve"> Jon ROSDAHL</w:t>
      </w:r>
    </w:p>
    <w:p w14:paraId="15A09558" w14:textId="625CE449" w:rsidR="0040258B" w:rsidRDefault="0040258B" w:rsidP="00AC5EFB">
      <w:pPr>
        <w:pStyle w:val="ListParagraph"/>
        <w:numPr>
          <w:ilvl w:val="3"/>
          <w:numId w:val="1"/>
        </w:numPr>
      </w:pPr>
      <w:r>
        <w:t>Discussion on which version of the document</w:t>
      </w:r>
    </w:p>
    <w:p w14:paraId="20AEBA3C" w14:textId="3CDB1B9F" w:rsidR="001302D8" w:rsidRDefault="001302D8" w:rsidP="001302D8">
      <w:pPr>
        <w:pStyle w:val="ListParagraph"/>
        <w:numPr>
          <w:ilvl w:val="4"/>
          <w:numId w:val="1"/>
        </w:numPr>
      </w:pPr>
      <w:r>
        <w:t>It as noted that R1 has not been posted,</w:t>
      </w:r>
    </w:p>
    <w:p w14:paraId="3CBF6E24" w14:textId="2CF4BD99" w:rsidR="001302D8" w:rsidRDefault="001302D8" w:rsidP="001302D8">
      <w:pPr>
        <w:pStyle w:val="ListParagraph"/>
        <w:numPr>
          <w:ilvl w:val="4"/>
          <w:numId w:val="1"/>
        </w:numPr>
      </w:pPr>
      <w:r>
        <w:t>It is expected that some changes were need</w:t>
      </w:r>
      <w:r w:rsidR="00A72345">
        <w:t>ed.</w:t>
      </w:r>
    </w:p>
    <w:p w14:paraId="2816FEB9" w14:textId="2B1D0827" w:rsidR="000F487F" w:rsidRPr="00A72345" w:rsidRDefault="00E42018" w:rsidP="00AC5EFB">
      <w:pPr>
        <w:pStyle w:val="ListParagraph"/>
        <w:numPr>
          <w:ilvl w:val="3"/>
          <w:numId w:val="1"/>
        </w:numPr>
        <w:rPr>
          <w:b/>
          <w:bCs/>
          <w:color w:val="FF0000"/>
        </w:rPr>
      </w:pPr>
      <w:r w:rsidRPr="00A72345">
        <w:rPr>
          <w:b/>
          <w:bCs/>
          <w:color w:val="FF0000"/>
        </w:rPr>
        <w:t>Move to table the Motion</w:t>
      </w:r>
    </w:p>
    <w:p w14:paraId="13CE8A80" w14:textId="4955A333" w:rsidR="00E42018" w:rsidRDefault="00E42018" w:rsidP="00E42018">
      <w:pPr>
        <w:pStyle w:val="ListParagraph"/>
        <w:numPr>
          <w:ilvl w:val="4"/>
          <w:numId w:val="1"/>
        </w:numPr>
      </w:pPr>
      <w:r>
        <w:t>Moved:  Jon ROSDAHL, 2</w:t>
      </w:r>
      <w:r w:rsidRPr="00E42018">
        <w:rPr>
          <w:vertAlign w:val="superscript"/>
        </w:rPr>
        <w:t>nd</w:t>
      </w:r>
      <w:r>
        <w:t xml:space="preserve"> Mark Hamilton</w:t>
      </w:r>
    </w:p>
    <w:p w14:paraId="7562B24B" w14:textId="3C02F607" w:rsidR="00E42018" w:rsidRPr="00573BD5" w:rsidRDefault="00E42018" w:rsidP="00E42018">
      <w:pPr>
        <w:pStyle w:val="ListParagraph"/>
        <w:numPr>
          <w:ilvl w:val="4"/>
          <w:numId w:val="1"/>
        </w:numPr>
      </w:pPr>
      <w:r w:rsidRPr="00556DEC">
        <w:rPr>
          <w:b/>
          <w:bCs/>
        </w:rPr>
        <w:t>Results of Motion to Table:</w:t>
      </w:r>
      <w:r>
        <w:t xml:space="preserve"> </w:t>
      </w:r>
      <w:r w:rsidR="001302D8">
        <w:t xml:space="preserve">No objection </w:t>
      </w:r>
      <w:r w:rsidR="00556DEC">
        <w:t>– Motion tabled.</w:t>
      </w:r>
    </w:p>
    <w:p w14:paraId="52BD24F3" w14:textId="3E312582" w:rsidR="00903C18" w:rsidRPr="00903C18" w:rsidRDefault="00903C18" w:rsidP="00D35CB5">
      <w:pPr>
        <w:pStyle w:val="ListParagraph"/>
        <w:numPr>
          <w:ilvl w:val="2"/>
          <w:numId w:val="1"/>
        </w:numPr>
        <w:rPr>
          <w:b/>
          <w:bCs/>
        </w:rPr>
      </w:pPr>
      <w:r w:rsidRPr="000D2581">
        <w:rPr>
          <w:b/>
          <w:bCs/>
          <w:color w:val="FF0000"/>
        </w:rPr>
        <w:t xml:space="preserve">Motion </w:t>
      </w:r>
      <w:r w:rsidR="000D127B">
        <w:rPr>
          <w:b/>
          <w:bCs/>
          <w:color w:val="FF0000"/>
        </w:rPr>
        <w:t>#</w:t>
      </w:r>
      <w:r w:rsidRPr="000D2581">
        <w:rPr>
          <w:b/>
          <w:bCs/>
          <w:color w:val="FF0000"/>
        </w:rPr>
        <w:t>19</w:t>
      </w:r>
      <w:r w:rsidR="000D2581" w:rsidRPr="000D2581">
        <w:rPr>
          <w:b/>
          <w:bCs/>
          <w:color w:val="FF0000"/>
        </w:rPr>
        <w:t>9</w:t>
      </w:r>
      <w:r w:rsidRPr="00903C18">
        <w:rPr>
          <w:b/>
          <w:bCs/>
        </w:rPr>
        <w:t>– Update to Japanese Annex D</w:t>
      </w:r>
    </w:p>
    <w:p w14:paraId="3D3F6993" w14:textId="7648CBA1" w:rsidR="00903C18" w:rsidRPr="00253769" w:rsidRDefault="00903C18" w:rsidP="00253769">
      <w:pPr>
        <w:pStyle w:val="ListParagraph"/>
        <w:numPr>
          <w:ilvl w:val="3"/>
          <w:numId w:val="1"/>
        </w:numPr>
      </w:pPr>
      <w:r w:rsidRPr="00253769">
        <w:t>Incorporate the text changes in</w:t>
      </w:r>
      <w:r w:rsidR="000D2581">
        <w:t xml:space="preserve"> 11-20/568r1</w:t>
      </w:r>
      <w:r w:rsidRPr="00253769">
        <w:t xml:space="preserve"> </w:t>
      </w:r>
      <w:r w:rsidR="000D2581">
        <w:t>&lt;</w:t>
      </w:r>
      <w:hyperlink r:id="rId43" w:history="1">
        <w:r w:rsidR="000D2581" w:rsidRPr="00AD4757">
          <w:rPr>
            <w:rStyle w:val="Hyperlink"/>
          </w:rPr>
          <w:t>https://mentor.ieee.org/802.11/dcn/20/11-20-0568-01-000m-remove-channel-14.docx</w:t>
        </w:r>
      </w:hyperlink>
      <w:r w:rsidR="000D2581">
        <w:t xml:space="preserve">&gt; </w:t>
      </w:r>
      <w:r w:rsidRPr="00253769">
        <w:t xml:space="preserve">  into the TGmd draft.</w:t>
      </w:r>
    </w:p>
    <w:p w14:paraId="44C20A70" w14:textId="2DEB3489" w:rsidR="00903C18" w:rsidRPr="00253769" w:rsidRDefault="00903C18" w:rsidP="00253769">
      <w:pPr>
        <w:pStyle w:val="ListParagraph"/>
        <w:numPr>
          <w:ilvl w:val="3"/>
          <w:numId w:val="1"/>
        </w:numPr>
      </w:pPr>
      <w:r w:rsidRPr="00253769">
        <w:t>Moved:</w:t>
      </w:r>
      <w:r w:rsidR="00A72345">
        <w:t xml:space="preserve"> Michael </w:t>
      </w:r>
      <w:r w:rsidR="00A72345" w:rsidRPr="00750C15">
        <w:t>MONTEMURRO</w:t>
      </w:r>
    </w:p>
    <w:p w14:paraId="631742F4" w14:textId="61BE1893" w:rsidR="00903C18" w:rsidRDefault="00903C18" w:rsidP="00253769">
      <w:pPr>
        <w:pStyle w:val="ListParagraph"/>
        <w:numPr>
          <w:ilvl w:val="3"/>
          <w:numId w:val="1"/>
        </w:numPr>
      </w:pPr>
      <w:r w:rsidRPr="00253769">
        <w:t>Seconded:</w:t>
      </w:r>
      <w:r w:rsidR="000D2581">
        <w:t xml:space="preserve"> Edward AU</w:t>
      </w:r>
    </w:p>
    <w:p w14:paraId="384772D6" w14:textId="77777777" w:rsidR="00C076FA" w:rsidRDefault="000D2581" w:rsidP="00253769">
      <w:pPr>
        <w:pStyle w:val="ListParagraph"/>
        <w:numPr>
          <w:ilvl w:val="3"/>
          <w:numId w:val="1"/>
        </w:numPr>
      </w:pPr>
      <w:r>
        <w:t xml:space="preserve">Discussion </w:t>
      </w:r>
    </w:p>
    <w:p w14:paraId="54C19D70" w14:textId="3131C904" w:rsidR="000D2581" w:rsidRDefault="00C076FA" w:rsidP="00C076FA">
      <w:pPr>
        <w:pStyle w:val="ListParagraph"/>
        <w:numPr>
          <w:ilvl w:val="4"/>
          <w:numId w:val="1"/>
        </w:numPr>
      </w:pPr>
      <w:r>
        <w:t>Review</w:t>
      </w:r>
      <w:r w:rsidR="000D2581">
        <w:t xml:space="preserve"> the process</w:t>
      </w:r>
      <w:r>
        <w:t xml:space="preserve"> to make the motion.</w:t>
      </w:r>
    </w:p>
    <w:p w14:paraId="39E5F97F" w14:textId="7EEDD934" w:rsidR="00C076FA" w:rsidRDefault="00C076FA" w:rsidP="00C076FA">
      <w:pPr>
        <w:pStyle w:val="ListParagraph"/>
        <w:numPr>
          <w:ilvl w:val="4"/>
          <w:numId w:val="1"/>
        </w:numPr>
      </w:pPr>
      <w:r>
        <w:t xml:space="preserve">Review the proposed changes in the </w:t>
      </w:r>
      <w:r w:rsidR="00065765">
        <w:t>11-20/568r1</w:t>
      </w:r>
    </w:p>
    <w:p w14:paraId="05B2AEA2" w14:textId="0CB597E3" w:rsidR="00065765" w:rsidRDefault="00A96252" w:rsidP="00C076FA">
      <w:pPr>
        <w:pStyle w:val="ListParagraph"/>
        <w:numPr>
          <w:ilvl w:val="4"/>
          <w:numId w:val="1"/>
        </w:numPr>
      </w:pPr>
      <w:r>
        <w:t>Request to call the question – Michael MONTEMURRO</w:t>
      </w:r>
      <w:r w:rsidR="0084418F">
        <w:t>, 2</w:t>
      </w:r>
      <w:r w:rsidR="0084418F" w:rsidRPr="0084418F">
        <w:rPr>
          <w:vertAlign w:val="superscript"/>
        </w:rPr>
        <w:t>nd</w:t>
      </w:r>
      <w:r w:rsidR="0084418F">
        <w:t xml:space="preserve"> Robert Stacey </w:t>
      </w:r>
    </w:p>
    <w:p w14:paraId="2D909351" w14:textId="645FE444" w:rsidR="0084418F" w:rsidRDefault="0084418F" w:rsidP="0084418F">
      <w:pPr>
        <w:pStyle w:val="ListParagraph"/>
        <w:numPr>
          <w:ilvl w:val="5"/>
          <w:numId w:val="1"/>
        </w:numPr>
      </w:pPr>
      <w:r>
        <w:t>Objection to calling the question.</w:t>
      </w:r>
    </w:p>
    <w:p w14:paraId="4DC4F3AC" w14:textId="625E7D87" w:rsidR="00841254" w:rsidRPr="00253769" w:rsidRDefault="00FE237F" w:rsidP="0084418F">
      <w:pPr>
        <w:pStyle w:val="ListParagraph"/>
        <w:numPr>
          <w:ilvl w:val="5"/>
          <w:numId w:val="1"/>
        </w:numPr>
      </w:pPr>
      <w:r w:rsidRPr="003E602B">
        <w:rPr>
          <w:b/>
          <w:bCs/>
        </w:rPr>
        <w:t>Result</w:t>
      </w:r>
      <w:r w:rsidR="003E602B">
        <w:rPr>
          <w:b/>
          <w:bCs/>
        </w:rPr>
        <w:t>s</w:t>
      </w:r>
      <w:r w:rsidR="003E602B" w:rsidRPr="003E602B">
        <w:rPr>
          <w:b/>
          <w:bCs/>
        </w:rPr>
        <w:t xml:space="preserve"> of Calling Question:</w:t>
      </w:r>
      <w:r w:rsidR="003E602B">
        <w:t xml:space="preserve"> </w:t>
      </w:r>
      <w:r>
        <w:t xml:space="preserve"> 10-4-3 – Required 2/3 – Question is called.</w:t>
      </w:r>
    </w:p>
    <w:p w14:paraId="0E70636F" w14:textId="1B09ACE1" w:rsidR="00903C18" w:rsidRPr="00253769" w:rsidRDefault="000D2581" w:rsidP="00253769">
      <w:pPr>
        <w:pStyle w:val="ListParagraph"/>
        <w:numPr>
          <w:ilvl w:val="3"/>
          <w:numId w:val="1"/>
        </w:numPr>
      </w:pPr>
      <w:r w:rsidRPr="00556DEC">
        <w:rPr>
          <w:b/>
          <w:bCs/>
        </w:rPr>
        <w:t>Result</w:t>
      </w:r>
      <w:r w:rsidR="00556DEC" w:rsidRPr="00556DEC">
        <w:rPr>
          <w:b/>
          <w:bCs/>
        </w:rPr>
        <w:t>s M</w:t>
      </w:r>
      <w:r w:rsidRPr="00556DEC">
        <w:rPr>
          <w:b/>
          <w:bCs/>
        </w:rPr>
        <w:t>otion #199</w:t>
      </w:r>
      <w:r w:rsidR="00903C18" w:rsidRPr="00556DEC">
        <w:rPr>
          <w:b/>
          <w:bCs/>
        </w:rPr>
        <w:t>:</w:t>
      </w:r>
      <w:r w:rsidR="006A6F9D">
        <w:t xml:space="preserve">  12-2-4 Motion Passes</w:t>
      </w:r>
    </w:p>
    <w:p w14:paraId="08A3562B" w14:textId="5D39F047" w:rsidR="00903C18" w:rsidRPr="00903C18" w:rsidRDefault="00903C18" w:rsidP="001954AF">
      <w:pPr>
        <w:pStyle w:val="ListParagraph"/>
        <w:numPr>
          <w:ilvl w:val="2"/>
          <w:numId w:val="1"/>
        </w:numPr>
        <w:rPr>
          <w:b/>
          <w:bCs/>
        </w:rPr>
      </w:pPr>
      <w:r w:rsidRPr="006A6F9D">
        <w:rPr>
          <w:b/>
          <w:bCs/>
          <w:color w:val="FF0000"/>
        </w:rPr>
        <w:t xml:space="preserve">Motion </w:t>
      </w:r>
      <w:r w:rsidR="00556DEC">
        <w:rPr>
          <w:b/>
          <w:bCs/>
          <w:color w:val="FF0000"/>
        </w:rPr>
        <w:t>#</w:t>
      </w:r>
      <w:r w:rsidR="006A6F9D" w:rsidRPr="006A6F9D">
        <w:rPr>
          <w:b/>
          <w:bCs/>
          <w:color w:val="FF0000"/>
        </w:rPr>
        <w:t>200</w:t>
      </w:r>
      <w:r w:rsidRPr="00903C18">
        <w:rPr>
          <w:b/>
          <w:bCs/>
        </w:rPr>
        <w:t>– RSNXE interoperability fixes</w:t>
      </w:r>
    </w:p>
    <w:p w14:paraId="7D2D75FA" w14:textId="15F47482" w:rsidR="00903C18" w:rsidRPr="00CF4516" w:rsidRDefault="00903C18" w:rsidP="006A6F9D">
      <w:pPr>
        <w:pStyle w:val="ListParagraph"/>
        <w:numPr>
          <w:ilvl w:val="3"/>
          <w:numId w:val="1"/>
        </w:numPr>
      </w:pPr>
      <w:r w:rsidRPr="00CF4516">
        <w:t xml:space="preserve">Incorporate the text changes in </w:t>
      </w:r>
      <w:r w:rsidR="006A6F9D" w:rsidRPr="00CF4516">
        <w:t>11-20</w:t>
      </w:r>
      <w:r w:rsidR="00CF4516" w:rsidRPr="00CF4516">
        <w:t xml:space="preserve">/0322r4 </w:t>
      </w:r>
      <w:r w:rsidR="006A6F9D" w:rsidRPr="00CF4516">
        <w:t>&lt;</w:t>
      </w:r>
      <w:hyperlink r:id="rId44" w:history="1">
        <w:r w:rsidR="006A6F9D" w:rsidRPr="00CF4516">
          <w:rPr>
            <w:rStyle w:val="Hyperlink"/>
          </w:rPr>
          <w:t>https://mentor.ieee.org/802.11/dcn/20/11-20-0332-04-000m-rsnxe-interoperability-issue.docx</w:t>
        </w:r>
      </w:hyperlink>
      <w:r w:rsidR="006A6F9D" w:rsidRPr="00CF4516">
        <w:t xml:space="preserve">&gt; </w:t>
      </w:r>
      <w:r w:rsidRPr="00CF4516">
        <w:t xml:space="preserve"> into the TGmd draft.</w:t>
      </w:r>
    </w:p>
    <w:p w14:paraId="5413E72A" w14:textId="77777777" w:rsidR="00903C18" w:rsidRPr="00CF4516" w:rsidRDefault="00903C18" w:rsidP="006A6F9D">
      <w:pPr>
        <w:pStyle w:val="ListParagraph"/>
        <w:numPr>
          <w:ilvl w:val="3"/>
          <w:numId w:val="1"/>
        </w:numPr>
      </w:pPr>
      <w:r w:rsidRPr="00CF4516">
        <w:t>Moved: Michael Montemurro</w:t>
      </w:r>
    </w:p>
    <w:p w14:paraId="1A980D1A" w14:textId="2DDB0754" w:rsidR="00903C18" w:rsidRDefault="00903C18" w:rsidP="006A6F9D">
      <w:pPr>
        <w:pStyle w:val="ListParagraph"/>
        <w:numPr>
          <w:ilvl w:val="3"/>
          <w:numId w:val="1"/>
        </w:numPr>
      </w:pPr>
      <w:r w:rsidRPr="00CF4516">
        <w:t>Seconded:</w:t>
      </w:r>
      <w:r w:rsidR="00CF4516">
        <w:t xml:space="preserve"> </w:t>
      </w:r>
      <w:r w:rsidR="003761EB">
        <w:t>Jon ROSDAHL</w:t>
      </w:r>
    </w:p>
    <w:p w14:paraId="46B4E9BF" w14:textId="181FEEBD" w:rsidR="003761EB" w:rsidRDefault="003761EB" w:rsidP="006A6F9D">
      <w:pPr>
        <w:pStyle w:val="ListParagraph"/>
        <w:numPr>
          <w:ilvl w:val="3"/>
          <w:numId w:val="1"/>
        </w:numPr>
      </w:pPr>
      <w:r>
        <w:t xml:space="preserve">Discussion: </w:t>
      </w:r>
    </w:p>
    <w:p w14:paraId="1C167971" w14:textId="3F76A9FE" w:rsidR="003761EB" w:rsidRDefault="003761EB" w:rsidP="003761EB">
      <w:pPr>
        <w:pStyle w:val="ListParagraph"/>
        <w:numPr>
          <w:ilvl w:val="4"/>
          <w:numId w:val="1"/>
        </w:numPr>
      </w:pPr>
      <w:r>
        <w:t>From Webex Chat Window:</w:t>
      </w:r>
    </w:p>
    <w:p w14:paraId="65E9D507" w14:textId="77777777" w:rsidR="00791679" w:rsidRDefault="00791679" w:rsidP="00791679">
      <w:pPr>
        <w:pStyle w:val="ListParagraph"/>
        <w:ind w:left="3960"/>
      </w:pPr>
      <w:r>
        <w:t>from [V] Mark RISON (Samsung) to everyone:</w:t>
      </w:r>
    </w:p>
    <w:p w14:paraId="569E51F2" w14:textId="77777777" w:rsidR="00791679" w:rsidRDefault="00791679" w:rsidP="00791679">
      <w:pPr>
        <w:pStyle w:val="ListParagraph"/>
        <w:ind w:left="3960"/>
      </w:pPr>
      <w:r>
        <w:lastRenderedPageBreak/>
        <w:t>The RSNXE Used subfield of the MIC Control field is used in the third and fourth messages of the FT authentication sequence to indicate whether the STA transmitting the frame containing the FTE includes an RSNXE in other frames. This subfield is set to 0 in other frames.</w:t>
      </w:r>
    </w:p>
    <w:p w14:paraId="12BA9A0B" w14:textId="77777777" w:rsidR="00791679" w:rsidRDefault="00791679" w:rsidP="00791679">
      <w:pPr>
        <w:pStyle w:val="ListParagraph"/>
        <w:ind w:left="3960"/>
      </w:pPr>
      <w:r>
        <w:t>***** What is the difference between "message"s and "frame"?</w:t>
      </w:r>
    </w:p>
    <w:p w14:paraId="1BB44568" w14:textId="77777777" w:rsidR="00791679" w:rsidRDefault="00791679" w:rsidP="00791679">
      <w:pPr>
        <w:pStyle w:val="ListParagraph"/>
        <w:ind w:left="3960"/>
      </w:pPr>
      <w:r>
        <w:t>from [V] Mark RISON (Samsung) to everyone:</w:t>
      </w:r>
    </w:p>
    <w:p w14:paraId="6DD75D1A" w14:textId="77777777" w:rsidR="00791679" w:rsidRDefault="00791679" w:rsidP="00791679">
      <w:pPr>
        <w:pStyle w:val="ListParagraph"/>
        <w:ind w:left="3960"/>
      </w:pPr>
      <w:r>
        <w:t>Finally, the R1KH provides the PMKR1Name in the PMKID List field of the RSNE to be included in (Re)Association Response frame. The PMKR1Name shall be as calculated by the R1KH according to the procedures of 12.7.1.6.4 (PMK-R1) and shall be the same as the PMKR1Name in the Association Request frame; all other fields of the RSNE shall be identical to the RSNE present in the Beacon or Probe Response frames. The R1KH shall also provide the FTE and the MDE. The FTE and MDE shall be the same as in the Authentication frame. If the RSNXE is present in the Beacon or Probe Response frames that the AP transmits, the AP shall also provide the RSNXE.</w:t>
      </w:r>
    </w:p>
    <w:p w14:paraId="7A1BA2BB" w14:textId="77777777" w:rsidR="00791679" w:rsidRDefault="00791679" w:rsidP="00791679">
      <w:pPr>
        <w:pStyle w:val="ListParagraph"/>
        <w:ind w:left="3960"/>
      </w:pPr>
      <w:r>
        <w:t>***** In the new sentence at the end, why is it "the AP" and not "the R1KH"?</w:t>
      </w:r>
    </w:p>
    <w:p w14:paraId="113EDC8B" w14:textId="77777777" w:rsidR="00791679" w:rsidRDefault="00791679" w:rsidP="00791679">
      <w:pPr>
        <w:pStyle w:val="ListParagraph"/>
        <w:ind w:left="3960"/>
      </w:pPr>
      <w:r>
        <w:t xml:space="preserve">    if the contents of the RSNXE is not identical</w:t>
      </w:r>
    </w:p>
    <w:p w14:paraId="339F76AC" w14:textId="77777777" w:rsidR="00791679" w:rsidRDefault="00791679" w:rsidP="00791679">
      <w:pPr>
        <w:pStyle w:val="ListParagraph"/>
        <w:ind w:left="3960"/>
      </w:pPr>
      <w:r>
        <w:t>***** should be "are not".</w:t>
      </w:r>
    </w:p>
    <w:p w14:paraId="46643B55" w14:textId="0798647A" w:rsidR="003761EB" w:rsidRDefault="00791679" w:rsidP="00791679">
      <w:pPr>
        <w:pStyle w:val="ListParagraph"/>
        <w:ind w:left="3960"/>
      </w:pPr>
      <w:r>
        <w:t>***** General: inconsistency as to whether to say "an RSNXE" or "the RSNXE".</w:t>
      </w:r>
      <w:r w:rsidR="003761EB">
        <w:t xml:space="preserve"> </w:t>
      </w:r>
    </w:p>
    <w:p w14:paraId="3E25B9A3" w14:textId="2892EF46" w:rsidR="003761EB" w:rsidRPr="00CF4516" w:rsidRDefault="004043D1" w:rsidP="003761EB">
      <w:pPr>
        <w:pStyle w:val="ListParagraph"/>
        <w:numPr>
          <w:ilvl w:val="4"/>
          <w:numId w:val="1"/>
        </w:numPr>
      </w:pPr>
      <w:r>
        <w:t>No other discussion</w:t>
      </w:r>
    </w:p>
    <w:p w14:paraId="563B65ED" w14:textId="35AFA902" w:rsidR="00903C18" w:rsidRPr="00CF4516" w:rsidRDefault="00903C18" w:rsidP="006A6F9D">
      <w:pPr>
        <w:pStyle w:val="ListParagraph"/>
        <w:numPr>
          <w:ilvl w:val="3"/>
          <w:numId w:val="1"/>
        </w:numPr>
      </w:pPr>
      <w:r w:rsidRPr="00556DEC">
        <w:rPr>
          <w:b/>
          <w:bCs/>
        </w:rPr>
        <w:t>Result</w:t>
      </w:r>
      <w:r w:rsidR="003C6D75">
        <w:rPr>
          <w:b/>
          <w:bCs/>
        </w:rPr>
        <w:t>s</w:t>
      </w:r>
      <w:r w:rsidR="003F21B0" w:rsidRPr="00556DEC">
        <w:rPr>
          <w:b/>
          <w:bCs/>
        </w:rPr>
        <w:t xml:space="preserve"> Motion #200</w:t>
      </w:r>
      <w:r w:rsidRPr="00556DEC">
        <w:rPr>
          <w:b/>
          <w:bCs/>
        </w:rPr>
        <w:t>:</w:t>
      </w:r>
      <w:r w:rsidR="003F21B0" w:rsidRPr="00556DEC">
        <w:rPr>
          <w:b/>
          <w:bCs/>
        </w:rPr>
        <w:t xml:space="preserve">  </w:t>
      </w:r>
      <w:r w:rsidR="003F21B0">
        <w:t>12-5-2 Motion Fails (75% required)</w:t>
      </w:r>
    </w:p>
    <w:p w14:paraId="3FC219E0" w14:textId="2A98F619" w:rsidR="00903C18" w:rsidRPr="00903C18" w:rsidRDefault="00903C18" w:rsidP="00ED0207">
      <w:pPr>
        <w:pStyle w:val="ListParagraph"/>
        <w:numPr>
          <w:ilvl w:val="2"/>
          <w:numId w:val="1"/>
        </w:numPr>
        <w:rPr>
          <w:b/>
          <w:bCs/>
        </w:rPr>
      </w:pPr>
      <w:r w:rsidRPr="00ED0207">
        <w:rPr>
          <w:b/>
          <w:bCs/>
          <w:color w:val="FF0000"/>
        </w:rPr>
        <w:t xml:space="preserve">Motion </w:t>
      </w:r>
      <w:r w:rsidR="00ED0207">
        <w:rPr>
          <w:b/>
          <w:bCs/>
          <w:color w:val="FF0000"/>
        </w:rPr>
        <w:t>#</w:t>
      </w:r>
      <w:r w:rsidR="00ED0207" w:rsidRPr="00ED0207">
        <w:rPr>
          <w:b/>
          <w:bCs/>
          <w:color w:val="FF0000"/>
        </w:rPr>
        <w:t>201</w:t>
      </w:r>
      <w:r w:rsidRPr="00ED0207">
        <w:rPr>
          <w:b/>
          <w:bCs/>
          <w:color w:val="FF0000"/>
        </w:rPr>
        <w:t xml:space="preserve"> </w:t>
      </w:r>
      <w:r w:rsidRPr="00903C18">
        <w:rPr>
          <w:b/>
          <w:bCs/>
        </w:rPr>
        <w:t>– SAE H2E minor change</w:t>
      </w:r>
    </w:p>
    <w:p w14:paraId="14678BFB" w14:textId="6D55F6D5" w:rsidR="00903C18" w:rsidRPr="00843D8E" w:rsidRDefault="00903C18" w:rsidP="00ED0207">
      <w:pPr>
        <w:pStyle w:val="ListParagraph"/>
        <w:numPr>
          <w:ilvl w:val="3"/>
          <w:numId w:val="1"/>
        </w:numPr>
      </w:pPr>
      <w:r w:rsidRPr="00843D8E">
        <w:t>Incorporate the text changes in</w:t>
      </w:r>
      <w:r w:rsidR="00843D8E">
        <w:t xml:space="preserve"> 11-20/0890r1</w:t>
      </w:r>
      <w:r w:rsidRPr="00843D8E">
        <w:t xml:space="preserve"> </w:t>
      </w:r>
      <w:r w:rsidR="00052049">
        <w:t>&lt;</w:t>
      </w:r>
      <w:hyperlink r:id="rId45" w:history="1">
        <w:r w:rsidR="00052049" w:rsidRPr="00AD4757">
          <w:rPr>
            <w:rStyle w:val="Hyperlink"/>
          </w:rPr>
          <w:t>https://mentor.ieee.org/802.11/dcn/20/11-20-0890-01-000m-sae-h2e-capability-indication.docx</w:t>
        </w:r>
      </w:hyperlink>
      <w:r w:rsidR="00052049">
        <w:t xml:space="preserve">&gt; </w:t>
      </w:r>
      <w:r w:rsidRPr="00843D8E">
        <w:t xml:space="preserve"> into the TGmd draft.</w:t>
      </w:r>
    </w:p>
    <w:p w14:paraId="6371DB59" w14:textId="0C85847A" w:rsidR="00903C18" w:rsidRPr="00843D8E" w:rsidRDefault="00903C18" w:rsidP="00ED0207">
      <w:pPr>
        <w:pStyle w:val="ListParagraph"/>
        <w:numPr>
          <w:ilvl w:val="3"/>
          <w:numId w:val="1"/>
        </w:numPr>
      </w:pPr>
      <w:r w:rsidRPr="00843D8E">
        <w:t xml:space="preserve">Moved: </w:t>
      </w:r>
      <w:r w:rsidR="00ED0207" w:rsidRPr="00843D8E">
        <w:t>Stephen MCCann</w:t>
      </w:r>
    </w:p>
    <w:p w14:paraId="21F8C3E5" w14:textId="037B1903" w:rsidR="00903C18" w:rsidRDefault="00903C18" w:rsidP="00ED0207">
      <w:pPr>
        <w:pStyle w:val="ListParagraph"/>
        <w:numPr>
          <w:ilvl w:val="3"/>
          <w:numId w:val="1"/>
        </w:numPr>
      </w:pPr>
      <w:r w:rsidRPr="00843D8E">
        <w:t>Seconded:</w:t>
      </w:r>
      <w:r w:rsidR="00052049">
        <w:t xml:space="preserve"> Emily QI</w:t>
      </w:r>
    </w:p>
    <w:p w14:paraId="247B2B75" w14:textId="408FBFAA" w:rsidR="00052049" w:rsidRDefault="00052049" w:rsidP="00ED0207">
      <w:pPr>
        <w:pStyle w:val="ListParagraph"/>
        <w:numPr>
          <w:ilvl w:val="3"/>
          <w:numId w:val="1"/>
        </w:numPr>
      </w:pPr>
      <w:r>
        <w:t>Discussion:</w:t>
      </w:r>
    </w:p>
    <w:p w14:paraId="65B8AF67" w14:textId="246172C2" w:rsidR="00052049" w:rsidRDefault="00052049" w:rsidP="00052049">
      <w:pPr>
        <w:pStyle w:val="ListParagraph"/>
        <w:numPr>
          <w:ilvl w:val="4"/>
          <w:numId w:val="1"/>
        </w:numPr>
      </w:pPr>
      <w:r>
        <w:t>From Webex Chat Window:</w:t>
      </w:r>
    </w:p>
    <w:p w14:paraId="070F9789" w14:textId="77777777" w:rsidR="006F44A9" w:rsidRDefault="006F44A9" w:rsidP="006F44A9">
      <w:pPr>
        <w:pStyle w:val="ListParagraph"/>
        <w:ind w:left="3960"/>
      </w:pPr>
      <w:r>
        <w:t>“If a STA does not support any of capabilities defined in the RSNXE, then the STA is does not required to transmit the RSNXE.” is behaviour -- reword as “the RSNXE is not present”?</w:t>
      </w:r>
    </w:p>
    <w:p w14:paraId="17C70174" w14:textId="705267B5" w:rsidR="00052049" w:rsidRPr="00843D8E" w:rsidRDefault="006F44A9" w:rsidP="00052049">
      <w:pPr>
        <w:pStyle w:val="ListParagraph"/>
        <w:numPr>
          <w:ilvl w:val="4"/>
          <w:numId w:val="1"/>
        </w:numPr>
      </w:pPr>
      <w:r>
        <w:t xml:space="preserve">No other discussion: </w:t>
      </w:r>
    </w:p>
    <w:p w14:paraId="5F7FE482" w14:textId="5B35E76E" w:rsidR="00903C18" w:rsidRPr="00843D8E" w:rsidRDefault="00903C18" w:rsidP="00ED0207">
      <w:pPr>
        <w:pStyle w:val="ListParagraph"/>
        <w:numPr>
          <w:ilvl w:val="3"/>
          <w:numId w:val="1"/>
        </w:numPr>
      </w:pPr>
      <w:r w:rsidRPr="003C6D75">
        <w:rPr>
          <w:b/>
          <w:bCs/>
        </w:rPr>
        <w:t>Result</w:t>
      </w:r>
      <w:r w:rsidR="003C6D75">
        <w:rPr>
          <w:b/>
          <w:bCs/>
        </w:rPr>
        <w:t>s</w:t>
      </w:r>
      <w:r w:rsidR="007617D9" w:rsidRPr="003C6D75">
        <w:rPr>
          <w:b/>
          <w:bCs/>
        </w:rPr>
        <w:t xml:space="preserve"> Motion #20</w:t>
      </w:r>
      <w:r w:rsidR="00B44985">
        <w:rPr>
          <w:b/>
          <w:bCs/>
        </w:rPr>
        <w:t>1</w:t>
      </w:r>
      <w:r w:rsidRPr="003C6D75">
        <w:rPr>
          <w:b/>
          <w:bCs/>
        </w:rPr>
        <w:t>:</w:t>
      </w:r>
      <w:r w:rsidR="004D6B9F">
        <w:t xml:space="preserve"> </w:t>
      </w:r>
      <w:r w:rsidR="007617D9">
        <w:t>11-1-4 Motion Passes</w:t>
      </w:r>
    </w:p>
    <w:p w14:paraId="486E3188" w14:textId="422F3C0F" w:rsidR="00903C18" w:rsidRPr="00903C18" w:rsidRDefault="00903C18" w:rsidP="006C685B">
      <w:pPr>
        <w:pStyle w:val="ListParagraph"/>
        <w:numPr>
          <w:ilvl w:val="2"/>
          <w:numId w:val="1"/>
        </w:numPr>
        <w:rPr>
          <w:b/>
          <w:bCs/>
        </w:rPr>
      </w:pPr>
      <w:r w:rsidRPr="007617D9">
        <w:rPr>
          <w:b/>
          <w:bCs/>
          <w:color w:val="FF0000"/>
        </w:rPr>
        <w:t xml:space="preserve">Motion </w:t>
      </w:r>
      <w:r w:rsidR="00F357E2">
        <w:rPr>
          <w:b/>
          <w:bCs/>
          <w:color w:val="FF0000"/>
        </w:rPr>
        <w:t>#</w:t>
      </w:r>
      <w:r w:rsidR="00FD085D" w:rsidRPr="007617D9">
        <w:rPr>
          <w:b/>
          <w:bCs/>
          <w:color w:val="FF0000"/>
        </w:rPr>
        <w:t>202</w:t>
      </w:r>
      <w:r w:rsidRPr="00903C18">
        <w:rPr>
          <w:b/>
          <w:bCs/>
        </w:rPr>
        <w:t>: CID 4731</w:t>
      </w:r>
    </w:p>
    <w:p w14:paraId="466F143C" w14:textId="77777777" w:rsidR="00903C18" w:rsidRPr="00F357E2" w:rsidRDefault="00903C18" w:rsidP="007617D9">
      <w:pPr>
        <w:pStyle w:val="ListParagraph"/>
        <w:numPr>
          <w:ilvl w:val="3"/>
          <w:numId w:val="1"/>
        </w:numPr>
      </w:pPr>
      <w:r w:rsidRPr="00F357E2">
        <w:t>Resolve CID 4731 as “Rejected” with a resolution of “Password Identifiers are a useful feature in certain deployments such as apartment buildings and shared use spaces.</w:t>
      </w:r>
    </w:p>
    <w:p w14:paraId="658B81B9" w14:textId="559A28FA" w:rsidR="00623281" w:rsidRPr="00F357E2" w:rsidRDefault="00903C18" w:rsidP="00623281">
      <w:pPr>
        <w:pStyle w:val="ListParagraph"/>
        <w:ind w:left="2880"/>
      </w:pPr>
      <w:r w:rsidRPr="00F357E2">
        <w:t xml:space="preserve">The privacy currently provided is equivalent to other solutions for such deployments, such as use of multiple BSSIDs. The Resolution Committee considered a solution to protect the password identifier, documented in </w:t>
      </w:r>
      <w:hyperlink r:id="rId46" w:history="1">
        <w:r w:rsidR="00E93E81" w:rsidRPr="00F357E2">
          <w:rPr>
            <w:rStyle w:val="Hyperlink"/>
          </w:rPr>
          <w:t>https://mentor.ieee.org/802.11/dcn/20/11-20-0543-03-000m-privacy-for-password-identifiers.docx</w:t>
        </w:r>
      </w:hyperlink>
      <w:r w:rsidRPr="00F357E2">
        <w:t xml:space="preserve">. The Resolution Committee did not come to consensus on adopting this solution, as it is specific to password identifiers, and does not protect other trackable identifiers. </w:t>
      </w:r>
    </w:p>
    <w:p w14:paraId="2E6815DE" w14:textId="69764C38" w:rsidR="00903C18" w:rsidRPr="00F357E2" w:rsidRDefault="00903C18" w:rsidP="00623281">
      <w:pPr>
        <w:pStyle w:val="ListParagraph"/>
        <w:ind w:left="2880"/>
      </w:pPr>
      <w:r w:rsidRPr="00F357E2">
        <w:lastRenderedPageBreak/>
        <w:t xml:space="preserve">See the straw poll in section 2.10 in </w:t>
      </w:r>
      <w:hyperlink r:id="rId47" w:history="1">
        <w:r w:rsidR="00E93E81" w:rsidRPr="00F357E2">
          <w:rPr>
            <w:rStyle w:val="Hyperlink"/>
          </w:rPr>
          <w:t>https://mentor.ieee.org/802.11/dcn/20/11-20-0893-01-000m-telecon-minutes-for-revmd-crc-june-10-12-2020.docx</w:t>
        </w:r>
      </w:hyperlink>
      <w:r w:rsidRPr="00F357E2">
        <w:t>.”</w:t>
      </w:r>
    </w:p>
    <w:p w14:paraId="6A1BB7D8" w14:textId="420E39ED" w:rsidR="00903C18" w:rsidRPr="00F357E2" w:rsidRDefault="00E93E81" w:rsidP="007617D9">
      <w:pPr>
        <w:pStyle w:val="ListParagraph"/>
        <w:numPr>
          <w:ilvl w:val="3"/>
          <w:numId w:val="1"/>
        </w:numPr>
      </w:pPr>
      <w:r w:rsidRPr="00F357E2">
        <w:t xml:space="preserve"> </w:t>
      </w:r>
      <w:r w:rsidR="00903C18" w:rsidRPr="00F357E2">
        <w:t>Moved:</w:t>
      </w:r>
      <w:r w:rsidRPr="00F357E2">
        <w:t xml:space="preserve"> Nehru Bha</w:t>
      </w:r>
      <w:r w:rsidR="00F357E2" w:rsidRPr="00F357E2">
        <w:t>n</w:t>
      </w:r>
      <w:r w:rsidRPr="00F357E2">
        <w:t>daru</w:t>
      </w:r>
    </w:p>
    <w:p w14:paraId="4468BD46" w14:textId="7525B21F" w:rsidR="00903C18" w:rsidRPr="00F357E2" w:rsidRDefault="00E93E81" w:rsidP="007617D9">
      <w:pPr>
        <w:pStyle w:val="ListParagraph"/>
        <w:numPr>
          <w:ilvl w:val="3"/>
          <w:numId w:val="1"/>
        </w:numPr>
      </w:pPr>
      <w:r w:rsidRPr="00F357E2">
        <w:t xml:space="preserve"> </w:t>
      </w:r>
      <w:r w:rsidR="00903C18" w:rsidRPr="00F357E2">
        <w:t>Seconded:</w:t>
      </w:r>
      <w:r w:rsidR="00F357E2" w:rsidRPr="00F357E2">
        <w:t xml:space="preserve"> Emily QI</w:t>
      </w:r>
    </w:p>
    <w:p w14:paraId="5C3AA8A0" w14:textId="553047A7" w:rsidR="00F357E2" w:rsidRPr="00646DEE" w:rsidRDefault="00E93E81" w:rsidP="00F357E2">
      <w:pPr>
        <w:pStyle w:val="ListParagraph"/>
        <w:numPr>
          <w:ilvl w:val="3"/>
          <w:numId w:val="1"/>
        </w:numPr>
      </w:pPr>
      <w:r w:rsidRPr="001762F6">
        <w:rPr>
          <w:b/>
          <w:bCs/>
        </w:rPr>
        <w:t xml:space="preserve"> </w:t>
      </w:r>
      <w:r w:rsidR="00903C18" w:rsidRPr="001762F6">
        <w:rPr>
          <w:b/>
          <w:bCs/>
        </w:rPr>
        <w:t>Result</w:t>
      </w:r>
      <w:r w:rsidR="001762F6" w:rsidRPr="001762F6">
        <w:rPr>
          <w:b/>
          <w:bCs/>
        </w:rPr>
        <w:t>s Motion #202</w:t>
      </w:r>
      <w:r w:rsidR="00903C18" w:rsidRPr="00F357E2">
        <w:t>:</w:t>
      </w:r>
      <w:r w:rsidR="00F357E2">
        <w:t xml:space="preserve"> No objection, Unanimous Consent – Motion passes</w:t>
      </w:r>
    </w:p>
    <w:p w14:paraId="75F0AC5B" w14:textId="2DEA292E" w:rsidR="00903C18" w:rsidRPr="00903C18" w:rsidRDefault="00903C18" w:rsidP="005925D8">
      <w:pPr>
        <w:pStyle w:val="ListParagraph"/>
        <w:numPr>
          <w:ilvl w:val="2"/>
          <w:numId w:val="1"/>
        </w:numPr>
        <w:rPr>
          <w:b/>
          <w:bCs/>
        </w:rPr>
      </w:pPr>
      <w:r w:rsidRPr="005925D8">
        <w:rPr>
          <w:b/>
          <w:bCs/>
          <w:color w:val="FF0000"/>
        </w:rPr>
        <w:t xml:space="preserve">Motion </w:t>
      </w:r>
      <w:r w:rsidR="005925D8" w:rsidRPr="005925D8">
        <w:rPr>
          <w:b/>
          <w:bCs/>
          <w:color w:val="FF0000"/>
        </w:rPr>
        <w:t>#203</w:t>
      </w:r>
      <w:r w:rsidRPr="00903C18">
        <w:rPr>
          <w:b/>
          <w:bCs/>
        </w:rPr>
        <w:t xml:space="preserve">– CID 4156 – </w:t>
      </w:r>
      <w:r w:rsidR="008109D3">
        <w:rPr>
          <w:b/>
          <w:bCs/>
        </w:rPr>
        <w:t xml:space="preserve">Revised - </w:t>
      </w:r>
      <w:r w:rsidRPr="00903C18">
        <w:rPr>
          <w:b/>
          <w:bCs/>
        </w:rPr>
        <w:t>In direction suggested by the commenter</w:t>
      </w:r>
    </w:p>
    <w:p w14:paraId="2D111F1D" w14:textId="7CF60343" w:rsidR="00903C18" w:rsidRPr="00956D39" w:rsidRDefault="00903C18" w:rsidP="005925D8">
      <w:pPr>
        <w:pStyle w:val="ListParagraph"/>
        <w:numPr>
          <w:ilvl w:val="3"/>
          <w:numId w:val="1"/>
        </w:numPr>
      </w:pPr>
      <w:r w:rsidRPr="00956D39">
        <w:t xml:space="preserve">Resolve CID 4156 as “Revised” with a resolution of “Incorporate the text changes under CID 4156 in </w:t>
      </w:r>
      <w:r w:rsidR="005925D8" w:rsidRPr="00956D39">
        <w:t>11-19</w:t>
      </w:r>
      <w:r w:rsidR="001C5FE7" w:rsidRPr="00956D39">
        <w:t>/1562r9 &lt;</w:t>
      </w:r>
      <w:hyperlink r:id="rId48" w:history="1">
        <w:r w:rsidR="001C5FE7" w:rsidRPr="00956D39">
          <w:rPr>
            <w:rStyle w:val="Hyperlink"/>
          </w:rPr>
          <w:t>https://mentor.ieee.org/802.11/dcn/19/11-19-1562-09-000m-all-sta-crs-mcs-negotiation.docx</w:t>
        </w:r>
      </w:hyperlink>
      <w:r w:rsidR="001C5FE7" w:rsidRPr="00956D39">
        <w:t>&gt;</w:t>
      </w:r>
      <w:r w:rsidR="005925D8" w:rsidRPr="00956D39">
        <w:t xml:space="preserve"> </w:t>
      </w:r>
      <w:r w:rsidRPr="00956D39">
        <w:t xml:space="preserve"> which resolve the comment in the direction suggested by the commenter.</w:t>
      </w:r>
    </w:p>
    <w:p w14:paraId="04E36AE3" w14:textId="239BB18E" w:rsidR="00903C18" w:rsidRPr="00956D39" w:rsidRDefault="000C7630" w:rsidP="005925D8">
      <w:pPr>
        <w:pStyle w:val="ListParagraph"/>
        <w:numPr>
          <w:ilvl w:val="3"/>
          <w:numId w:val="1"/>
        </w:numPr>
      </w:pPr>
      <w:r w:rsidRPr="00956D39">
        <w:t xml:space="preserve"> </w:t>
      </w:r>
      <w:r w:rsidR="00903C18" w:rsidRPr="00956D39">
        <w:t>Moved:</w:t>
      </w:r>
      <w:r w:rsidR="001C5FE7" w:rsidRPr="00956D39">
        <w:t xml:space="preserve"> Matthew Fischer</w:t>
      </w:r>
    </w:p>
    <w:p w14:paraId="238847A8" w14:textId="5E2A2CB2" w:rsidR="00903C18" w:rsidRPr="00956D39" w:rsidRDefault="000C7630" w:rsidP="005925D8">
      <w:pPr>
        <w:pStyle w:val="ListParagraph"/>
        <w:numPr>
          <w:ilvl w:val="3"/>
          <w:numId w:val="1"/>
        </w:numPr>
      </w:pPr>
      <w:r w:rsidRPr="00956D39">
        <w:t xml:space="preserve"> </w:t>
      </w:r>
      <w:r w:rsidR="00903C18" w:rsidRPr="00956D39">
        <w:t>Seconded:</w:t>
      </w:r>
      <w:r w:rsidR="001C5FE7" w:rsidRPr="00956D39">
        <w:t xml:space="preserve"> Michael MONTEMURRO</w:t>
      </w:r>
    </w:p>
    <w:p w14:paraId="26D5F187" w14:textId="5F4102DD" w:rsidR="001C5FE7" w:rsidRPr="00956D39" w:rsidRDefault="001C5FE7" w:rsidP="005925D8">
      <w:pPr>
        <w:pStyle w:val="ListParagraph"/>
        <w:numPr>
          <w:ilvl w:val="3"/>
          <w:numId w:val="1"/>
        </w:numPr>
      </w:pPr>
      <w:r w:rsidRPr="00956D39">
        <w:t xml:space="preserve"> Discussion: </w:t>
      </w:r>
      <w:r w:rsidR="000C7630" w:rsidRPr="00956D39">
        <w:t>None</w:t>
      </w:r>
    </w:p>
    <w:p w14:paraId="3E31AC8E" w14:textId="2E356B34" w:rsidR="00903C18" w:rsidRPr="00956D39" w:rsidRDefault="000C7630" w:rsidP="005925D8">
      <w:pPr>
        <w:pStyle w:val="ListParagraph"/>
        <w:numPr>
          <w:ilvl w:val="3"/>
          <w:numId w:val="1"/>
        </w:numPr>
      </w:pPr>
      <w:r w:rsidRPr="00956D39">
        <w:t xml:space="preserve"> </w:t>
      </w:r>
      <w:r w:rsidR="00903C18" w:rsidRPr="003C6D75">
        <w:rPr>
          <w:b/>
          <w:bCs/>
        </w:rPr>
        <w:t>Resul</w:t>
      </w:r>
      <w:r w:rsidR="00956D39" w:rsidRPr="003C6D75">
        <w:rPr>
          <w:b/>
          <w:bCs/>
        </w:rPr>
        <w:t>t Motion #203</w:t>
      </w:r>
      <w:r w:rsidR="00903C18" w:rsidRPr="00956D39">
        <w:t>:</w:t>
      </w:r>
      <w:r w:rsidR="00956D39" w:rsidRPr="00956D39">
        <w:t>7-7-4 Motion Fails.</w:t>
      </w:r>
    </w:p>
    <w:p w14:paraId="12B5AA17" w14:textId="79E015E2" w:rsidR="00903C18" w:rsidRPr="00903C18" w:rsidRDefault="00903C18" w:rsidP="00956D39">
      <w:pPr>
        <w:pStyle w:val="ListParagraph"/>
        <w:numPr>
          <w:ilvl w:val="2"/>
          <w:numId w:val="1"/>
        </w:numPr>
        <w:rPr>
          <w:b/>
          <w:bCs/>
        </w:rPr>
      </w:pPr>
      <w:r w:rsidRPr="00956D39">
        <w:rPr>
          <w:b/>
          <w:bCs/>
          <w:color w:val="FF0000"/>
        </w:rPr>
        <w:t xml:space="preserve">Motion </w:t>
      </w:r>
      <w:r w:rsidR="00956D39">
        <w:rPr>
          <w:b/>
          <w:bCs/>
          <w:color w:val="FF0000"/>
        </w:rPr>
        <w:t>#</w:t>
      </w:r>
      <w:r w:rsidR="00956D39" w:rsidRPr="00956D39">
        <w:rPr>
          <w:b/>
          <w:bCs/>
          <w:color w:val="FF0000"/>
        </w:rPr>
        <w:t>204</w:t>
      </w:r>
      <w:r w:rsidRPr="00956D39">
        <w:rPr>
          <w:b/>
          <w:bCs/>
          <w:color w:val="FF0000"/>
        </w:rPr>
        <w:t xml:space="preserve"> </w:t>
      </w:r>
      <w:r w:rsidRPr="00903C18">
        <w:rPr>
          <w:b/>
          <w:bCs/>
        </w:rPr>
        <w:t>– CID 4156 – Rejection</w:t>
      </w:r>
    </w:p>
    <w:p w14:paraId="5E4AFA69" w14:textId="77777777" w:rsidR="00903C18" w:rsidRPr="00956D39" w:rsidRDefault="00903C18" w:rsidP="00956D39">
      <w:pPr>
        <w:pStyle w:val="ListParagraph"/>
        <w:numPr>
          <w:ilvl w:val="3"/>
          <w:numId w:val="1"/>
        </w:numPr>
      </w:pPr>
      <w:r w:rsidRPr="00956D39">
        <w:t>Resolve CID 4156 as “Rejected” with a resolution of “The CRC discussed this comment at length and did not come to consensus to make the change. The major concern raised during the discussion to extend and cover PHY types beyond S1G is the need to negotiate for MCS change. Specifically, 11ah is designed for a scenario with thousands of STAs due to extended coverage, which is different from the scenario of baseline. As a result, the needs of negotiation due to huge number of STAs does not hold in the baseline scenario. Further, the uplink channel condition is dynamic and depends on many factors. The STA is likely required to have an implementation specific algorithm to figure out the MCS difference and may need several rounds of change independent of the decision from the AP. Negotiation puts additional complexity on the implementation specific algorithm.”</w:t>
      </w:r>
    </w:p>
    <w:p w14:paraId="7D7587F9" w14:textId="234E7E5B" w:rsidR="00903C18" w:rsidRPr="00956D39" w:rsidRDefault="00471DBE" w:rsidP="00956D39">
      <w:pPr>
        <w:pStyle w:val="ListParagraph"/>
        <w:numPr>
          <w:ilvl w:val="3"/>
          <w:numId w:val="1"/>
        </w:numPr>
      </w:pPr>
      <w:r>
        <w:t xml:space="preserve"> </w:t>
      </w:r>
      <w:r w:rsidR="00903C18" w:rsidRPr="00956D39">
        <w:t>Moved:</w:t>
      </w:r>
      <w:r w:rsidR="00956D39">
        <w:t xml:space="preserve"> </w:t>
      </w:r>
      <w:r>
        <w:t>Po</w:t>
      </w:r>
      <w:r w:rsidR="00BB2EE3">
        <w:t xml:space="preserve">-kai </w:t>
      </w:r>
      <w:r w:rsidR="006C092A">
        <w:t>H</w:t>
      </w:r>
      <w:r w:rsidR="00BB2EE3">
        <w:t>UANG</w:t>
      </w:r>
    </w:p>
    <w:p w14:paraId="20EE6900" w14:textId="36CA2866" w:rsidR="00903C18" w:rsidRPr="00956D39" w:rsidRDefault="00471DBE" w:rsidP="00956D39">
      <w:pPr>
        <w:pStyle w:val="ListParagraph"/>
        <w:numPr>
          <w:ilvl w:val="3"/>
          <w:numId w:val="1"/>
        </w:numPr>
      </w:pPr>
      <w:r>
        <w:t xml:space="preserve"> </w:t>
      </w:r>
      <w:r w:rsidR="00903C18" w:rsidRPr="00956D39">
        <w:t>Seconded:</w:t>
      </w:r>
      <w:r>
        <w:t xml:space="preserve"> </w:t>
      </w:r>
      <w:r w:rsidR="00BB2EE3">
        <w:t>Stephen MCCANN</w:t>
      </w:r>
    </w:p>
    <w:p w14:paraId="753EDD1E" w14:textId="2D504371" w:rsidR="00903C18" w:rsidRDefault="00471DBE" w:rsidP="00956D39">
      <w:pPr>
        <w:pStyle w:val="ListParagraph"/>
        <w:numPr>
          <w:ilvl w:val="3"/>
          <w:numId w:val="1"/>
        </w:numPr>
      </w:pPr>
      <w:r>
        <w:t xml:space="preserve"> </w:t>
      </w:r>
      <w:r w:rsidR="00903C18" w:rsidRPr="003C6D75">
        <w:rPr>
          <w:b/>
          <w:bCs/>
        </w:rPr>
        <w:t>Result</w:t>
      </w:r>
      <w:r w:rsidR="00336B1A" w:rsidRPr="003C6D75">
        <w:rPr>
          <w:b/>
          <w:bCs/>
        </w:rPr>
        <w:t xml:space="preserve"> Motion #204</w:t>
      </w:r>
      <w:r w:rsidR="00903C18" w:rsidRPr="003C6D75">
        <w:rPr>
          <w:b/>
          <w:bCs/>
        </w:rPr>
        <w:t>:</w:t>
      </w:r>
      <w:r w:rsidR="00BB2EE3">
        <w:t xml:space="preserve"> </w:t>
      </w:r>
      <w:r w:rsidR="00336B1A">
        <w:t>14-2-1 Motion Passes</w:t>
      </w:r>
    </w:p>
    <w:p w14:paraId="24A3B4A8" w14:textId="28CF58CF" w:rsidR="005F3203" w:rsidRDefault="005A0036" w:rsidP="005F3203">
      <w:pPr>
        <w:pStyle w:val="ListParagraph"/>
        <w:numPr>
          <w:ilvl w:val="2"/>
          <w:numId w:val="1"/>
        </w:numPr>
      </w:pPr>
      <w:r>
        <w:t>CID</w:t>
      </w:r>
      <w:r w:rsidR="00F84B72">
        <w:t>s</w:t>
      </w:r>
      <w:r>
        <w:t xml:space="preserve"> pulled</w:t>
      </w:r>
      <w:r w:rsidR="00F84B72">
        <w:t xml:space="preserve"> from motions for discussion.</w:t>
      </w:r>
    </w:p>
    <w:p w14:paraId="358EBF96" w14:textId="4DD27DDA" w:rsidR="00F84B72" w:rsidRDefault="00F84B72" w:rsidP="00F84B72">
      <w:pPr>
        <w:pStyle w:val="ListParagraph"/>
        <w:numPr>
          <w:ilvl w:val="3"/>
          <w:numId w:val="1"/>
        </w:numPr>
      </w:pPr>
      <w:r>
        <w:t xml:space="preserve"> Proposal is to discuss the pulled </w:t>
      </w:r>
      <w:r w:rsidR="00846595">
        <w:t>CIDs on Wednesday to allow presentations to continue today.</w:t>
      </w:r>
    </w:p>
    <w:p w14:paraId="1F32EE43" w14:textId="6DAB8C2F" w:rsidR="00846595" w:rsidRDefault="00846595" w:rsidP="00F84B72">
      <w:pPr>
        <w:pStyle w:val="ListParagraph"/>
        <w:numPr>
          <w:ilvl w:val="3"/>
          <w:numId w:val="1"/>
        </w:numPr>
      </w:pPr>
      <w:r>
        <w:t xml:space="preserve"> Discussion on the proposal </w:t>
      </w:r>
      <w:r w:rsidR="003F6700">
        <w:t>and timing.</w:t>
      </w:r>
    </w:p>
    <w:p w14:paraId="0E0EEFBC" w14:textId="785284E6" w:rsidR="003F6700" w:rsidRDefault="003F6700" w:rsidP="00F84B72">
      <w:pPr>
        <w:pStyle w:val="ListParagraph"/>
        <w:numPr>
          <w:ilvl w:val="3"/>
          <w:numId w:val="1"/>
        </w:numPr>
      </w:pPr>
      <w:r>
        <w:t xml:space="preserve"> Request for Friday instead of Wednesday.</w:t>
      </w:r>
    </w:p>
    <w:p w14:paraId="10C15A4D" w14:textId="1DEEF08D" w:rsidR="00AF3CBA" w:rsidRDefault="00AF3CBA" w:rsidP="00F84B72">
      <w:pPr>
        <w:pStyle w:val="ListParagraph"/>
        <w:numPr>
          <w:ilvl w:val="3"/>
          <w:numId w:val="1"/>
        </w:numPr>
      </w:pPr>
      <w:r>
        <w:t xml:space="preserve"> Requests for Motion </w:t>
      </w:r>
      <w:r w:rsidR="00432A0B">
        <w:t>on pulled CIDs.</w:t>
      </w:r>
    </w:p>
    <w:p w14:paraId="62DC0ACC" w14:textId="17C04B85" w:rsidR="003F6700" w:rsidRDefault="00F34D93" w:rsidP="00F34D93">
      <w:pPr>
        <w:pStyle w:val="ListParagraph"/>
        <w:numPr>
          <w:ilvl w:val="2"/>
          <w:numId w:val="1"/>
        </w:numPr>
      </w:pPr>
      <w:r w:rsidRPr="00827F44">
        <w:rPr>
          <w:b/>
          <w:bCs/>
          <w:color w:val="FF0000"/>
        </w:rPr>
        <w:t>Motion #</w:t>
      </w:r>
      <w:r w:rsidR="00AF3CBA" w:rsidRPr="00827F44">
        <w:rPr>
          <w:b/>
          <w:bCs/>
          <w:color w:val="FF0000"/>
        </w:rPr>
        <w:t>205</w:t>
      </w:r>
      <w:r w:rsidR="00AF3CBA" w:rsidRPr="00827F44">
        <w:rPr>
          <w:color w:val="FF0000"/>
        </w:rPr>
        <w:t xml:space="preserve"> </w:t>
      </w:r>
      <w:r w:rsidR="00AF3CBA">
        <w:t>– CID 4</w:t>
      </w:r>
      <w:r w:rsidR="00432A0B">
        <w:t>338</w:t>
      </w:r>
      <w:r w:rsidR="0031182C">
        <w:t xml:space="preserve"> (PHY)</w:t>
      </w:r>
    </w:p>
    <w:p w14:paraId="24A7D0E4" w14:textId="2478A8D5" w:rsidR="00432A0B" w:rsidRPr="000B225E" w:rsidRDefault="004D6267" w:rsidP="004D6267">
      <w:pPr>
        <w:pStyle w:val="ListParagraph"/>
        <w:numPr>
          <w:ilvl w:val="3"/>
          <w:numId w:val="1"/>
        </w:numPr>
      </w:pPr>
      <w:r>
        <w:t xml:space="preserve"> </w:t>
      </w:r>
      <w:r w:rsidR="00432A0B" w:rsidRPr="000B225E">
        <w:t xml:space="preserve">Approve comment resolutions </w:t>
      </w:r>
      <w:r w:rsidR="00432A0B">
        <w:t xml:space="preserve">for CID 4338 </w:t>
      </w:r>
      <w:r w:rsidR="00432A0B" w:rsidRPr="000B225E">
        <w:t>included in the “PHY Motion F” tab in 11-20/0145r13 &lt;</w:t>
      </w:r>
      <w:hyperlink r:id="rId49" w:history="1">
        <w:r w:rsidR="00432A0B" w:rsidRPr="000B225E">
          <w:rPr>
            <w:rStyle w:val="Hyperlink"/>
          </w:rPr>
          <w:t>https://mentor.ieee.org/802.11/dcn/20/11-20-0145-13-000m-sb1-revmd-phy-sec-comments.xlsx</w:t>
        </w:r>
      </w:hyperlink>
      <w:r w:rsidR="00432A0B" w:rsidRPr="000B225E">
        <w:t xml:space="preserve">&gt; </w:t>
      </w:r>
    </w:p>
    <w:p w14:paraId="0DA32104" w14:textId="5A5225E6" w:rsidR="00432A0B" w:rsidRDefault="004D6267" w:rsidP="004D6267">
      <w:pPr>
        <w:pStyle w:val="ListParagraph"/>
        <w:numPr>
          <w:ilvl w:val="3"/>
          <w:numId w:val="1"/>
        </w:numPr>
      </w:pPr>
      <w:r>
        <w:t xml:space="preserve"> Moved: Michael </w:t>
      </w:r>
      <w:r w:rsidR="00E53E1D">
        <w:t>MONTEMURRO</w:t>
      </w:r>
    </w:p>
    <w:p w14:paraId="0DBA56B9" w14:textId="6839240B" w:rsidR="004D6267" w:rsidRPr="00956D39" w:rsidRDefault="0034521A" w:rsidP="004D6267">
      <w:pPr>
        <w:pStyle w:val="ListParagraph"/>
        <w:numPr>
          <w:ilvl w:val="3"/>
          <w:numId w:val="1"/>
        </w:numPr>
      </w:pPr>
      <w:r>
        <w:t xml:space="preserve"> </w:t>
      </w:r>
      <w:r w:rsidR="004D6267" w:rsidRPr="00956D39">
        <w:t>Seconded:</w:t>
      </w:r>
      <w:r w:rsidR="004D6267">
        <w:t xml:space="preserve"> Stephen MCCANN</w:t>
      </w:r>
    </w:p>
    <w:p w14:paraId="2C8DA6D6" w14:textId="68E6D913" w:rsidR="004D6267" w:rsidRDefault="0034521A" w:rsidP="004D6267">
      <w:pPr>
        <w:pStyle w:val="ListParagraph"/>
        <w:numPr>
          <w:ilvl w:val="3"/>
          <w:numId w:val="1"/>
        </w:numPr>
      </w:pPr>
      <w:r>
        <w:t xml:space="preserve"> Discussion: The resolution for 4339 and 4100 is the same as the resolution for 4338 which have passed already.</w:t>
      </w:r>
    </w:p>
    <w:p w14:paraId="6918D28E" w14:textId="0974029C" w:rsidR="00AF3CBA" w:rsidRDefault="0034521A" w:rsidP="00AF3CBA">
      <w:pPr>
        <w:pStyle w:val="ListParagraph"/>
        <w:numPr>
          <w:ilvl w:val="3"/>
          <w:numId w:val="1"/>
        </w:numPr>
      </w:pPr>
      <w:r>
        <w:t xml:space="preserve"> </w:t>
      </w:r>
      <w:r w:rsidRPr="00827F44">
        <w:rPr>
          <w:b/>
          <w:bCs/>
        </w:rPr>
        <w:t xml:space="preserve">Results </w:t>
      </w:r>
      <w:r w:rsidR="00827F44">
        <w:rPr>
          <w:b/>
          <w:bCs/>
        </w:rPr>
        <w:t xml:space="preserve">Motion </w:t>
      </w:r>
      <w:r w:rsidRPr="00827F44">
        <w:rPr>
          <w:b/>
          <w:bCs/>
        </w:rPr>
        <w:t>#205</w:t>
      </w:r>
      <w:r>
        <w:t>: No objection, Unanimous Consent – Motion passes</w:t>
      </w:r>
    </w:p>
    <w:p w14:paraId="0960C4A8" w14:textId="1D2C718A" w:rsidR="0034521A" w:rsidRPr="005D2680" w:rsidRDefault="0034521A" w:rsidP="0034521A">
      <w:pPr>
        <w:pStyle w:val="ListParagraph"/>
        <w:numPr>
          <w:ilvl w:val="2"/>
          <w:numId w:val="1"/>
        </w:numPr>
        <w:rPr>
          <w:b/>
          <w:bCs/>
        </w:rPr>
      </w:pPr>
      <w:r w:rsidRPr="005D2680">
        <w:rPr>
          <w:b/>
          <w:bCs/>
          <w:color w:val="FF0000"/>
        </w:rPr>
        <w:t>Motion #206</w:t>
      </w:r>
      <w:r w:rsidRPr="005D2680">
        <w:rPr>
          <w:b/>
          <w:bCs/>
        </w:rPr>
        <w:t xml:space="preserve"> </w:t>
      </w:r>
      <w:r w:rsidR="001D35B8" w:rsidRPr="005D2680">
        <w:rPr>
          <w:b/>
          <w:bCs/>
        </w:rPr>
        <w:t xml:space="preserve">- </w:t>
      </w:r>
      <w:r w:rsidRPr="005D2680">
        <w:rPr>
          <w:b/>
          <w:bCs/>
        </w:rPr>
        <w:t xml:space="preserve">CID </w:t>
      </w:r>
      <w:r w:rsidR="00E53E1D" w:rsidRPr="005D2680">
        <w:rPr>
          <w:b/>
          <w:bCs/>
        </w:rPr>
        <w:t>4049</w:t>
      </w:r>
      <w:r w:rsidR="005D2680" w:rsidRPr="005D2680">
        <w:rPr>
          <w:b/>
          <w:bCs/>
        </w:rPr>
        <w:t xml:space="preserve"> (PHY)</w:t>
      </w:r>
    </w:p>
    <w:p w14:paraId="0153B452" w14:textId="7F6888D6" w:rsidR="00E53E1D" w:rsidRDefault="00E53E1D" w:rsidP="00E53E1D">
      <w:pPr>
        <w:pStyle w:val="ListParagraph"/>
        <w:numPr>
          <w:ilvl w:val="3"/>
          <w:numId w:val="1"/>
        </w:numPr>
      </w:pPr>
      <w:r>
        <w:t xml:space="preserve"> </w:t>
      </w:r>
      <w:r w:rsidRPr="000B225E">
        <w:t xml:space="preserve">Approve comment resolutions </w:t>
      </w:r>
      <w:r>
        <w:t xml:space="preserve">for CID 4049 </w:t>
      </w:r>
      <w:r w:rsidRPr="000B225E">
        <w:t xml:space="preserve">included in the “PHY Motion F” tab in 11-20/0145r13 </w:t>
      </w:r>
      <w:r w:rsidRPr="000B225E">
        <w:lastRenderedPageBreak/>
        <w:t>&lt;</w:t>
      </w:r>
      <w:hyperlink r:id="rId50" w:history="1">
        <w:r w:rsidRPr="000B225E">
          <w:rPr>
            <w:rStyle w:val="Hyperlink"/>
          </w:rPr>
          <w:t>https://mentor.ieee.org/802.11/dcn/20/11-20-0145-13-000m-sb1-revmd-phy-sec-comments.xlsx</w:t>
        </w:r>
      </w:hyperlink>
      <w:r w:rsidRPr="000B225E">
        <w:t>&gt;</w:t>
      </w:r>
    </w:p>
    <w:p w14:paraId="68566FE7" w14:textId="62818C38" w:rsidR="00E53E1D" w:rsidRDefault="00E53E1D" w:rsidP="00E53E1D">
      <w:pPr>
        <w:pStyle w:val="ListParagraph"/>
        <w:numPr>
          <w:ilvl w:val="3"/>
          <w:numId w:val="1"/>
        </w:numPr>
      </w:pPr>
      <w:r>
        <w:t xml:space="preserve"> Moved Emily QI</w:t>
      </w:r>
    </w:p>
    <w:p w14:paraId="68C18112" w14:textId="285FC189" w:rsidR="00E53E1D" w:rsidRDefault="00E53E1D" w:rsidP="00E53E1D">
      <w:pPr>
        <w:pStyle w:val="ListParagraph"/>
        <w:numPr>
          <w:ilvl w:val="3"/>
          <w:numId w:val="1"/>
        </w:numPr>
      </w:pPr>
      <w:r>
        <w:t xml:space="preserve"> Second: Michael MONTEMURRO</w:t>
      </w:r>
    </w:p>
    <w:p w14:paraId="7C907F34" w14:textId="13B35B8B" w:rsidR="00E53E1D" w:rsidRDefault="00E53E1D" w:rsidP="00E53E1D">
      <w:pPr>
        <w:pStyle w:val="ListParagraph"/>
        <w:numPr>
          <w:ilvl w:val="3"/>
          <w:numId w:val="1"/>
        </w:numPr>
      </w:pPr>
      <w:r>
        <w:t xml:space="preserve"> Discussion:</w:t>
      </w:r>
    </w:p>
    <w:p w14:paraId="62CB93F9" w14:textId="06C6E740" w:rsidR="00E53E1D" w:rsidRDefault="00E53E1D" w:rsidP="00E53E1D">
      <w:pPr>
        <w:pStyle w:val="ListParagraph"/>
        <w:numPr>
          <w:ilvl w:val="4"/>
          <w:numId w:val="1"/>
        </w:numPr>
      </w:pPr>
      <w:r>
        <w:t xml:space="preserve">Concern on the </w:t>
      </w:r>
      <w:r w:rsidR="00EE6E7F">
        <w:t>magic numbers in the resolution.</w:t>
      </w:r>
    </w:p>
    <w:p w14:paraId="17A23C3F" w14:textId="0BF6C47C" w:rsidR="00EE6E7F" w:rsidRDefault="00E51F32" w:rsidP="00E51F32">
      <w:pPr>
        <w:pStyle w:val="ListParagraph"/>
        <w:numPr>
          <w:ilvl w:val="5"/>
          <w:numId w:val="1"/>
        </w:numPr>
      </w:pPr>
      <w:r>
        <w:t>This was discussed during the call.</w:t>
      </w:r>
    </w:p>
    <w:p w14:paraId="14DC8D89" w14:textId="2562E44D" w:rsidR="00E51F32" w:rsidRDefault="00E51F32" w:rsidP="00E51F32">
      <w:pPr>
        <w:pStyle w:val="ListParagraph"/>
        <w:numPr>
          <w:ilvl w:val="5"/>
          <w:numId w:val="1"/>
        </w:numPr>
      </w:pPr>
      <w:r>
        <w:t>The change is mostly editorial, and the change would not impact the proposed changes in the resolution.</w:t>
      </w:r>
    </w:p>
    <w:p w14:paraId="5DDD2CF2" w14:textId="4734FB49" w:rsidR="000D60AD" w:rsidRDefault="000D60AD" w:rsidP="00E51F32">
      <w:pPr>
        <w:pStyle w:val="ListParagraph"/>
        <w:numPr>
          <w:ilvl w:val="5"/>
          <w:numId w:val="1"/>
        </w:numPr>
      </w:pPr>
      <w:r>
        <w:t>From the Minutes of June 12 (11-</w:t>
      </w:r>
      <w:r w:rsidR="00924D6A">
        <w:t xml:space="preserve">20/0893r1) </w:t>
      </w:r>
    </w:p>
    <w:p w14:paraId="2A844CC9" w14:textId="77777777" w:rsidR="00924D6A" w:rsidRDefault="00924D6A" w:rsidP="00924D6A">
      <w:pPr>
        <w:pStyle w:val="ListParagraph"/>
        <w:ind w:left="4680"/>
      </w:pPr>
      <w:r>
        <w:t>2.9.2</w:t>
      </w:r>
      <w:r>
        <w:tab/>
        <w:t>CID 4049 (PHY)</w:t>
      </w:r>
    </w:p>
    <w:p w14:paraId="3082808E" w14:textId="77777777" w:rsidR="00924D6A" w:rsidRDefault="00924D6A" w:rsidP="00924D6A">
      <w:pPr>
        <w:pStyle w:val="ListParagraph"/>
        <w:ind w:left="4680"/>
      </w:pPr>
      <w:r>
        <w:t>2.9.2.1</w:t>
      </w:r>
      <w:r>
        <w:tab/>
        <w:t>Review comment</w:t>
      </w:r>
    </w:p>
    <w:p w14:paraId="198A90A5" w14:textId="77777777" w:rsidR="00924D6A" w:rsidRDefault="00924D6A" w:rsidP="00924D6A">
      <w:pPr>
        <w:pStyle w:val="ListParagraph"/>
        <w:ind w:left="4680"/>
      </w:pPr>
      <w:r>
        <w:t>2.9.2.2</w:t>
      </w:r>
      <w:r>
        <w:tab/>
        <w:t xml:space="preserve">Reference Table 12-10 (Page 2668): </w:t>
      </w:r>
    </w:p>
    <w:p w14:paraId="73DBC13C" w14:textId="77777777" w:rsidR="00924D6A" w:rsidRDefault="00924D6A" w:rsidP="00924D6A">
      <w:pPr>
        <w:pStyle w:val="ListParagraph"/>
        <w:ind w:left="4680"/>
      </w:pPr>
      <w:r>
        <w:t>2.9.2.3</w:t>
      </w:r>
      <w:r>
        <w:tab/>
        <w:t>Review submission discussion.</w:t>
      </w:r>
    </w:p>
    <w:p w14:paraId="50911CF2" w14:textId="77777777" w:rsidR="00924D6A" w:rsidRDefault="00924D6A" w:rsidP="00924D6A">
      <w:pPr>
        <w:pStyle w:val="ListParagraph"/>
        <w:ind w:left="4680"/>
      </w:pPr>
      <w:r>
        <w:t>2.9.2.4</w:t>
      </w:r>
      <w:r>
        <w:tab/>
        <w:t>Discussion on changing a shall to may, as it may cause a backward compatibility issue. So, for Value 2 it should keep the “shall”.</w:t>
      </w:r>
    </w:p>
    <w:p w14:paraId="6A105D62" w14:textId="77777777" w:rsidR="00924D6A" w:rsidRDefault="00924D6A" w:rsidP="00924D6A">
      <w:pPr>
        <w:pStyle w:val="ListParagraph"/>
        <w:ind w:left="4680"/>
      </w:pPr>
      <w:r>
        <w:t>2.9.2.5</w:t>
      </w:r>
      <w:r>
        <w:tab/>
        <w:t>Discussion on the changes and how the table vs the text balance of what goes in each place and how complex it may be.  The deprecated row needs to be marked appropriately.</w:t>
      </w:r>
    </w:p>
    <w:p w14:paraId="10DB60E8" w14:textId="77777777" w:rsidR="00924D6A" w:rsidRDefault="00924D6A" w:rsidP="00924D6A">
      <w:pPr>
        <w:pStyle w:val="ListParagraph"/>
        <w:ind w:left="4680"/>
      </w:pPr>
      <w:r>
        <w:t>2.9.2.6</w:t>
      </w:r>
      <w:r>
        <w:tab/>
        <w:t>Discussion on if TKIP is an option in the two different values for AKM.</w:t>
      </w:r>
    </w:p>
    <w:p w14:paraId="4B2151C3" w14:textId="77777777" w:rsidR="00924D6A" w:rsidRDefault="00924D6A" w:rsidP="00924D6A">
      <w:pPr>
        <w:pStyle w:val="ListParagraph"/>
        <w:ind w:left="4680"/>
      </w:pPr>
      <w:r>
        <w:t>2.9.2.7</w:t>
      </w:r>
      <w:r>
        <w:tab/>
        <w:t>Some of the discussion noted potential changes that would be outside the scope of the CID.</w:t>
      </w:r>
    </w:p>
    <w:p w14:paraId="584A897E" w14:textId="77777777" w:rsidR="00924D6A" w:rsidRDefault="00924D6A" w:rsidP="00924D6A">
      <w:pPr>
        <w:pStyle w:val="ListParagraph"/>
        <w:ind w:left="4680"/>
      </w:pPr>
      <w:r>
        <w:t>2.9.2.8</w:t>
      </w:r>
      <w:r>
        <w:tab/>
        <w:t>There will be an R6 posted.</w:t>
      </w:r>
    </w:p>
    <w:p w14:paraId="3E8996F1" w14:textId="7D181F9C" w:rsidR="00924D6A" w:rsidRDefault="00924D6A" w:rsidP="00924D6A">
      <w:pPr>
        <w:pStyle w:val="ListParagraph"/>
        <w:ind w:left="4680"/>
      </w:pPr>
      <w:r>
        <w:t>2.9.2.9</w:t>
      </w:r>
      <w:r>
        <w:tab/>
        <w:t>The proposed resolution: Revised; Incorporate the changes for CID 4049 in doc 11-20/247r6 &lt;</w:t>
      </w:r>
      <w:hyperlink r:id="rId51" w:history="1">
        <w:r w:rsidR="00096874" w:rsidRPr="00AD4757">
          <w:rPr>
            <w:rStyle w:val="Hyperlink"/>
          </w:rPr>
          <w:t>https://mentor.ieee.org/802.11/dcn/20/11-20-0247-06-000m-initial-sb-proposed-resolutions-for-bp-comments.doc</w:t>
        </w:r>
      </w:hyperlink>
      <w:r>
        <w:t>&gt;</w:t>
      </w:r>
    </w:p>
    <w:p w14:paraId="5698EB32" w14:textId="3F70722B" w:rsidR="00924D6A" w:rsidRDefault="00924D6A" w:rsidP="00924D6A">
      <w:pPr>
        <w:pStyle w:val="ListParagraph"/>
        <w:ind w:left="4680"/>
      </w:pPr>
      <w:r>
        <w:t>2.9.2.10</w:t>
      </w:r>
      <w:r>
        <w:tab/>
        <w:t xml:space="preserve"> No Objection – Mark Ready for Motion</w:t>
      </w:r>
    </w:p>
    <w:p w14:paraId="7176C412" w14:textId="7AB435C1" w:rsidR="00924D6A" w:rsidRDefault="005D57D7" w:rsidP="005D57D7">
      <w:pPr>
        <w:pStyle w:val="ListParagraph"/>
        <w:numPr>
          <w:ilvl w:val="3"/>
          <w:numId w:val="1"/>
        </w:numPr>
      </w:pPr>
      <w:r>
        <w:t xml:space="preserve"> </w:t>
      </w:r>
      <w:r w:rsidRPr="00690B7E">
        <w:rPr>
          <w:b/>
          <w:bCs/>
        </w:rPr>
        <w:t>Results Motion #206:</w:t>
      </w:r>
      <w:r>
        <w:t xml:space="preserve"> </w:t>
      </w:r>
      <w:r w:rsidR="00827F44">
        <w:t>14-1-1 Motion Passes.</w:t>
      </w:r>
    </w:p>
    <w:p w14:paraId="6E7F2299" w14:textId="6EB5B094" w:rsidR="001D35B8" w:rsidRPr="00680DA0" w:rsidRDefault="001D35B8" w:rsidP="001D35B8">
      <w:pPr>
        <w:pStyle w:val="ListParagraph"/>
        <w:numPr>
          <w:ilvl w:val="2"/>
          <w:numId w:val="1"/>
        </w:numPr>
        <w:rPr>
          <w:b/>
          <w:bCs/>
        </w:rPr>
      </w:pPr>
      <w:r w:rsidRPr="00680DA0">
        <w:rPr>
          <w:b/>
          <w:bCs/>
          <w:color w:val="FF0000"/>
        </w:rPr>
        <w:t xml:space="preserve">Motion #207 </w:t>
      </w:r>
      <w:r w:rsidRPr="00680DA0">
        <w:rPr>
          <w:b/>
          <w:bCs/>
        </w:rPr>
        <w:t>– CID 4159</w:t>
      </w:r>
      <w:r w:rsidR="005D2680">
        <w:rPr>
          <w:b/>
          <w:bCs/>
        </w:rPr>
        <w:t xml:space="preserve"> (MAC)</w:t>
      </w:r>
    </w:p>
    <w:p w14:paraId="6ABDAD68" w14:textId="113ABBAB" w:rsidR="00680DA0" w:rsidRDefault="001D35B8" w:rsidP="009917C2">
      <w:pPr>
        <w:pStyle w:val="ListParagraph"/>
        <w:numPr>
          <w:ilvl w:val="3"/>
          <w:numId w:val="1"/>
        </w:numPr>
      </w:pPr>
      <w:r>
        <w:t xml:space="preserve"> </w:t>
      </w:r>
      <w:r w:rsidR="00680DA0">
        <w:t xml:space="preserve">Approve the comment resolution for CID 4159 as REVISED, with a resolution of, with a resolution </w:t>
      </w:r>
      <w:r w:rsidR="005D2680">
        <w:t xml:space="preserve">of </w:t>
      </w:r>
      <w:r w:rsidR="00690B7E">
        <w:t>“Incorporate</w:t>
      </w:r>
      <w:r w:rsidR="00680DA0">
        <w:t xml:space="preserve"> the changes as shown in </w:t>
      </w:r>
      <w:r w:rsidR="00541496">
        <w:t>11-20/</w:t>
      </w:r>
      <w:r w:rsidR="000C44EB">
        <w:t>516r11 &lt;</w:t>
      </w:r>
      <w:hyperlink r:id="rId52" w:history="1">
        <w:r w:rsidR="000C44EB" w:rsidRPr="00AD4757">
          <w:rPr>
            <w:rStyle w:val="Hyperlink"/>
          </w:rPr>
          <w:t>https://mentor.ieee.org/802.11/dcn/20/11-20-0516-11-000m-cr-mscs-and-cid4158.docx</w:t>
        </w:r>
      </w:hyperlink>
      <w:r w:rsidR="000C44EB">
        <w:t>&gt;</w:t>
      </w:r>
      <w:r w:rsidR="00541496">
        <w:t xml:space="preserve"> </w:t>
      </w:r>
      <w:r w:rsidR="00680DA0">
        <w:t xml:space="preserve"> for CID 4159.  These include the MSCS setup in (Re)Association request and response frames, as requested. </w:t>
      </w:r>
    </w:p>
    <w:p w14:paraId="09B26EC3" w14:textId="75477709" w:rsidR="00680DA0" w:rsidRDefault="00541496" w:rsidP="00680DA0">
      <w:pPr>
        <w:pStyle w:val="ListParagraph"/>
        <w:numPr>
          <w:ilvl w:val="3"/>
          <w:numId w:val="1"/>
        </w:numPr>
      </w:pPr>
      <w:r>
        <w:t xml:space="preserve"> </w:t>
      </w:r>
      <w:r w:rsidR="00680DA0">
        <w:t xml:space="preserve">Moved: Matthew </w:t>
      </w:r>
      <w:r>
        <w:t>FISCHER</w:t>
      </w:r>
    </w:p>
    <w:p w14:paraId="1A1ABFB0" w14:textId="22C3EAD8" w:rsidR="00924D6A" w:rsidRDefault="00541496" w:rsidP="00075E0D">
      <w:pPr>
        <w:pStyle w:val="ListParagraph"/>
        <w:numPr>
          <w:ilvl w:val="3"/>
          <w:numId w:val="1"/>
        </w:numPr>
      </w:pPr>
      <w:r>
        <w:t xml:space="preserve"> </w:t>
      </w:r>
      <w:r w:rsidR="00271CE0">
        <w:t xml:space="preserve">Second: </w:t>
      </w:r>
      <w:r w:rsidR="00416D1C">
        <w:t>Stephen MCCANN</w:t>
      </w:r>
    </w:p>
    <w:p w14:paraId="5327FD86" w14:textId="3A2F9BFB" w:rsidR="00416D1C" w:rsidRDefault="00416D1C" w:rsidP="00271CE0">
      <w:pPr>
        <w:pStyle w:val="ListParagraph"/>
        <w:numPr>
          <w:ilvl w:val="3"/>
          <w:numId w:val="1"/>
        </w:numPr>
      </w:pPr>
      <w:r>
        <w:t xml:space="preserve"> Discussion: </w:t>
      </w:r>
    </w:p>
    <w:p w14:paraId="651637BC" w14:textId="61F1C202" w:rsidR="00924D6A" w:rsidRDefault="006F60B1" w:rsidP="00E37749">
      <w:pPr>
        <w:pStyle w:val="ListParagraph"/>
        <w:numPr>
          <w:ilvl w:val="4"/>
          <w:numId w:val="1"/>
        </w:numPr>
      </w:pPr>
      <w:r>
        <w:t>The last version we reviewed was r7, so this is proposed as R11, so there may be more</w:t>
      </w:r>
      <w:r w:rsidR="00B65E31">
        <w:t xml:space="preserve"> changes that have not been reviewed.</w:t>
      </w:r>
    </w:p>
    <w:p w14:paraId="12ACB34D" w14:textId="6B79BAF7" w:rsidR="00BC441A" w:rsidRDefault="00BC441A" w:rsidP="00E37749">
      <w:pPr>
        <w:pStyle w:val="ListParagraph"/>
        <w:numPr>
          <w:ilvl w:val="4"/>
          <w:numId w:val="1"/>
        </w:numPr>
      </w:pPr>
      <w:r>
        <w:t>From the Chat window:</w:t>
      </w:r>
    </w:p>
    <w:p w14:paraId="277C3B10" w14:textId="77777777" w:rsidR="00BC441A" w:rsidRDefault="00BC441A" w:rsidP="00BC441A">
      <w:pPr>
        <w:pStyle w:val="ListParagraph"/>
        <w:ind w:left="3960"/>
      </w:pPr>
      <w:r>
        <w:t>Upon receipt of an MSCS Request frame from an associated non-AP STA or receipt from a non-AP STA of a (Re)Association Request frame containing an MSCS Descriptor element, the AP shall respond with a corresponding MSCS Response frame</w:t>
      </w:r>
    </w:p>
    <w:p w14:paraId="63F2A61C" w14:textId="77777777" w:rsidR="00BC441A" w:rsidRDefault="00BC441A" w:rsidP="00BC441A">
      <w:pPr>
        <w:pStyle w:val="ListParagraph"/>
        <w:ind w:left="3960"/>
      </w:pPr>
      <w:r>
        <w:lastRenderedPageBreak/>
        <w:t>**** doesn't the Request Type field have to be set to “Add” too, per</w:t>
      </w:r>
    </w:p>
    <w:p w14:paraId="6EDB5D15" w14:textId="77777777" w:rsidR="00BC441A" w:rsidRDefault="00BC441A" w:rsidP="00BC441A">
      <w:pPr>
        <w:pStyle w:val="ListParagraph"/>
        <w:ind w:left="3960"/>
      </w:pPr>
      <w:r>
        <w:t>the para two up?</w:t>
      </w:r>
    </w:p>
    <w:p w14:paraId="708ED175" w14:textId="77777777" w:rsidR="00BC441A" w:rsidRDefault="00BC441A" w:rsidP="00BC441A">
      <w:pPr>
        <w:pStyle w:val="ListParagraph"/>
        <w:ind w:left="3960"/>
      </w:pPr>
      <w:r>
        <w:t>from [V] Mark RISON (Samsung) to everyone:</w:t>
      </w:r>
    </w:p>
    <w:p w14:paraId="320665D3" w14:textId="77777777" w:rsidR="00BC441A" w:rsidRDefault="00BC441A" w:rsidP="00BC441A">
      <w:pPr>
        <w:pStyle w:val="ListParagraph"/>
        <w:ind w:left="3960"/>
      </w:pPr>
      <w:r>
        <w:t xml:space="preserve">Also in </w:t>
      </w:r>
    </w:p>
    <w:p w14:paraId="3A7D0DEB" w14:textId="77777777" w:rsidR="00BC441A" w:rsidRDefault="00BC441A" w:rsidP="00BC441A">
      <w:pPr>
        <w:pStyle w:val="ListParagraph"/>
        <w:ind w:left="3960"/>
      </w:pPr>
      <w:r>
        <w:t>If an MSCS Descriptor element is present in an MSCS Response frame that does not indicate “SUCCESS” for the MSCS setup, the Request Type field is set to “Change” and the element indicates a suggested set of parameters that could be accepted by the AP in response to a subsequent request by the non-AP STA. In the MSCS Descriptor element of a (Re)Association Response frame that does not indicate “SUCCESS” for the MSCS setup, the Request Type field is set to “Add” if no suggested set of parameters is indicated, or “Change” if the element indicates a suggested set of parameters as described above.</w:t>
      </w:r>
    </w:p>
    <w:p w14:paraId="6A8BC809" w14:textId="77777777" w:rsidR="00BC441A" w:rsidRDefault="00BC441A" w:rsidP="00BC441A">
      <w:pPr>
        <w:pStyle w:val="ListParagraph"/>
        <w:ind w:left="3960"/>
      </w:pPr>
      <w:r>
        <w:t>**** the bit about "Change" seems to be duplicated, and the bit about</w:t>
      </w:r>
    </w:p>
    <w:p w14:paraId="0F85EF0B" w14:textId="77777777" w:rsidR="00BC441A" w:rsidRDefault="00BC441A" w:rsidP="00BC441A">
      <w:pPr>
        <w:pStyle w:val="ListParagraph"/>
        <w:ind w:left="3960"/>
      </w:pPr>
      <w:r>
        <w:t>"Add" is confusing (you say "Add" to say you have no suggestion</w:t>
      </w:r>
    </w:p>
    <w:p w14:paraId="3806878C" w14:textId="20303072" w:rsidR="00BC441A" w:rsidRDefault="00BC441A" w:rsidP="00BC441A">
      <w:pPr>
        <w:pStyle w:val="ListParagraph"/>
        <w:ind w:left="3960"/>
      </w:pPr>
      <w:r>
        <w:t>to make?).</w:t>
      </w:r>
    </w:p>
    <w:p w14:paraId="261B0901" w14:textId="2242FAAB" w:rsidR="00B65E31" w:rsidRDefault="00680DA0" w:rsidP="00E37749">
      <w:pPr>
        <w:pStyle w:val="ListParagraph"/>
        <w:numPr>
          <w:ilvl w:val="4"/>
          <w:numId w:val="1"/>
        </w:numPr>
      </w:pPr>
      <w:r>
        <w:t xml:space="preserve">Discussion on describing what action is to take when not </w:t>
      </w:r>
      <w:r w:rsidR="00B3088B">
        <w:t>following the requested action.</w:t>
      </w:r>
    </w:p>
    <w:p w14:paraId="7E972F42" w14:textId="73CEA70B" w:rsidR="00B3088B" w:rsidRDefault="0027260D" w:rsidP="00E37749">
      <w:pPr>
        <w:pStyle w:val="ListParagraph"/>
        <w:numPr>
          <w:ilvl w:val="4"/>
          <w:numId w:val="1"/>
        </w:numPr>
      </w:pPr>
      <w:r>
        <w:t>Discussion on the chat window comment.</w:t>
      </w:r>
    </w:p>
    <w:p w14:paraId="59EB33E6" w14:textId="3D328F73" w:rsidR="0027260D" w:rsidRDefault="003D07AB" w:rsidP="003D07AB">
      <w:pPr>
        <w:pStyle w:val="ListParagraph"/>
        <w:numPr>
          <w:ilvl w:val="3"/>
          <w:numId w:val="1"/>
        </w:numPr>
      </w:pPr>
      <w:r>
        <w:t xml:space="preserve"> </w:t>
      </w:r>
      <w:r w:rsidRPr="00EB34CC">
        <w:rPr>
          <w:b/>
          <w:bCs/>
        </w:rPr>
        <w:t>Results Motion #207:</w:t>
      </w:r>
      <w:r>
        <w:t xml:space="preserve"> </w:t>
      </w:r>
      <w:r w:rsidR="008E5E50">
        <w:t>9-4-3 Motion Fails.</w:t>
      </w:r>
    </w:p>
    <w:p w14:paraId="07793103" w14:textId="4A50E78B" w:rsidR="006F60B1" w:rsidRPr="003A3A66" w:rsidRDefault="009E1992" w:rsidP="009E1992">
      <w:pPr>
        <w:pStyle w:val="ListParagraph"/>
        <w:numPr>
          <w:ilvl w:val="2"/>
          <w:numId w:val="1"/>
        </w:numPr>
        <w:rPr>
          <w:b/>
          <w:bCs/>
        </w:rPr>
      </w:pPr>
      <w:r w:rsidRPr="003A3A66">
        <w:rPr>
          <w:b/>
          <w:bCs/>
        </w:rPr>
        <w:t xml:space="preserve"> </w:t>
      </w:r>
      <w:r w:rsidRPr="003A3A66">
        <w:rPr>
          <w:b/>
          <w:bCs/>
          <w:color w:val="FF0000"/>
        </w:rPr>
        <w:t>Motion #208</w:t>
      </w:r>
      <w:r w:rsidRPr="003A3A66">
        <w:rPr>
          <w:b/>
          <w:bCs/>
        </w:rPr>
        <w:t xml:space="preserve">: CID </w:t>
      </w:r>
      <w:r w:rsidR="00C03381" w:rsidRPr="003A3A66">
        <w:rPr>
          <w:b/>
          <w:bCs/>
        </w:rPr>
        <w:t>4178</w:t>
      </w:r>
      <w:r w:rsidR="0031182C" w:rsidRPr="003A3A66">
        <w:rPr>
          <w:b/>
          <w:bCs/>
        </w:rPr>
        <w:t xml:space="preserve"> (PHY)</w:t>
      </w:r>
    </w:p>
    <w:p w14:paraId="6C965310" w14:textId="4D9863AD" w:rsidR="0031182C" w:rsidRPr="000B225E" w:rsidRDefault="0031182C" w:rsidP="0031182C">
      <w:pPr>
        <w:pStyle w:val="ListParagraph"/>
        <w:numPr>
          <w:ilvl w:val="3"/>
          <w:numId w:val="1"/>
        </w:numPr>
      </w:pPr>
      <w:r w:rsidRPr="000B225E">
        <w:t xml:space="preserve">Approve comment resolutions </w:t>
      </w:r>
      <w:r>
        <w:t xml:space="preserve">for CID 4178 </w:t>
      </w:r>
      <w:r w:rsidRPr="000B225E">
        <w:t>included in the “PHY Motion F” tab in 11-20/0145r13 &lt;</w:t>
      </w:r>
      <w:hyperlink r:id="rId53" w:history="1">
        <w:r w:rsidRPr="000B225E">
          <w:rPr>
            <w:rStyle w:val="Hyperlink"/>
          </w:rPr>
          <w:t>https://mentor.ieee.org/802.11/dcn/20/11-20-0145-13-000m-sb1-revmd-phy-sec-comments.xlsx</w:t>
        </w:r>
      </w:hyperlink>
      <w:r w:rsidRPr="000B225E">
        <w:t xml:space="preserve">&gt; </w:t>
      </w:r>
    </w:p>
    <w:p w14:paraId="5DFD78EF" w14:textId="77777777" w:rsidR="0031182C" w:rsidRDefault="0031182C" w:rsidP="0031182C">
      <w:pPr>
        <w:pStyle w:val="ListParagraph"/>
        <w:numPr>
          <w:ilvl w:val="3"/>
          <w:numId w:val="1"/>
        </w:numPr>
      </w:pPr>
      <w:r>
        <w:t xml:space="preserve"> Moved: Michael MONTEMURRO</w:t>
      </w:r>
    </w:p>
    <w:p w14:paraId="3F30A02C" w14:textId="50C0A4BC" w:rsidR="006F60B1" w:rsidRDefault="00F917BB" w:rsidP="0031182C">
      <w:pPr>
        <w:pStyle w:val="ListParagraph"/>
        <w:numPr>
          <w:ilvl w:val="3"/>
          <w:numId w:val="1"/>
        </w:numPr>
      </w:pPr>
      <w:r>
        <w:t xml:space="preserve"> </w:t>
      </w:r>
      <w:r w:rsidR="004D43D6">
        <w:t>Second: Jon ROSDAHL</w:t>
      </w:r>
    </w:p>
    <w:p w14:paraId="097CA42E" w14:textId="0186ABEA" w:rsidR="004D43D6" w:rsidRDefault="004D43D6" w:rsidP="0031182C">
      <w:pPr>
        <w:pStyle w:val="ListParagraph"/>
        <w:numPr>
          <w:ilvl w:val="3"/>
          <w:numId w:val="1"/>
        </w:numPr>
      </w:pPr>
      <w:r>
        <w:t xml:space="preserve"> Discussion:</w:t>
      </w:r>
    </w:p>
    <w:p w14:paraId="45DC0723" w14:textId="4D91F6B4" w:rsidR="006F60B1" w:rsidRDefault="00295167" w:rsidP="00E37749">
      <w:pPr>
        <w:pStyle w:val="ListParagraph"/>
        <w:numPr>
          <w:ilvl w:val="4"/>
          <w:numId w:val="1"/>
        </w:numPr>
      </w:pPr>
      <w:r>
        <w:t xml:space="preserve">Objection to motion as there is an alternative proposal that has been posted in </w:t>
      </w:r>
      <w:r w:rsidR="00B34B18">
        <w:t xml:space="preserve">11-20-435r4 – This </w:t>
      </w:r>
      <w:r w:rsidR="009B2417">
        <w:t>was a requested alternative.</w:t>
      </w:r>
    </w:p>
    <w:p w14:paraId="6BFCB78E" w14:textId="22C310BE" w:rsidR="006F60B1" w:rsidRDefault="00350D6A" w:rsidP="00E37749">
      <w:pPr>
        <w:pStyle w:val="ListParagraph"/>
        <w:numPr>
          <w:ilvl w:val="4"/>
          <w:numId w:val="1"/>
        </w:numPr>
      </w:pPr>
      <w:r>
        <w:t xml:space="preserve">Additional Changes to the draft can be adopted </w:t>
      </w:r>
      <w:r w:rsidR="00576C90">
        <w:t>as a separate issue/submission.</w:t>
      </w:r>
    </w:p>
    <w:p w14:paraId="3065FB9A" w14:textId="2327DD4B" w:rsidR="00576C90" w:rsidRDefault="00F505B2" w:rsidP="00E37749">
      <w:pPr>
        <w:pStyle w:val="ListParagraph"/>
        <w:numPr>
          <w:ilvl w:val="4"/>
          <w:numId w:val="1"/>
        </w:numPr>
      </w:pPr>
      <w:r>
        <w:t xml:space="preserve">Note </w:t>
      </w:r>
      <w:r w:rsidRPr="00F505B2">
        <w:t>CID 4178 (PHY), CID 4575 (Editor), CID 4576 (Editor), CID 4177 (PHY) MORE WORK NEEDED –</w:t>
      </w:r>
    </w:p>
    <w:p w14:paraId="4B614483" w14:textId="4EB1CF62" w:rsidR="00F505B2" w:rsidRDefault="00F505B2" w:rsidP="00E37749">
      <w:pPr>
        <w:pStyle w:val="ListParagraph"/>
        <w:numPr>
          <w:ilvl w:val="4"/>
          <w:numId w:val="1"/>
        </w:numPr>
      </w:pPr>
      <w:r>
        <w:t>The minutes noted that the resolution to the comments may be different.</w:t>
      </w:r>
    </w:p>
    <w:p w14:paraId="166DBE2B" w14:textId="02BDB1CD" w:rsidR="00F505B2" w:rsidRDefault="00DF1472" w:rsidP="00E37749">
      <w:pPr>
        <w:pStyle w:val="ListParagraph"/>
        <w:numPr>
          <w:ilvl w:val="4"/>
          <w:numId w:val="1"/>
        </w:numPr>
      </w:pPr>
      <w:r>
        <w:t xml:space="preserve">CID </w:t>
      </w:r>
      <w:r w:rsidR="00A14B34">
        <w:t xml:space="preserve">4178 </w:t>
      </w:r>
      <w:r>
        <w:t xml:space="preserve">was looking to include more expansive </w:t>
      </w:r>
      <w:r w:rsidR="006D3AA3">
        <w:t>changes that have been proposed in 11-20/435r4.</w:t>
      </w:r>
    </w:p>
    <w:p w14:paraId="425AA6D1" w14:textId="6F19F381" w:rsidR="006D3AA3" w:rsidRDefault="006D3AA3" w:rsidP="006D3AA3">
      <w:pPr>
        <w:pStyle w:val="ListParagraph"/>
        <w:numPr>
          <w:ilvl w:val="3"/>
          <w:numId w:val="1"/>
        </w:numPr>
      </w:pPr>
      <w:r>
        <w:t xml:space="preserve"> </w:t>
      </w:r>
      <w:r w:rsidRPr="00EB34CC">
        <w:rPr>
          <w:b/>
          <w:bCs/>
        </w:rPr>
        <w:t>Results Motion #208:</w:t>
      </w:r>
      <w:r>
        <w:t xml:space="preserve"> </w:t>
      </w:r>
      <w:r w:rsidR="003A3A66">
        <w:t>5-5-5 Motion Fails.</w:t>
      </w:r>
    </w:p>
    <w:p w14:paraId="195A0388" w14:textId="77777777" w:rsidR="00317A70" w:rsidRDefault="00D064C7" w:rsidP="00D064C7">
      <w:pPr>
        <w:pStyle w:val="ListParagraph"/>
        <w:numPr>
          <w:ilvl w:val="1"/>
          <w:numId w:val="1"/>
        </w:numPr>
      </w:pPr>
      <w:r w:rsidRPr="00484E8F">
        <w:rPr>
          <w:b/>
          <w:bCs/>
        </w:rPr>
        <w:t>Ran out of Time</w:t>
      </w:r>
      <w:r>
        <w:t xml:space="preserve"> – </w:t>
      </w:r>
    </w:p>
    <w:p w14:paraId="519F8357" w14:textId="7CB4593B" w:rsidR="00D064C7" w:rsidRDefault="00317A70" w:rsidP="00317A70">
      <w:pPr>
        <w:pStyle w:val="ListParagraph"/>
        <w:numPr>
          <w:ilvl w:val="2"/>
          <w:numId w:val="1"/>
        </w:numPr>
      </w:pPr>
      <w:r w:rsidRPr="00317A70">
        <w:t>D</w:t>
      </w:r>
      <w:r w:rsidR="00484E8F">
        <w:t>iscuss future telecons.</w:t>
      </w:r>
    </w:p>
    <w:p w14:paraId="5FC9197F" w14:textId="356F326E" w:rsidR="00D064C7" w:rsidRDefault="00D064C7" w:rsidP="004F1160">
      <w:pPr>
        <w:pStyle w:val="ListParagraph"/>
        <w:numPr>
          <w:ilvl w:val="2"/>
          <w:numId w:val="1"/>
        </w:numPr>
      </w:pPr>
      <w:r>
        <w:t>Rescheduled Youhan to Wednesday</w:t>
      </w:r>
      <w:r w:rsidR="004F1160">
        <w:t xml:space="preserve"> and Abhi to Friday.</w:t>
      </w:r>
    </w:p>
    <w:p w14:paraId="05EE6E1F" w14:textId="6A794F96" w:rsidR="00A20681" w:rsidRDefault="00A20681" w:rsidP="004F1160">
      <w:pPr>
        <w:pStyle w:val="ListParagraph"/>
        <w:numPr>
          <w:ilvl w:val="2"/>
          <w:numId w:val="1"/>
        </w:numPr>
      </w:pPr>
      <w:r>
        <w:t>The remaining CIDs that were pulled today will be discussed on Wednesday.</w:t>
      </w:r>
    </w:p>
    <w:p w14:paraId="1A899148" w14:textId="6EC42F5F" w:rsidR="00CA09B2" w:rsidRPr="002F6A8C" w:rsidRDefault="004F1160" w:rsidP="002F6A8C">
      <w:pPr>
        <w:pStyle w:val="ListParagraph"/>
        <w:numPr>
          <w:ilvl w:val="1"/>
          <w:numId w:val="1"/>
        </w:numPr>
        <w:rPr>
          <w:b/>
          <w:bCs/>
        </w:rPr>
      </w:pPr>
      <w:r w:rsidRPr="00484E8F">
        <w:rPr>
          <w:b/>
          <w:bCs/>
        </w:rPr>
        <w:t>Adjourn 11:5</w:t>
      </w:r>
      <w:r w:rsidR="00561004" w:rsidRPr="00484E8F">
        <w:rPr>
          <w:b/>
          <w:bCs/>
        </w:rPr>
        <w:t>9</w:t>
      </w:r>
      <w:r w:rsidRPr="00484E8F">
        <w:rPr>
          <w:b/>
          <w:bCs/>
        </w:rPr>
        <w:t>pm</w:t>
      </w:r>
    </w:p>
    <w:p w14:paraId="2A973DF7" w14:textId="2FF38347" w:rsidR="00CA09B2" w:rsidRDefault="00CA09B2">
      <w:pPr>
        <w:rPr>
          <w:b/>
          <w:sz w:val="24"/>
        </w:rPr>
      </w:pPr>
      <w:r>
        <w:br w:type="page"/>
      </w:r>
      <w:r>
        <w:rPr>
          <w:b/>
          <w:sz w:val="24"/>
        </w:rPr>
        <w:lastRenderedPageBreak/>
        <w:t>References:</w:t>
      </w:r>
    </w:p>
    <w:p w14:paraId="2C0006EC" w14:textId="77777777" w:rsidR="002F6A8C" w:rsidRDefault="002F6A8C">
      <w:pPr>
        <w:rPr>
          <w:b/>
          <w:sz w:val="24"/>
        </w:rPr>
      </w:pPr>
    </w:p>
    <w:p w14:paraId="1A1EEFEE" w14:textId="1A6F5241" w:rsidR="0091350B" w:rsidRDefault="0091350B">
      <w:pPr>
        <w:rPr>
          <w:b/>
          <w:sz w:val="24"/>
        </w:rPr>
      </w:pPr>
      <w:r>
        <w:rPr>
          <w:b/>
          <w:sz w:val="24"/>
        </w:rPr>
        <w:t>July 17, 2020:</w:t>
      </w:r>
    </w:p>
    <w:p w14:paraId="3BB3450E" w14:textId="3353314C" w:rsidR="00D74FE0" w:rsidRPr="0011233C" w:rsidRDefault="00025BEF" w:rsidP="00D74FE0">
      <w:pPr>
        <w:pStyle w:val="ListParagraph"/>
        <w:numPr>
          <w:ilvl w:val="0"/>
          <w:numId w:val="7"/>
        </w:numPr>
        <w:rPr>
          <w:rStyle w:val="Hyperlink"/>
          <w:szCs w:val="22"/>
        </w:rPr>
      </w:pPr>
      <w:hyperlink r:id="rId54" w:history="1">
        <w:r w:rsidR="00D74FE0" w:rsidRPr="0011233C">
          <w:rPr>
            <w:rStyle w:val="Hyperlink"/>
            <w:szCs w:val="22"/>
          </w:rPr>
          <w:t>https://mentor.ieee.org/802.11/dcn/20/11-20-0535-24-000m-2020-april-july-teleconference-agendas.docx</w:t>
        </w:r>
      </w:hyperlink>
    </w:p>
    <w:p w14:paraId="19970E92" w14:textId="546BAC9C" w:rsidR="00D74FE0" w:rsidRPr="0011233C" w:rsidRDefault="00025BEF" w:rsidP="00D74FE0">
      <w:pPr>
        <w:pStyle w:val="ListParagraph"/>
        <w:numPr>
          <w:ilvl w:val="0"/>
          <w:numId w:val="7"/>
        </w:numPr>
        <w:rPr>
          <w:szCs w:val="22"/>
        </w:rPr>
      </w:pPr>
      <w:hyperlink r:id="rId55" w:history="1">
        <w:r w:rsidR="00D74FE0" w:rsidRPr="0011233C">
          <w:rPr>
            <w:rStyle w:val="Hyperlink"/>
            <w:szCs w:val="22"/>
            <w:lang w:val="en-US"/>
          </w:rPr>
          <w:t>https://mentor.ieee.org/802.11/dcn/20/11-20-0308-00-000m-2020-march-tgmd-agenda.pptx</w:t>
        </w:r>
      </w:hyperlink>
    </w:p>
    <w:p w14:paraId="45D635E4" w14:textId="729E06DB" w:rsidR="0091350B" w:rsidRPr="0011233C" w:rsidRDefault="00025BEF" w:rsidP="00D74FE0">
      <w:pPr>
        <w:pStyle w:val="ListParagraph"/>
        <w:numPr>
          <w:ilvl w:val="0"/>
          <w:numId w:val="7"/>
        </w:numPr>
        <w:rPr>
          <w:szCs w:val="22"/>
        </w:rPr>
      </w:pPr>
      <w:hyperlink r:id="rId56" w:history="1">
        <w:r w:rsidR="00084EF8" w:rsidRPr="0011233C">
          <w:rPr>
            <w:rStyle w:val="Hyperlink"/>
            <w:szCs w:val="22"/>
          </w:rPr>
          <w:t>https://mentor.ieee.org/802.11/dcn/20/11-20-0338-08-000m-revmd-initial-sa-comments-assigned-to-hamilton.docx</w:t>
        </w:r>
      </w:hyperlink>
    </w:p>
    <w:p w14:paraId="3379E550" w14:textId="4ADD3C8D" w:rsidR="00084EF8" w:rsidRPr="0011233C" w:rsidRDefault="00025BEF" w:rsidP="00D74FE0">
      <w:pPr>
        <w:pStyle w:val="ListParagraph"/>
        <w:numPr>
          <w:ilvl w:val="0"/>
          <w:numId w:val="7"/>
        </w:numPr>
        <w:rPr>
          <w:szCs w:val="22"/>
        </w:rPr>
      </w:pPr>
      <w:hyperlink r:id="rId57" w:history="1">
        <w:r w:rsidR="00D74FE0" w:rsidRPr="0011233C">
          <w:rPr>
            <w:rStyle w:val="Hyperlink"/>
            <w:szCs w:val="22"/>
            <w:lang w:val="en-CA"/>
          </w:rPr>
          <w:t>https://mentor.ieee.org/802.11/dcn/20/11-20-0147-11-000m-sb1-revmd-gen-comments.xls</w:t>
        </w:r>
      </w:hyperlink>
    </w:p>
    <w:p w14:paraId="0730F929" w14:textId="18165431" w:rsidR="00CA09B2" w:rsidRDefault="00CA09B2">
      <w:pPr>
        <w:rPr>
          <w:b/>
          <w:sz w:val="24"/>
        </w:rPr>
      </w:pPr>
    </w:p>
    <w:p w14:paraId="2BA8A814" w14:textId="77777777" w:rsidR="002F6A8C" w:rsidRPr="00656BAF" w:rsidRDefault="002F6A8C">
      <w:pPr>
        <w:rPr>
          <w:b/>
          <w:sz w:val="24"/>
        </w:rPr>
      </w:pPr>
    </w:p>
    <w:p w14:paraId="63B444D6" w14:textId="01CC7991" w:rsidR="00D74419" w:rsidRDefault="00D74419">
      <w:pPr>
        <w:rPr>
          <w:b/>
          <w:sz w:val="24"/>
        </w:rPr>
      </w:pPr>
      <w:r w:rsidRPr="00656BAF">
        <w:rPr>
          <w:b/>
          <w:sz w:val="24"/>
        </w:rPr>
        <w:t>July 19th:</w:t>
      </w:r>
    </w:p>
    <w:p w14:paraId="1C606ACC" w14:textId="7B12A8AC" w:rsidR="00656BAF" w:rsidRDefault="00025BEF" w:rsidP="00484E8F">
      <w:pPr>
        <w:pStyle w:val="ListParagraph"/>
        <w:numPr>
          <w:ilvl w:val="0"/>
          <w:numId w:val="23"/>
        </w:numPr>
        <w:rPr>
          <w:rStyle w:val="Hyperlink"/>
        </w:rPr>
      </w:pPr>
      <w:hyperlink r:id="rId58" w:history="1">
        <w:r w:rsidR="00DA0395">
          <w:rPr>
            <w:rStyle w:val="Hyperlink"/>
          </w:rPr>
          <w:t>https://mentor.ieee.org/802.11/dcn/20/11-20-0535-25-000m-2020-april-july-teleconference-agendas.docx</w:t>
        </w:r>
      </w:hyperlink>
    </w:p>
    <w:p w14:paraId="15DDCE3D" w14:textId="65767A07" w:rsidR="00DA0395" w:rsidRPr="00484E8F" w:rsidRDefault="00025BEF" w:rsidP="00484E8F">
      <w:pPr>
        <w:pStyle w:val="ListParagraph"/>
        <w:numPr>
          <w:ilvl w:val="0"/>
          <w:numId w:val="23"/>
        </w:numPr>
        <w:rPr>
          <w:rStyle w:val="Hyperlink"/>
          <w:szCs w:val="22"/>
          <w:lang w:val="en-US"/>
        </w:rPr>
      </w:pPr>
      <w:hyperlink r:id="rId59" w:history="1">
        <w:r w:rsidR="00DA0395" w:rsidRPr="00484E8F">
          <w:rPr>
            <w:rStyle w:val="Hyperlink"/>
            <w:szCs w:val="22"/>
            <w:lang w:val="en-US"/>
          </w:rPr>
          <w:t>https://mentor.ieee.org/802.11/dcn/20/11-20-0308-00-000m-2020-march-tgmd-agenda.pptx</w:t>
        </w:r>
      </w:hyperlink>
    </w:p>
    <w:p w14:paraId="45D3257E" w14:textId="77777777" w:rsidR="008401AE" w:rsidRDefault="00DA0395" w:rsidP="008401AE">
      <w:pPr>
        <w:pStyle w:val="ListParagraph"/>
        <w:numPr>
          <w:ilvl w:val="0"/>
          <w:numId w:val="23"/>
        </w:numPr>
        <w:rPr>
          <w:bCs/>
          <w:szCs w:val="22"/>
        </w:rPr>
      </w:pPr>
      <w:r w:rsidRPr="00484E8F">
        <w:rPr>
          <w:bCs/>
          <w:szCs w:val="22"/>
        </w:rPr>
        <w:t>Approve</w:t>
      </w:r>
      <w:r w:rsidR="005E7149" w:rsidRPr="00484E8F">
        <w:rPr>
          <w:bCs/>
          <w:szCs w:val="22"/>
        </w:rPr>
        <w:t>d</w:t>
      </w:r>
      <w:r w:rsidRPr="00484E8F">
        <w:rPr>
          <w:bCs/>
          <w:szCs w:val="22"/>
        </w:rPr>
        <w:t xml:space="preserve"> the following minutes documents</w:t>
      </w:r>
    </w:p>
    <w:p w14:paraId="4BB31316" w14:textId="77777777" w:rsidR="008401AE" w:rsidRDefault="00DA0395" w:rsidP="008401AE">
      <w:pPr>
        <w:pStyle w:val="ListParagraph"/>
        <w:numPr>
          <w:ilvl w:val="1"/>
          <w:numId w:val="23"/>
        </w:numPr>
        <w:rPr>
          <w:bCs/>
          <w:szCs w:val="22"/>
        </w:rPr>
      </w:pPr>
      <w:r w:rsidRPr="008401AE">
        <w:rPr>
          <w:bCs/>
          <w:szCs w:val="22"/>
        </w:rPr>
        <w:t xml:space="preserve">May 13-15, </w:t>
      </w:r>
      <w:hyperlink r:id="rId60" w:history="1">
        <w:r w:rsidR="005E7149" w:rsidRPr="008401AE">
          <w:rPr>
            <w:rStyle w:val="Hyperlink"/>
            <w:bCs/>
            <w:szCs w:val="22"/>
          </w:rPr>
          <w:t>https://mentor.ieee.org/802.11/dcn/20/11-20-0765-02-000m-telecon-minutes-for-revmd-crc-may-13-15-2020.docx</w:t>
        </w:r>
      </w:hyperlink>
      <w:r w:rsidR="005E7149" w:rsidRPr="008401AE">
        <w:rPr>
          <w:bCs/>
          <w:szCs w:val="22"/>
        </w:rPr>
        <w:t xml:space="preserve"> </w:t>
      </w:r>
      <w:r w:rsidRPr="008401AE">
        <w:rPr>
          <w:bCs/>
          <w:szCs w:val="22"/>
        </w:rPr>
        <w:t xml:space="preserve"> </w:t>
      </w:r>
    </w:p>
    <w:p w14:paraId="44F66B28" w14:textId="77777777" w:rsidR="008401AE" w:rsidRDefault="00DA0395" w:rsidP="008401AE">
      <w:pPr>
        <w:pStyle w:val="ListParagraph"/>
        <w:numPr>
          <w:ilvl w:val="1"/>
          <w:numId w:val="23"/>
        </w:numPr>
        <w:rPr>
          <w:bCs/>
          <w:szCs w:val="22"/>
        </w:rPr>
      </w:pPr>
      <w:r w:rsidRPr="008401AE">
        <w:rPr>
          <w:bCs/>
          <w:szCs w:val="22"/>
        </w:rPr>
        <w:t xml:space="preserve">May 20-22, </w:t>
      </w:r>
      <w:hyperlink r:id="rId61" w:history="1">
        <w:r w:rsidR="005E7149" w:rsidRPr="008401AE">
          <w:rPr>
            <w:rStyle w:val="Hyperlink"/>
            <w:bCs/>
            <w:szCs w:val="22"/>
          </w:rPr>
          <w:t>https://mentor.ieee.org/802.11/dcn/20/11-20-0794-01-000m-telecon-minutes-for-revmd-crc-may-20-22-2020.docx</w:t>
        </w:r>
      </w:hyperlink>
      <w:r w:rsidR="005E7149" w:rsidRPr="008401AE">
        <w:rPr>
          <w:bCs/>
          <w:szCs w:val="22"/>
        </w:rPr>
        <w:t xml:space="preserve"> </w:t>
      </w:r>
      <w:r w:rsidRPr="008401AE">
        <w:rPr>
          <w:bCs/>
          <w:szCs w:val="22"/>
        </w:rPr>
        <w:t xml:space="preserve"> </w:t>
      </w:r>
    </w:p>
    <w:p w14:paraId="44412658" w14:textId="77777777" w:rsidR="008401AE" w:rsidRDefault="00DA0395" w:rsidP="008401AE">
      <w:pPr>
        <w:pStyle w:val="ListParagraph"/>
        <w:numPr>
          <w:ilvl w:val="1"/>
          <w:numId w:val="23"/>
        </w:numPr>
        <w:rPr>
          <w:bCs/>
          <w:szCs w:val="22"/>
        </w:rPr>
      </w:pPr>
      <w:r w:rsidRPr="008401AE">
        <w:rPr>
          <w:bCs/>
          <w:szCs w:val="22"/>
        </w:rPr>
        <w:t xml:space="preserve">May 27-29, </w:t>
      </w:r>
      <w:hyperlink r:id="rId62" w:history="1">
        <w:r w:rsidR="005E7149" w:rsidRPr="008401AE">
          <w:rPr>
            <w:rStyle w:val="Hyperlink"/>
            <w:bCs/>
            <w:szCs w:val="22"/>
          </w:rPr>
          <w:t>https://mentor.ieee.org/802.11/dcn/20/11-20-0830-01-000m-telecon-minutes-for-revmd-crc-may-27-29-2020.docx</w:t>
        </w:r>
      </w:hyperlink>
      <w:r w:rsidR="005E7149" w:rsidRPr="008401AE">
        <w:rPr>
          <w:bCs/>
          <w:szCs w:val="22"/>
        </w:rPr>
        <w:t xml:space="preserve"> </w:t>
      </w:r>
      <w:r w:rsidRPr="008401AE">
        <w:rPr>
          <w:bCs/>
          <w:szCs w:val="22"/>
        </w:rPr>
        <w:t xml:space="preserve"> </w:t>
      </w:r>
    </w:p>
    <w:p w14:paraId="02DD5969" w14:textId="77777777" w:rsidR="008401AE" w:rsidRDefault="00DA0395" w:rsidP="008401AE">
      <w:pPr>
        <w:pStyle w:val="ListParagraph"/>
        <w:numPr>
          <w:ilvl w:val="1"/>
          <w:numId w:val="23"/>
        </w:numPr>
        <w:rPr>
          <w:bCs/>
          <w:szCs w:val="22"/>
        </w:rPr>
      </w:pPr>
      <w:r w:rsidRPr="008401AE">
        <w:rPr>
          <w:bCs/>
          <w:szCs w:val="22"/>
        </w:rPr>
        <w:t xml:space="preserve">June 3-5, </w:t>
      </w:r>
      <w:hyperlink r:id="rId63" w:history="1">
        <w:r w:rsidR="005E7149" w:rsidRPr="008401AE">
          <w:rPr>
            <w:rStyle w:val="Hyperlink"/>
            <w:bCs/>
            <w:szCs w:val="22"/>
          </w:rPr>
          <w:t>https://mentor.ieee.org/802.11/dcn/20/11-20-0858-02-000m-telecon-minutes-for-revmd-crc-june-3-5-2020.docx</w:t>
        </w:r>
      </w:hyperlink>
      <w:r w:rsidR="005E7149" w:rsidRPr="008401AE">
        <w:rPr>
          <w:bCs/>
          <w:szCs w:val="22"/>
        </w:rPr>
        <w:t xml:space="preserve"> </w:t>
      </w:r>
      <w:r w:rsidRPr="008401AE">
        <w:rPr>
          <w:bCs/>
          <w:szCs w:val="22"/>
        </w:rPr>
        <w:t xml:space="preserve"> </w:t>
      </w:r>
    </w:p>
    <w:p w14:paraId="0D3448B8" w14:textId="48D73371" w:rsidR="00DA0395" w:rsidRPr="008401AE" w:rsidRDefault="00DA0395" w:rsidP="008401AE">
      <w:pPr>
        <w:pStyle w:val="ListParagraph"/>
        <w:numPr>
          <w:ilvl w:val="1"/>
          <w:numId w:val="23"/>
        </w:numPr>
        <w:rPr>
          <w:bCs/>
          <w:szCs w:val="22"/>
        </w:rPr>
      </w:pPr>
      <w:r w:rsidRPr="008401AE">
        <w:rPr>
          <w:bCs/>
          <w:szCs w:val="22"/>
        </w:rPr>
        <w:t xml:space="preserve">June 10-12, </w:t>
      </w:r>
      <w:hyperlink r:id="rId64" w:history="1">
        <w:r w:rsidR="005E7149" w:rsidRPr="008401AE">
          <w:rPr>
            <w:rStyle w:val="Hyperlink"/>
            <w:bCs/>
            <w:szCs w:val="22"/>
          </w:rPr>
          <w:t>https://mentor.ieee.org/802.11/dcn/20/11-20-0893-01-000m-telecon-minutes-for-revmd-crc-june-10-12-2020.docx</w:t>
        </w:r>
      </w:hyperlink>
      <w:r w:rsidR="005E7149" w:rsidRPr="008401AE">
        <w:rPr>
          <w:bCs/>
          <w:szCs w:val="22"/>
        </w:rPr>
        <w:t xml:space="preserve"> </w:t>
      </w:r>
    </w:p>
    <w:p w14:paraId="59F3B3AF" w14:textId="77777777" w:rsidR="0053132D" w:rsidRPr="00903C18" w:rsidRDefault="0053132D" w:rsidP="008401AE">
      <w:pPr>
        <w:pStyle w:val="ListParagraph"/>
        <w:numPr>
          <w:ilvl w:val="0"/>
          <w:numId w:val="23"/>
        </w:numPr>
        <w:rPr>
          <w:b/>
          <w:bCs/>
        </w:rPr>
      </w:pPr>
      <w:r w:rsidRPr="00E81614">
        <w:rPr>
          <w:b/>
          <w:bCs/>
          <w:color w:val="FF0000"/>
        </w:rPr>
        <w:t xml:space="preserve">Motion </w:t>
      </w:r>
      <w:r>
        <w:rPr>
          <w:b/>
          <w:bCs/>
          <w:color w:val="FF0000"/>
        </w:rPr>
        <w:t>#</w:t>
      </w:r>
      <w:r w:rsidRPr="00E81614">
        <w:rPr>
          <w:b/>
          <w:bCs/>
          <w:color w:val="FF0000"/>
        </w:rPr>
        <w:t>194</w:t>
      </w:r>
      <w:r w:rsidRPr="00903C18">
        <w:rPr>
          <w:b/>
          <w:bCs/>
        </w:rPr>
        <w:t>: EDITOR CID 4501</w:t>
      </w:r>
    </w:p>
    <w:p w14:paraId="7FAC6BD5" w14:textId="603D37A3" w:rsidR="00D74419" w:rsidRDefault="00025BEF" w:rsidP="008401AE">
      <w:pPr>
        <w:pStyle w:val="ListParagraph"/>
        <w:numPr>
          <w:ilvl w:val="1"/>
          <w:numId w:val="23"/>
        </w:numPr>
      </w:pPr>
      <w:hyperlink r:id="rId65" w:history="1">
        <w:r w:rsidR="008401AE" w:rsidRPr="00AD4757">
          <w:rPr>
            <w:rStyle w:val="Hyperlink"/>
          </w:rPr>
          <w:t>https://mentor.ieee.org/802.11/dcn/20/11-20-0010-08-000m-revmd-sa1-comments-for-editor-ad-hoc.xls</w:t>
        </w:r>
      </w:hyperlink>
    </w:p>
    <w:p w14:paraId="195FDBC5" w14:textId="77777777" w:rsidR="0053132D" w:rsidRPr="00903C18" w:rsidRDefault="0053132D" w:rsidP="008401AE">
      <w:pPr>
        <w:pStyle w:val="ListParagraph"/>
        <w:numPr>
          <w:ilvl w:val="0"/>
          <w:numId w:val="23"/>
        </w:numPr>
        <w:rPr>
          <w:b/>
          <w:bCs/>
        </w:rPr>
      </w:pPr>
      <w:r w:rsidRPr="00952D69">
        <w:rPr>
          <w:b/>
          <w:bCs/>
          <w:color w:val="FF0000"/>
        </w:rPr>
        <w:t>Motion 195:</w:t>
      </w:r>
      <w:r w:rsidRPr="00903C18">
        <w:rPr>
          <w:b/>
          <w:bCs/>
        </w:rPr>
        <w:t xml:space="preserve"> PHY CIDs (17)</w:t>
      </w:r>
    </w:p>
    <w:p w14:paraId="3F14BB3D" w14:textId="4DE0054D" w:rsidR="0053132D" w:rsidRDefault="00025BEF" w:rsidP="008401AE">
      <w:pPr>
        <w:pStyle w:val="ListParagraph"/>
        <w:numPr>
          <w:ilvl w:val="1"/>
          <w:numId w:val="23"/>
        </w:numPr>
      </w:pPr>
      <w:hyperlink r:id="rId66" w:history="1">
        <w:r w:rsidR="008401AE" w:rsidRPr="00AD4757">
          <w:rPr>
            <w:rStyle w:val="Hyperlink"/>
          </w:rPr>
          <w:t>https://mentor.ieee.org/802.11/dcn/20/11-20-0145-13-000m-sb1-revmd-phy-sec-comments.xlsx</w:t>
        </w:r>
      </w:hyperlink>
    </w:p>
    <w:p w14:paraId="28BE65F4" w14:textId="77777777" w:rsidR="0053132D" w:rsidRPr="00903C18" w:rsidRDefault="0053132D" w:rsidP="008401AE">
      <w:pPr>
        <w:pStyle w:val="ListParagraph"/>
        <w:numPr>
          <w:ilvl w:val="0"/>
          <w:numId w:val="23"/>
        </w:numPr>
        <w:rPr>
          <w:b/>
          <w:bCs/>
        </w:rPr>
      </w:pPr>
      <w:r w:rsidRPr="00F36834">
        <w:rPr>
          <w:b/>
          <w:bCs/>
          <w:color w:val="FF0000"/>
        </w:rPr>
        <w:t xml:space="preserve">Motion 196: </w:t>
      </w:r>
      <w:r w:rsidRPr="00903C18">
        <w:rPr>
          <w:b/>
          <w:bCs/>
        </w:rPr>
        <w:t>MAC CIDs (45)</w:t>
      </w:r>
    </w:p>
    <w:p w14:paraId="05805EB8" w14:textId="07858582" w:rsidR="0053132D" w:rsidRDefault="00025BEF" w:rsidP="008401AE">
      <w:pPr>
        <w:pStyle w:val="ListParagraph"/>
        <w:numPr>
          <w:ilvl w:val="1"/>
          <w:numId w:val="23"/>
        </w:numPr>
      </w:pPr>
      <w:hyperlink r:id="rId67" w:history="1">
        <w:r w:rsidR="008401AE" w:rsidRPr="00AD4757">
          <w:rPr>
            <w:rStyle w:val="Hyperlink"/>
          </w:rPr>
          <w:t>https://mentor.ieee.org/802.11/dcn/17/11-17-0927-60-000m-revmd-mac-comments.xls</w:t>
        </w:r>
      </w:hyperlink>
    </w:p>
    <w:p w14:paraId="2ABA94C0" w14:textId="77777777" w:rsidR="005C5B7E" w:rsidRPr="00903C18" w:rsidRDefault="005C5B7E" w:rsidP="008401AE">
      <w:pPr>
        <w:pStyle w:val="ListParagraph"/>
        <w:numPr>
          <w:ilvl w:val="0"/>
          <w:numId w:val="23"/>
        </w:numPr>
        <w:rPr>
          <w:b/>
          <w:bCs/>
        </w:rPr>
      </w:pPr>
      <w:r w:rsidRPr="00E81C27">
        <w:rPr>
          <w:b/>
          <w:bCs/>
          <w:color w:val="FF0000"/>
        </w:rPr>
        <w:t>Motion 19</w:t>
      </w:r>
      <w:r>
        <w:rPr>
          <w:b/>
          <w:bCs/>
          <w:color w:val="FF0000"/>
        </w:rPr>
        <w:t>7</w:t>
      </w:r>
      <w:r w:rsidRPr="00903C18">
        <w:rPr>
          <w:b/>
          <w:bCs/>
        </w:rPr>
        <w:t>: GEN CIDS (4)</w:t>
      </w:r>
    </w:p>
    <w:p w14:paraId="4AF65440" w14:textId="5D37EF9A" w:rsidR="005C5B7E" w:rsidRDefault="00025BEF" w:rsidP="008401AE">
      <w:pPr>
        <w:pStyle w:val="ListParagraph"/>
        <w:numPr>
          <w:ilvl w:val="1"/>
          <w:numId w:val="23"/>
        </w:numPr>
      </w:pPr>
      <w:hyperlink r:id="rId68" w:history="1">
        <w:r w:rsidR="008401AE" w:rsidRPr="00AD4757">
          <w:rPr>
            <w:rStyle w:val="Hyperlink"/>
          </w:rPr>
          <w:t>https://mentor.ieee.org/802.11/dcn/20/11-20-0147-11-000m-sb1-revmd-gen-comments.xls</w:t>
        </w:r>
      </w:hyperlink>
    </w:p>
    <w:p w14:paraId="5712E456" w14:textId="44EBFBAB" w:rsidR="005C5B7E" w:rsidRPr="00903C18" w:rsidRDefault="005C5B7E" w:rsidP="008401AE">
      <w:pPr>
        <w:pStyle w:val="ListParagraph"/>
        <w:numPr>
          <w:ilvl w:val="0"/>
          <w:numId w:val="23"/>
        </w:numPr>
        <w:rPr>
          <w:b/>
          <w:bCs/>
        </w:rPr>
      </w:pPr>
      <w:r w:rsidRPr="00FC7F93">
        <w:rPr>
          <w:b/>
          <w:bCs/>
          <w:color w:val="FF0000"/>
        </w:rPr>
        <w:t>Motion 19</w:t>
      </w:r>
      <w:r>
        <w:rPr>
          <w:b/>
          <w:bCs/>
          <w:color w:val="FF0000"/>
        </w:rPr>
        <w:t>8</w:t>
      </w:r>
      <w:r w:rsidRPr="00FC7F93">
        <w:rPr>
          <w:b/>
          <w:bCs/>
          <w:color w:val="FF0000"/>
        </w:rPr>
        <w:t xml:space="preserve">: </w:t>
      </w:r>
      <w:r w:rsidRPr="00903C18">
        <w:rPr>
          <w:b/>
          <w:bCs/>
        </w:rPr>
        <w:t>Motion: - Random SAE Comments</w:t>
      </w:r>
      <w:r w:rsidR="00B059F5">
        <w:rPr>
          <w:b/>
          <w:bCs/>
        </w:rPr>
        <w:t xml:space="preserve"> – </w:t>
      </w:r>
      <w:r w:rsidR="00B059F5" w:rsidRPr="00B059F5">
        <w:rPr>
          <w:b/>
          <w:bCs/>
          <w:color w:val="FF0000"/>
        </w:rPr>
        <w:t>Tabled Motion</w:t>
      </w:r>
    </w:p>
    <w:p w14:paraId="12A17D48" w14:textId="22160C22" w:rsidR="005C5B7E" w:rsidRDefault="00025BEF" w:rsidP="008401AE">
      <w:pPr>
        <w:pStyle w:val="ListParagraph"/>
        <w:numPr>
          <w:ilvl w:val="1"/>
          <w:numId w:val="23"/>
        </w:numPr>
      </w:pPr>
      <w:hyperlink r:id="rId69" w:history="1">
        <w:r w:rsidR="008401AE" w:rsidRPr="00AD4757">
          <w:rPr>
            <w:rStyle w:val="Hyperlink"/>
          </w:rPr>
          <w:t>https://mentor.ieee.org/802.11/dcn/20/11-20-0725-01-000m-random-sae-comments.docx</w:t>
        </w:r>
      </w:hyperlink>
    </w:p>
    <w:p w14:paraId="44D451F1" w14:textId="77777777" w:rsidR="0056410E" w:rsidRPr="00903C18" w:rsidRDefault="0056410E" w:rsidP="008401AE">
      <w:pPr>
        <w:pStyle w:val="ListParagraph"/>
        <w:numPr>
          <w:ilvl w:val="0"/>
          <w:numId w:val="23"/>
        </w:numPr>
        <w:rPr>
          <w:b/>
          <w:bCs/>
        </w:rPr>
      </w:pPr>
      <w:r w:rsidRPr="000D2581">
        <w:rPr>
          <w:b/>
          <w:bCs/>
          <w:color w:val="FF0000"/>
        </w:rPr>
        <w:t>Motion 199</w:t>
      </w:r>
      <w:r w:rsidRPr="00903C18">
        <w:rPr>
          <w:b/>
          <w:bCs/>
        </w:rPr>
        <w:t>– Update to Japanese Annex D</w:t>
      </w:r>
    </w:p>
    <w:p w14:paraId="49D54A3C" w14:textId="7467F6A2" w:rsidR="00B059F5" w:rsidRDefault="00025BEF" w:rsidP="008401AE">
      <w:pPr>
        <w:pStyle w:val="ListParagraph"/>
        <w:numPr>
          <w:ilvl w:val="1"/>
          <w:numId w:val="23"/>
        </w:numPr>
      </w:pPr>
      <w:hyperlink r:id="rId70" w:history="1">
        <w:r w:rsidR="008401AE" w:rsidRPr="00AD4757">
          <w:rPr>
            <w:rStyle w:val="Hyperlink"/>
          </w:rPr>
          <w:t>https://mentor.ieee.org/802.11/dcn/20/11-20-0568-01-000m-remove-channel-14.docx</w:t>
        </w:r>
      </w:hyperlink>
    </w:p>
    <w:p w14:paraId="13D26BF3" w14:textId="77777777" w:rsidR="002243B1" w:rsidRPr="00903C18" w:rsidRDefault="002243B1" w:rsidP="008401AE">
      <w:pPr>
        <w:pStyle w:val="ListParagraph"/>
        <w:numPr>
          <w:ilvl w:val="0"/>
          <w:numId w:val="23"/>
        </w:numPr>
        <w:rPr>
          <w:b/>
          <w:bCs/>
        </w:rPr>
      </w:pPr>
      <w:r w:rsidRPr="006A6F9D">
        <w:rPr>
          <w:b/>
          <w:bCs/>
          <w:color w:val="FF0000"/>
        </w:rPr>
        <w:t>Motion 200</w:t>
      </w:r>
      <w:r w:rsidRPr="00903C18">
        <w:rPr>
          <w:b/>
          <w:bCs/>
        </w:rPr>
        <w:t>– RSNXE interoperability fixes</w:t>
      </w:r>
    </w:p>
    <w:p w14:paraId="558E89DD" w14:textId="393CD901" w:rsidR="002243B1" w:rsidRDefault="00025BEF" w:rsidP="008401AE">
      <w:pPr>
        <w:pStyle w:val="ListParagraph"/>
        <w:numPr>
          <w:ilvl w:val="1"/>
          <w:numId w:val="23"/>
        </w:numPr>
      </w:pPr>
      <w:hyperlink r:id="rId71" w:history="1">
        <w:r w:rsidR="008401AE" w:rsidRPr="00AD4757">
          <w:rPr>
            <w:rStyle w:val="Hyperlink"/>
          </w:rPr>
          <w:t>https://mentor.ieee.org/802.11/dcn/20/11-20-0332-04-000m-rsnxe-interoperability-issue.docx</w:t>
        </w:r>
      </w:hyperlink>
    </w:p>
    <w:p w14:paraId="4BCBC89C" w14:textId="77777777" w:rsidR="0068570D" w:rsidRPr="00903C18" w:rsidRDefault="0068570D" w:rsidP="008401AE">
      <w:pPr>
        <w:pStyle w:val="ListParagraph"/>
        <w:numPr>
          <w:ilvl w:val="0"/>
          <w:numId w:val="23"/>
        </w:numPr>
        <w:rPr>
          <w:b/>
          <w:bCs/>
        </w:rPr>
      </w:pPr>
      <w:r w:rsidRPr="00ED0207">
        <w:rPr>
          <w:b/>
          <w:bCs/>
          <w:color w:val="FF0000"/>
        </w:rPr>
        <w:t xml:space="preserve">Motion </w:t>
      </w:r>
      <w:r>
        <w:rPr>
          <w:b/>
          <w:bCs/>
          <w:color w:val="FF0000"/>
        </w:rPr>
        <w:t>#</w:t>
      </w:r>
      <w:r w:rsidRPr="00ED0207">
        <w:rPr>
          <w:b/>
          <w:bCs/>
          <w:color w:val="FF0000"/>
        </w:rPr>
        <w:t xml:space="preserve">201 </w:t>
      </w:r>
      <w:r w:rsidRPr="00903C18">
        <w:rPr>
          <w:b/>
          <w:bCs/>
        </w:rPr>
        <w:t>– SAE H2E minor change</w:t>
      </w:r>
    </w:p>
    <w:p w14:paraId="4A40FEED" w14:textId="3EDEA42B" w:rsidR="0068570D" w:rsidRDefault="00025BEF" w:rsidP="008401AE">
      <w:pPr>
        <w:pStyle w:val="ListParagraph"/>
        <w:numPr>
          <w:ilvl w:val="1"/>
          <w:numId w:val="23"/>
        </w:numPr>
      </w:pPr>
      <w:hyperlink r:id="rId72" w:history="1">
        <w:r w:rsidR="008401AE" w:rsidRPr="00AD4757">
          <w:rPr>
            <w:rStyle w:val="Hyperlink"/>
          </w:rPr>
          <w:t>https://mentor.ieee.org/802.11/dcn/20/11-20-0890-01-000m-sae-h2e-capability-indication.docx</w:t>
        </w:r>
      </w:hyperlink>
    </w:p>
    <w:p w14:paraId="74317526" w14:textId="77777777" w:rsidR="00643E4D" w:rsidRPr="00903C18" w:rsidRDefault="00643E4D" w:rsidP="008401AE">
      <w:pPr>
        <w:pStyle w:val="ListParagraph"/>
        <w:numPr>
          <w:ilvl w:val="0"/>
          <w:numId w:val="23"/>
        </w:numPr>
        <w:rPr>
          <w:b/>
          <w:bCs/>
        </w:rPr>
      </w:pPr>
      <w:r w:rsidRPr="007617D9">
        <w:rPr>
          <w:b/>
          <w:bCs/>
          <w:color w:val="FF0000"/>
        </w:rPr>
        <w:t xml:space="preserve">Motion </w:t>
      </w:r>
      <w:r>
        <w:rPr>
          <w:b/>
          <w:bCs/>
          <w:color w:val="FF0000"/>
        </w:rPr>
        <w:t>#</w:t>
      </w:r>
      <w:r w:rsidRPr="007617D9">
        <w:rPr>
          <w:b/>
          <w:bCs/>
          <w:color w:val="FF0000"/>
        </w:rPr>
        <w:t>202</w:t>
      </w:r>
      <w:r w:rsidRPr="00903C18">
        <w:rPr>
          <w:b/>
          <w:bCs/>
        </w:rPr>
        <w:t>: CID 4731</w:t>
      </w:r>
    </w:p>
    <w:p w14:paraId="1CE91282" w14:textId="59E077F6" w:rsidR="00643E4D" w:rsidRDefault="00025BEF" w:rsidP="008401AE">
      <w:pPr>
        <w:pStyle w:val="ListParagraph"/>
        <w:numPr>
          <w:ilvl w:val="1"/>
          <w:numId w:val="23"/>
        </w:numPr>
      </w:pPr>
      <w:hyperlink r:id="rId73" w:history="1">
        <w:r w:rsidR="008401AE" w:rsidRPr="00AD4757">
          <w:rPr>
            <w:rStyle w:val="Hyperlink"/>
          </w:rPr>
          <w:t>https://mentor.ieee.org/802.11/dcn/20/11-20-0543-03-000m-privacy-for-password-identifiers.docx</w:t>
        </w:r>
      </w:hyperlink>
    </w:p>
    <w:p w14:paraId="52113FC3" w14:textId="2C9AE2CD" w:rsidR="00643E4D" w:rsidRDefault="00025BEF" w:rsidP="008401AE">
      <w:pPr>
        <w:pStyle w:val="ListParagraph"/>
        <w:numPr>
          <w:ilvl w:val="1"/>
          <w:numId w:val="23"/>
        </w:numPr>
      </w:pPr>
      <w:hyperlink r:id="rId74" w:history="1">
        <w:r w:rsidR="008401AE" w:rsidRPr="00AD4757">
          <w:rPr>
            <w:rStyle w:val="Hyperlink"/>
          </w:rPr>
          <w:t>https://mentor.ieee.org/802.11/dcn/20/11-20-0893-01-000m-telecon-minutes-for-revmd-crc-june-10-12-2020.docx</w:t>
        </w:r>
      </w:hyperlink>
    </w:p>
    <w:p w14:paraId="338AA9DB" w14:textId="6CB30FF6" w:rsidR="00643E4D" w:rsidRPr="00484E8F" w:rsidRDefault="0058077C" w:rsidP="00484E8F">
      <w:pPr>
        <w:pStyle w:val="ListParagraph"/>
        <w:numPr>
          <w:ilvl w:val="0"/>
          <w:numId w:val="23"/>
        </w:numPr>
        <w:rPr>
          <w:b/>
          <w:bCs/>
        </w:rPr>
      </w:pPr>
      <w:r w:rsidRPr="00484E8F">
        <w:rPr>
          <w:b/>
          <w:bCs/>
          <w:color w:val="FF0000"/>
        </w:rPr>
        <w:t>Motion #203</w:t>
      </w:r>
      <w:r w:rsidRPr="00484E8F">
        <w:rPr>
          <w:b/>
          <w:bCs/>
        </w:rPr>
        <w:t xml:space="preserve">– CID 4156 – Revised – </w:t>
      </w:r>
      <w:r w:rsidRPr="00CF72FB">
        <w:rPr>
          <w:b/>
          <w:bCs/>
          <w:color w:val="FF0000"/>
        </w:rPr>
        <w:t>Motion Fail</w:t>
      </w:r>
      <w:r w:rsidR="00CF72FB">
        <w:rPr>
          <w:b/>
          <w:bCs/>
          <w:color w:val="FF0000"/>
        </w:rPr>
        <w:t>ed</w:t>
      </w:r>
    </w:p>
    <w:p w14:paraId="27AFE554" w14:textId="67AAEF8A" w:rsidR="0058077C" w:rsidRPr="00484E8F" w:rsidRDefault="00025BEF" w:rsidP="008401AE">
      <w:pPr>
        <w:pStyle w:val="ListParagraph"/>
        <w:numPr>
          <w:ilvl w:val="1"/>
          <w:numId w:val="23"/>
        </w:numPr>
        <w:rPr>
          <w:b/>
          <w:bCs/>
        </w:rPr>
      </w:pPr>
      <w:hyperlink r:id="rId75" w:history="1">
        <w:r w:rsidR="008401AE" w:rsidRPr="00AD4757">
          <w:rPr>
            <w:rStyle w:val="Hyperlink"/>
          </w:rPr>
          <w:t>https://mentor.ieee.org/802.11/dcn/19/11-19-1562-09-000m-all-sta-crs-mcs-negotiation.docx</w:t>
        </w:r>
      </w:hyperlink>
    </w:p>
    <w:p w14:paraId="5767091B" w14:textId="67454D28" w:rsidR="000C44EB" w:rsidRPr="00680DA0" w:rsidRDefault="000C44EB" w:rsidP="008401AE">
      <w:pPr>
        <w:pStyle w:val="ListParagraph"/>
        <w:numPr>
          <w:ilvl w:val="0"/>
          <w:numId w:val="23"/>
        </w:numPr>
        <w:rPr>
          <w:b/>
          <w:bCs/>
        </w:rPr>
      </w:pPr>
      <w:r w:rsidRPr="00680DA0">
        <w:rPr>
          <w:b/>
          <w:bCs/>
          <w:color w:val="FF0000"/>
        </w:rPr>
        <w:t xml:space="preserve">Motion #207 </w:t>
      </w:r>
      <w:r w:rsidRPr="00680DA0">
        <w:rPr>
          <w:b/>
          <w:bCs/>
        </w:rPr>
        <w:t>– CID 4159</w:t>
      </w:r>
      <w:r>
        <w:rPr>
          <w:b/>
          <w:bCs/>
        </w:rPr>
        <w:t xml:space="preserve"> (MAC) -- </w:t>
      </w:r>
      <w:r w:rsidRPr="00CF72FB">
        <w:rPr>
          <w:b/>
          <w:bCs/>
          <w:color w:val="FF0000"/>
        </w:rPr>
        <w:t>Motion Fail</w:t>
      </w:r>
      <w:r w:rsidR="00CF72FB">
        <w:rPr>
          <w:b/>
          <w:bCs/>
          <w:color w:val="FF0000"/>
        </w:rPr>
        <w:t>ed</w:t>
      </w:r>
    </w:p>
    <w:p w14:paraId="3CCCE482" w14:textId="1748F6D9" w:rsidR="005C5B7E" w:rsidRPr="00484E8F" w:rsidRDefault="00025BEF" w:rsidP="008401AE">
      <w:pPr>
        <w:pStyle w:val="ListParagraph"/>
        <w:numPr>
          <w:ilvl w:val="1"/>
          <w:numId w:val="23"/>
        </w:numPr>
        <w:rPr>
          <w:b/>
          <w:bCs/>
        </w:rPr>
      </w:pPr>
      <w:hyperlink r:id="rId76" w:history="1">
        <w:r w:rsidR="008401AE" w:rsidRPr="00AD4757">
          <w:rPr>
            <w:rStyle w:val="Hyperlink"/>
          </w:rPr>
          <w:t>https://mentor.ieee.org/802.11/dcn/20/11-20-0516-11-000m-cr-mscs-and-cid4158.docx</w:t>
        </w:r>
      </w:hyperlink>
    </w:p>
    <w:p w14:paraId="5A5A1917" w14:textId="77777777" w:rsidR="000C44EB" w:rsidRDefault="000C44EB">
      <w:pPr>
        <w:rPr>
          <w:b/>
          <w:bCs/>
        </w:rPr>
      </w:pPr>
    </w:p>
    <w:p w14:paraId="4EFF86C2" w14:textId="77777777" w:rsidR="0053132D" w:rsidRPr="0053132D" w:rsidRDefault="0053132D">
      <w:pPr>
        <w:rPr>
          <w:b/>
          <w:bCs/>
        </w:rPr>
      </w:pPr>
    </w:p>
    <w:sectPr w:rsidR="0053132D" w:rsidRPr="0053132D">
      <w:headerReference w:type="default" r:id="rId77"/>
      <w:footerReference w:type="default" r:id="rId7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77EA5" w14:textId="77777777" w:rsidR="00E20482" w:rsidRDefault="00E20482">
      <w:r>
        <w:separator/>
      </w:r>
    </w:p>
  </w:endnote>
  <w:endnote w:type="continuationSeparator" w:id="0">
    <w:p w14:paraId="440CA0C4" w14:textId="77777777" w:rsidR="00E20482" w:rsidRDefault="00E20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BCBAC" w14:textId="7CD8680F" w:rsidR="0029020B" w:rsidRDefault="00025BEF">
    <w:pPr>
      <w:pStyle w:val="Footer"/>
      <w:tabs>
        <w:tab w:val="clear" w:pos="6480"/>
        <w:tab w:val="center" w:pos="4680"/>
        <w:tab w:val="right" w:pos="9360"/>
      </w:tabs>
    </w:pPr>
    <w:r>
      <w:fldChar w:fldCharType="begin"/>
    </w:r>
    <w:r>
      <w:instrText xml:space="preserve"> SUBJECT  \* MERGEFORMAT </w:instrText>
    </w:r>
    <w:r>
      <w:fldChar w:fldCharType="separate"/>
    </w:r>
    <w:r w:rsidR="00A73BD5">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A73BD5">
      <w:t>Jon Rosdahl, Qualcomm</w:t>
    </w:r>
    <w:r>
      <w:fldChar w:fldCharType="end"/>
    </w:r>
  </w:p>
  <w:p w14:paraId="79A14AC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B2AEB" w14:textId="77777777" w:rsidR="00E20482" w:rsidRDefault="00E20482">
      <w:r>
        <w:separator/>
      </w:r>
    </w:p>
  </w:footnote>
  <w:footnote w:type="continuationSeparator" w:id="0">
    <w:p w14:paraId="30A8ED00" w14:textId="77777777" w:rsidR="00E20482" w:rsidRDefault="00E20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1FC76" w14:textId="7B173FA2" w:rsidR="0029020B" w:rsidRDefault="00025BEF">
    <w:pPr>
      <w:pStyle w:val="Header"/>
      <w:tabs>
        <w:tab w:val="clear" w:pos="6480"/>
        <w:tab w:val="center" w:pos="4680"/>
        <w:tab w:val="right" w:pos="9360"/>
      </w:tabs>
    </w:pPr>
    <w:r>
      <w:fldChar w:fldCharType="begin"/>
    </w:r>
    <w:r>
      <w:instrText xml:space="preserve"> KEYWORDS  \* MERGEFORMAT </w:instrText>
    </w:r>
    <w:r>
      <w:fldChar w:fldCharType="separate"/>
    </w:r>
    <w:r w:rsidR="00A73BD5">
      <w:t>June 2020</w:t>
    </w:r>
    <w:r>
      <w:fldChar w:fldCharType="end"/>
    </w:r>
    <w:r w:rsidR="0029020B">
      <w:tab/>
    </w:r>
    <w:r w:rsidR="0029020B">
      <w:tab/>
    </w:r>
    <w:r>
      <w:fldChar w:fldCharType="begin"/>
    </w:r>
    <w:r>
      <w:instrText xml:space="preserve"> TITLE  \* MERGEFORMAT </w:instrText>
    </w:r>
    <w:r>
      <w:fldChar w:fldCharType="separate"/>
    </w:r>
    <w:r w:rsidR="00BB3545">
      <w:t>doc.: IEEE 802.11-20/0915r2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B5B32"/>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63C4B11"/>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70028B0"/>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1AB7F95"/>
    <w:multiLevelType w:val="hybridMultilevel"/>
    <w:tmpl w:val="71D8FF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21916FF7"/>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6A41B7E"/>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AE00011"/>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32EF2BF8"/>
    <w:multiLevelType w:val="hybridMultilevel"/>
    <w:tmpl w:val="269692B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34530F07"/>
    <w:multiLevelType w:val="multilevel"/>
    <w:tmpl w:val="CEFC29E2"/>
    <w:lvl w:ilvl="0">
      <w:start w:val="1"/>
      <w:numFmt w:val="lowerLetter"/>
      <w:lvlText w:val="%1)"/>
      <w:lvlJc w:val="left"/>
      <w:pPr>
        <w:tabs>
          <w:tab w:val="num" w:pos="3240"/>
        </w:tabs>
        <w:ind w:left="3240" w:hanging="360"/>
      </w:pPr>
      <w:rPr>
        <w:rFonts w:hint="default"/>
      </w:rPr>
    </w:lvl>
    <w:lvl w:ilvl="1">
      <w:start w:val="1"/>
      <w:numFmt w:val="lowerRoman"/>
      <w:lvlText w:val="%2."/>
      <w:lvlJc w:val="right"/>
      <w:pPr>
        <w:tabs>
          <w:tab w:val="num" w:pos="3960"/>
        </w:tabs>
        <w:ind w:left="3960" w:hanging="360"/>
      </w:pPr>
      <w:rPr>
        <w:rFonts w:hint="default"/>
      </w:rPr>
    </w:lvl>
    <w:lvl w:ilvl="2">
      <w:start w:val="1"/>
      <w:numFmt w:val="lowerLetter"/>
      <w:lvlText w:val="%3."/>
      <w:lvlJc w:val="left"/>
      <w:pPr>
        <w:tabs>
          <w:tab w:val="num" w:pos="4680"/>
        </w:tabs>
        <w:ind w:left="4680" w:hanging="360"/>
      </w:pPr>
      <w:rPr>
        <w:rFonts w:hint="default"/>
      </w:r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rPr>
        <w:rFonts w:hint="default"/>
      </w:rPr>
    </w:lvl>
    <w:lvl w:ilvl="5">
      <w:start w:val="1"/>
      <w:numFmt w:val="lowerLetter"/>
      <w:lvlText w:val="%6."/>
      <w:lvlJc w:val="left"/>
      <w:pPr>
        <w:tabs>
          <w:tab w:val="num" w:pos="6840"/>
        </w:tabs>
        <w:ind w:left="6840" w:hanging="360"/>
      </w:pPr>
      <w:rPr>
        <w:rFonts w:hint="default"/>
      </w:rPr>
    </w:lvl>
    <w:lvl w:ilvl="6">
      <w:start w:val="1"/>
      <w:numFmt w:val="lowerLetter"/>
      <w:lvlText w:val="%7."/>
      <w:lvlJc w:val="left"/>
      <w:pPr>
        <w:tabs>
          <w:tab w:val="num" w:pos="7560"/>
        </w:tabs>
        <w:ind w:left="7560" w:hanging="360"/>
      </w:pPr>
      <w:rPr>
        <w:rFonts w:hint="default"/>
      </w:rPr>
    </w:lvl>
    <w:lvl w:ilvl="7">
      <w:start w:val="1"/>
      <w:numFmt w:val="lowerLetter"/>
      <w:lvlText w:val="%8."/>
      <w:lvlJc w:val="left"/>
      <w:pPr>
        <w:tabs>
          <w:tab w:val="num" w:pos="8280"/>
        </w:tabs>
        <w:ind w:left="8280" w:hanging="360"/>
      </w:pPr>
      <w:rPr>
        <w:rFonts w:hint="default"/>
      </w:rPr>
    </w:lvl>
    <w:lvl w:ilvl="8">
      <w:start w:val="1"/>
      <w:numFmt w:val="lowerLetter"/>
      <w:lvlText w:val="%9."/>
      <w:lvlJc w:val="left"/>
      <w:pPr>
        <w:tabs>
          <w:tab w:val="num" w:pos="9000"/>
        </w:tabs>
        <w:ind w:left="9000" w:hanging="360"/>
      </w:pPr>
      <w:rPr>
        <w:rFonts w:hint="default"/>
      </w:rPr>
    </w:lvl>
  </w:abstractNum>
  <w:abstractNum w:abstractNumId="11" w15:restartNumberingAfterBreak="0">
    <w:nsid w:val="35F23236"/>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F41C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0866412"/>
    <w:multiLevelType w:val="hybridMultilevel"/>
    <w:tmpl w:val="9DAA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935DD5"/>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57371CE3"/>
    <w:multiLevelType w:val="hybridMultilevel"/>
    <w:tmpl w:val="BEB241CC"/>
    <w:lvl w:ilvl="0" w:tplc="B59831E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58935425"/>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B1B6CB0"/>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5F7005E1"/>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6DC33137"/>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4"/>
  </w:num>
  <w:num w:numId="2">
    <w:abstractNumId w:val="12"/>
  </w:num>
  <w:num w:numId="3">
    <w:abstractNumId w:val="14"/>
  </w:num>
  <w:num w:numId="4">
    <w:abstractNumId w:val="10"/>
  </w:num>
  <w:num w:numId="5">
    <w:abstractNumId w:val="18"/>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0"/>
  </w:num>
  <w:num w:numId="9">
    <w:abstractNumId w:val="17"/>
  </w:num>
  <w:num w:numId="10">
    <w:abstractNumId w:val="8"/>
  </w:num>
  <w:num w:numId="11">
    <w:abstractNumId w:val="9"/>
  </w:num>
  <w:num w:numId="12">
    <w:abstractNumId w:val="6"/>
  </w:num>
  <w:num w:numId="13">
    <w:abstractNumId w:val="22"/>
  </w:num>
  <w:num w:numId="14">
    <w:abstractNumId w:val="0"/>
  </w:num>
  <w:num w:numId="15">
    <w:abstractNumId w:val="21"/>
  </w:num>
  <w:num w:numId="16">
    <w:abstractNumId w:val="7"/>
  </w:num>
  <w:num w:numId="17">
    <w:abstractNumId w:val="16"/>
  </w:num>
  <w:num w:numId="18">
    <w:abstractNumId w:val="11"/>
  </w:num>
  <w:num w:numId="19">
    <w:abstractNumId w:val="5"/>
  </w:num>
  <w:num w:numId="20">
    <w:abstractNumId w:val="2"/>
  </w:num>
  <w:num w:numId="21">
    <w:abstractNumId w:val="1"/>
  </w:num>
  <w:num w:numId="22">
    <w:abstractNumId w:val="1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CA7"/>
    <w:rsid w:val="00010D82"/>
    <w:rsid w:val="00025BEF"/>
    <w:rsid w:val="00032CFE"/>
    <w:rsid w:val="00037D18"/>
    <w:rsid w:val="00051CA6"/>
    <w:rsid w:val="00052049"/>
    <w:rsid w:val="00055F10"/>
    <w:rsid w:val="00065765"/>
    <w:rsid w:val="000833D8"/>
    <w:rsid w:val="00084EF8"/>
    <w:rsid w:val="00096874"/>
    <w:rsid w:val="000A7459"/>
    <w:rsid w:val="000B1809"/>
    <w:rsid w:val="000B225E"/>
    <w:rsid w:val="000C44EB"/>
    <w:rsid w:val="000C7630"/>
    <w:rsid w:val="000D127B"/>
    <w:rsid w:val="000D2581"/>
    <w:rsid w:val="000D60AD"/>
    <w:rsid w:val="000F3EDF"/>
    <w:rsid w:val="000F487F"/>
    <w:rsid w:val="0011233C"/>
    <w:rsid w:val="00127A02"/>
    <w:rsid w:val="001302D8"/>
    <w:rsid w:val="001762F6"/>
    <w:rsid w:val="0018689E"/>
    <w:rsid w:val="001954AF"/>
    <w:rsid w:val="001C5FE7"/>
    <w:rsid w:val="001D35B8"/>
    <w:rsid w:val="001D723B"/>
    <w:rsid w:val="002243B1"/>
    <w:rsid w:val="00250192"/>
    <w:rsid w:val="00253769"/>
    <w:rsid w:val="00271CE0"/>
    <w:rsid w:val="00272039"/>
    <w:rsid w:val="0027260D"/>
    <w:rsid w:val="0029020B"/>
    <w:rsid w:val="00295167"/>
    <w:rsid w:val="002C6767"/>
    <w:rsid w:val="002D44BE"/>
    <w:rsid w:val="002E585F"/>
    <w:rsid w:val="002F6A8C"/>
    <w:rsid w:val="0031182C"/>
    <w:rsid w:val="00317A70"/>
    <w:rsid w:val="003316EF"/>
    <w:rsid w:val="00336B1A"/>
    <w:rsid w:val="0034521A"/>
    <w:rsid w:val="00350D6A"/>
    <w:rsid w:val="003761EB"/>
    <w:rsid w:val="00381A87"/>
    <w:rsid w:val="003A3A66"/>
    <w:rsid w:val="003B36FB"/>
    <w:rsid w:val="003C6D75"/>
    <w:rsid w:val="003D07AB"/>
    <w:rsid w:val="003E602B"/>
    <w:rsid w:val="003F21B0"/>
    <w:rsid w:val="003F6700"/>
    <w:rsid w:val="0040258B"/>
    <w:rsid w:val="004043D1"/>
    <w:rsid w:val="00406171"/>
    <w:rsid w:val="00416D1C"/>
    <w:rsid w:val="00426465"/>
    <w:rsid w:val="00432A0B"/>
    <w:rsid w:val="00442037"/>
    <w:rsid w:val="00471DBE"/>
    <w:rsid w:val="0048065F"/>
    <w:rsid w:val="00484E8F"/>
    <w:rsid w:val="004B064B"/>
    <w:rsid w:val="004D43D6"/>
    <w:rsid w:val="004D6267"/>
    <w:rsid w:val="004D6B9F"/>
    <w:rsid w:val="004E2D48"/>
    <w:rsid w:val="004E6476"/>
    <w:rsid w:val="004F1160"/>
    <w:rsid w:val="0053132D"/>
    <w:rsid w:val="00541496"/>
    <w:rsid w:val="00546409"/>
    <w:rsid w:val="00553ECC"/>
    <w:rsid w:val="00556DEC"/>
    <w:rsid w:val="00561004"/>
    <w:rsid w:val="0056410E"/>
    <w:rsid w:val="00573BD5"/>
    <w:rsid w:val="00576C90"/>
    <w:rsid w:val="0058077C"/>
    <w:rsid w:val="005925D8"/>
    <w:rsid w:val="005A0036"/>
    <w:rsid w:val="005C5B7E"/>
    <w:rsid w:val="005D2680"/>
    <w:rsid w:val="005D57D7"/>
    <w:rsid w:val="005E7149"/>
    <w:rsid w:val="005F3203"/>
    <w:rsid w:val="00623281"/>
    <w:rsid w:val="0062440B"/>
    <w:rsid w:val="00643E4D"/>
    <w:rsid w:val="00646DEE"/>
    <w:rsid w:val="00656BAF"/>
    <w:rsid w:val="00680DA0"/>
    <w:rsid w:val="0068570D"/>
    <w:rsid w:val="00687422"/>
    <w:rsid w:val="00690B7E"/>
    <w:rsid w:val="006A2F82"/>
    <w:rsid w:val="006A6F9D"/>
    <w:rsid w:val="006C0727"/>
    <w:rsid w:val="006C092A"/>
    <w:rsid w:val="006C1A15"/>
    <w:rsid w:val="006C685B"/>
    <w:rsid w:val="006D3AA3"/>
    <w:rsid w:val="006E145F"/>
    <w:rsid w:val="006F44A9"/>
    <w:rsid w:val="006F49F4"/>
    <w:rsid w:val="006F60B1"/>
    <w:rsid w:val="00750C15"/>
    <w:rsid w:val="00756AC8"/>
    <w:rsid w:val="007617D9"/>
    <w:rsid w:val="00763EC9"/>
    <w:rsid w:val="00770572"/>
    <w:rsid w:val="00791679"/>
    <w:rsid w:val="007C203C"/>
    <w:rsid w:val="00801B61"/>
    <w:rsid w:val="008109D3"/>
    <w:rsid w:val="00827F44"/>
    <w:rsid w:val="008401AE"/>
    <w:rsid w:val="00841254"/>
    <w:rsid w:val="00843D8E"/>
    <w:rsid w:val="0084418F"/>
    <w:rsid w:val="00846595"/>
    <w:rsid w:val="00846D5B"/>
    <w:rsid w:val="008C1F01"/>
    <w:rsid w:val="008C2D0D"/>
    <w:rsid w:val="008E5E50"/>
    <w:rsid w:val="00903C18"/>
    <w:rsid w:val="0091350B"/>
    <w:rsid w:val="00924D6A"/>
    <w:rsid w:val="00935B47"/>
    <w:rsid w:val="00952D69"/>
    <w:rsid w:val="00956D39"/>
    <w:rsid w:val="009A20A7"/>
    <w:rsid w:val="009B2417"/>
    <w:rsid w:val="009B5CA7"/>
    <w:rsid w:val="009C5475"/>
    <w:rsid w:val="009C5C19"/>
    <w:rsid w:val="009C7240"/>
    <w:rsid w:val="009E1992"/>
    <w:rsid w:val="009E2F42"/>
    <w:rsid w:val="009F2FBC"/>
    <w:rsid w:val="00A14B34"/>
    <w:rsid w:val="00A20681"/>
    <w:rsid w:val="00A72345"/>
    <w:rsid w:val="00A73BD5"/>
    <w:rsid w:val="00A76892"/>
    <w:rsid w:val="00A96252"/>
    <w:rsid w:val="00AA427C"/>
    <w:rsid w:val="00AD6F9D"/>
    <w:rsid w:val="00AF3CBA"/>
    <w:rsid w:val="00AF6C7E"/>
    <w:rsid w:val="00B059F5"/>
    <w:rsid w:val="00B1125E"/>
    <w:rsid w:val="00B3088B"/>
    <w:rsid w:val="00B34B18"/>
    <w:rsid w:val="00B44985"/>
    <w:rsid w:val="00B53C13"/>
    <w:rsid w:val="00B65E31"/>
    <w:rsid w:val="00B90CBA"/>
    <w:rsid w:val="00BB2EE3"/>
    <w:rsid w:val="00BB3545"/>
    <w:rsid w:val="00BB6519"/>
    <w:rsid w:val="00BC441A"/>
    <w:rsid w:val="00BD4B34"/>
    <w:rsid w:val="00BE68C2"/>
    <w:rsid w:val="00C03381"/>
    <w:rsid w:val="00C076FA"/>
    <w:rsid w:val="00C72943"/>
    <w:rsid w:val="00C933A2"/>
    <w:rsid w:val="00CA09B2"/>
    <w:rsid w:val="00CC4232"/>
    <w:rsid w:val="00CD536A"/>
    <w:rsid w:val="00CF4516"/>
    <w:rsid w:val="00CF72FB"/>
    <w:rsid w:val="00D02175"/>
    <w:rsid w:val="00D064C7"/>
    <w:rsid w:val="00D35CB5"/>
    <w:rsid w:val="00D63759"/>
    <w:rsid w:val="00D74419"/>
    <w:rsid w:val="00D74FE0"/>
    <w:rsid w:val="00D86C8A"/>
    <w:rsid w:val="00DA0395"/>
    <w:rsid w:val="00DC5A7B"/>
    <w:rsid w:val="00DE51B5"/>
    <w:rsid w:val="00DF1472"/>
    <w:rsid w:val="00E20482"/>
    <w:rsid w:val="00E37749"/>
    <w:rsid w:val="00E42018"/>
    <w:rsid w:val="00E51F32"/>
    <w:rsid w:val="00E53E1D"/>
    <w:rsid w:val="00E81614"/>
    <w:rsid w:val="00E8177F"/>
    <w:rsid w:val="00E81C27"/>
    <w:rsid w:val="00E922B3"/>
    <w:rsid w:val="00E93E81"/>
    <w:rsid w:val="00EA00C4"/>
    <w:rsid w:val="00EB23CA"/>
    <w:rsid w:val="00EB34CC"/>
    <w:rsid w:val="00ED0207"/>
    <w:rsid w:val="00ED34F4"/>
    <w:rsid w:val="00EE6E7F"/>
    <w:rsid w:val="00F04D56"/>
    <w:rsid w:val="00F34D93"/>
    <w:rsid w:val="00F357E2"/>
    <w:rsid w:val="00F36834"/>
    <w:rsid w:val="00F505B2"/>
    <w:rsid w:val="00F62D79"/>
    <w:rsid w:val="00F7468C"/>
    <w:rsid w:val="00F84B72"/>
    <w:rsid w:val="00F917BB"/>
    <w:rsid w:val="00FA5417"/>
    <w:rsid w:val="00FC7F93"/>
    <w:rsid w:val="00FD085D"/>
    <w:rsid w:val="00FD7491"/>
    <w:rsid w:val="00FE237F"/>
    <w:rsid w:val="00FE4D43"/>
    <w:rsid w:val="00FF3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62CB05"/>
  <w15:chartTrackingRefBased/>
  <w15:docId w15:val="{52478116-4C96-4896-9C39-4C32D577C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50192"/>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9B5CA7"/>
  </w:style>
  <w:style w:type="paragraph" w:customStyle="1" w:styleId="m-4890597653018465012gmail-msolistparagraph">
    <w:name w:val="m_-4890597653018465012gmail-msolistparagraph"/>
    <w:basedOn w:val="Normal"/>
    <w:rsid w:val="009B5CA7"/>
    <w:pPr>
      <w:spacing w:before="100" w:beforeAutospacing="1" w:after="100" w:afterAutospacing="1"/>
    </w:pPr>
    <w:rPr>
      <w:sz w:val="24"/>
      <w:szCs w:val="24"/>
      <w:lang w:eastAsia="en-GB"/>
    </w:rPr>
  </w:style>
  <w:style w:type="paragraph" w:styleId="ListParagraph">
    <w:name w:val="List Paragraph"/>
    <w:basedOn w:val="Normal"/>
    <w:uiPriority w:val="34"/>
    <w:qFormat/>
    <w:rsid w:val="009B5CA7"/>
    <w:pPr>
      <w:ind w:left="720"/>
      <w:contextualSpacing/>
    </w:pPr>
  </w:style>
  <w:style w:type="character" w:styleId="UnresolvedMention">
    <w:name w:val="Unresolved Mention"/>
    <w:basedOn w:val="DefaultParagraphFont"/>
    <w:uiPriority w:val="99"/>
    <w:semiHidden/>
    <w:unhideWhenUsed/>
    <w:rsid w:val="009B5CA7"/>
    <w:rPr>
      <w:color w:val="605E5C"/>
      <w:shd w:val="clear" w:color="auto" w:fill="E1DFDD"/>
    </w:rPr>
  </w:style>
  <w:style w:type="character" w:customStyle="1" w:styleId="highlight">
    <w:name w:val="highlight"/>
    <w:rsid w:val="008C1F01"/>
  </w:style>
  <w:style w:type="paragraph" w:customStyle="1" w:styleId="gmail-msolistparagraph">
    <w:name w:val="gmail-msolistparagraph"/>
    <w:basedOn w:val="Normal"/>
    <w:rsid w:val="00B53C13"/>
    <w:pPr>
      <w:spacing w:before="100" w:beforeAutospacing="1" w:after="100" w:afterAutospacing="1"/>
    </w:pPr>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28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308-00-000m-2020-march-tgmd-agenda.pptx" TargetMode="External"/><Relationship Id="rId18" Type="http://schemas.openxmlformats.org/officeDocument/2006/relationships/hyperlink" Target="https://mentor.ieee.org/802.11/dcn/20/11-20-0535-25-000m-2020-april-july-teleconference-agendas.docx" TargetMode="External"/><Relationship Id="rId26" Type="http://schemas.openxmlformats.org/officeDocument/2006/relationships/hyperlink" Target="https://mentor.ieee.org/802.11/dcn/20/11-20-0010-08-000m-revmd-sa1-comments-for-editor-ad-hoc.xls" TargetMode="External"/><Relationship Id="rId39" Type="http://schemas.openxmlformats.org/officeDocument/2006/relationships/hyperlink" Target="https://mentor.ieee.org/802.11/dcn/20/11-20-0145-13-000m-sb1-revmd-phy-sec-comments.xlsx" TargetMode="External"/><Relationship Id="rId21" Type="http://schemas.openxmlformats.org/officeDocument/2006/relationships/hyperlink" Target="https://mentor.ieee.org/802.11/dcn/20/11-20-0765-02-000m-telecon-minutes-for-revmd-crc-may-13-15-2020.docx" TargetMode="External"/><Relationship Id="rId34" Type="http://schemas.openxmlformats.org/officeDocument/2006/relationships/hyperlink" Target="https://mentor.ieee.org/802.11/dcn/20/11-20-0893-01-000m-telecon-minutes-for-revmd-crc-june-10-12-2020.docx" TargetMode="External"/><Relationship Id="rId42" Type="http://schemas.openxmlformats.org/officeDocument/2006/relationships/hyperlink" Target="https://mentor.ieee.org/802.11/dcn/20/11-20-0725-01-000m-random-sae-comments.docx" TargetMode="External"/><Relationship Id="rId47" Type="http://schemas.openxmlformats.org/officeDocument/2006/relationships/hyperlink" Target="https://mentor.ieee.org/802.11/dcn/20/11-20-0893-01-000m-telecon-minutes-for-revmd-crc-june-10-12-2020.docx" TargetMode="External"/><Relationship Id="rId50" Type="http://schemas.openxmlformats.org/officeDocument/2006/relationships/hyperlink" Target="https://mentor.ieee.org/802.11/dcn/20/11-20-0145-13-000m-sb1-revmd-phy-sec-comments.xlsx" TargetMode="External"/><Relationship Id="rId55" Type="http://schemas.openxmlformats.org/officeDocument/2006/relationships/hyperlink" Target="https://mentor.ieee.org/802.11/dcn/20/11-20-0308-00-000m-2020-march-tgmd-agenda.pptx" TargetMode="External"/><Relationship Id="rId63" Type="http://schemas.openxmlformats.org/officeDocument/2006/relationships/hyperlink" Target="https://mentor.ieee.org/802.11/dcn/20/11-20-0858-02-000m-telecon-minutes-for-revmd-crc-june-3-5-2020.docx" TargetMode="External"/><Relationship Id="rId68" Type="http://schemas.openxmlformats.org/officeDocument/2006/relationships/hyperlink" Target="https://mentor.ieee.org/802.11/dcn/20/11-20-0147-11-000m-sb1-revmd-gen-comments.xls" TargetMode="External"/><Relationship Id="rId76" Type="http://schemas.openxmlformats.org/officeDocument/2006/relationships/hyperlink" Target="https://mentor.ieee.org/802.11/dcn/20/11-20-0516-11-000m-cr-mscs-and-cid4158.docx" TargetMode="External"/><Relationship Id="rId7" Type="http://schemas.openxmlformats.org/officeDocument/2006/relationships/webSettings" Target="webSettings.xml"/><Relationship Id="rId71" Type="http://schemas.openxmlformats.org/officeDocument/2006/relationships/hyperlink" Target="https://mentor.ieee.org/802.11/dcn/20/11-20-0332-04-000m-rsnxe-interoperability-issue.docx" TargetMode="External"/><Relationship Id="rId2" Type="http://schemas.openxmlformats.org/officeDocument/2006/relationships/customXml" Target="../customXml/item2.xml"/><Relationship Id="rId16" Type="http://schemas.openxmlformats.org/officeDocument/2006/relationships/hyperlink" Target="https://mentor.ieee.org/802.11/dcn/20/11-20-0338-08-000m-revmd-initial-sa-comments-assigned-to-hamilton.docx" TargetMode="External"/><Relationship Id="rId29" Type="http://schemas.openxmlformats.org/officeDocument/2006/relationships/hyperlink" Target="https://mentor.ieee.org/802.11/dcn/20/11-20-0147-11-000m-sb1-revmd-gen-comments.xls" TargetMode="External"/><Relationship Id="rId11" Type="http://schemas.openxmlformats.org/officeDocument/2006/relationships/hyperlink" Target="https://mentor.ieee.org/802.11/dcn/20/11-20-0535-24-000m-2020-april-july-teleconference-agendas.docx" TargetMode="External"/><Relationship Id="rId24" Type="http://schemas.openxmlformats.org/officeDocument/2006/relationships/hyperlink" Target="https://mentor.ieee.org/802.11/dcn/20/11-20-0858-02-000m-telecon-minutes-for-revmd-crc-june-3-5-2020.docx" TargetMode="External"/><Relationship Id="rId32" Type="http://schemas.openxmlformats.org/officeDocument/2006/relationships/hyperlink" Target="https://mentor.ieee.org/802.11/dcn/20/11-20-0890-01-000m-sae-h2e-capability-indication.docx" TargetMode="External"/><Relationship Id="rId37" Type="http://schemas.openxmlformats.org/officeDocument/2006/relationships/hyperlink" Target="https://mentor.ieee.org/802.11/dcn/20/11-20-0320-00-000m-resolution-for-cid-4695.docx" TargetMode="External"/><Relationship Id="rId40" Type="http://schemas.openxmlformats.org/officeDocument/2006/relationships/hyperlink" Target="https://mentor.ieee.org/802.11/dcn/17/11-17-0927-60-000m-revmd-mac-comments.xls" TargetMode="External"/><Relationship Id="rId45" Type="http://schemas.openxmlformats.org/officeDocument/2006/relationships/hyperlink" Target="https://mentor.ieee.org/802.11/dcn/20/11-20-0890-01-000m-sae-h2e-capability-indication.docx" TargetMode="External"/><Relationship Id="rId53" Type="http://schemas.openxmlformats.org/officeDocument/2006/relationships/hyperlink" Target="https://mentor.ieee.org/802.11/dcn/20/11-20-0145-13-000m-sb1-revmd-phy-sec-comments.xlsx" TargetMode="External"/><Relationship Id="rId58" Type="http://schemas.openxmlformats.org/officeDocument/2006/relationships/hyperlink" Target="https://mentor.ieee.org/802.11/dcn/20/11-20-0535-25-000m-2020-april-july-teleconference-agendas.docx" TargetMode="External"/><Relationship Id="rId66" Type="http://schemas.openxmlformats.org/officeDocument/2006/relationships/hyperlink" Target="https://mentor.ieee.org/802.11/dcn/20/11-20-0145-13-000m-sb1-revmd-phy-sec-comments.xlsx" TargetMode="External"/><Relationship Id="rId74" Type="http://schemas.openxmlformats.org/officeDocument/2006/relationships/hyperlink" Target="https://mentor.ieee.org/802.11/dcn/20/11-20-0893-01-000m-telecon-minutes-for-revmd-crc-june-10-12-2020.docx" TargetMode="External"/><Relationship Id="rId79"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mentor.ieee.org/802.11/dcn/20/11-20-0794-01-000m-telecon-minutes-for-revmd-crc-may-20-22-2020.docx" TargetMode="External"/><Relationship Id="rId10" Type="http://schemas.openxmlformats.org/officeDocument/2006/relationships/hyperlink" Target="mailto:mmontemurro@blackberry.com" TargetMode="External"/><Relationship Id="rId19" Type="http://schemas.openxmlformats.org/officeDocument/2006/relationships/hyperlink" Target="mailto:patcom@ieee.org" TargetMode="External"/><Relationship Id="rId31" Type="http://schemas.openxmlformats.org/officeDocument/2006/relationships/hyperlink" Target="https://mentor.ieee.org/802.11/dcn/20/11-20-0568-01-000m-remove-channel-14.docx" TargetMode="External"/><Relationship Id="rId44" Type="http://schemas.openxmlformats.org/officeDocument/2006/relationships/hyperlink" Target="https://mentor.ieee.org/802.11/dcn/20/11-20-0332-04-000m-rsnxe-interoperability-issue.docx" TargetMode="External"/><Relationship Id="rId52" Type="http://schemas.openxmlformats.org/officeDocument/2006/relationships/hyperlink" Target="https://mentor.ieee.org/802.11/dcn/20/11-20-0516-11-000m-cr-mscs-and-cid4158.docx" TargetMode="External"/><Relationship Id="rId60" Type="http://schemas.openxmlformats.org/officeDocument/2006/relationships/hyperlink" Target="https://mentor.ieee.org/802.11/dcn/20/11-20-0765-02-000m-telecon-minutes-for-revmd-crc-may-13-15-2020.docx" TargetMode="External"/><Relationship Id="rId65" Type="http://schemas.openxmlformats.org/officeDocument/2006/relationships/hyperlink" Target="https://mentor.ieee.org/802.11/dcn/20/11-20-0010-08-000m-revmd-sa1-comments-for-editor-ad-hoc.xls" TargetMode="External"/><Relationship Id="rId73" Type="http://schemas.openxmlformats.org/officeDocument/2006/relationships/hyperlink" Target="https://mentor.ieee.org/802.11/dcn/20/11-20-0543-03-000m-privacy-for-password-identifiers.docx" TargetMode="External"/><Relationship Id="rId78"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338-08-000m-revmd-initial-sa-comments-assigned-to-hamilton.docx" TargetMode="External"/><Relationship Id="rId22" Type="http://schemas.openxmlformats.org/officeDocument/2006/relationships/hyperlink" Target="https://mentor.ieee.org/802.11/dcn/20/11-20-0794-01-000m-telecon-minutes-for-revmd-crc-may-20-22-2020.docx" TargetMode="External"/><Relationship Id="rId27" Type="http://schemas.openxmlformats.org/officeDocument/2006/relationships/hyperlink" Target="https://mentor.ieee.org/802.11/dcn/20/11-20-0145-13-000m-sb1-revmd-phy-sec-comments.xlsx" TargetMode="External"/><Relationship Id="rId30" Type="http://schemas.openxmlformats.org/officeDocument/2006/relationships/hyperlink" Target="https://mentor.ieee.org/802.11/dcn/20/11-20-0725-01-000m-random-sae-comments.docx" TargetMode="External"/><Relationship Id="rId35" Type="http://schemas.openxmlformats.org/officeDocument/2006/relationships/hyperlink" Target="https://mentor.ieee.org/802.11/dcn/19/11-19-1562-09-000m-all-sta-crs-mcs-negotiation.docx" TargetMode="External"/><Relationship Id="rId43" Type="http://schemas.openxmlformats.org/officeDocument/2006/relationships/hyperlink" Target="https://mentor.ieee.org/802.11/dcn/20/11-20-0568-01-000m-remove-channel-14.docx" TargetMode="External"/><Relationship Id="rId48" Type="http://schemas.openxmlformats.org/officeDocument/2006/relationships/hyperlink" Target="https://mentor.ieee.org/802.11/dcn/19/11-19-1562-09-000m-all-sta-crs-mcs-negotiation.docx" TargetMode="External"/><Relationship Id="rId56" Type="http://schemas.openxmlformats.org/officeDocument/2006/relationships/hyperlink" Target="https://mentor.ieee.org/802.11/dcn/20/11-20-0338-08-000m-revmd-initial-sa-comments-assigned-to-hamilton.docx" TargetMode="External"/><Relationship Id="rId64" Type="http://schemas.openxmlformats.org/officeDocument/2006/relationships/hyperlink" Target="https://mentor.ieee.org/802.11/dcn/20/11-20-0893-01-000m-telecon-minutes-for-revmd-crc-june-10-12-2020.docx" TargetMode="External"/><Relationship Id="rId69" Type="http://schemas.openxmlformats.org/officeDocument/2006/relationships/hyperlink" Target="https://mentor.ieee.org/802.11/dcn/20/11-20-0725-01-000m-random-sae-comments.docx" TargetMode="External"/><Relationship Id="rId77"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mentor.ieee.org/802.11/dcn/20/11-20-0247-06-000m-initial-sb-proposed-resolutions-for-bp-comments.doc" TargetMode="External"/><Relationship Id="rId72" Type="http://schemas.openxmlformats.org/officeDocument/2006/relationships/hyperlink" Target="https://mentor.ieee.org/802.11/dcn/20/11-20-0890-01-000m-sae-h2e-capability-indication.docx"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patcom@ieee.org" TargetMode="External"/><Relationship Id="rId17" Type="http://schemas.openxmlformats.org/officeDocument/2006/relationships/hyperlink" Target="https://mentor.ieee.org/802.11/dcn/20/11-20-0147-11-000m-sb1-revmd-gen-comments.xls" TargetMode="External"/><Relationship Id="rId25" Type="http://schemas.openxmlformats.org/officeDocument/2006/relationships/hyperlink" Target="https://mentor.ieee.org/802.11/dcn/20/11-20-0893-01-000m-telecon-minutes-for-revmd-crc-june-10-12-2020.docx" TargetMode="External"/><Relationship Id="rId33" Type="http://schemas.openxmlformats.org/officeDocument/2006/relationships/hyperlink" Target="https://mentor.ieee.org/802.11/dcn/20/11-20-0543-03-000m-privacy-for-password-identifiers.docx" TargetMode="External"/><Relationship Id="rId38" Type="http://schemas.openxmlformats.org/officeDocument/2006/relationships/hyperlink" Target="https://mentor.ieee.org/802.11/dcn/20/11-20-0010-08-000m-revmd-sa1-comments-for-editor-ad-hoc.xls" TargetMode="External"/><Relationship Id="rId46" Type="http://schemas.openxmlformats.org/officeDocument/2006/relationships/hyperlink" Target="https://mentor.ieee.org/802.11/dcn/20/11-20-0543-03-000m-privacy-for-password-identifiers.docx" TargetMode="External"/><Relationship Id="rId59" Type="http://schemas.openxmlformats.org/officeDocument/2006/relationships/hyperlink" Target="https://mentor.ieee.org/802.11/dcn/20/11-20-0308-00-000m-2020-march-tgmd-agenda.pptx" TargetMode="External"/><Relationship Id="rId67" Type="http://schemas.openxmlformats.org/officeDocument/2006/relationships/hyperlink" Target="https://mentor.ieee.org/802.11/dcn/17/11-17-0927-60-000m-revmd-mac-comments.xls" TargetMode="External"/><Relationship Id="rId20" Type="http://schemas.openxmlformats.org/officeDocument/2006/relationships/hyperlink" Target="https://mentor.ieee.org/802.11/dcn/20/11-20-0308-00-000m-2020-march-tgmd-agenda.pptx" TargetMode="External"/><Relationship Id="rId41" Type="http://schemas.openxmlformats.org/officeDocument/2006/relationships/hyperlink" Target="https://mentor.ieee.org/802.11/dcn/20/11-20-0147-11-000m-sb1-revmd-gen-comments.xls" TargetMode="External"/><Relationship Id="rId54" Type="http://schemas.openxmlformats.org/officeDocument/2006/relationships/hyperlink" Target="https://mentor.ieee.org/802.11/dcn/20/11-20-0535-24-000m-2020-april-july-teleconference-agendas.docx" TargetMode="External"/><Relationship Id="rId62" Type="http://schemas.openxmlformats.org/officeDocument/2006/relationships/hyperlink" Target="https://mentor.ieee.org/802.11/dcn/20/11-20-0830-01-000m-telecon-minutes-for-revmd-crc-may-27-29-2020.docx" TargetMode="External"/><Relationship Id="rId70" Type="http://schemas.openxmlformats.org/officeDocument/2006/relationships/hyperlink" Target="https://mentor.ieee.org/802.11/dcn/20/11-20-0568-01-000m-remove-channel-14.docx" TargetMode="External"/><Relationship Id="rId75" Type="http://schemas.openxmlformats.org/officeDocument/2006/relationships/hyperlink" Target="https://mentor.ieee.org/802.11/dcn/19/11-19-1562-09-000m-all-sta-crs-mcs-negotiation.doc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20/11-20-0147-11-000m-sb1-revmd-gen-comments.xls" TargetMode="External"/><Relationship Id="rId23" Type="http://schemas.openxmlformats.org/officeDocument/2006/relationships/hyperlink" Target="https://mentor.ieee.org/802.11/dcn/20/11-20-0830-01-000m-telecon-minutes-for-revmd-crc-may-27-29-2020.docx" TargetMode="External"/><Relationship Id="rId28" Type="http://schemas.openxmlformats.org/officeDocument/2006/relationships/hyperlink" Target="https://mentor.ieee.org/802.11/dcn/17/11-17-0927-60-000m-revmd-mac-comments.xls" TargetMode="External"/><Relationship Id="rId36" Type="http://schemas.openxmlformats.org/officeDocument/2006/relationships/hyperlink" Target="https://mentor.ieee.org/802.11/dcn/20/11-20-0891-01-000m-d3-0-phy-cr-part-2.docx" TargetMode="External"/><Relationship Id="rId49" Type="http://schemas.openxmlformats.org/officeDocument/2006/relationships/hyperlink" Target="https://mentor.ieee.org/802.11/dcn/20/11-20-0145-13-000m-sb1-revmd-phy-sec-comments.xlsx" TargetMode="External"/><Relationship Id="rId57" Type="http://schemas.openxmlformats.org/officeDocument/2006/relationships/hyperlink" Target="https://mentor.ieee.org/802.11/dcn/20/11-20-0147-11-000m-sb1-revmd-gen-comments.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2A8A74-65D6-45BE-82F9-E5B072883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DD84F0-1105-475D-8F18-D37A307A55D8}">
  <ds:schemaRef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ba37140e-f4c5-4a6c-a9b4-20a691ce6c8a"/>
    <ds:schemaRef ds:uri="cc9c437c-ae0c-4066-8d90-a0f7de786127"/>
    <ds:schemaRef ds:uri="http://www.w3.org/XML/1998/namespace"/>
  </ds:schemaRefs>
</ds:datastoreItem>
</file>

<file path=customXml/itemProps3.xml><?xml version="1.0" encoding="utf-8"?>
<ds:datastoreItem xmlns:ds="http://schemas.openxmlformats.org/officeDocument/2006/customXml" ds:itemID="{F0F5FA35-A303-4A10-BBF4-654D7A1733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TotalTime>
  <Pages>17</Pages>
  <Words>4917</Words>
  <Characters>36927</Characters>
  <Application>Microsoft Office Word</Application>
  <DocSecurity>0</DocSecurity>
  <Lines>307</Lines>
  <Paragraphs>83</Paragraphs>
  <ScaleCrop>false</ScaleCrop>
  <HeadingPairs>
    <vt:vector size="2" baseType="variant">
      <vt:variant>
        <vt:lpstr>Title</vt:lpstr>
      </vt:variant>
      <vt:variant>
        <vt:i4>1</vt:i4>
      </vt:variant>
    </vt:vector>
  </HeadingPairs>
  <TitlesOfParts>
    <vt:vector size="1" baseType="lpstr">
      <vt:lpstr>doc.: IEEE 802.11-20/0915r2</vt:lpstr>
    </vt:vector>
  </TitlesOfParts>
  <Company>Qualcomm Technology, Inc.</Company>
  <LinksUpToDate>false</LinksUpToDate>
  <CharactersWithSpaces>41761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802.11-20/0915r2</dc:title>
  <dc:subject>Minutes</dc:subject>
  <dc:creator>Jon Rosdahl</dc:creator>
  <cp:keywords>June 2020</cp:keywords>
  <dc:description>Jon Rosdahl, Qualcomm</dc:description>
  <cp:lastModifiedBy>Jon Rosdahl</cp:lastModifiedBy>
  <cp:revision>7</cp:revision>
  <cp:lastPrinted>1900-01-01T07:00:00Z</cp:lastPrinted>
  <dcterms:created xsi:type="dcterms:W3CDTF">2020-06-26T14:35:00Z</dcterms:created>
  <dcterms:modified xsi:type="dcterms:W3CDTF">2020-06-26T17:48:00Z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