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50B68E"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5"/>
        <w:gridCol w:w="1800"/>
        <w:gridCol w:w="2430"/>
        <w:gridCol w:w="1710"/>
        <w:gridCol w:w="2291"/>
      </w:tblGrid>
      <w:tr w:rsidR="00CA09B2" w14:paraId="0C61B984" w14:textId="77777777" w:rsidTr="00E00200">
        <w:tblPrEx>
          <w:tblCellMar>
            <w:top w:w="0" w:type="dxa"/>
            <w:bottom w:w="0" w:type="dxa"/>
          </w:tblCellMar>
        </w:tblPrEx>
        <w:trPr>
          <w:trHeight w:val="485"/>
          <w:jc w:val="center"/>
        </w:trPr>
        <w:tc>
          <w:tcPr>
            <w:tcW w:w="9576" w:type="dxa"/>
            <w:gridSpan w:val="5"/>
            <w:vAlign w:val="center"/>
          </w:tcPr>
          <w:p w14:paraId="08785BAD" w14:textId="622F086F" w:rsidR="00CA09B2" w:rsidRDefault="00D9040E">
            <w:pPr>
              <w:pStyle w:val="T2"/>
            </w:pPr>
            <w:r w:rsidRPr="00D9040E">
              <w:t xml:space="preserve">Telecon Minutes for </w:t>
            </w:r>
            <w:proofErr w:type="spellStart"/>
            <w:r w:rsidRPr="00D9040E">
              <w:t>REVmd</w:t>
            </w:r>
            <w:proofErr w:type="spellEnd"/>
            <w:r w:rsidRPr="00D9040E">
              <w:t xml:space="preserve"> CRC- April 15 and 17 2020</w:t>
            </w:r>
          </w:p>
        </w:tc>
      </w:tr>
      <w:tr w:rsidR="00CA09B2" w14:paraId="304CBD2C" w14:textId="77777777" w:rsidTr="00E00200">
        <w:tblPrEx>
          <w:tblCellMar>
            <w:top w:w="0" w:type="dxa"/>
            <w:bottom w:w="0" w:type="dxa"/>
          </w:tblCellMar>
        </w:tblPrEx>
        <w:trPr>
          <w:trHeight w:val="359"/>
          <w:jc w:val="center"/>
        </w:trPr>
        <w:tc>
          <w:tcPr>
            <w:tcW w:w="9576" w:type="dxa"/>
            <w:gridSpan w:val="5"/>
            <w:vAlign w:val="center"/>
          </w:tcPr>
          <w:p w14:paraId="1C16C33D" w14:textId="1DA2933F" w:rsidR="00CA09B2" w:rsidRDefault="00CA09B2">
            <w:pPr>
              <w:pStyle w:val="T2"/>
              <w:ind w:left="0"/>
              <w:rPr>
                <w:sz w:val="20"/>
              </w:rPr>
            </w:pPr>
            <w:r>
              <w:rPr>
                <w:sz w:val="20"/>
              </w:rPr>
              <w:t>Date:</w:t>
            </w:r>
            <w:r>
              <w:rPr>
                <w:b w:val="0"/>
                <w:sz w:val="20"/>
              </w:rPr>
              <w:t xml:space="preserve">  </w:t>
            </w:r>
            <w:r w:rsidR="00BE4738">
              <w:rPr>
                <w:b w:val="0"/>
                <w:sz w:val="20"/>
              </w:rPr>
              <w:t>2020-04-15</w:t>
            </w:r>
          </w:p>
        </w:tc>
      </w:tr>
      <w:tr w:rsidR="00CA09B2" w14:paraId="6AF140A4" w14:textId="77777777" w:rsidTr="00E00200">
        <w:tblPrEx>
          <w:tblCellMar>
            <w:top w:w="0" w:type="dxa"/>
            <w:bottom w:w="0" w:type="dxa"/>
          </w:tblCellMar>
        </w:tblPrEx>
        <w:trPr>
          <w:cantSplit/>
          <w:jc w:val="center"/>
        </w:trPr>
        <w:tc>
          <w:tcPr>
            <w:tcW w:w="9576" w:type="dxa"/>
            <w:gridSpan w:val="5"/>
            <w:vAlign w:val="center"/>
          </w:tcPr>
          <w:p w14:paraId="0B021BCD" w14:textId="77777777" w:rsidR="00CA09B2" w:rsidRDefault="00CA09B2">
            <w:pPr>
              <w:pStyle w:val="T2"/>
              <w:spacing w:after="0"/>
              <w:ind w:left="0" w:right="0"/>
              <w:jc w:val="left"/>
              <w:rPr>
                <w:sz w:val="20"/>
              </w:rPr>
            </w:pPr>
            <w:r>
              <w:rPr>
                <w:sz w:val="20"/>
              </w:rPr>
              <w:t>Author(s):</w:t>
            </w:r>
          </w:p>
        </w:tc>
      </w:tr>
      <w:tr w:rsidR="00CA09B2" w14:paraId="78F0F473" w14:textId="77777777" w:rsidTr="00D11701">
        <w:tblPrEx>
          <w:tblCellMar>
            <w:top w:w="0" w:type="dxa"/>
            <w:bottom w:w="0" w:type="dxa"/>
          </w:tblCellMar>
        </w:tblPrEx>
        <w:trPr>
          <w:jc w:val="center"/>
        </w:trPr>
        <w:tc>
          <w:tcPr>
            <w:tcW w:w="1345" w:type="dxa"/>
            <w:vAlign w:val="center"/>
          </w:tcPr>
          <w:p w14:paraId="4449C41F" w14:textId="77777777" w:rsidR="00CA09B2" w:rsidRDefault="00CA09B2" w:rsidP="00182E62">
            <w:pPr>
              <w:pStyle w:val="T2"/>
              <w:spacing w:after="0"/>
              <w:ind w:left="0" w:right="0"/>
              <w:rPr>
                <w:sz w:val="20"/>
              </w:rPr>
            </w:pPr>
            <w:r>
              <w:rPr>
                <w:sz w:val="20"/>
              </w:rPr>
              <w:t>Name</w:t>
            </w:r>
          </w:p>
        </w:tc>
        <w:tc>
          <w:tcPr>
            <w:tcW w:w="1800" w:type="dxa"/>
            <w:vAlign w:val="center"/>
          </w:tcPr>
          <w:p w14:paraId="5CF5AC81" w14:textId="77777777" w:rsidR="00CA09B2" w:rsidRDefault="0062440B" w:rsidP="00182E62">
            <w:pPr>
              <w:pStyle w:val="T2"/>
              <w:spacing w:after="0"/>
              <w:ind w:left="0" w:right="0"/>
              <w:rPr>
                <w:sz w:val="20"/>
              </w:rPr>
            </w:pPr>
            <w:r>
              <w:rPr>
                <w:sz w:val="20"/>
              </w:rPr>
              <w:t>Affiliation</w:t>
            </w:r>
          </w:p>
        </w:tc>
        <w:tc>
          <w:tcPr>
            <w:tcW w:w="2430" w:type="dxa"/>
            <w:vAlign w:val="center"/>
          </w:tcPr>
          <w:p w14:paraId="57E7C97F" w14:textId="77777777" w:rsidR="00CA09B2" w:rsidRDefault="00CA09B2" w:rsidP="00182E62">
            <w:pPr>
              <w:pStyle w:val="T2"/>
              <w:spacing w:after="0"/>
              <w:ind w:left="0" w:right="0"/>
              <w:rPr>
                <w:sz w:val="20"/>
              </w:rPr>
            </w:pPr>
            <w:r>
              <w:rPr>
                <w:sz w:val="20"/>
              </w:rPr>
              <w:t>Address</w:t>
            </w:r>
          </w:p>
        </w:tc>
        <w:tc>
          <w:tcPr>
            <w:tcW w:w="1710" w:type="dxa"/>
            <w:vAlign w:val="center"/>
          </w:tcPr>
          <w:p w14:paraId="7229F7E8" w14:textId="77777777" w:rsidR="00CA09B2" w:rsidRDefault="00CA09B2" w:rsidP="00182E62">
            <w:pPr>
              <w:pStyle w:val="T2"/>
              <w:spacing w:after="0"/>
              <w:ind w:left="0" w:right="0"/>
              <w:rPr>
                <w:sz w:val="20"/>
              </w:rPr>
            </w:pPr>
            <w:r>
              <w:rPr>
                <w:sz w:val="20"/>
              </w:rPr>
              <w:t>Phone</w:t>
            </w:r>
          </w:p>
        </w:tc>
        <w:tc>
          <w:tcPr>
            <w:tcW w:w="2291" w:type="dxa"/>
            <w:vAlign w:val="center"/>
          </w:tcPr>
          <w:p w14:paraId="4F187944" w14:textId="77777777" w:rsidR="00CA09B2" w:rsidRDefault="00CA09B2" w:rsidP="00182E62">
            <w:pPr>
              <w:pStyle w:val="T2"/>
              <w:spacing w:after="0"/>
              <w:ind w:left="0" w:right="0"/>
              <w:rPr>
                <w:sz w:val="20"/>
              </w:rPr>
            </w:pPr>
            <w:r>
              <w:rPr>
                <w:sz w:val="20"/>
              </w:rPr>
              <w:t>email</w:t>
            </w:r>
          </w:p>
        </w:tc>
      </w:tr>
      <w:tr w:rsidR="00CA09B2" w14:paraId="377684B3" w14:textId="77777777" w:rsidTr="00D11701">
        <w:tblPrEx>
          <w:tblCellMar>
            <w:top w:w="0" w:type="dxa"/>
            <w:bottom w:w="0" w:type="dxa"/>
          </w:tblCellMar>
        </w:tblPrEx>
        <w:trPr>
          <w:jc w:val="center"/>
        </w:trPr>
        <w:tc>
          <w:tcPr>
            <w:tcW w:w="1345" w:type="dxa"/>
            <w:vAlign w:val="center"/>
          </w:tcPr>
          <w:p w14:paraId="4EDEDC4F" w14:textId="42A443F4" w:rsidR="00CA09B2" w:rsidRDefault="00BE4738">
            <w:pPr>
              <w:pStyle w:val="T2"/>
              <w:spacing w:after="0"/>
              <w:ind w:left="0" w:right="0"/>
              <w:rPr>
                <w:b w:val="0"/>
                <w:sz w:val="20"/>
              </w:rPr>
            </w:pPr>
            <w:r>
              <w:rPr>
                <w:b w:val="0"/>
                <w:sz w:val="20"/>
              </w:rPr>
              <w:t>Jon Rosdahl</w:t>
            </w:r>
          </w:p>
        </w:tc>
        <w:tc>
          <w:tcPr>
            <w:tcW w:w="1800" w:type="dxa"/>
            <w:vAlign w:val="center"/>
          </w:tcPr>
          <w:p w14:paraId="56B69857" w14:textId="086DCEEF" w:rsidR="00CA09B2" w:rsidRDefault="00BE4738">
            <w:pPr>
              <w:pStyle w:val="T2"/>
              <w:spacing w:after="0"/>
              <w:ind w:left="0" w:right="0"/>
              <w:rPr>
                <w:b w:val="0"/>
                <w:sz w:val="20"/>
              </w:rPr>
            </w:pPr>
            <w:r>
              <w:rPr>
                <w:b w:val="0"/>
                <w:sz w:val="20"/>
              </w:rPr>
              <w:t>Qualcomm Technologies, Inc.</w:t>
            </w:r>
          </w:p>
        </w:tc>
        <w:tc>
          <w:tcPr>
            <w:tcW w:w="2430" w:type="dxa"/>
            <w:vAlign w:val="center"/>
          </w:tcPr>
          <w:p w14:paraId="6C6093BC" w14:textId="77777777" w:rsidR="00CA09B2" w:rsidRDefault="00BE4738">
            <w:pPr>
              <w:pStyle w:val="T2"/>
              <w:spacing w:after="0"/>
              <w:ind w:left="0" w:right="0"/>
              <w:rPr>
                <w:b w:val="0"/>
                <w:sz w:val="20"/>
              </w:rPr>
            </w:pPr>
            <w:r>
              <w:rPr>
                <w:b w:val="0"/>
                <w:sz w:val="20"/>
              </w:rPr>
              <w:t>10871 N 5750 W</w:t>
            </w:r>
          </w:p>
          <w:p w14:paraId="35FF330C" w14:textId="555ED69A" w:rsidR="00BE4738" w:rsidRDefault="00BE4738">
            <w:pPr>
              <w:pStyle w:val="T2"/>
              <w:spacing w:after="0"/>
              <w:ind w:left="0" w:right="0"/>
              <w:rPr>
                <w:b w:val="0"/>
                <w:sz w:val="20"/>
              </w:rPr>
            </w:pPr>
            <w:r>
              <w:rPr>
                <w:b w:val="0"/>
                <w:sz w:val="20"/>
              </w:rPr>
              <w:t>Highland, UT 84003</w:t>
            </w:r>
          </w:p>
        </w:tc>
        <w:tc>
          <w:tcPr>
            <w:tcW w:w="1710" w:type="dxa"/>
            <w:vAlign w:val="center"/>
          </w:tcPr>
          <w:p w14:paraId="1A562D5A" w14:textId="6B6E41C7" w:rsidR="00CA09B2" w:rsidRDefault="00BE4738">
            <w:pPr>
              <w:pStyle w:val="T2"/>
              <w:spacing w:after="0"/>
              <w:ind w:left="0" w:right="0"/>
              <w:rPr>
                <w:b w:val="0"/>
                <w:sz w:val="20"/>
              </w:rPr>
            </w:pPr>
            <w:r>
              <w:rPr>
                <w:b w:val="0"/>
                <w:sz w:val="20"/>
              </w:rPr>
              <w:t>+1-801-</w:t>
            </w:r>
            <w:r w:rsidR="002146A3">
              <w:rPr>
                <w:b w:val="0"/>
                <w:sz w:val="20"/>
              </w:rPr>
              <w:t>492-4023</w:t>
            </w:r>
          </w:p>
        </w:tc>
        <w:tc>
          <w:tcPr>
            <w:tcW w:w="2291" w:type="dxa"/>
            <w:vAlign w:val="center"/>
          </w:tcPr>
          <w:p w14:paraId="77168EF0" w14:textId="501D1FAC" w:rsidR="00CA09B2" w:rsidRDefault="002146A3">
            <w:pPr>
              <w:pStyle w:val="T2"/>
              <w:spacing w:after="0"/>
              <w:ind w:left="0" w:right="0"/>
              <w:rPr>
                <w:b w:val="0"/>
                <w:sz w:val="16"/>
              </w:rPr>
            </w:pPr>
            <w:proofErr w:type="spellStart"/>
            <w:r>
              <w:rPr>
                <w:b w:val="0"/>
                <w:sz w:val="16"/>
              </w:rPr>
              <w:t>jrosdahl</w:t>
            </w:r>
            <w:proofErr w:type="spellEnd"/>
            <w:r>
              <w:rPr>
                <w:b w:val="0"/>
                <w:sz w:val="16"/>
              </w:rPr>
              <w:t xml:space="preserve"> @ ieee.org</w:t>
            </w:r>
          </w:p>
        </w:tc>
      </w:tr>
      <w:tr w:rsidR="00D11701" w14:paraId="113B4801" w14:textId="77777777" w:rsidTr="00D11701">
        <w:tblPrEx>
          <w:tblCellMar>
            <w:top w:w="0" w:type="dxa"/>
            <w:bottom w:w="0" w:type="dxa"/>
          </w:tblCellMar>
        </w:tblPrEx>
        <w:trPr>
          <w:trHeight w:val="602"/>
          <w:jc w:val="center"/>
        </w:trPr>
        <w:tc>
          <w:tcPr>
            <w:tcW w:w="1345" w:type="dxa"/>
            <w:vAlign w:val="center"/>
          </w:tcPr>
          <w:p w14:paraId="58CD9613" w14:textId="72490CDF" w:rsidR="00D11701" w:rsidRDefault="00D11701" w:rsidP="00D11701">
            <w:pPr>
              <w:pStyle w:val="T2"/>
              <w:spacing w:after="0"/>
              <w:ind w:left="0" w:right="0"/>
              <w:rPr>
                <w:b w:val="0"/>
                <w:sz w:val="20"/>
              </w:rPr>
            </w:pPr>
            <w:r>
              <w:rPr>
                <w:b w:val="0"/>
                <w:sz w:val="20"/>
              </w:rPr>
              <w:t>Michael Montemurro</w:t>
            </w:r>
          </w:p>
        </w:tc>
        <w:tc>
          <w:tcPr>
            <w:tcW w:w="1800" w:type="dxa"/>
            <w:vAlign w:val="center"/>
          </w:tcPr>
          <w:p w14:paraId="620348F1" w14:textId="7997B6EB" w:rsidR="00D11701" w:rsidRDefault="00D11701" w:rsidP="00D11701">
            <w:pPr>
              <w:pStyle w:val="T2"/>
              <w:spacing w:after="0"/>
              <w:ind w:left="0" w:right="0"/>
              <w:rPr>
                <w:b w:val="0"/>
                <w:sz w:val="20"/>
              </w:rPr>
            </w:pPr>
            <w:r>
              <w:rPr>
                <w:b w:val="0"/>
                <w:sz w:val="20"/>
              </w:rPr>
              <w:t>BlackBerry</w:t>
            </w:r>
          </w:p>
        </w:tc>
        <w:tc>
          <w:tcPr>
            <w:tcW w:w="2430" w:type="dxa"/>
            <w:vAlign w:val="center"/>
          </w:tcPr>
          <w:p w14:paraId="331230ED" w14:textId="4C5145D7" w:rsidR="00D11701" w:rsidRDefault="00D11701" w:rsidP="00D11701">
            <w:pPr>
              <w:pStyle w:val="T2"/>
              <w:spacing w:after="0"/>
              <w:ind w:left="0" w:right="0"/>
              <w:rPr>
                <w:b w:val="0"/>
                <w:sz w:val="20"/>
              </w:rPr>
            </w:pPr>
            <w:r>
              <w:rPr>
                <w:b w:val="0"/>
                <w:sz w:val="20"/>
              </w:rPr>
              <w:t>4701 Tahoe Blvd, Mississauga, ON L4W 0B4</w:t>
            </w:r>
          </w:p>
        </w:tc>
        <w:tc>
          <w:tcPr>
            <w:tcW w:w="1710" w:type="dxa"/>
            <w:vAlign w:val="center"/>
          </w:tcPr>
          <w:p w14:paraId="5BEBB2BD" w14:textId="64F1154E" w:rsidR="00D11701" w:rsidRDefault="00D11701" w:rsidP="00D11701">
            <w:pPr>
              <w:pStyle w:val="T2"/>
              <w:spacing w:after="0"/>
              <w:ind w:left="0" w:right="0"/>
              <w:rPr>
                <w:b w:val="0"/>
                <w:sz w:val="20"/>
              </w:rPr>
            </w:pPr>
            <w:r>
              <w:rPr>
                <w:b w:val="0"/>
                <w:sz w:val="20"/>
              </w:rPr>
              <w:t>+1 289-261-4183</w:t>
            </w:r>
          </w:p>
        </w:tc>
        <w:tc>
          <w:tcPr>
            <w:tcW w:w="2291" w:type="dxa"/>
            <w:vAlign w:val="center"/>
          </w:tcPr>
          <w:p w14:paraId="7C34D0CD" w14:textId="0FCB4720" w:rsidR="00D11701" w:rsidRDefault="00D11701" w:rsidP="00D11701">
            <w:pPr>
              <w:pStyle w:val="T2"/>
              <w:spacing w:after="0"/>
              <w:ind w:left="0" w:right="0"/>
              <w:rPr>
                <w:b w:val="0"/>
                <w:sz w:val="16"/>
              </w:rPr>
            </w:pPr>
            <w:hyperlink r:id="rId10" w:history="1">
              <w:r w:rsidRPr="007E12F6">
                <w:rPr>
                  <w:rStyle w:val="Hyperlink"/>
                  <w:b w:val="0"/>
                  <w:sz w:val="16"/>
                  <w:szCs w:val="16"/>
                </w:rPr>
                <w:t>mmontemurro@blackberry.com</w:t>
              </w:r>
            </w:hyperlink>
            <w:r w:rsidRPr="007E12F6">
              <w:rPr>
                <w:b w:val="0"/>
                <w:sz w:val="16"/>
                <w:szCs w:val="16"/>
              </w:rPr>
              <w:t xml:space="preserve"> </w:t>
            </w:r>
          </w:p>
        </w:tc>
      </w:tr>
    </w:tbl>
    <w:p w14:paraId="2A4607D6" w14:textId="054B433E" w:rsidR="00CA09B2" w:rsidRDefault="00D9040E">
      <w:pPr>
        <w:pStyle w:val="T1"/>
        <w:spacing w:after="120"/>
        <w:rPr>
          <w:sz w:val="22"/>
        </w:rPr>
      </w:pPr>
      <w:r>
        <w:rPr>
          <w:noProof/>
        </w:rPr>
        <mc:AlternateContent>
          <mc:Choice Requires="wps">
            <w:drawing>
              <wp:anchor distT="0" distB="0" distL="114300" distR="114300" simplePos="0" relativeHeight="251657728" behindDoc="0" locked="0" layoutInCell="0" allowOverlap="1" wp14:anchorId="7DD0490A" wp14:editId="53FF5420">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6838D7" w14:textId="33E342BD" w:rsidR="0029020B" w:rsidRDefault="0029020B">
                            <w:pPr>
                              <w:pStyle w:val="T1"/>
                              <w:spacing w:after="120"/>
                            </w:pPr>
                            <w:r>
                              <w:t>Abstract</w:t>
                            </w:r>
                          </w:p>
                          <w:p w14:paraId="6717277E" w14:textId="77777777" w:rsidR="003F1455" w:rsidRDefault="003F1455" w:rsidP="00C13F30">
                            <w:pPr>
                              <w:jc w:val="both"/>
                            </w:pPr>
                          </w:p>
                          <w:p w14:paraId="5DCC49C6" w14:textId="511FD3F8" w:rsidR="00C13F30" w:rsidRDefault="003D2379" w:rsidP="00C13F30">
                            <w:pPr>
                              <w:jc w:val="both"/>
                            </w:pPr>
                            <w:r>
                              <w:t xml:space="preserve">Minutes for the </w:t>
                            </w:r>
                            <w:r w:rsidR="00C13F30">
                              <w:t xml:space="preserve">802.11md </w:t>
                            </w:r>
                            <w:proofErr w:type="spellStart"/>
                            <w:r w:rsidR="00C13F30">
                              <w:t>REVmd</w:t>
                            </w:r>
                            <w:proofErr w:type="spellEnd"/>
                            <w:r w:rsidR="00C13F30">
                              <w:t xml:space="preserve"> CRC teleconferences for April </w:t>
                            </w:r>
                            <w:r w:rsidR="003F1455">
                              <w:t>15</w:t>
                            </w:r>
                            <w:r w:rsidR="001E24AA">
                              <w:t xml:space="preserve"> and</w:t>
                            </w:r>
                            <w:r>
                              <w:t xml:space="preserve"> 17,</w:t>
                            </w:r>
                            <w:r w:rsidR="00C13F30">
                              <w:t xml:space="preserve"> 2020</w:t>
                            </w:r>
                            <w:r>
                              <w:t>.</w:t>
                            </w:r>
                          </w:p>
                          <w:p w14:paraId="4D13B4AD" w14:textId="70163ED0" w:rsidR="003D2379" w:rsidRDefault="003D2379" w:rsidP="00C13F30">
                            <w:pPr>
                              <w:jc w:val="both"/>
                            </w:pPr>
                            <w:r>
                              <w:t xml:space="preserve">R0: April 15 </w:t>
                            </w:r>
                            <w:proofErr w:type="spellStart"/>
                            <w:r>
                              <w:t>Miunutes</w:t>
                            </w:r>
                            <w:proofErr w:type="spellEnd"/>
                          </w:p>
                          <w:p w14:paraId="74C80E62" w14:textId="77777777" w:rsidR="002146A3" w:rsidRDefault="002146A3" w:rsidP="002146A3">
                            <w:pPr>
                              <w:pStyle w:val="T1"/>
                              <w:spacing w:after="120"/>
                              <w:jc w:val="lef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D0490A"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666838D7" w14:textId="33E342BD" w:rsidR="0029020B" w:rsidRDefault="0029020B">
                      <w:pPr>
                        <w:pStyle w:val="T1"/>
                        <w:spacing w:after="120"/>
                      </w:pPr>
                      <w:r>
                        <w:t>Abstract</w:t>
                      </w:r>
                    </w:p>
                    <w:p w14:paraId="6717277E" w14:textId="77777777" w:rsidR="003F1455" w:rsidRDefault="003F1455" w:rsidP="00C13F30">
                      <w:pPr>
                        <w:jc w:val="both"/>
                      </w:pPr>
                    </w:p>
                    <w:p w14:paraId="5DCC49C6" w14:textId="511FD3F8" w:rsidR="00C13F30" w:rsidRDefault="003D2379" w:rsidP="00C13F30">
                      <w:pPr>
                        <w:jc w:val="both"/>
                      </w:pPr>
                      <w:r>
                        <w:t xml:space="preserve">Minutes for the </w:t>
                      </w:r>
                      <w:r w:rsidR="00C13F30">
                        <w:t xml:space="preserve">802.11md </w:t>
                      </w:r>
                      <w:proofErr w:type="spellStart"/>
                      <w:r w:rsidR="00C13F30">
                        <w:t>REVmd</w:t>
                      </w:r>
                      <w:proofErr w:type="spellEnd"/>
                      <w:r w:rsidR="00C13F30">
                        <w:t xml:space="preserve"> CRC teleconferences for April </w:t>
                      </w:r>
                      <w:r w:rsidR="003F1455">
                        <w:t>15</w:t>
                      </w:r>
                      <w:r w:rsidR="001E24AA">
                        <w:t xml:space="preserve"> and</w:t>
                      </w:r>
                      <w:r>
                        <w:t xml:space="preserve"> 17,</w:t>
                      </w:r>
                      <w:r w:rsidR="00C13F30">
                        <w:t xml:space="preserve"> 2020</w:t>
                      </w:r>
                      <w:r>
                        <w:t>.</w:t>
                      </w:r>
                    </w:p>
                    <w:p w14:paraId="4D13B4AD" w14:textId="70163ED0" w:rsidR="003D2379" w:rsidRDefault="003D2379" w:rsidP="00C13F30">
                      <w:pPr>
                        <w:jc w:val="both"/>
                      </w:pPr>
                      <w:r>
                        <w:t xml:space="preserve">R0: April 15 </w:t>
                      </w:r>
                      <w:proofErr w:type="spellStart"/>
                      <w:r>
                        <w:t>Miunutes</w:t>
                      </w:r>
                      <w:proofErr w:type="spellEnd"/>
                    </w:p>
                    <w:p w14:paraId="74C80E62" w14:textId="77777777" w:rsidR="002146A3" w:rsidRDefault="002146A3" w:rsidP="002146A3">
                      <w:pPr>
                        <w:pStyle w:val="T1"/>
                        <w:spacing w:after="120"/>
                        <w:jc w:val="left"/>
                      </w:pPr>
                    </w:p>
                  </w:txbxContent>
                </v:textbox>
              </v:shape>
            </w:pict>
          </mc:Fallback>
        </mc:AlternateContent>
      </w:r>
    </w:p>
    <w:p w14:paraId="0E6E864B" w14:textId="3E36D562" w:rsidR="00CA09B2" w:rsidRDefault="00CA09B2" w:rsidP="00D11701">
      <w:r>
        <w:br w:type="page"/>
      </w:r>
    </w:p>
    <w:p w14:paraId="385BD8CE" w14:textId="7BDFC727" w:rsidR="008D7967" w:rsidRPr="00034557" w:rsidRDefault="008D7967" w:rsidP="008D7967">
      <w:pPr>
        <w:numPr>
          <w:ilvl w:val="0"/>
          <w:numId w:val="1"/>
        </w:numPr>
        <w:rPr>
          <w:b/>
          <w:bCs/>
          <w:szCs w:val="22"/>
          <w:lang w:val="en-US"/>
        </w:rPr>
      </w:pPr>
      <w:r w:rsidRPr="00034557">
        <w:rPr>
          <w:b/>
          <w:bCs/>
          <w:szCs w:val="22"/>
        </w:rPr>
        <w:lastRenderedPageBreak/>
        <w:t xml:space="preserve">IEEE 802.11md </w:t>
      </w:r>
      <w:proofErr w:type="spellStart"/>
      <w:r w:rsidRPr="00034557">
        <w:rPr>
          <w:b/>
          <w:bCs/>
          <w:szCs w:val="22"/>
        </w:rPr>
        <w:t>REVmd</w:t>
      </w:r>
      <w:proofErr w:type="spellEnd"/>
      <w:r w:rsidRPr="00034557">
        <w:rPr>
          <w:b/>
          <w:bCs/>
          <w:szCs w:val="22"/>
        </w:rPr>
        <w:t xml:space="preserve"> CRC Telecon Wednesday </w:t>
      </w:r>
      <w:r>
        <w:rPr>
          <w:b/>
          <w:bCs/>
          <w:szCs w:val="22"/>
        </w:rPr>
        <w:t>April 01</w:t>
      </w:r>
      <w:r w:rsidRPr="00034557">
        <w:rPr>
          <w:b/>
          <w:bCs/>
          <w:szCs w:val="22"/>
        </w:rPr>
        <w:t>, 2020 16:00-18:00 ET</w:t>
      </w:r>
    </w:p>
    <w:p w14:paraId="36992450" w14:textId="77777777" w:rsidR="008D7967" w:rsidRDefault="008D7967" w:rsidP="008D7967">
      <w:pPr>
        <w:numPr>
          <w:ilvl w:val="1"/>
          <w:numId w:val="1"/>
        </w:numPr>
      </w:pPr>
      <w:r w:rsidRPr="0064726C">
        <w:rPr>
          <w:b/>
          <w:bCs/>
        </w:rPr>
        <w:t>Called to order at 4:03pm</w:t>
      </w:r>
      <w:r w:rsidRPr="00B93D0F">
        <w:rPr>
          <w:szCs w:val="22"/>
        </w:rPr>
        <w:t xml:space="preserve"> </w:t>
      </w:r>
      <w:r w:rsidRPr="00034557">
        <w:rPr>
          <w:szCs w:val="22"/>
        </w:rPr>
        <w:t>by the TG Chair Dorothy STANLEY</w:t>
      </w:r>
      <w:r>
        <w:rPr>
          <w:szCs w:val="22"/>
        </w:rPr>
        <w:t xml:space="preserve"> (HPE)</w:t>
      </w:r>
    </w:p>
    <w:p w14:paraId="2C12E3DC" w14:textId="77777777" w:rsidR="008D7967" w:rsidRPr="0064726C" w:rsidRDefault="008D7967" w:rsidP="008D7967">
      <w:pPr>
        <w:numPr>
          <w:ilvl w:val="1"/>
          <w:numId w:val="1"/>
        </w:numPr>
        <w:rPr>
          <w:b/>
          <w:bCs/>
        </w:rPr>
      </w:pPr>
      <w:r w:rsidRPr="0064726C">
        <w:rPr>
          <w:b/>
          <w:bCs/>
        </w:rPr>
        <w:t>Review Patent and Participation Policy</w:t>
      </w:r>
    </w:p>
    <w:p w14:paraId="6BBC3DBE" w14:textId="77777777" w:rsidR="008D7967" w:rsidRDefault="008D7967" w:rsidP="008D7967">
      <w:pPr>
        <w:numPr>
          <w:ilvl w:val="2"/>
          <w:numId w:val="1"/>
        </w:numPr>
      </w:pPr>
      <w:r>
        <w:t>No Issues noted.</w:t>
      </w:r>
    </w:p>
    <w:p w14:paraId="2F99A586" w14:textId="77777777" w:rsidR="008D7967" w:rsidRDefault="008D7967" w:rsidP="008D7967">
      <w:pPr>
        <w:numPr>
          <w:ilvl w:val="1"/>
          <w:numId w:val="1"/>
        </w:numPr>
      </w:pPr>
      <w:r w:rsidRPr="0064726C">
        <w:rPr>
          <w:b/>
          <w:bCs/>
        </w:rPr>
        <w:t>Attendance:</w:t>
      </w:r>
      <w:r>
        <w:t xml:space="preserve"> -please log with IMAT:</w:t>
      </w:r>
    </w:p>
    <w:p w14:paraId="346FD721" w14:textId="47F2930E" w:rsidR="008D7967" w:rsidRDefault="008D7967" w:rsidP="008D7967">
      <w:pPr>
        <w:numPr>
          <w:ilvl w:val="2"/>
          <w:numId w:val="1"/>
        </w:numPr>
      </w:pPr>
      <w:r>
        <w:t>WebEx reported 1</w:t>
      </w:r>
      <w:r w:rsidR="007079ED">
        <w:t>3</w:t>
      </w:r>
      <w:r>
        <w:t xml:space="preserve"> on call </w:t>
      </w:r>
    </w:p>
    <w:p w14:paraId="40005594" w14:textId="6953BA5D" w:rsidR="007079ED" w:rsidRDefault="007079ED" w:rsidP="008D7967">
      <w:pPr>
        <w:numPr>
          <w:ilvl w:val="2"/>
          <w:numId w:val="1"/>
        </w:numPr>
      </w:pPr>
      <w:r>
        <w:t xml:space="preserve">IMAT Attendance Report: </w:t>
      </w:r>
    </w:p>
    <w:tbl>
      <w:tblPr>
        <w:tblW w:w="7951" w:type="dxa"/>
        <w:tblInd w:w="1409" w:type="dxa"/>
        <w:tblCellMar>
          <w:left w:w="0" w:type="dxa"/>
          <w:right w:w="0" w:type="dxa"/>
        </w:tblCellMar>
        <w:tblLook w:val="04A0" w:firstRow="1" w:lastRow="0" w:firstColumn="1" w:lastColumn="0" w:noHBand="0" w:noVBand="1"/>
      </w:tblPr>
      <w:tblGrid>
        <w:gridCol w:w="450"/>
        <w:gridCol w:w="960"/>
        <w:gridCol w:w="960"/>
        <w:gridCol w:w="2071"/>
        <w:gridCol w:w="3510"/>
      </w:tblGrid>
      <w:tr w:rsidR="003D22A4" w:rsidRPr="00870190" w14:paraId="40B83D9C" w14:textId="77777777" w:rsidTr="003D22A4">
        <w:trPr>
          <w:trHeight w:val="300"/>
        </w:trPr>
        <w:tc>
          <w:tcPr>
            <w:tcW w:w="450" w:type="dxa"/>
            <w:tcBorders>
              <w:top w:val="nil"/>
              <w:left w:val="nil"/>
              <w:bottom w:val="nil"/>
              <w:right w:val="nil"/>
            </w:tcBorders>
          </w:tcPr>
          <w:p w14:paraId="543E8231" w14:textId="77777777" w:rsidR="003D22A4" w:rsidRPr="003D22A4" w:rsidRDefault="003D22A4" w:rsidP="007079ED">
            <w:pPr>
              <w:pStyle w:val="ListParagraph"/>
              <w:numPr>
                <w:ilvl w:val="0"/>
                <w:numId w:val="3"/>
              </w:numPr>
              <w:rPr>
                <w:rFonts w:ascii="Calibri" w:hAnsi="Calibri" w:cs="Calibri"/>
                <w:color w:val="000000"/>
                <w:szCs w:val="22"/>
                <w:lang w:val="en-US"/>
              </w:rPr>
            </w:pPr>
          </w:p>
        </w:tc>
        <w:tc>
          <w:tcPr>
            <w:tcW w:w="960" w:type="dxa"/>
            <w:tcBorders>
              <w:top w:val="nil"/>
              <w:left w:val="nil"/>
              <w:bottom w:val="nil"/>
              <w:right w:val="nil"/>
            </w:tcBorders>
            <w:noWrap/>
            <w:tcMar>
              <w:top w:w="15" w:type="dxa"/>
              <w:left w:w="15" w:type="dxa"/>
              <w:bottom w:w="0" w:type="dxa"/>
              <w:right w:w="15" w:type="dxa"/>
            </w:tcMar>
            <w:vAlign w:val="bottom"/>
            <w:hideMark/>
          </w:tcPr>
          <w:p w14:paraId="40F467D0" w14:textId="79A1EE43" w:rsidR="003D22A4" w:rsidRPr="00870190" w:rsidRDefault="003D22A4" w:rsidP="00870190">
            <w:pPr>
              <w:rPr>
                <w:rFonts w:ascii="Calibri" w:hAnsi="Calibri" w:cs="Calibri"/>
                <w:color w:val="000000"/>
                <w:szCs w:val="22"/>
                <w:lang w:val="en-US"/>
              </w:rPr>
            </w:pPr>
            <w:proofErr w:type="spellStart"/>
            <w:r w:rsidRPr="00870190">
              <w:rPr>
                <w:rFonts w:ascii="Calibri" w:hAnsi="Calibri" w:cs="Calibri"/>
                <w:color w:val="000000"/>
                <w:szCs w:val="22"/>
                <w:lang w:val="en-US"/>
              </w:rPr>
              <w:t>TGmd</w:t>
            </w:r>
            <w:proofErr w:type="spellEnd"/>
          </w:p>
        </w:tc>
        <w:tc>
          <w:tcPr>
            <w:tcW w:w="960" w:type="dxa"/>
            <w:tcBorders>
              <w:top w:val="nil"/>
              <w:left w:val="nil"/>
              <w:bottom w:val="nil"/>
              <w:right w:val="nil"/>
            </w:tcBorders>
            <w:noWrap/>
            <w:tcMar>
              <w:top w:w="15" w:type="dxa"/>
              <w:left w:w="15" w:type="dxa"/>
              <w:bottom w:w="0" w:type="dxa"/>
              <w:right w:w="15" w:type="dxa"/>
            </w:tcMar>
            <w:vAlign w:val="bottom"/>
            <w:hideMark/>
          </w:tcPr>
          <w:p w14:paraId="7B3F61B6" w14:textId="77777777" w:rsidR="003D22A4" w:rsidRPr="00870190" w:rsidRDefault="003D22A4" w:rsidP="003D22A4">
            <w:pPr>
              <w:jc w:val="center"/>
              <w:rPr>
                <w:rFonts w:ascii="Calibri" w:hAnsi="Calibri" w:cs="Calibri"/>
                <w:color w:val="000000"/>
                <w:szCs w:val="22"/>
                <w:lang w:val="en-US"/>
              </w:rPr>
            </w:pPr>
            <w:r w:rsidRPr="00870190">
              <w:rPr>
                <w:rFonts w:ascii="Calibri" w:hAnsi="Calibri" w:cs="Calibri"/>
                <w:color w:val="000000"/>
                <w:szCs w:val="22"/>
                <w:lang w:val="en-US"/>
              </w:rPr>
              <w:t>4/15</w:t>
            </w:r>
          </w:p>
        </w:tc>
        <w:tc>
          <w:tcPr>
            <w:tcW w:w="2071" w:type="dxa"/>
            <w:tcBorders>
              <w:top w:val="nil"/>
              <w:left w:val="nil"/>
              <w:bottom w:val="nil"/>
              <w:right w:val="nil"/>
            </w:tcBorders>
            <w:noWrap/>
            <w:tcMar>
              <w:top w:w="15" w:type="dxa"/>
              <w:left w:w="15" w:type="dxa"/>
              <w:bottom w:w="0" w:type="dxa"/>
              <w:right w:w="15" w:type="dxa"/>
            </w:tcMar>
            <w:vAlign w:val="bottom"/>
            <w:hideMark/>
          </w:tcPr>
          <w:p w14:paraId="49948A70"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Au, Kwok Shum</w:t>
            </w:r>
          </w:p>
        </w:tc>
        <w:tc>
          <w:tcPr>
            <w:tcW w:w="3510" w:type="dxa"/>
            <w:tcBorders>
              <w:top w:val="nil"/>
              <w:left w:val="nil"/>
              <w:bottom w:val="nil"/>
              <w:right w:val="nil"/>
            </w:tcBorders>
            <w:noWrap/>
            <w:tcMar>
              <w:top w:w="15" w:type="dxa"/>
              <w:left w:w="15" w:type="dxa"/>
              <w:bottom w:w="0" w:type="dxa"/>
              <w:right w:w="15" w:type="dxa"/>
            </w:tcMar>
            <w:vAlign w:val="bottom"/>
            <w:hideMark/>
          </w:tcPr>
          <w:p w14:paraId="628FC653"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Huawei Technologies Co.</w:t>
            </w:r>
            <w:proofErr w:type="gramStart"/>
            <w:r w:rsidRPr="00870190">
              <w:rPr>
                <w:rFonts w:ascii="Calibri" w:hAnsi="Calibri" w:cs="Calibri"/>
                <w:color w:val="000000"/>
                <w:szCs w:val="22"/>
                <w:lang w:val="en-US"/>
              </w:rPr>
              <w:t>,  Ltd</w:t>
            </w:r>
            <w:proofErr w:type="gramEnd"/>
          </w:p>
        </w:tc>
      </w:tr>
      <w:tr w:rsidR="003D22A4" w:rsidRPr="00870190" w14:paraId="539FED23" w14:textId="77777777" w:rsidTr="003D22A4">
        <w:trPr>
          <w:trHeight w:val="300"/>
        </w:trPr>
        <w:tc>
          <w:tcPr>
            <w:tcW w:w="0" w:type="auto"/>
            <w:tcBorders>
              <w:top w:val="nil"/>
              <w:left w:val="nil"/>
              <w:bottom w:val="nil"/>
              <w:right w:val="nil"/>
            </w:tcBorders>
          </w:tcPr>
          <w:p w14:paraId="7CFFFE77" w14:textId="77777777" w:rsidR="003D22A4" w:rsidRPr="003D22A4" w:rsidRDefault="003D22A4" w:rsidP="007079ED">
            <w:pPr>
              <w:pStyle w:val="ListParagraph"/>
              <w:numPr>
                <w:ilvl w:val="0"/>
                <w:numId w:val="3"/>
              </w:numP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7720733E" w14:textId="539457FA" w:rsidR="003D22A4" w:rsidRPr="00870190" w:rsidRDefault="003D22A4" w:rsidP="00870190">
            <w:pPr>
              <w:rPr>
                <w:rFonts w:ascii="Calibri" w:hAnsi="Calibri" w:cs="Calibri"/>
                <w:color w:val="000000"/>
                <w:szCs w:val="22"/>
                <w:lang w:val="en-US"/>
              </w:rPr>
            </w:pPr>
            <w:proofErr w:type="spellStart"/>
            <w:r w:rsidRPr="00870190">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32F20F1B" w14:textId="77777777" w:rsidR="003D22A4" w:rsidRPr="00870190" w:rsidRDefault="003D22A4" w:rsidP="003D22A4">
            <w:pPr>
              <w:jc w:val="center"/>
              <w:rPr>
                <w:rFonts w:ascii="Calibri" w:hAnsi="Calibri" w:cs="Calibri"/>
                <w:color w:val="000000"/>
                <w:szCs w:val="22"/>
                <w:lang w:val="en-US"/>
              </w:rPr>
            </w:pPr>
            <w:r w:rsidRPr="00870190">
              <w:rPr>
                <w:rFonts w:ascii="Calibri" w:hAnsi="Calibri" w:cs="Calibri"/>
                <w:color w:val="000000"/>
                <w:szCs w:val="22"/>
                <w:lang w:val="en-US"/>
              </w:rPr>
              <w:t>4/15</w:t>
            </w:r>
          </w:p>
        </w:tc>
        <w:tc>
          <w:tcPr>
            <w:tcW w:w="2071" w:type="dxa"/>
            <w:tcBorders>
              <w:top w:val="nil"/>
              <w:left w:val="nil"/>
              <w:bottom w:val="nil"/>
              <w:right w:val="nil"/>
            </w:tcBorders>
            <w:noWrap/>
            <w:tcMar>
              <w:top w:w="15" w:type="dxa"/>
              <w:left w:w="15" w:type="dxa"/>
              <w:bottom w:w="0" w:type="dxa"/>
              <w:right w:w="15" w:type="dxa"/>
            </w:tcMar>
            <w:vAlign w:val="bottom"/>
            <w:hideMark/>
          </w:tcPr>
          <w:p w14:paraId="0B3A42C6"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Bhandaru, Nehru</w:t>
            </w:r>
          </w:p>
        </w:tc>
        <w:tc>
          <w:tcPr>
            <w:tcW w:w="3510" w:type="dxa"/>
            <w:tcBorders>
              <w:top w:val="nil"/>
              <w:left w:val="nil"/>
              <w:bottom w:val="nil"/>
              <w:right w:val="nil"/>
            </w:tcBorders>
            <w:noWrap/>
            <w:tcMar>
              <w:top w:w="15" w:type="dxa"/>
              <w:left w:w="15" w:type="dxa"/>
              <w:bottom w:w="0" w:type="dxa"/>
              <w:right w:w="15" w:type="dxa"/>
            </w:tcMar>
            <w:vAlign w:val="bottom"/>
            <w:hideMark/>
          </w:tcPr>
          <w:p w14:paraId="55204FBD"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Broadcom Corporation</w:t>
            </w:r>
          </w:p>
        </w:tc>
      </w:tr>
      <w:tr w:rsidR="003D22A4" w:rsidRPr="00870190" w14:paraId="12336F8E" w14:textId="77777777" w:rsidTr="003D22A4">
        <w:trPr>
          <w:trHeight w:val="300"/>
        </w:trPr>
        <w:tc>
          <w:tcPr>
            <w:tcW w:w="0" w:type="auto"/>
            <w:tcBorders>
              <w:top w:val="nil"/>
              <w:left w:val="nil"/>
              <w:bottom w:val="nil"/>
              <w:right w:val="nil"/>
            </w:tcBorders>
          </w:tcPr>
          <w:p w14:paraId="34AE462E" w14:textId="77777777" w:rsidR="003D22A4" w:rsidRPr="003D22A4" w:rsidRDefault="003D22A4" w:rsidP="007079ED">
            <w:pPr>
              <w:pStyle w:val="ListParagraph"/>
              <w:numPr>
                <w:ilvl w:val="0"/>
                <w:numId w:val="3"/>
              </w:numP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39592BA3" w14:textId="1B6960AB" w:rsidR="003D22A4" w:rsidRPr="00870190" w:rsidRDefault="003D22A4" w:rsidP="00870190">
            <w:pPr>
              <w:rPr>
                <w:rFonts w:ascii="Calibri" w:hAnsi="Calibri" w:cs="Calibri"/>
                <w:color w:val="000000"/>
                <w:szCs w:val="22"/>
                <w:lang w:val="en-US"/>
              </w:rPr>
            </w:pPr>
            <w:proofErr w:type="spellStart"/>
            <w:r w:rsidRPr="00870190">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2CEBD07A" w14:textId="77777777" w:rsidR="003D22A4" w:rsidRPr="00870190" w:rsidRDefault="003D22A4" w:rsidP="003D22A4">
            <w:pPr>
              <w:jc w:val="center"/>
              <w:rPr>
                <w:rFonts w:ascii="Calibri" w:hAnsi="Calibri" w:cs="Calibri"/>
                <w:color w:val="000000"/>
                <w:szCs w:val="22"/>
                <w:lang w:val="en-US"/>
              </w:rPr>
            </w:pPr>
            <w:r w:rsidRPr="00870190">
              <w:rPr>
                <w:rFonts w:ascii="Calibri" w:hAnsi="Calibri" w:cs="Calibri"/>
                <w:color w:val="000000"/>
                <w:szCs w:val="22"/>
                <w:lang w:val="en-US"/>
              </w:rPr>
              <w:t>4/15</w:t>
            </w:r>
          </w:p>
        </w:tc>
        <w:tc>
          <w:tcPr>
            <w:tcW w:w="2071" w:type="dxa"/>
            <w:tcBorders>
              <w:top w:val="nil"/>
              <w:left w:val="nil"/>
              <w:bottom w:val="nil"/>
              <w:right w:val="nil"/>
            </w:tcBorders>
            <w:noWrap/>
            <w:tcMar>
              <w:top w:w="15" w:type="dxa"/>
              <w:left w:w="15" w:type="dxa"/>
              <w:bottom w:w="0" w:type="dxa"/>
              <w:right w:w="15" w:type="dxa"/>
            </w:tcMar>
            <w:vAlign w:val="bottom"/>
            <w:hideMark/>
          </w:tcPr>
          <w:p w14:paraId="6DA99E00"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Coffey, John</w:t>
            </w:r>
          </w:p>
        </w:tc>
        <w:tc>
          <w:tcPr>
            <w:tcW w:w="3510" w:type="dxa"/>
            <w:tcBorders>
              <w:top w:val="nil"/>
              <w:left w:val="nil"/>
              <w:bottom w:val="nil"/>
              <w:right w:val="nil"/>
            </w:tcBorders>
            <w:noWrap/>
            <w:tcMar>
              <w:top w:w="15" w:type="dxa"/>
              <w:left w:w="15" w:type="dxa"/>
              <w:bottom w:w="0" w:type="dxa"/>
              <w:right w:w="15" w:type="dxa"/>
            </w:tcMar>
            <w:vAlign w:val="bottom"/>
            <w:hideMark/>
          </w:tcPr>
          <w:p w14:paraId="1F1F635B"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Realtek Semiconductor Corp.</w:t>
            </w:r>
          </w:p>
        </w:tc>
      </w:tr>
      <w:tr w:rsidR="003D22A4" w:rsidRPr="00870190" w14:paraId="45440070" w14:textId="77777777" w:rsidTr="003D22A4">
        <w:trPr>
          <w:trHeight w:val="300"/>
        </w:trPr>
        <w:tc>
          <w:tcPr>
            <w:tcW w:w="0" w:type="auto"/>
            <w:tcBorders>
              <w:top w:val="nil"/>
              <w:left w:val="nil"/>
              <w:bottom w:val="nil"/>
              <w:right w:val="nil"/>
            </w:tcBorders>
          </w:tcPr>
          <w:p w14:paraId="3CBFA11F" w14:textId="77777777" w:rsidR="003D22A4" w:rsidRPr="003D22A4" w:rsidRDefault="003D22A4" w:rsidP="007079ED">
            <w:pPr>
              <w:pStyle w:val="ListParagraph"/>
              <w:numPr>
                <w:ilvl w:val="0"/>
                <w:numId w:val="3"/>
              </w:numP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5A4B57BA" w14:textId="5AEC77E0" w:rsidR="003D22A4" w:rsidRPr="00870190" w:rsidRDefault="003D22A4" w:rsidP="00870190">
            <w:pPr>
              <w:rPr>
                <w:rFonts w:ascii="Calibri" w:hAnsi="Calibri" w:cs="Calibri"/>
                <w:color w:val="000000"/>
                <w:szCs w:val="22"/>
                <w:lang w:val="en-US"/>
              </w:rPr>
            </w:pPr>
            <w:proofErr w:type="spellStart"/>
            <w:r w:rsidRPr="00870190">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17715CCE" w14:textId="77777777" w:rsidR="003D22A4" w:rsidRPr="00870190" w:rsidRDefault="003D22A4" w:rsidP="003D22A4">
            <w:pPr>
              <w:jc w:val="center"/>
              <w:rPr>
                <w:rFonts w:ascii="Calibri" w:hAnsi="Calibri" w:cs="Calibri"/>
                <w:color w:val="000000"/>
                <w:szCs w:val="22"/>
                <w:lang w:val="en-US"/>
              </w:rPr>
            </w:pPr>
            <w:r w:rsidRPr="00870190">
              <w:rPr>
                <w:rFonts w:ascii="Calibri" w:hAnsi="Calibri" w:cs="Calibri"/>
                <w:color w:val="000000"/>
                <w:szCs w:val="22"/>
                <w:lang w:val="en-US"/>
              </w:rPr>
              <w:t>4/15</w:t>
            </w:r>
          </w:p>
        </w:tc>
        <w:tc>
          <w:tcPr>
            <w:tcW w:w="2071" w:type="dxa"/>
            <w:tcBorders>
              <w:top w:val="nil"/>
              <w:left w:val="nil"/>
              <w:bottom w:val="nil"/>
              <w:right w:val="nil"/>
            </w:tcBorders>
            <w:noWrap/>
            <w:tcMar>
              <w:top w:w="15" w:type="dxa"/>
              <w:left w:w="15" w:type="dxa"/>
              <w:bottom w:w="0" w:type="dxa"/>
              <w:right w:w="15" w:type="dxa"/>
            </w:tcMar>
            <w:vAlign w:val="bottom"/>
            <w:hideMark/>
          </w:tcPr>
          <w:p w14:paraId="73020354" w14:textId="77777777" w:rsidR="003D22A4" w:rsidRPr="00870190" w:rsidRDefault="003D22A4" w:rsidP="00870190">
            <w:pPr>
              <w:rPr>
                <w:rFonts w:ascii="Calibri" w:hAnsi="Calibri" w:cs="Calibri"/>
                <w:color w:val="000000"/>
                <w:szCs w:val="22"/>
                <w:lang w:val="en-US"/>
              </w:rPr>
            </w:pPr>
            <w:proofErr w:type="spellStart"/>
            <w:r w:rsidRPr="00870190">
              <w:rPr>
                <w:rFonts w:ascii="Calibri" w:hAnsi="Calibri" w:cs="Calibri"/>
                <w:color w:val="000000"/>
                <w:szCs w:val="22"/>
                <w:lang w:val="en-US"/>
              </w:rPr>
              <w:t>Derham</w:t>
            </w:r>
            <w:proofErr w:type="spellEnd"/>
            <w:r w:rsidRPr="00870190">
              <w:rPr>
                <w:rFonts w:ascii="Calibri" w:hAnsi="Calibri" w:cs="Calibri"/>
                <w:color w:val="000000"/>
                <w:szCs w:val="22"/>
                <w:lang w:val="en-US"/>
              </w:rPr>
              <w:t>, Thomas</w:t>
            </w:r>
          </w:p>
        </w:tc>
        <w:tc>
          <w:tcPr>
            <w:tcW w:w="3510" w:type="dxa"/>
            <w:tcBorders>
              <w:top w:val="nil"/>
              <w:left w:val="nil"/>
              <w:bottom w:val="nil"/>
              <w:right w:val="nil"/>
            </w:tcBorders>
            <w:noWrap/>
            <w:tcMar>
              <w:top w:w="15" w:type="dxa"/>
              <w:left w:w="15" w:type="dxa"/>
              <w:bottom w:w="0" w:type="dxa"/>
              <w:right w:w="15" w:type="dxa"/>
            </w:tcMar>
            <w:vAlign w:val="bottom"/>
            <w:hideMark/>
          </w:tcPr>
          <w:p w14:paraId="2F46AC12"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Broadcom Corporation</w:t>
            </w:r>
          </w:p>
        </w:tc>
      </w:tr>
      <w:tr w:rsidR="003D22A4" w:rsidRPr="00870190" w14:paraId="4C1AFE8A" w14:textId="77777777" w:rsidTr="003D22A4">
        <w:trPr>
          <w:trHeight w:val="300"/>
        </w:trPr>
        <w:tc>
          <w:tcPr>
            <w:tcW w:w="0" w:type="auto"/>
            <w:tcBorders>
              <w:top w:val="nil"/>
              <w:left w:val="nil"/>
              <w:bottom w:val="nil"/>
              <w:right w:val="nil"/>
            </w:tcBorders>
          </w:tcPr>
          <w:p w14:paraId="1C51ED83" w14:textId="77777777" w:rsidR="003D22A4" w:rsidRPr="003D22A4" w:rsidRDefault="003D22A4" w:rsidP="007079ED">
            <w:pPr>
              <w:pStyle w:val="ListParagraph"/>
              <w:numPr>
                <w:ilvl w:val="0"/>
                <w:numId w:val="3"/>
              </w:numP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5CD1909E" w14:textId="72D624E2" w:rsidR="003D22A4" w:rsidRPr="00870190" w:rsidRDefault="003D22A4" w:rsidP="00870190">
            <w:pPr>
              <w:rPr>
                <w:rFonts w:ascii="Calibri" w:hAnsi="Calibri" w:cs="Calibri"/>
                <w:color w:val="000000"/>
                <w:szCs w:val="22"/>
                <w:lang w:val="en-US"/>
              </w:rPr>
            </w:pPr>
            <w:proofErr w:type="spellStart"/>
            <w:r w:rsidRPr="00870190">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6EA5E59F" w14:textId="77777777" w:rsidR="003D22A4" w:rsidRPr="00870190" w:rsidRDefault="003D22A4" w:rsidP="003D22A4">
            <w:pPr>
              <w:jc w:val="center"/>
              <w:rPr>
                <w:rFonts w:ascii="Calibri" w:hAnsi="Calibri" w:cs="Calibri"/>
                <w:color w:val="000000"/>
                <w:szCs w:val="22"/>
                <w:lang w:val="en-US"/>
              </w:rPr>
            </w:pPr>
            <w:r w:rsidRPr="00870190">
              <w:rPr>
                <w:rFonts w:ascii="Calibri" w:hAnsi="Calibri" w:cs="Calibri"/>
                <w:color w:val="000000"/>
                <w:szCs w:val="22"/>
                <w:lang w:val="en-US"/>
              </w:rPr>
              <w:t>4/15</w:t>
            </w:r>
          </w:p>
        </w:tc>
        <w:tc>
          <w:tcPr>
            <w:tcW w:w="2071" w:type="dxa"/>
            <w:tcBorders>
              <w:top w:val="nil"/>
              <w:left w:val="nil"/>
              <w:bottom w:val="nil"/>
              <w:right w:val="nil"/>
            </w:tcBorders>
            <w:noWrap/>
            <w:tcMar>
              <w:top w:w="15" w:type="dxa"/>
              <w:left w:w="15" w:type="dxa"/>
              <w:bottom w:w="0" w:type="dxa"/>
              <w:right w:w="15" w:type="dxa"/>
            </w:tcMar>
            <w:vAlign w:val="bottom"/>
            <w:hideMark/>
          </w:tcPr>
          <w:p w14:paraId="6D66F800"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Fischer, Matthew</w:t>
            </w:r>
          </w:p>
        </w:tc>
        <w:tc>
          <w:tcPr>
            <w:tcW w:w="3510" w:type="dxa"/>
            <w:tcBorders>
              <w:top w:val="nil"/>
              <w:left w:val="nil"/>
              <w:bottom w:val="nil"/>
              <w:right w:val="nil"/>
            </w:tcBorders>
            <w:noWrap/>
            <w:tcMar>
              <w:top w:w="15" w:type="dxa"/>
              <w:left w:w="15" w:type="dxa"/>
              <w:bottom w:w="0" w:type="dxa"/>
              <w:right w:w="15" w:type="dxa"/>
            </w:tcMar>
            <w:vAlign w:val="bottom"/>
            <w:hideMark/>
          </w:tcPr>
          <w:p w14:paraId="2244FFED"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Broadcom Corporation</w:t>
            </w:r>
          </w:p>
        </w:tc>
      </w:tr>
      <w:tr w:rsidR="003D22A4" w:rsidRPr="00870190" w14:paraId="2D63B630" w14:textId="77777777" w:rsidTr="003D22A4">
        <w:trPr>
          <w:trHeight w:val="300"/>
        </w:trPr>
        <w:tc>
          <w:tcPr>
            <w:tcW w:w="0" w:type="auto"/>
            <w:tcBorders>
              <w:top w:val="nil"/>
              <w:left w:val="nil"/>
              <w:bottom w:val="nil"/>
              <w:right w:val="nil"/>
            </w:tcBorders>
          </w:tcPr>
          <w:p w14:paraId="538EFAF7" w14:textId="77777777" w:rsidR="003D22A4" w:rsidRPr="003D22A4" w:rsidRDefault="003D22A4" w:rsidP="007079ED">
            <w:pPr>
              <w:pStyle w:val="ListParagraph"/>
              <w:numPr>
                <w:ilvl w:val="0"/>
                <w:numId w:val="3"/>
              </w:numP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42A3CCFF" w14:textId="62904409" w:rsidR="003D22A4" w:rsidRPr="00870190" w:rsidRDefault="003D22A4" w:rsidP="00870190">
            <w:pPr>
              <w:rPr>
                <w:rFonts w:ascii="Calibri" w:hAnsi="Calibri" w:cs="Calibri"/>
                <w:color w:val="000000"/>
                <w:szCs w:val="22"/>
                <w:lang w:val="en-US"/>
              </w:rPr>
            </w:pPr>
            <w:proofErr w:type="spellStart"/>
            <w:r w:rsidRPr="00870190">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20FC3CD0" w14:textId="77777777" w:rsidR="003D22A4" w:rsidRPr="00870190" w:rsidRDefault="003D22A4" w:rsidP="003D22A4">
            <w:pPr>
              <w:jc w:val="center"/>
              <w:rPr>
                <w:rFonts w:ascii="Calibri" w:hAnsi="Calibri" w:cs="Calibri"/>
                <w:color w:val="000000"/>
                <w:szCs w:val="22"/>
                <w:lang w:val="en-US"/>
              </w:rPr>
            </w:pPr>
            <w:r w:rsidRPr="00870190">
              <w:rPr>
                <w:rFonts w:ascii="Calibri" w:hAnsi="Calibri" w:cs="Calibri"/>
                <w:color w:val="000000"/>
                <w:szCs w:val="22"/>
                <w:lang w:val="en-US"/>
              </w:rPr>
              <w:t>4/15</w:t>
            </w:r>
          </w:p>
        </w:tc>
        <w:tc>
          <w:tcPr>
            <w:tcW w:w="2071" w:type="dxa"/>
            <w:tcBorders>
              <w:top w:val="nil"/>
              <w:left w:val="nil"/>
              <w:bottom w:val="nil"/>
              <w:right w:val="nil"/>
            </w:tcBorders>
            <w:noWrap/>
            <w:tcMar>
              <w:top w:w="15" w:type="dxa"/>
              <w:left w:w="15" w:type="dxa"/>
              <w:bottom w:w="0" w:type="dxa"/>
              <w:right w:w="15" w:type="dxa"/>
            </w:tcMar>
            <w:vAlign w:val="bottom"/>
            <w:hideMark/>
          </w:tcPr>
          <w:p w14:paraId="07B5B9CE"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Hamilton, Mark</w:t>
            </w:r>
          </w:p>
        </w:tc>
        <w:tc>
          <w:tcPr>
            <w:tcW w:w="3510" w:type="dxa"/>
            <w:tcBorders>
              <w:top w:val="nil"/>
              <w:left w:val="nil"/>
              <w:bottom w:val="nil"/>
              <w:right w:val="nil"/>
            </w:tcBorders>
            <w:noWrap/>
            <w:tcMar>
              <w:top w:w="15" w:type="dxa"/>
              <w:left w:w="15" w:type="dxa"/>
              <w:bottom w:w="0" w:type="dxa"/>
              <w:right w:w="15" w:type="dxa"/>
            </w:tcMar>
            <w:vAlign w:val="bottom"/>
            <w:hideMark/>
          </w:tcPr>
          <w:p w14:paraId="61A5B6D3"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Ruckus Wireless</w:t>
            </w:r>
          </w:p>
        </w:tc>
      </w:tr>
      <w:tr w:rsidR="003D22A4" w:rsidRPr="00870190" w14:paraId="6DB23D05" w14:textId="77777777" w:rsidTr="003D22A4">
        <w:trPr>
          <w:trHeight w:val="300"/>
        </w:trPr>
        <w:tc>
          <w:tcPr>
            <w:tcW w:w="0" w:type="auto"/>
            <w:tcBorders>
              <w:top w:val="nil"/>
              <w:left w:val="nil"/>
              <w:bottom w:val="nil"/>
              <w:right w:val="nil"/>
            </w:tcBorders>
          </w:tcPr>
          <w:p w14:paraId="44FA3157" w14:textId="77777777" w:rsidR="003D22A4" w:rsidRPr="003D22A4" w:rsidRDefault="003D22A4" w:rsidP="007079ED">
            <w:pPr>
              <w:pStyle w:val="ListParagraph"/>
              <w:numPr>
                <w:ilvl w:val="0"/>
                <w:numId w:val="3"/>
              </w:numP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65511ABD" w14:textId="5298A4E1" w:rsidR="003D22A4" w:rsidRPr="00870190" w:rsidRDefault="003D22A4" w:rsidP="00870190">
            <w:pPr>
              <w:rPr>
                <w:rFonts w:ascii="Calibri" w:hAnsi="Calibri" w:cs="Calibri"/>
                <w:color w:val="000000"/>
                <w:szCs w:val="22"/>
                <w:lang w:val="en-US"/>
              </w:rPr>
            </w:pPr>
            <w:proofErr w:type="spellStart"/>
            <w:r w:rsidRPr="00870190">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737BB38D" w14:textId="77777777" w:rsidR="003D22A4" w:rsidRPr="00870190" w:rsidRDefault="003D22A4" w:rsidP="003D22A4">
            <w:pPr>
              <w:jc w:val="center"/>
              <w:rPr>
                <w:rFonts w:ascii="Calibri" w:hAnsi="Calibri" w:cs="Calibri"/>
                <w:color w:val="000000"/>
                <w:szCs w:val="22"/>
                <w:lang w:val="en-US"/>
              </w:rPr>
            </w:pPr>
            <w:r w:rsidRPr="00870190">
              <w:rPr>
                <w:rFonts w:ascii="Calibri" w:hAnsi="Calibri" w:cs="Calibri"/>
                <w:color w:val="000000"/>
                <w:szCs w:val="22"/>
                <w:lang w:val="en-US"/>
              </w:rPr>
              <w:t>4/15</w:t>
            </w:r>
          </w:p>
        </w:tc>
        <w:tc>
          <w:tcPr>
            <w:tcW w:w="2071" w:type="dxa"/>
            <w:tcBorders>
              <w:top w:val="nil"/>
              <w:left w:val="nil"/>
              <w:bottom w:val="nil"/>
              <w:right w:val="nil"/>
            </w:tcBorders>
            <w:noWrap/>
            <w:tcMar>
              <w:top w:w="15" w:type="dxa"/>
              <w:left w:w="15" w:type="dxa"/>
              <w:bottom w:w="0" w:type="dxa"/>
              <w:right w:w="15" w:type="dxa"/>
            </w:tcMar>
            <w:vAlign w:val="bottom"/>
            <w:hideMark/>
          </w:tcPr>
          <w:p w14:paraId="6BA421D4"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Levy, Joseph</w:t>
            </w:r>
          </w:p>
        </w:tc>
        <w:tc>
          <w:tcPr>
            <w:tcW w:w="3510" w:type="dxa"/>
            <w:tcBorders>
              <w:top w:val="nil"/>
              <w:left w:val="nil"/>
              <w:bottom w:val="nil"/>
              <w:right w:val="nil"/>
            </w:tcBorders>
            <w:noWrap/>
            <w:tcMar>
              <w:top w:w="15" w:type="dxa"/>
              <w:left w:w="15" w:type="dxa"/>
              <w:bottom w:w="0" w:type="dxa"/>
              <w:right w:w="15" w:type="dxa"/>
            </w:tcMar>
            <w:vAlign w:val="bottom"/>
            <w:hideMark/>
          </w:tcPr>
          <w:p w14:paraId="12B2BABA" w14:textId="77777777" w:rsidR="003D22A4" w:rsidRPr="00870190" w:rsidRDefault="003D22A4" w:rsidP="00870190">
            <w:pPr>
              <w:rPr>
                <w:rFonts w:ascii="Calibri" w:hAnsi="Calibri" w:cs="Calibri"/>
                <w:color w:val="000000"/>
                <w:szCs w:val="22"/>
                <w:lang w:val="en-US"/>
              </w:rPr>
            </w:pPr>
            <w:proofErr w:type="spellStart"/>
            <w:r w:rsidRPr="00870190">
              <w:rPr>
                <w:rFonts w:ascii="Calibri" w:hAnsi="Calibri" w:cs="Calibri"/>
                <w:color w:val="000000"/>
                <w:szCs w:val="22"/>
                <w:lang w:val="en-US"/>
              </w:rPr>
              <w:t>InterDigital</w:t>
            </w:r>
            <w:proofErr w:type="spellEnd"/>
            <w:r w:rsidRPr="00870190">
              <w:rPr>
                <w:rFonts w:ascii="Calibri" w:hAnsi="Calibri" w:cs="Calibri"/>
                <w:color w:val="000000"/>
                <w:szCs w:val="22"/>
                <w:lang w:val="en-US"/>
              </w:rPr>
              <w:t>, Inc.</w:t>
            </w:r>
          </w:p>
        </w:tc>
      </w:tr>
      <w:tr w:rsidR="003D22A4" w:rsidRPr="00870190" w14:paraId="7F115394" w14:textId="77777777" w:rsidTr="003D22A4">
        <w:trPr>
          <w:trHeight w:val="300"/>
        </w:trPr>
        <w:tc>
          <w:tcPr>
            <w:tcW w:w="0" w:type="auto"/>
            <w:tcBorders>
              <w:top w:val="nil"/>
              <w:left w:val="nil"/>
              <w:bottom w:val="nil"/>
              <w:right w:val="nil"/>
            </w:tcBorders>
          </w:tcPr>
          <w:p w14:paraId="02CF9D76" w14:textId="77777777" w:rsidR="003D22A4" w:rsidRPr="003D22A4" w:rsidRDefault="003D22A4" w:rsidP="007079ED">
            <w:pPr>
              <w:pStyle w:val="ListParagraph"/>
              <w:numPr>
                <w:ilvl w:val="0"/>
                <w:numId w:val="3"/>
              </w:numP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69DBE5A5" w14:textId="0B34C754" w:rsidR="003D22A4" w:rsidRPr="00870190" w:rsidRDefault="003D22A4" w:rsidP="00870190">
            <w:pPr>
              <w:rPr>
                <w:rFonts w:ascii="Calibri" w:hAnsi="Calibri" w:cs="Calibri"/>
                <w:color w:val="000000"/>
                <w:szCs w:val="22"/>
                <w:lang w:val="en-US"/>
              </w:rPr>
            </w:pPr>
            <w:proofErr w:type="spellStart"/>
            <w:r w:rsidRPr="00870190">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3405DC75" w14:textId="77777777" w:rsidR="003D22A4" w:rsidRPr="00870190" w:rsidRDefault="003D22A4" w:rsidP="003D22A4">
            <w:pPr>
              <w:jc w:val="center"/>
              <w:rPr>
                <w:rFonts w:ascii="Calibri" w:hAnsi="Calibri" w:cs="Calibri"/>
                <w:color w:val="000000"/>
                <w:szCs w:val="22"/>
                <w:lang w:val="en-US"/>
              </w:rPr>
            </w:pPr>
            <w:r w:rsidRPr="00870190">
              <w:rPr>
                <w:rFonts w:ascii="Calibri" w:hAnsi="Calibri" w:cs="Calibri"/>
                <w:color w:val="000000"/>
                <w:szCs w:val="22"/>
                <w:lang w:val="en-US"/>
              </w:rPr>
              <w:t>4/15</w:t>
            </w:r>
          </w:p>
        </w:tc>
        <w:tc>
          <w:tcPr>
            <w:tcW w:w="2071" w:type="dxa"/>
            <w:tcBorders>
              <w:top w:val="nil"/>
              <w:left w:val="nil"/>
              <w:bottom w:val="nil"/>
              <w:right w:val="nil"/>
            </w:tcBorders>
            <w:noWrap/>
            <w:tcMar>
              <w:top w:w="15" w:type="dxa"/>
              <w:left w:w="15" w:type="dxa"/>
              <w:bottom w:w="0" w:type="dxa"/>
              <w:right w:w="15" w:type="dxa"/>
            </w:tcMar>
            <w:vAlign w:val="bottom"/>
            <w:hideMark/>
          </w:tcPr>
          <w:p w14:paraId="5FE75576"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Montemurro, Michael</w:t>
            </w:r>
          </w:p>
        </w:tc>
        <w:tc>
          <w:tcPr>
            <w:tcW w:w="3510" w:type="dxa"/>
            <w:tcBorders>
              <w:top w:val="nil"/>
              <w:left w:val="nil"/>
              <w:bottom w:val="nil"/>
              <w:right w:val="nil"/>
            </w:tcBorders>
            <w:noWrap/>
            <w:tcMar>
              <w:top w:w="15" w:type="dxa"/>
              <w:left w:w="15" w:type="dxa"/>
              <w:bottom w:w="0" w:type="dxa"/>
              <w:right w:w="15" w:type="dxa"/>
            </w:tcMar>
            <w:vAlign w:val="bottom"/>
            <w:hideMark/>
          </w:tcPr>
          <w:p w14:paraId="48C66B5B"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BlackBerry</w:t>
            </w:r>
          </w:p>
        </w:tc>
      </w:tr>
      <w:tr w:rsidR="003D22A4" w:rsidRPr="00870190" w14:paraId="3B343E99" w14:textId="77777777" w:rsidTr="003D22A4">
        <w:trPr>
          <w:trHeight w:val="300"/>
        </w:trPr>
        <w:tc>
          <w:tcPr>
            <w:tcW w:w="0" w:type="auto"/>
            <w:tcBorders>
              <w:top w:val="nil"/>
              <w:left w:val="nil"/>
              <w:bottom w:val="nil"/>
              <w:right w:val="nil"/>
            </w:tcBorders>
          </w:tcPr>
          <w:p w14:paraId="4FF38CEE" w14:textId="77777777" w:rsidR="003D22A4" w:rsidRPr="003D22A4" w:rsidRDefault="003D22A4" w:rsidP="007079ED">
            <w:pPr>
              <w:pStyle w:val="ListParagraph"/>
              <w:numPr>
                <w:ilvl w:val="0"/>
                <w:numId w:val="3"/>
              </w:numP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56C04695" w14:textId="3AAB128D" w:rsidR="003D22A4" w:rsidRPr="00870190" w:rsidRDefault="003D22A4" w:rsidP="00870190">
            <w:pPr>
              <w:rPr>
                <w:rFonts w:ascii="Calibri" w:hAnsi="Calibri" w:cs="Calibri"/>
                <w:color w:val="000000"/>
                <w:szCs w:val="22"/>
                <w:lang w:val="en-US"/>
              </w:rPr>
            </w:pPr>
            <w:proofErr w:type="spellStart"/>
            <w:r w:rsidRPr="00870190">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296098AC" w14:textId="77777777" w:rsidR="003D22A4" w:rsidRPr="00870190" w:rsidRDefault="003D22A4" w:rsidP="003D22A4">
            <w:pPr>
              <w:jc w:val="center"/>
              <w:rPr>
                <w:rFonts w:ascii="Calibri" w:hAnsi="Calibri" w:cs="Calibri"/>
                <w:color w:val="000000"/>
                <w:szCs w:val="22"/>
                <w:lang w:val="en-US"/>
              </w:rPr>
            </w:pPr>
            <w:r w:rsidRPr="00870190">
              <w:rPr>
                <w:rFonts w:ascii="Calibri" w:hAnsi="Calibri" w:cs="Calibri"/>
                <w:color w:val="000000"/>
                <w:szCs w:val="22"/>
                <w:lang w:val="en-US"/>
              </w:rPr>
              <w:t>4/15</w:t>
            </w:r>
          </w:p>
        </w:tc>
        <w:tc>
          <w:tcPr>
            <w:tcW w:w="2071" w:type="dxa"/>
            <w:tcBorders>
              <w:top w:val="nil"/>
              <w:left w:val="nil"/>
              <w:bottom w:val="nil"/>
              <w:right w:val="nil"/>
            </w:tcBorders>
            <w:noWrap/>
            <w:tcMar>
              <w:top w:w="15" w:type="dxa"/>
              <w:left w:w="15" w:type="dxa"/>
              <w:bottom w:w="0" w:type="dxa"/>
              <w:right w:w="15" w:type="dxa"/>
            </w:tcMar>
            <w:vAlign w:val="bottom"/>
            <w:hideMark/>
          </w:tcPr>
          <w:p w14:paraId="79CDD074"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Qi, Emily</w:t>
            </w:r>
          </w:p>
        </w:tc>
        <w:tc>
          <w:tcPr>
            <w:tcW w:w="3510" w:type="dxa"/>
            <w:tcBorders>
              <w:top w:val="nil"/>
              <w:left w:val="nil"/>
              <w:bottom w:val="nil"/>
              <w:right w:val="nil"/>
            </w:tcBorders>
            <w:noWrap/>
            <w:tcMar>
              <w:top w:w="15" w:type="dxa"/>
              <w:left w:w="15" w:type="dxa"/>
              <w:bottom w:w="0" w:type="dxa"/>
              <w:right w:w="15" w:type="dxa"/>
            </w:tcMar>
            <w:vAlign w:val="bottom"/>
            <w:hideMark/>
          </w:tcPr>
          <w:p w14:paraId="67C2E767"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Intel Corporation</w:t>
            </w:r>
          </w:p>
        </w:tc>
      </w:tr>
      <w:tr w:rsidR="003D22A4" w:rsidRPr="00870190" w14:paraId="510CDF32" w14:textId="77777777" w:rsidTr="003D22A4">
        <w:trPr>
          <w:trHeight w:val="300"/>
        </w:trPr>
        <w:tc>
          <w:tcPr>
            <w:tcW w:w="0" w:type="auto"/>
            <w:tcBorders>
              <w:top w:val="nil"/>
              <w:left w:val="nil"/>
              <w:bottom w:val="nil"/>
              <w:right w:val="nil"/>
            </w:tcBorders>
          </w:tcPr>
          <w:p w14:paraId="42A5B681" w14:textId="77777777" w:rsidR="003D22A4" w:rsidRPr="003D22A4" w:rsidRDefault="003D22A4" w:rsidP="007079ED">
            <w:pPr>
              <w:pStyle w:val="ListParagraph"/>
              <w:numPr>
                <w:ilvl w:val="0"/>
                <w:numId w:val="3"/>
              </w:numP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5E5247CD" w14:textId="6C603A33" w:rsidR="003D22A4" w:rsidRPr="00870190" w:rsidRDefault="003D22A4" w:rsidP="00870190">
            <w:pPr>
              <w:rPr>
                <w:rFonts w:ascii="Calibri" w:hAnsi="Calibri" w:cs="Calibri"/>
                <w:color w:val="000000"/>
                <w:szCs w:val="22"/>
                <w:lang w:val="en-US"/>
              </w:rPr>
            </w:pPr>
            <w:proofErr w:type="spellStart"/>
            <w:r w:rsidRPr="00870190">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1599639C" w14:textId="77777777" w:rsidR="003D22A4" w:rsidRPr="00870190" w:rsidRDefault="003D22A4" w:rsidP="003D22A4">
            <w:pPr>
              <w:jc w:val="center"/>
              <w:rPr>
                <w:rFonts w:ascii="Calibri" w:hAnsi="Calibri" w:cs="Calibri"/>
                <w:color w:val="000000"/>
                <w:szCs w:val="22"/>
                <w:lang w:val="en-US"/>
              </w:rPr>
            </w:pPr>
            <w:r w:rsidRPr="00870190">
              <w:rPr>
                <w:rFonts w:ascii="Calibri" w:hAnsi="Calibri" w:cs="Calibri"/>
                <w:color w:val="000000"/>
                <w:szCs w:val="22"/>
                <w:lang w:val="en-US"/>
              </w:rPr>
              <w:t>4/15</w:t>
            </w:r>
          </w:p>
        </w:tc>
        <w:tc>
          <w:tcPr>
            <w:tcW w:w="2071" w:type="dxa"/>
            <w:tcBorders>
              <w:top w:val="nil"/>
              <w:left w:val="nil"/>
              <w:bottom w:val="nil"/>
              <w:right w:val="nil"/>
            </w:tcBorders>
            <w:noWrap/>
            <w:tcMar>
              <w:top w:w="15" w:type="dxa"/>
              <w:left w:w="15" w:type="dxa"/>
              <w:bottom w:w="0" w:type="dxa"/>
              <w:right w:w="15" w:type="dxa"/>
            </w:tcMar>
            <w:vAlign w:val="bottom"/>
            <w:hideMark/>
          </w:tcPr>
          <w:p w14:paraId="388F0CDF"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RISON, Mark</w:t>
            </w:r>
          </w:p>
        </w:tc>
        <w:tc>
          <w:tcPr>
            <w:tcW w:w="3510" w:type="dxa"/>
            <w:tcBorders>
              <w:top w:val="nil"/>
              <w:left w:val="nil"/>
              <w:bottom w:val="nil"/>
              <w:right w:val="nil"/>
            </w:tcBorders>
            <w:noWrap/>
            <w:tcMar>
              <w:top w:w="15" w:type="dxa"/>
              <w:left w:w="15" w:type="dxa"/>
              <w:bottom w:w="0" w:type="dxa"/>
              <w:right w:w="15" w:type="dxa"/>
            </w:tcMar>
            <w:vAlign w:val="bottom"/>
            <w:hideMark/>
          </w:tcPr>
          <w:p w14:paraId="62ED9F80"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Samsung Cambridge Solution Centre</w:t>
            </w:r>
          </w:p>
        </w:tc>
      </w:tr>
      <w:tr w:rsidR="003D22A4" w:rsidRPr="00870190" w14:paraId="66150E68" w14:textId="77777777" w:rsidTr="003D22A4">
        <w:trPr>
          <w:trHeight w:val="300"/>
        </w:trPr>
        <w:tc>
          <w:tcPr>
            <w:tcW w:w="0" w:type="auto"/>
            <w:tcBorders>
              <w:top w:val="nil"/>
              <w:left w:val="nil"/>
              <w:bottom w:val="nil"/>
              <w:right w:val="nil"/>
            </w:tcBorders>
          </w:tcPr>
          <w:p w14:paraId="5F213442" w14:textId="77777777" w:rsidR="003D22A4" w:rsidRPr="003D22A4" w:rsidRDefault="003D22A4" w:rsidP="007079ED">
            <w:pPr>
              <w:pStyle w:val="ListParagraph"/>
              <w:numPr>
                <w:ilvl w:val="0"/>
                <w:numId w:val="3"/>
              </w:numP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75DB5801" w14:textId="7067F4A4" w:rsidR="003D22A4" w:rsidRPr="00870190" w:rsidRDefault="003D22A4" w:rsidP="00870190">
            <w:pPr>
              <w:rPr>
                <w:rFonts w:ascii="Calibri" w:hAnsi="Calibri" w:cs="Calibri"/>
                <w:color w:val="000000"/>
                <w:szCs w:val="22"/>
                <w:lang w:val="en-US"/>
              </w:rPr>
            </w:pPr>
            <w:proofErr w:type="spellStart"/>
            <w:r w:rsidRPr="00870190">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7ACC0C34" w14:textId="77777777" w:rsidR="003D22A4" w:rsidRPr="00870190" w:rsidRDefault="003D22A4" w:rsidP="003D22A4">
            <w:pPr>
              <w:jc w:val="center"/>
              <w:rPr>
                <w:rFonts w:ascii="Calibri" w:hAnsi="Calibri" w:cs="Calibri"/>
                <w:color w:val="000000"/>
                <w:szCs w:val="22"/>
                <w:lang w:val="en-US"/>
              </w:rPr>
            </w:pPr>
            <w:r w:rsidRPr="00870190">
              <w:rPr>
                <w:rFonts w:ascii="Calibri" w:hAnsi="Calibri" w:cs="Calibri"/>
                <w:color w:val="000000"/>
                <w:szCs w:val="22"/>
                <w:lang w:val="en-US"/>
              </w:rPr>
              <w:t>4/15</w:t>
            </w:r>
          </w:p>
        </w:tc>
        <w:tc>
          <w:tcPr>
            <w:tcW w:w="2071" w:type="dxa"/>
            <w:tcBorders>
              <w:top w:val="nil"/>
              <w:left w:val="nil"/>
              <w:bottom w:val="nil"/>
              <w:right w:val="nil"/>
            </w:tcBorders>
            <w:noWrap/>
            <w:tcMar>
              <w:top w:w="15" w:type="dxa"/>
              <w:left w:w="15" w:type="dxa"/>
              <w:bottom w:w="0" w:type="dxa"/>
              <w:right w:w="15" w:type="dxa"/>
            </w:tcMar>
            <w:vAlign w:val="bottom"/>
            <w:hideMark/>
          </w:tcPr>
          <w:p w14:paraId="00FD3230"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Rosdahl, Jon</w:t>
            </w:r>
          </w:p>
        </w:tc>
        <w:tc>
          <w:tcPr>
            <w:tcW w:w="3510" w:type="dxa"/>
            <w:tcBorders>
              <w:top w:val="nil"/>
              <w:left w:val="nil"/>
              <w:bottom w:val="nil"/>
              <w:right w:val="nil"/>
            </w:tcBorders>
            <w:noWrap/>
            <w:tcMar>
              <w:top w:w="15" w:type="dxa"/>
              <w:left w:w="15" w:type="dxa"/>
              <w:bottom w:w="0" w:type="dxa"/>
              <w:right w:w="15" w:type="dxa"/>
            </w:tcMar>
            <w:vAlign w:val="bottom"/>
            <w:hideMark/>
          </w:tcPr>
          <w:p w14:paraId="0C7B0254"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Qualcomm Technologies, Inc.</w:t>
            </w:r>
          </w:p>
        </w:tc>
      </w:tr>
      <w:tr w:rsidR="003D22A4" w:rsidRPr="00870190" w14:paraId="0D00CE65" w14:textId="77777777" w:rsidTr="003D22A4">
        <w:trPr>
          <w:trHeight w:val="300"/>
        </w:trPr>
        <w:tc>
          <w:tcPr>
            <w:tcW w:w="0" w:type="auto"/>
            <w:tcBorders>
              <w:top w:val="nil"/>
              <w:left w:val="nil"/>
              <w:bottom w:val="nil"/>
              <w:right w:val="nil"/>
            </w:tcBorders>
          </w:tcPr>
          <w:p w14:paraId="0D5CC6A4" w14:textId="77777777" w:rsidR="003D22A4" w:rsidRPr="003D22A4" w:rsidRDefault="003D22A4" w:rsidP="007079ED">
            <w:pPr>
              <w:pStyle w:val="ListParagraph"/>
              <w:numPr>
                <w:ilvl w:val="0"/>
                <w:numId w:val="3"/>
              </w:numP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50D69278" w14:textId="643CD8F9" w:rsidR="003D22A4" w:rsidRPr="00870190" w:rsidRDefault="003D22A4" w:rsidP="00870190">
            <w:pPr>
              <w:rPr>
                <w:rFonts w:ascii="Calibri" w:hAnsi="Calibri" w:cs="Calibri"/>
                <w:color w:val="000000"/>
                <w:szCs w:val="22"/>
                <w:lang w:val="en-US"/>
              </w:rPr>
            </w:pPr>
            <w:proofErr w:type="spellStart"/>
            <w:r w:rsidRPr="00870190">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52BDF04A" w14:textId="77777777" w:rsidR="003D22A4" w:rsidRPr="00870190" w:rsidRDefault="003D22A4" w:rsidP="003D22A4">
            <w:pPr>
              <w:jc w:val="center"/>
              <w:rPr>
                <w:rFonts w:ascii="Calibri" w:hAnsi="Calibri" w:cs="Calibri"/>
                <w:color w:val="000000"/>
                <w:szCs w:val="22"/>
                <w:lang w:val="en-US"/>
              </w:rPr>
            </w:pPr>
            <w:r w:rsidRPr="00870190">
              <w:rPr>
                <w:rFonts w:ascii="Calibri" w:hAnsi="Calibri" w:cs="Calibri"/>
                <w:color w:val="000000"/>
                <w:szCs w:val="22"/>
                <w:lang w:val="en-US"/>
              </w:rPr>
              <w:t>4/15</w:t>
            </w:r>
          </w:p>
        </w:tc>
        <w:tc>
          <w:tcPr>
            <w:tcW w:w="2071" w:type="dxa"/>
            <w:tcBorders>
              <w:top w:val="nil"/>
              <w:left w:val="nil"/>
              <w:bottom w:val="nil"/>
              <w:right w:val="nil"/>
            </w:tcBorders>
            <w:noWrap/>
            <w:tcMar>
              <w:top w:w="15" w:type="dxa"/>
              <w:left w:w="15" w:type="dxa"/>
              <w:bottom w:w="0" w:type="dxa"/>
              <w:right w:w="15" w:type="dxa"/>
            </w:tcMar>
            <w:vAlign w:val="bottom"/>
            <w:hideMark/>
          </w:tcPr>
          <w:p w14:paraId="5BB839E5"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Stanley, Dorothy</w:t>
            </w:r>
          </w:p>
        </w:tc>
        <w:tc>
          <w:tcPr>
            <w:tcW w:w="3510" w:type="dxa"/>
            <w:tcBorders>
              <w:top w:val="nil"/>
              <w:left w:val="nil"/>
              <w:bottom w:val="nil"/>
              <w:right w:val="nil"/>
            </w:tcBorders>
            <w:noWrap/>
            <w:tcMar>
              <w:top w:w="15" w:type="dxa"/>
              <w:left w:w="15" w:type="dxa"/>
              <w:bottom w:w="0" w:type="dxa"/>
              <w:right w:w="15" w:type="dxa"/>
            </w:tcMar>
            <w:vAlign w:val="bottom"/>
            <w:hideMark/>
          </w:tcPr>
          <w:p w14:paraId="4591FF6D"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Hewlett Packard Enterprise</w:t>
            </w:r>
          </w:p>
        </w:tc>
      </w:tr>
      <w:tr w:rsidR="003D22A4" w:rsidRPr="00870190" w14:paraId="227D53A3" w14:textId="77777777" w:rsidTr="003D22A4">
        <w:trPr>
          <w:trHeight w:val="300"/>
        </w:trPr>
        <w:tc>
          <w:tcPr>
            <w:tcW w:w="0" w:type="auto"/>
            <w:tcBorders>
              <w:top w:val="nil"/>
              <w:left w:val="nil"/>
              <w:bottom w:val="nil"/>
              <w:right w:val="nil"/>
            </w:tcBorders>
          </w:tcPr>
          <w:p w14:paraId="6C7968B5" w14:textId="77777777" w:rsidR="003D22A4" w:rsidRPr="003D22A4" w:rsidRDefault="003D22A4" w:rsidP="007079ED">
            <w:pPr>
              <w:pStyle w:val="ListParagraph"/>
              <w:numPr>
                <w:ilvl w:val="0"/>
                <w:numId w:val="3"/>
              </w:numP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72FAAB57" w14:textId="0BFFB96E" w:rsidR="003D22A4" w:rsidRPr="00870190" w:rsidRDefault="003D22A4" w:rsidP="00870190">
            <w:pPr>
              <w:rPr>
                <w:rFonts w:ascii="Calibri" w:hAnsi="Calibri" w:cs="Calibri"/>
                <w:color w:val="000000"/>
                <w:szCs w:val="22"/>
                <w:lang w:val="en-US"/>
              </w:rPr>
            </w:pPr>
            <w:proofErr w:type="spellStart"/>
            <w:r w:rsidRPr="00870190">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158C20B8" w14:textId="77777777" w:rsidR="003D22A4" w:rsidRPr="00870190" w:rsidRDefault="003D22A4" w:rsidP="003D22A4">
            <w:pPr>
              <w:jc w:val="center"/>
              <w:rPr>
                <w:rFonts w:ascii="Calibri" w:hAnsi="Calibri" w:cs="Calibri"/>
                <w:color w:val="000000"/>
                <w:szCs w:val="22"/>
                <w:lang w:val="en-US"/>
              </w:rPr>
            </w:pPr>
            <w:r w:rsidRPr="00870190">
              <w:rPr>
                <w:rFonts w:ascii="Calibri" w:hAnsi="Calibri" w:cs="Calibri"/>
                <w:color w:val="000000"/>
                <w:szCs w:val="22"/>
                <w:lang w:val="en-US"/>
              </w:rPr>
              <w:t>4/15</w:t>
            </w:r>
          </w:p>
        </w:tc>
        <w:tc>
          <w:tcPr>
            <w:tcW w:w="2071" w:type="dxa"/>
            <w:tcBorders>
              <w:top w:val="nil"/>
              <w:left w:val="nil"/>
              <w:bottom w:val="nil"/>
              <w:right w:val="nil"/>
            </w:tcBorders>
            <w:noWrap/>
            <w:tcMar>
              <w:top w:w="15" w:type="dxa"/>
              <w:left w:w="15" w:type="dxa"/>
              <w:bottom w:w="0" w:type="dxa"/>
              <w:right w:w="15" w:type="dxa"/>
            </w:tcMar>
            <w:vAlign w:val="bottom"/>
            <w:hideMark/>
          </w:tcPr>
          <w:p w14:paraId="3BCFECEA"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Yu, Mao</w:t>
            </w:r>
          </w:p>
        </w:tc>
        <w:tc>
          <w:tcPr>
            <w:tcW w:w="3510" w:type="dxa"/>
            <w:tcBorders>
              <w:top w:val="nil"/>
              <w:left w:val="nil"/>
              <w:bottom w:val="nil"/>
              <w:right w:val="nil"/>
            </w:tcBorders>
            <w:noWrap/>
            <w:tcMar>
              <w:top w:w="15" w:type="dxa"/>
              <w:left w:w="15" w:type="dxa"/>
              <w:bottom w:w="0" w:type="dxa"/>
              <w:right w:w="15" w:type="dxa"/>
            </w:tcMar>
            <w:vAlign w:val="bottom"/>
            <w:hideMark/>
          </w:tcPr>
          <w:p w14:paraId="32C09E15"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NXP Semiconductors</w:t>
            </w:r>
          </w:p>
        </w:tc>
      </w:tr>
    </w:tbl>
    <w:p w14:paraId="2CE7BD90" w14:textId="77777777" w:rsidR="00A36AFE" w:rsidRDefault="00A36AFE" w:rsidP="00870190">
      <w:pPr>
        <w:ind w:left="2880"/>
      </w:pPr>
    </w:p>
    <w:p w14:paraId="241C464E" w14:textId="1633190C" w:rsidR="003E7A78" w:rsidRDefault="003E7A78" w:rsidP="003E7A78">
      <w:pPr>
        <w:numPr>
          <w:ilvl w:val="1"/>
          <w:numId w:val="1"/>
        </w:numPr>
      </w:pPr>
      <w:r w:rsidRPr="009F30DB">
        <w:rPr>
          <w:b/>
          <w:bCs/>
        </w:rPr>
        <w:t>Review Agenda</w:t>
      </w:r>
      <w:r>
        <w:t>: 11-20/535r</w:t>
      </w:r>
      <w:r w:rsidR="008B37C8">
        <w:t>2</w:t>
      </w:r>
      <w:r>
        <w:t>:</w:t>
      </w:r>
    </w:p>
    <w:bookmarkStart w:id="0" w:name="_Hlk37865082"/>
    <w:p w14:paraId="6BC1DE8C" w14:textId="390867D4" w:rsidR="003E7A78" w:rsidRPr="000F418E" w:rsidRDefault="003E7A78" w:rsidP="003E7A78">
      <w:pPr>
        <w:numPr>
          <w:ilvl w:val="2"/>
          <w:numId w:val="1"/>
        </w:numPr>
        <w:rPr>
          <w:b/>
          <w:sz w:val="24"/>
        </w:rPr>
      </w:pPr>
      <w:r>
        <w:fldChar w:fldCharType="begin"/>
      </w:r>
      <w:r w:rsidR="008B37C8">
        <w:instrText>HYPERLINK "https://mentor.ieee.org/802.11/dcn/20/11-20-0535-02-000m-2020-april-july-teleconference-agendas.docx"</w:instrText>
      </w:r>
      <w:r>
        <w:fldChar w:fldCharType="separate"/>
      </w:r>
      <w:r w:rsidR="008B37C8">
        <w:rPr>
          <w:rStyle w:val="Hyperlink"/>
        </w:rPr>
        <w:t>https://mentor.ieee.org/802.11/dcn/20/11-20-0535-02-000m-2020-april-july-teleconference-agendas.docx</w:t>
      </w:r>
      <w:r>
        <w:rPr>
          <w:rStyle w:val="Hyperlink"/>
        </w:rPr>
        <w:fldChar w:fldCharType="end"/>
      </w:r>
      <w:bookmarkEnd w:id="0"/>
    </w:p>
    <w:p w14:paraId="07839441" w14:textId="77777777" w:rsidR="003E7A78" w:rsidRPr="00A62589" w:rsidRDefault="003E7A78" w:rsidP="003E7A78">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5DDB2A99" w14:textId="77777777" w:rsidR="003E7A78" w:rsidRPr="009F30DB" w:rsidRDefault="003E7A78" w:rsidP="003E7A78">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3BFE1722" w14:textId="77777777" w:rsidR="003E7A78" w:rsidRPr="009F30DB" w:rsidRDefault="003E7A78" w:rsidP="003E7A78">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1DCA4E3E" w14:textId="77777777" w:rsidR="003E7A78" w:rsidRPr="009F30DB" w:rsidRDefault="003E7A78" w:rsidP="003E7A78">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Cause </w:t>
      </w:r>
      <w:proofErr w:type="gramStart"/>
      <w:r w:rsidRPr="009F30DB">
        <w:rPr>
          <w:sz w:val="22"/>
          <w:szCs w:val="22"/>
        </w:rPr>
        <w:t>an</w:t>
      </w:r>
      <w:proofErr w:type="gramEnd"/>
      <w:r w:rsidRPr="009F30DB">
        <w:rPr>
          <w:sz w:val="22"/>
          <w:szCs w:val="22"/>
        </w:rPr>
        <w:t xml:space="preserve"> LOA to be submitted to the IEEE-SA (</w:t>
      </w:r>
      <w:hyperlink r:id="rId11" w:history="1">
        <w:r w:rsidRPr="009F30DB">
          <w:rPr>
            <w:rStyle w:val="Hyperlink"/>
            <w:sz w:val="22"/>
            <w:szCs w:val="22"/>
          </w:rPr>
          <w:t>patcom@ieee.org</w:t>
        </w:r>
      </w:hyperlink>
      <w:r w:rsidRPr="009F30DB">
        <w:rPr>
          <w:sz w:val="22"/>
          <w:szCs w:val="22"/>
        </w:rPr>
        <w:t>); or</w:t>
      </w:r>
    </w:p>
    <w:p w14:paraId="752860A9" w14:textId="77777777" w:rsidR="003E7A78" w:rsidRPr="009F30DB" w:rsidRDefault="003E7A78" w:rsidP="003E7A78">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29111FD1" w14:textId="77777777" w:rsidR="003E7A78" w:rsidRPr="009F30DB" w:rsidRDefault="003E7A78" w:rsidP="003E7A78">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10FE6879" w14:textId="77777777" w:rsidR="003E7A78" w:rsidRPr="009F30DB" w:rsidRDefault="003E7A78" w:rsidP="003E7A78">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14:paraId="0AFAB1BE" w14:textId="77777777" w:rsidR="003E7A78" w:rsidRPr="009F30DB" w:rsidRDefault="003E7A78" w:rsidP="003E7A78">
      <w:pPr>
        <w:pStyle w:val="m-4890597653018465012gmail-msolistparagraph"/>
        <w:spacing w:before="0" w:beforeAutospacing="0" w:after="0" w:afterAutospacing="0"/>
        <w:ind w:left="3600"/>
        <w:contextualSpacing/>
        <w:rPr>
          <w:sz w:val="22"/>
          <w:szCs w:val="22"/>
        </w:rPr>
      </w:pPr>
      <w:r w:rsidRPr="009F30DB">
        <w:rPr>
          <w:sz w:val="22"/>
          <w:szCs w:val="22"/>
        </w:rPr>
        <w:t>                                                         </w:t>
      </w:r>
    </w:p>
    <w:p w14:paraId="4E8179F3" w14:textId="77777777" w:rsidR="003E7A78" w:rsidRPr="009F30DB" w:rsidRDefault="003E7A78" w:rsidP="003E7A78">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12"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58303465" w14:textId="77777777" w:rsidR="003E7A78" w:rsidRPr="009F30DB" w:rsidRDefault="003E7A78" w:rsidP="003E7A78">
      <w:pPr>
        <w:pStyle w:val="m-4890597653018465012gmail-msolistparagraph"/>
        <w:spacing w:before="0" w:beforeAutospacing="0" w:after="0" w:afterAutospacing="0"/>
        <w:ind w:left="2880"/>
        <w:contextualSpacing/>
        <w:rPr>
          <w:sz w:val="22"/>
          <w:szCs w:val="22"/>
        </w:rPr>
      </w:pPr>
      <w:r w:rsidRPr="009F30DB">
        <w:rPr>
          <w:sz w:val="22"/>
          <w:szCs w:val="22"/>
        </w:rPr>
        <w:t xml:space="preserve">c.    </w:t>
      </w:r>
      <w:proofErr w:type="spellStart"/>
      <w:r w:rsidRPr="009F30DB">
        <w:rPr>
          <w:sz w:val="22"/>
          <w:szCs w:val="22"/>
        </w:rPr>
        <w:t>Adhoc</w:t>
      </w:r>
      <w:proofErr w:type="spellEnd"/>
      <w:r w:rsidRPr="009F30DB">
        <w:rPr>
          <w:sz w:val="22"/>
          <w:szCs w:val="22"/>
        </w:rPr>
        <w:t xml:space="preserve"> meeting reminders: </w:t>
      </w:r>
    </w:p>
    <w:p w14:paraId="4C56EDB8" w14:textId="77777777" w:rsidR="003E7A78" w:rsidRPr="009F30DB" w:rsidRDefault="003E7A78" w:rsidP="003E7A78">
      <w:pPr>
        <w:pStyle w:val="m-4890597653018465012gmail-msolistparagraph"/>
        <w:spacing w:before="0" w:beforeAutospacing="0" w:after="0" w:afterAutospacing="0"/>
        <w:ind w:left="2880" w:firstLine="720"/>
        <w:contextualSpacing/>
        <w:rPr>
          <w:sz w:val="22"/>
          <w:szCs w:val="22"/>
        </w:rPr>
      </w:pPr>
      <w:r w:rsidRPr="009F30DB">
        <w:rPr>
          <w:sz w:val="22"/>
          <w:szCs w:val="22"/>
        </w:rPr>
        <w:t>April 21-23 Cambridge UK – Not in person; teleconference proposal is below.</w:t>
      </w:r>
    </w:p>
    <w:p w14:paraId="3DEA7C51" w14:textId="77777777" w:rsidR="003E7A78" w:rsidRPr="009F30DB" w:rsidRDefault="003E7A78" w:rsidP="003E7A78">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67B00C69" w14:textId="4BE3160C" w:rsidR="003E7A78" w:rsidRDefault="003E7A78" w:rsidP="003E7A78">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p>
    <w:p w14:paraId="13111884" w14:textId="77777777" w:rsidR="009954E0" w:rsidRPr="009954E0" w:rsidRDefault="009954E0" w:rsidP="009954E0">
      <w:pPr>
        <w:pStyle w:val="m-4890597653018465012gmail-msolistparagraph"/>
        <w:ind w:left="2880"/>
        <w:contextualSpacing/>
        <w:rPr>
          <w:rStyle w:val="il"/>
          <w:sz w:val="22"/>
          <w:szCs w:val="22"/>
        </w:rPr>
      </w:pPr>
      <w:r w:rsidRPr="009954E0">
        <w:rPr>
          <w:rStyle w:val="il"/>
          <w:sz w:val="22"/>
          <w:szCs w:val="22"/>
        </w:rPr>
        <w:lastRenderedPageBreak/>
        <w:t>e.</w:t>
      </w:r>
      <w:r w:rsidRPr="009954E0">
        <w:rPr>
          <w:rStyle w:val="il"/>
          <w:sz w:val="22"/>
          <w:szCs w:val="22"/>
        </w:rPr>
        <w:tab/>
        <w:t xml:space="preserve">2020-04-15 Wednesday – 4:00-6pm Eastern *****Teleconference announced with </w:t>
      </w:r>
      <w:proofErr w:type="gramStart"/>
      <w:r w:rsidRPr="009954E0">
        <w:rPr>
          <w:rStyle w:val="il"/>
          <w:sz w:val="22"/>
          <w:szCs w:val="22"/>
        </w:rPr>
        <w:t>10 day</w:t>
      </w:r>
      <w:proofErr w:type="gramEnd"/>
      <w:r w:rsidRPr="009954E0">
        <w:rPr>
          <w:rStyle w:val="il"/>
          <w:sz w:val="22"/>
          <w:szCs w:val="22"/>
        </w:rPr>
        <w:t xml:space="preserve"> notice*****************(London is +5)</w:t>
      </w:r>
    </w:p>
    <w:p w14:paraId="11E6403F" w14:textId="77777777" w:rsidR="009954E0" w:rsidRPr="009954E0" w:rsidRDefault="009954E0" w:rsidP="009954E0">
      <w:pPr>
        <w:pStyle w:val="m-4890597653018465012gmail-msolistparagraph"/>
        <w:ind w:left="2880"/>
        <w:contextualSpacing/>
        <w:rPr>
          <w:rStyle w:val="il"/>
          <w:sz w:val="22"/>
          <w:szCs w:val="22"/>
        </w:rPr>
      </w:pPr>
      <w:proofErr w:type="spellStart"/>
      <w:r w:rsidRPr="009954E0">
        <w:rPr>
          <w:rStyle w:val="il"/>
          <w:sz w:val="22"/>
          <w:szCs w:val="22"/>
        </w:rPr>
        <w:t>i</w:t>
      </w:r>
      <w:proofErr w:type="spellEnd"/>
      <w:r w:rsidRPr="009954E0">
        <w:rPr>
          <w:rStyle w:val="il"/>
          <w:sz w:val="22"/>
          <w:szCs w:val="22"/>
        </w:rPr>
        <w:t>.</w:t>
      </w:r>
      <w:r w:rsidRPr="009954E0">
        <w:rPr>
          <w:rStyle w:val="il"/>
          <w:sz w:val="22"/>
          <w:szCs w:val="22"/>
        </w:rPr>
        <w:tab/>
        <w:t xml:space="preserve">Jon ROSDAHL – GEN CIDs </w:t>
      </w:r>
    </w:p>
    <w:p w14:paraId="493B5E85" w14:textId="02FB0035" w:rsidR="009954E0" w:rsidRDefault="009954E0" w:rsidP="009954E0">
      <w:pPr>
        <w:pStyle w:val="m-4890597653018465012gmail-msolistparagraph"/>
        <w:ind w:left="2880"/>
        <w:contextualSpacing/>
        <w:rPr>
          <w:rStyle w:val="il"/>
          <w:sz w:val="22"/>
          <w:szCs w:val="22"/>
        </w:rPr>
      </w:pPr>
      <w:r w:rsidRPr="009954E0">
        <w:rPr>
          <w:rStyle w:val="il"/>
          <w:sz w:val="22"/>
          <w:szCs w:val="22"/>
        </w:rPr>
        <w:t>ii.</w:t>
      </w:r>
      <w:r w:rsidRPr="009954E0">
        <w:rPr>
          <w:rStyle w:val="il"/>
          <w:sz w:val="22"/>
          <w:szCs w:val="22"/>
        </w:rPr>
        <w:tab/>
        <w:t xml:space="preserve">Mark RISON - CIDs – 60 minutes </w:t>
      </w:r>
    </w:p>
    <w:p w14:paraId="7649A0EC" w14:textId="05188012" w:rsidR="00197C4F" w:rsidRPr="009954E0" w:rsidRDefault="00197C4F" w:rsidP="000D71FD">
      <w:pPr>
        <w:pStyle w:val="m-4890597653018465012gmail-msolistparagraph"/>
        <w:numPr>
          <w:ilvl w:val="0"/>
          <w:numId w:val="2"/>
        </w:numPr>
        <w:contextualSpacing/>
        <w:rPr>
          <w:rStyle w:val="il"/>
          <w:sz w:val="22"/>
          <w:szCs w:val="22"/>
        </w:rPr>
      </w:pPr>
      <w:r>
        <w:rPr>
          <w:rStyle w:val="il"/>
          <w:sz w:val="22"/>
          <w:szCs w:val="22"/>
        </w:rPr>
        <w:t>Nehru BHANDARU - CID 4204 – 11-20/246r8</w:t>
      </w:r>
    </w:p>
    <w:p w14:paraId="6EFF574E" w14:textId="3768A45E" w:rsidR="00B66FAE" w:rsidRPr="009F30DB" w:rsidRDefault="00EA618E" w:rsidP="00B66FAE">
      <w:pPr>
        <w:pStyle w:val="m-4890597653018465012gmail-msolistparagraph"/>
        <w:spacing w:before="0" w:beforeAutospacing="0" w:after="0" w:afterAutospacing="0"/>
        <w:ind w:left="2160"/>
        <w:contextualSpacing/>
        <w:rPr>
          <w:sz w:val="22"/>
          <w:szCs w:val="22"/>
        </w:rPr>
      </w:pPr>
      <w:r>
        <w:rPr>
          <w:sz w:val="22"/>
          <w:szCs w:val="22"/>
        </w:rPr>
        <w:t>4</w:t>
      </w:r>
      <w:r w:rsidR="00B66FAE" w:rsidRPr="009F30DB">
        <w:rPr>
          <w:sz w:val="22"/>
          <w:szCs w:val="22"/>
        </w:rPr>
        <w:t>. Adjourn</w:t>
      </w:r>
    </w:p>
    <w:p w14:paraId="10A6FE9D" w14:textId="380ECD2D" w:rsidR="00EA618E" w:rsidRDefault="00EA618E" w:rsidP="00B66FAE">
      <w:pPr>
        <w:numPr>
          <w:ilvl w:val="2"/>
          <w:numId w:val="1"/>
        </w:numPr>
      </w:pPr>
      <w:r>
        <w:t>Discussion on when Motions are planned.</w:t>
      </w:r>
    </w:p>
    <w:p w14:paraId="2AE218E8" w14:textId="5B6D345B" w:rsidR="000D71FD" w:rsidRPr="00EA618E" w:rsidRDefault="000D71FD" w:rsidP="00B66FAE">
      <w:pPr>
        <w:numPr>
          <w:ilvl w:val="2"/>
          <w:numId w:val="1"/>
        </w:numPr>
      </w:pPr>
      <w:r>
        <w:t>Adjust to have Nehru be first today.</w:t>
      </w:r>
    </w:p>
    <w:p w14:paraId="54C5471E" w14:textId="44767D05" w:rsidR="00B66FAE" w:rsidRDefault="00B66FAE" w:rsidP="00B66FAE">
      <w:pPr>
        <w:numPr>
          <w:ilvl w:val="2"/>
          <w:numId w:val="1"/>
        </w:numPr>
      </w:pPr>
      <w:r w:rsidRPr="009F30DB">
        <w:rPr>
          <w:szCs w:val="22"/>
        </w:rPr>
        <w:t>No objection to the</w:t>
      </w:r>
      <w:r>
        <w:t xml:space="preserve"> planned agenda:</w:t>
      </w:r>
    </w:p>
    <w:p w14:paraId="2F462670" w14:textId="77777777" w:rsidR="00B66FAE" w:rsidRDefault="00B66FAE" w:rsidP="00B66FAE">
      <w:pPr>
        <w:numPr>
          <w:ilvl w:val="1"/>
          <w:numId w:val="1"/>
        </w:numPr>
      </w:pPr>
      <w:r w:rsidRPr="0064726C">
        <w:rPr>
          <w:b/>
          <w:bCs/>
        </w:rPr>
        <w:t>Editor Report:</w:t>
      </w:r>
      <w:r>
        <w:t xml:space="preserve"> Emily QI (INTEL)</w:t>
      </w:r>
    </w:p>
    <w:p w14:paraId="64D03F61" w14:textId="3CABA3F7" w:rsidR="003E7A78" w:rsidRDefault="003D3915" w:rsidP="008D7967">
      <w:pPr>
        <w:numPr>
          <w:ilvl w:val="2"/>
          <w:numId w:val="1"/>
        </w:numPr>
      </w:pPr>
      <w:r>
        <w:t>No update for today.</w:t>
      </w:r>
    </w:p>
    <w:p w14:paraId="161BCBF2" w14:textId="628E5496" w:rsidR="000D71FD" w:rsidRDefault="000D71FD" w:rsidP="003D3915">
      <w:pPr>
        <w:numPr>
          <w:ilvl w:val="1"/>
          <w:numId w:val="1"/>
        </w:numPr>
      </w:pPr>
      <w:r w:rsidRPr="00E87A1E">
        <w:rPr>
          <w:b/>
          <w:bCs/>
        </w:rPr>
        <w:t>Review doc 11-</w:t>
      </w:r>
      <w:r w:rsidR="00D05AF5" w:rsidRPr="00E87A1E">
        <w:rPr>
          <w:b/>
          <w:bCs/>
        </w:rPr>
        <w:t>20/246r8</w:t>
      </w:r>
      <w:r w:rsidR="00D05AF5">
        <w:t xml:space="preserve"> – Nehru BHANDARU (Broadcom)</w:t>
      </w:r>
    </w:p>
    <w:p w14:paraId="094FE8D2" w14:textId="2F17C7BC" w:rsidR="00D05AF5" w:rsidRDefault="007C202B" w:rsidP="00D05AF5">
      <w:pPr>
        <w:numPr>
          <w:ilvl w:val="2"/>
          <w:numId w:val="1"/>
        </w:numPr>
      </w:pPr>
      <w:hyperlink r:id="rId13" w:history="1">
        <w:r w:rsidRPr="00BE50C3">
          <w:rPr>
            <w:rStyle w:val="Hyperlink"/>
          </w:rPr>
          <w:t>https://mentor.ieee.org/802.11/dcn/20/11-20-0246-08-000m-d30crs.docx</w:t>
        </w:r>
      </w:hyperlink>
    </w:p>
    <w:p w14:paraId="36ABB9A4" w14:textId="76E732FE" w:rsidR="007C202B" w:rsidRDefault="007C202B" w:rsidP="00D05AF5">
      <w:pPr>
        <w:numPr>
          <w:ilvl w:val="2"/>
          <w:numId w:val="1"/>
        </w:numPr>
      </w:pPr>
      <w:r>
        <w:t xml:space="preserve">CID </w:t>
      </w:r>
      <w:r w:rsidR="00A32437">
        <w:t>4204 (PHY)</w:t>
      </w:r>
    </w:p>
    <w:p w14:paraId="2A59B3DA" w14:textId="77777777" w:rsidR="007C202B" w:rsidRDefault="007C202B" w:rsidP="007C202B">
      <w:pPr>
        <w:numPr>
          <w:ilvl w:val="3"/>
          <w:numId w:val="1"/>
        </w:numPr>
      </w:pPr>
      <w:r>
        <w:t>Review the changes from R7</w:t>
      </w:r>
    </w:p>
    <w:p w14:paraId="39CDE1BC" w14:textId="590DFED7" w:rsidR="007C202B" w:rsidRDefault="00B714E7" w:rsidP="007C202B">
      <w:pPr>
        <w:numPr>
          <w:ilvl w:val="3"/>
          <w:numId w:val="1"/>
        </w:numPr>
      </w:pPr>
      <w:r>
        <w:t xml:space="preserve">Proposed Resolution: </w:t>
      </w:r>
      <w:r w:rsidR="005A79EB" w:rsidRPr="005A79EB">
        <w:t>REVISED (PHY: 2020-0</w:t>
      </w:r>
      <w:r w:rsidR="00ED4142">
        <w:t>4</w:t>
      </w:r>
      <w:r w:rsidR="005A79EB" w:rsidRPr="005A79EB">
        <w:t>-</w:t>
      </w:r>
      <w:r w:rsidR="00ED4142">
        <w:t>15</w:t>
      </w:r>
      <w:r w:rsidR="005A79EB" w:rsidRPr="005A79EB">
        <w:t>) - Incorporate the changes in  11-20/246r</w:t>
      </w:r>
      <w:r w:rsidR="00F60EDE">
        <w:t>9</w:t>
      </w:r>
      <w:r w:rsidR="009C01B1">
        <w:t xml:space="preserve"> </w:t>
      </w:r>
      <w:r w:rsidR="005A79EB" w:rsidRPr="005A79EB">
        <w:t>&lt;</w:t>
      </w:r>
      <w:hyperlink r:id="rId14" w:history="1">
        <w:r w:rsidR="00ED4142">
          <w:rPr>
            <w:rStyle w:val="Hyperlink"/>
          </w:rPr>
          <w:t>https://mentor.ieee.org/802.11/dcn/20/11-20-0246-09-000m-d30crs.docx</w:t>
        </w:r>
      </w:hyperlink>
      <w:r w:rsidR="005A79EB" w:rsidRPr="005A79EB">
        <w:t>&gt;  under "4204 Discussion" which resolve the comment in the direction of the proposed resolution.</w:t>
      </w:r>
      <w:r w:rsidR="00637172">
        <w:t xml:space="preserve">; </w:t>
      </w:r>
      <w:r w:rsidR="00EB59ED" w:rsidRPr="00EB59ED">
        <w:t>Note to Editors: The changes start on page 12 of the document.</w:t>
      </w:r>
    </w:p>
    <w:p w14:paraId="455B6204" w14:textId="304EA6B9" w:rsidR="00722695" w:rsidRDefault="00637172" w:rsidP="007C202B">
      <w:pPr>
        <w:numPr>
          <w:ilvl w:val="3"/>
          <w:numId w:val="1"/>
        </w:numPr>
      </w:pPr>
      <w:r>
        <w:t>New Comment group starts today.</w:t>
      </w:r>
    </w:p>
    <w:p w14:paraId="545ED655" w14:textId="7AC3B50C" w:rsidR="003E52E7" w:rsidRDefault="003E52E7" w:rsidP="007C202B">
      <w:pPr>
        <w:numPr>
          <w:ilvl w:val="3"/>
          <w:numId w:val="1"/>
        </w:numPr>
      </w:pPr>
      <w:r>
        <w:t>Discussion on wh</w:t>
      </w:r>
      <w:r w:rsidR="00A33833">
        <w:t>y we deleted “</w:t>
      </w:r>
      <w:r w:rsidR="008870E7" w:rsidRPr="008870E7">
        <w:t>or PMKSA caching</w:t>
      </w:r>
      <w:r w:rsidR="008870E7">
        <w:t>” was deleted in row 13 and not 3</w:t>
      </w:r>
      <w:r w:rsidR="00ED0CCE">
        <w:t xml:space="preserve">; </w:t>
      </w:r>
      <w:r w:rsidR="00AF4642">
        <w:t>also,</w:t>
      </w:r>
      <w:r w:rsidR="00ED0CCE">
        <w:t xml:space="preserve"> in row 16 and 17.</w:t>
      </w:r>
    </w:p>
    <w:p w14:paraId="03F70852" w14:textId="4AA77AA4" w:rsidR="00ED0CCE" w:rsidRDefault="00ED0CCE" w:rsidP="00ED0CCE">
      <w:pPr>
        <w:numPr>
          <w:ilvl w:val="4"/>
          <w:numId w:val="1"/>
        </w:numPr>
      </w:pPr>
      <w:r>
        <w:t xml:space="preserve">Determined to undelete the deletion of </w:t>
      </w:r>
      <w:r w:rsidRPr="00ED0CCE">
        <w:t>“</w:t>
      </w:r>
      <w:r w:rsidRPr="00ED0CCE">
        <w:t>or PMKSA caching</w:t>
      </w:r>
      <w:r w:rsidRPr="00ED0CCE">
        <w:t>”</w:t>
      </w:r>
    </w:p>
    <w:p w14:paraId="5C1EDAC3" w14:textId="77777777" w:rsidR="008870E7" w:rsidRDefault="008870E7" w:rsidP="007C202B">
      <w:pPr>
        <w:numPr>
          <w:ilvl w:val="3"/>
          <w:numId w:val="1"/>
        </w:numPr>
      </w:pPr>
    </w:p>
    <w:p w14:paraId="3B811284" w14:textId="13FA101C" w:rsidR="00E87A1E" w:rsidRDefault="009253E0" w:rsidP="003D3915">
      <w:pPr>
        <w:numPr>
          <w:ilvl w:val="1"/>
          <w:numId w:val="1"/>
        </w:numPr>
      </w:pPr>
      <w:proofErr w:type="spellStart"/>
      <w:r w:rsidRPr="00077222">
        <w:rPr>
          <w:b/>
          <w:bCs/>
        </w:rPr>
        <w:t>AdHoc</w:t>
      </w:r>
      <w:proofErr w:type="spellEnd"/>
      <w:r w:rsidRPr="00077222">
        <w:rPr>
          <w:b/>
          <w:bCs/>
        </w:rPr>
        <w:t xml:space="preserve"> List of CIDS</w:t>
      </w:r>
      <w:r>
        <w:t xml:space="preserve"> - Mark RISON </w:t>
      </w:r>
    </w:p>
    <w:p w14:paraId="7B48C0CF" w14:textId="018B367F" w:rsidR="009253E0" w:rsidRPr="00077222" w:rsidRDefault="00F10387" w:rsidP="009253E0">
      <w:pPr>
        <w:numPr>
          <w:ilvl w:val="2"/>
          <w:numId w:val="1"/>
        </w:numPr>
        <w:rPr>
          <w:highlight w:val="yellow"/>
        </w:rPr>
      </w:pPr>
      <w:r w:rsidRPr="00077222">
        <w:rPr>
          <w:highlight w:val="yellow"/>
        </w:rPr>
        <w:t xml:space="preserve">CID </w:t>
      </w:r>
      <w:r w:rsidR="00223CFA" w:rsidRPr="00077222">
        <w:rPr>
          <w:highlight w:val="yellow"/>
        </w:rPr>
        <w:t>4229 (MAC)</w:t>
      </w:r>
    </w:p>
    <w:p w14:paraId="54B6526B" w14:textId="0575C1DA" w:rsidR="00223CFA" w:rsidRDefault="00223CFA" w:rsidP="00223CFA">
      <w:pPr>
        <w:numPr>
          <w:ilvl w:val="3"/>
          <w:numId w:val="1"/>
        </w:numPr>
      </w:pPr>
      <w:r>
        <w:t xml:space="preserve">This is assigned to Sean </w:t>
      </w:r>
      <w:r w:rsidR="00E9279B">
        <w:t>COFFEY -</w:t>
      </w:r>
      <w:r>
        <w:t xml:space="preserve"> Assign to April 23 Telecon</w:t>
      </w:r>
    </w:p>
    <w:p w14:paraId="175379F6" w14:textId="37185B9F" w:rsidR="00223CFA" w:rsidRPr="008848D7" w:rsidRDefault="00223CFA" w:rsidP="00223CFA">
      <w:pPr>
        <w:numPr>
          <w:ilvl w:val="2"/>
          <w:numId w:val="1"/>
        </w:numPr>
        <w:rPr>
          <w:highlight w:val="green"/>
        </w:rPr>
      </w:pPr>
      <w:r w:rsidRPr="008848D7">
        <w:rPr>
          <w:highlight w:val="green"/>
        </w:rPr>
        <w:t>CID 4245 (</w:t>
      </w:r>
      <w:r w:rsidR="00A27CC1" w:rsidRPr="008848D7">
        <w:rPr>
          <w:highlight w:val="green"/>
        </w:rPr>
        <w:t>MAC)</w:t>
      </w:r>
    </w:p>
    <w:p w14:paraId="3C7FB64F" w14:textId="66E2E82D" w:rsidR="00A27CC1" w:rsidRDefault="00A27CC1" w:rsidP="00A27CC1">
      <w:pPr>
        <w:numPr>
          <w:ilvl w:val="3"/>
          <w:numId w:val="1"/>
        </w:numPr>
      </w:pPr>
      <w:r>
        <w:t xml:space="preserve">Discussion on this CID is included in </w:t>
      </w:r>
      <w:r w:rsidR="00E9279B">
        <w:t>11-20/435 document.</w:t>
      </w:r>
    </w:p>
    <w:p w14:paraId="629D0DF1" w14:textId="3CA44475" w:rsidR="00D66531" w:rsidRDefault="00D66531" w:rsidP="00A27CC1">
      <w:pPr>
        <w:numPr>
          <w:ilvl w:val="3"/>
          <w:numId w:val="1"/>
        </w:numPr>
      </w:pPr>
      <w:r>
        <w:t>See Doc 11-20/435r1:</w:t>
      </w:r>
    </w:p>
    <w:p w14:paraId="29F1EDFA" w14:textId="1CC100E7" w:rsidR="00E9279B" w:rsidRDefault="00D66531" w:rsidP="00D66531">
      <w:pPr>
        <w:numPr>
          <w:ilvl w:val="3"/>
          <w:numId w:val="1"/>
        </w:numPr>
      </w:pPr>
      <w:hyperlink r:id="rId15" w:history="1">
        <w:r w:rsidRPr="00BE50C3">
          <w:rPr>
            <w:rStyle w:val="Hyperlink"/>
          </w:rPr>
          <w:t>https://mentor.ieee.org/802.11/dcn/20/11-20-0435-01-000m-resolutions-for-some-comments-on-11md-d3-0-sb1.docx</w:t>
        </w:r>
      </w:hyperlink>
    </w:p>
    <w:p w14:paraId="05A0D82B" w14:textId="26859175" w:rsidR="00D66531" w:rsidRDefault="00D66531" w:rsidP="00D66531">
      <w:pPr>
        <w:numPr>
          <w:ilvl w:val="3"/>
          <w:numId w:val="1"/>
        </w:numPr>
      </w:pPr>
      <w:r>
        <w:t>Review comment</w:t>
      </w:r>
    </w:p>
    <w:p w14:paraId="6D2A041A" w14:textId="66277DE5" w:rsidR="00D66531" w:rsidRDefault="005A5666" w:rsidP="00D66531">
      <w:pPr>
        <w:numPr>
          <w:ilvl w:val="3"/>
          <w:numId w:val="1"/>
        </w:numPr>
      </w:pPr>
      <w:r>
        <w:t>Review submission discussion</w:t>
      </w:r>
      <w:r w:rsidR="008C60AC">
        <w:t xml:space="preserve"> and proposed changes.</w:t>
      </w:r>
    </w:p>
    <w:p w14:paraId="02DB250F" w14:textId="7F39EBFA" w:rsidR="005A5666" w:rsidRDefault="001B73C0" w:rsidP="00D66531">
      <w:pPr>
        <w:numPr>
          <w:ilvl w:val="3"/>
          <w:numId w:val="1"/>
        </w:numPr>
      </w:pPr>
      <w:r>
        <w:t xml:space="preserve">Proposed Resolution: </w:t>
      </w:r>
      <w:r w:rsidR="00190148" w:rsidRPr="00190148">
        <w:t xml:space="preserve">REVISED (MAC: 2020-04-15 20:39:47Z): Make the changes shown under “Proposed changes” for CID 4245 in 11-20/0435r1 (https://mentor.ieee.org/802.11/dcn/20/11-20-0435-01-000m-resolutions-for-some-comments-on-11md-d3-0-sb1.docx), which clarify that the EDCA Parameter Set element is not used in </w:t>
      </w:r>
      <w:proofErr w:type="spellStart"/>
      <w:r w:rsidR="00190148" w:rsidRPr="00190148">
        <w:t>MBSSes</w:t>
      </w:r>
      <w:proofErr w:type="spellEnd"/>
      <w:r w:rsidR="00190148" w:rsidRPr="00190148">
        <w:t xml:space="preserve">, and that S1G STAs are not used in </w:t>
      </w:r>
      <w:proofErr w:type="spellStart"/>
      <w:r w:rsidR="00190148" w:rsidRPr="00190148">
        <w:t>MBSSes</w:t>
      </w:r>
      <w:proofErr w:type="spellEnd"/>
      <w:r w:rsidR="00190148" w:rsidRPr="00190148">
        <w:t>.</w:t>
      </w:r>
    </w:p>
    <w:p w14:paraId="7D023E19" w14:textId="1A83D982" w:rsidR="008848D7" w:rsidRDefault="008848D7" w:rsidP="00D66531">
      <w:pPr>
        <w:numPr>
          <w:ilvl w:val="3"/>
          <w:numId w:val="1"/>
        </w:numPr>
      </w:pPr>
      <w:r>
        <w:t>No objection – Mark Ready for Motion</w:t>
      </w:r>
    </w:p>
    <w:p w14:paraId="4F3C1B61" w14:textId="3BF4AA5E" w:rsidR="008848D7" w:rsidRPr="00077222" w:rsidRDefault="008848D7" w:rsidP="008848D7">
      <w:pPr>
        <w:numPr>
          <w:ilvl w:val="2"/>
          <w:numId w:val="1"/>
        </w:numPr>
        <w:rPr>
          <w:highlight w:val="green"/>
        </w:rPr>
      </w:pPr>
      <w:r w:rsidRPr="00077222">
        <w:rPr>
          <w:highlight w:val="green"/>
        </w:rPr>
        <w:t xml:space="preserve">CID </w:t>
      </w:r>
      <w:r w:rsidR="00931B37" w:rsidRPr="00077222">
        <w:rPr>
          <w:highlight w:val="green"/>
        </w:rPr>
        <w:t>4259 (MAC)</w:t>
      </w:r>
    </w:p>
    <w:p w14:paraId="34389FEE" w14:textId="119C2194" w:rsidR="00931B37" w:rsidRDefault="00190148" w:rsidP="00931B37">
      <w:pPr>
        <w:numPr>
          <w:ilvl w:val="3"/>
          <w:numId w:val="1"/>
        </w:numPr>
      </w:pPr>
      <w:r>
        <w:t>Review comment</w:t>
      </w:r>
    </w:p>
    <w:p w14:paraId="2DC0DBC5" w14:textId="2437C89F" w:rsidR="00190148" w:rsidRDefault="00816FF7" w:rsidP="00931B37">
      <w:pPr>
        <w:numPr>
          <w:ilvl w:val="3"/>
          <w:numId w:val="1"/>
        </w:numPr>
      </w:pPr>
      <w:r>
        <w:t xml:space="preserve">Review Proposed Change: </w:t>
      </w:r>
    </w:p>
    <w:p w14:paraId="0F956EE4" w14:textId="77777777" w:rsidR="0038192D" w:rsidRDefault="0038192D" w:rsidP="0038192D">
      <w:pPr>
        <w:ind w:left="2880"/>
      </w:pPr>
      <w:r>
        <w:t>In 9.3.2.1.1 change</w:t>
      </w:r>
    </w:p>
    <w:p w14:paraId="45BDFF2F" w14:textId="0252508E" w:rsidR="0038192D" w:rsidRDefault="00295257" w:rsidP="0038192D">
      <w:pPr>
        <w:ind w:left="2880"/>
      </w:pPr>
      <w:r>
        <w:t>“</w:t>
      </w:r>
      <w:r w:rsidR="0038192D">
        <w:t>Data frames with a 1 in the QoS subfield of the Subtype subfield are collectively referred to as QoS</w:t>
      </w:r>
      <w:r>
        <w:t xml:space="preserve"> </w:t>
      </w:r>
      <w:r w:rsidR="0038192D">
        <w:t>Data frames. Each of these data subtypes contains QoS in their names, and this frame format is</w:t>
      </w:r>
      <w:r>
        <w:t xml:space="preserve"> </w:t>
      </w:r>
      <w:r w:rsidR="0038192D">
        <w:t>distinguished by the presence of a QoS Control field in the MAC header.</w:t>
      </w:r>
      <w:r>
        <w:t>”</w:t>
      </w:r>
    </w:p>
    <w:p w14:paraId="24F39314" w14:textId="77777777" w:rsidR="0038192D" w:rsidRDefault="0038192D" w:rsidP="0038192D">
      <w:pPr>
        <w:ind w:left="2880"/>
      </w:pPr>
      <w:r>
        <w:t>to</w:t>
      </w:r>
    </w:p>
    <w:p w14:paraId="4CF3A74F" w14:textId="6B1AD2DC" w:rsidR="0038192D" w:rsidRDefault="0038192D" w:rsidP="0038192D">
      <w:pPr>
        <w:ind w:left="2880"/>
      </w:pPr>
      <w:r>
        <w:lastRenderedPageBreak/>
        <w:t>“</w:t>
      </w:r>
      <w:r>
        <w:t>Data frames that are distinguished by the presence of a QoS Control field in the MAC header</w:t>
      </w:r>
      <w:r>
        <w:t xml:space="preserve"> </w:t>
      </w:r>
      <w:r>
        <w:t>have the QoS subfield of the Subtype subfield set to 1 and contain QoS in their names.</w:t>
      </w:r>
    </w:p>
    <w:p w14:paraId="0B18421F" w14:textId="54A2A465" w:rsidR="00816FF7" w:rsidRDefault="0038192D" w:rsidP="00295257">
      <w:pPr>
        <w:ind w:left="2880"/>
      </w:pPr>
      <w:r>
        <w:t>Depending on the context, QoS Data frame either refers to any such frame, or refers</w:t>
      </w:r>
      <w:r>
        <w:t xml:space="preserve"> </w:t>
      </w:r>
      <w:r>
        <w:t>specifically to the Data frame with subtype 1000.  References nearby to other specific</w:t>
      </w:r>
      <w:r w:rsidR="00295257">
        <w:t xml:space="preserve"> </w:t>
      </w:r>
      <w:r>
        <w:t>Data frames with QoS in their name (e.g. QoS Null or QoS Data +CF-Poll) typically suggest</w:t>
      </w:r>
      <w:r w:rsidR="00295257">
        <w:t xml:space="preserve"> </w:t>
      </w:r>
      <w:r>
        <w:t>the latter interpretation.</w:t>
      </w:r>
      <w:r w:rsidR="00295257">
        <w:t>”</w:t>
      </w:r>
    </w:p>
    <w:p w14:paraId="0B6F66C3" w14:textId="040ED57F" w:rsidR="0038192D" w:rsidRDefault="006E774B" w:rsidP="00931B37">
      <w:pPr>
        <w:numPr>
          <w:ilvl w:val="3"/>
          <w:numId w:val="1"/>
        </w:numPr>
      </w:pPr>
      <w:r>
        <w:t>Discussion on the proposed change.</w:t>
      </w:r>
    </w:p>
    <w:p w14:paraId="48211A4A" w14:textId="2B3065D8" w:rsidR="006E774B" w:rsidRDefault="00C53BAC" w:rsidP="00931B37">
      <w:pPr>
        <w:numPr>
          <w:ilvl w:val="3"/>
          <w:numId w:val="1"/>
        </w:numPr>
      </w:pPr>
      <w:r>
        <w:t>Discussion on ways to simpl</w:t>
      </w:r>
      <w:r w:rsidR="00843F4B">
        <w:t>ify the wording.</w:t>
      </w:r>
    </w:p>
    <w:p w14:paraId="7ABFE9AE" w14:textId="4A601CCD" w:rsidR="00843F4B" w:rsidRDefault="00747079" w:rsidP="00931B37">
      <w:pPr>
        <w:numPr>
          <w:ilvl w:val="3"/>
          <w:numId w:val="1"/>
        </w:numPr>
      </w:pPr>
      <w:r>
        <w:t>P</w:t>
      </w:r>
      <w:r w:rsidR="00892259">
        <w:t>osable</w:t>
      </w:r>
      <w:r>
        <w:t xml:space="preserve"> Resolution: Revised; </w:t>
      </w:r>
      <w:r w:rsidRPr="00747079">
        <w:t xml:space="preserve">In 9.3.2.1.1, at 846.43 (D3.0) change </w:t>
      </w:r>
      <w:r w:rsidRPr="00747079">
        <w:cr/>
        <w:t xml:space="preserve">Data frames with a 1 in the QoS subfield of the Subtype subfield are collectively referred to as QoS Data frames. Each of these data subtypes contains QoS in their names, and this frame format is distinguished by the presence of a QoS Control field in the MAC header. </w:t>
      </w:r>
      <w:r w:rsidRPr="00747079">
        <w:cr/>
        <w:t xml:space="preserve">to </w:t>
      </w:r>
      <w:r w:rsidRPr="00747079">
        <w:cr/>
        <w:t>Data frames with the QoS subfield of the Subtype subfield set to 1 contain QoS in their names and contain a QoS Control field in the MAC header. Depending on the context, QoS Data frame either refers to any such frame, or refers specifically to the Data frame with subtype 1000.  References nearby to other specific Data frames with QoS in their name (e.g. QoS Null or QoS Data +CF-Poll) typically suggest the latter interpretation.</w:t>
      </w:r>
    </w:p>
    <w:p w14:paraId="283A9F22" w14:textId="53A63F7E" w:rsidR="0038192D" w:rsidRDefault="00DC53C2" w:rsidP="00931B37">
      <w:pPr>
        <w:numPr>
          <w:ilvl w:val="3"/>
          <w:numId w:val="1"/>
        </w:numPr>
      </w:pPr>
      <w:r>
        <w:t>Need to have the</w:t>
      </w:r>
      <w:r w:rsidR="00016349">
        <w:t xml:space="preserve"> italics made, so this will be included in 11-20/435r2 and will be ready for motion.</w:t>
      </w:r>
    </w:p>
    <w:p w14:paraId="2BDEA13D" w14:textId="509A2624" w:rsidR="00B55BED" w:rsidRDefault="00B55BED" w:rsidP="00931B37">
      <w:pPr>
        <w:numPr>
          <w:ilvl w:val="3"/>
          <w:numId w:val="1"/>
        </w:numPr>
      </w:pPr>
      <w:r>
        <w:t xml:space="preserve">Proposed Resolution: </w:t>
      </w:r>
      <w:r w:rsidRPr="00B55BED">
        <w:t>REVISED (MAC: 2020-04-15 20:54:37Z): Make the changes shown under “Proposed changes” for CID 4259 in 11-20/0435r2 (</w:t>
      </w:r>
      <w:hyperlink r:id="rId16" w:history="1">
        <w:r w:rsidR="0093404F" w:rsidRPr="00BE50C3">
          <w:rPr>
            <w:rStyle w:val="Hyperlink"/>
          </w:rPr>
          <w:t>https://mentor.ieee.org/802.11/dcn/20/11-20-0435-02-000m-resolutions-for-some-comments-on-11md-d3-0-sb1.docx</w:t>
        </w:r>
      </w:hyperlink>
      <w:r w:rsidRPr="00B55BED">
        <w:t>).</w:t>
      </w:r>
    </w:p>
    <w:p w14:paraId="34A932FA" w14:textId="2DDF3E35" w:rsidR="0038192D" w:rsidRDefault="00077222" w:rsidP="00931B37">
      <w:pPr>
        <w:numPr>
          <w:ilvl w:val="3"/>
          <w:numId w:val="1"/>
        </w:numPr>
      </w:pPr>
      <w:r>
        <w:t>Mark Ready for Motion</w:t>
      </w:r>
    </w:p>
    <w:p w14:paraId="686248A0" w14:textId="6B6F8C61" w:rsidR="00077222" w:rsidRPr="00FC5F44" w:rsidRDefault="0093404F" w:rsidP="00077222">
      <w:pPr>
        <w:numPr>
          <w:ilvl w:val="2"/>
          <w:numId w:val="1"/>
        </w:numPr>
        <w:rPr>
          <w:highlight w:val="yellow"/>
        </w:rPr>
      </w:pPr>
      <w:r w:rsidRPr="00FC5F44">
        <w:rPr>
          <w:highlight w:val="yellow"/>
        </w:rPr>
        <w:t xml:space="preserve">CID </w:t>
      </w:r>
      <w:r w:rsidR="00CF5DF7" w:rsidRPr="00FC5F44">
        <w:rPr>
          <w:highlight w:val="yellow"/>
        </w:rPr>
        <w:t>4263 (MAC)</w:t>
      </w:r>
    </w:p>
    <w:p w14:paraId="31695A5A" w14:textId="1461E149" w:rsidR="00CF5DF7" w:rsidRDefault="00CF5DF7" w:rsidP="00CF5DF7">
      <w:pPr>
        <w:numPr>
          <w:ilvl w:val="3"/>
          <w:numId w:val="1"/>
        </w:numPr>
      </w:pPr>
      <w:r>
        <w:t>Proposed Resolution: Reject – Insufficient Detail</w:t>
      </w:r>
    </w:p>
    <w:p w14:paraId="390D86AB" w14:textId="4FD8EA9C" w:rsidR="00725E68" w:rsidRDefault="00725E68" w:rsidP="00725E68">
      <w:pPr>
        <w:numPr>
          <w:ilvl w:val="3"/>
          <w:numId w:val="1"/>
        </w:numPr>
      </w:pPr>
      <w:r>
        <w:t>Mark needs more time. otherwise Insufficient detail.</w:t>
      </w:r>
    </w:p>
    <w:p w14:paraId="5F44BCDD" w14:textId="605ABEEB" w:rsidR="00CF5DF7" w:rsidRPr="00FC5F44" w:rsidRDefault="00CF5DF7" w:rsidP="00CF5DF7">
      <w:pPr>
        <w:numPr>
          <w:ilvl w:val="2"/>
          <w:numId w:val="1"/>
        </w:numPr>
        <w:rPr>
          <w:highlight w:val="yellow"/>
        </w:rPr>
      </w:pPr>
      <w:r w:rsidRPr="00FC5F44">
        <w:rPr>
          <w:highlight w:val="yellow"/>
        </w:rPr>
        <w:t>CID 4269 (MAC)</w:t>
      </w:r>
    </w:p>
    <w:p w14:paraId="145B30C3" w14:textId="05C2400D" w:rsidR="00CF5DF7" w:rsidRDefault="00CF5DF7" w:rsidP="00CF5DF7">
      <w:pPr>
        <w:numPr>
          <w:ilvl w:val="3"/>
          <w:numId w:val="1"/>
        </w:numPr>
      </w:pPr>
      <w:r>
        <w:t>Assigned to Alfred – on future Agenda</w:t>
      </w:r>
    </w:p>
    <w:p w14:paraId="081FE860" w14:textId="52CF3954" w:rsidR="00CF5DF7" w:rsidRPr="00FC5F44" w:rsidRDefault="00CF5DF7" w:rsidP="00CF5DF7">
      <w:pPr>
        <w:numPr>
          <w:ilvl w:val="2"/>
          <w:numId w:val="1"/>
        </w:numPr>
        <w:rPr>
          <w:highlight w:val="yellow"/>
        </w:rPr>
      </w:pPr>
      <w:r w:rsidRPr="00FC5F44">
        <w:rPr>
          <w:highlight w:val="yellow"/>
        </w:rPr>
        <w:t>CID 4343 (MAC)</w:t>
      </w:r>
    </w:p>
    <w:p w14:paraId="72D73BFB" w14:textId="6D828E39" w:rsidR="00CF5DF7" w:rsidRDefault="007B5353" w:rsidP="00CF5DF7">
      <w:pPr>
        <w:numPr>
          <w:ilvl w:val="3"/>
          <w:numId w:val="1"/>
        </w:numPr>
      </w:pPr>
      <w:r>
        <w:t>Review Comment</w:t>
      </w:r>
    </w:p>
    <w:p w14:paraId="44972508" w14:textId="0A49EEEB" w:rsidR="007B5353" w:rsidRDefault="007B5353" w:rsidP="00CF5DF7">
      <w:pPr>
        <w:numPr>
          <w:ilvl w:val="3"/>
          <w:numId w:val="1"/>
        </w:numPr>
      </w:pPr>
      <w:r>
        <w:t>Review</w:t>
      </w:r>
      <w:r w:rsidR="00D2277D">
        <w:t xml:space="preserve"> Minutes from Sunrise </w:t>
      </w:r>
      <w:proofErr w:type="spellStart"/>
      <w:r w:rsidR="00D2277D">
        <w:t>AdHoc</w:t>
      </w:r>
      <w:proofErr w:type="spellEnd"/>
      <w:r w:rsidR="00D2277D">
        <w:t>.</w:t>
      </w:r>
    </w:p>
    <w:p w14:paraId="502BAE8F" w14:textId="77777777" w:rsidR="00D2277D" w:rsidRDefault="00D2277D" w:rsidP="00D2277D">
      <w:pPr>
        <w:numPr>
          <w:ilvl w:val="3"/>
          <w:numId w:val="1"/>
        </w:numPr>
      </w:pPr>
      <w:r>
        <w:t>Proposed Resolution: Reject – Insufficient Detail</w:t>
      </w:r>
    </w:p>
    <w:p w14:paraId="36D472B3" w14:textId="77777777" w:rsidR="00D2277D" w:rsidRDefault="00D2277D" w:rsidP="00D2277D">
      <w:pPr>
        <w:numPr>
          <w:ilvl w:val="3"/>
          <w:numId w:val="1"/>
        </w:numPr>
      </w:pPr>
      <w:r>
        <w:t>Mark needs more time. otherwise Insufficient detail.</w:t>
      </w:r>
    </w:p>
    <w:p w14:paraId="515F69FD" w14:textId="395AD5F9" w:rsidR="00D2277D" w:rsidRPr="00286162" w:rsidRDefault="00FC5F44" w:rsidP="00FC5F44">
      <w:pPr>
        <w:numPr>
          <w:ilvl w:val="2"/>
          <w:numId w:val="1"/>
        </w:numPr>
        <w:rPr>
          <w:highlight w:val="yellow"/>
        </w:rPr>
      </w:pPr>
      <w:r w:rsidRPr="00286162">
        <w:rPr>
          <w:highlight w:val="yellow"/>
        </w:rPr>
        <w:t>CID 4345 (MAC)</w:t>
      </w:r>
    </w:p>
    <w:p w14:paraId="2930CEA8" w14:textId="48DEB522" w:rsidR="0038192D" w:rsidRDefault="00615CC7" w:rsidP="00931B37">
      <w:pPr>
        <w:numPr>
          <w:ilvl w:val="3"/>
          <w:numId w:val="1"/>
        </w:numPr>
      </w:pPr>
      <w:r>
        <w:t>It is assigned to Menzo</w:t>
      </w:r>
    </w:p>
    <w:p w14:paraId="22D7BFC8" w14:textId="5698FE41" w:rsidR="00615CC7" w:rsidRDefault="00286162" w:rsidP="00931B37">
      <w:pPr>
        <w:numPr>
          <w:ilvl w:val="3"/>
          <w:numId w:val="1"/>
        </w:numPr>
      </w:pPr>
      <w:r w:rsidRPr="00286162">
        <w:rPr>
          <w:highlight w:val="yellow"/>
        </w:rPr>
        <w:t>ACTION ITEM</w:t>
      </w:r>
      <w:r w:rsidR="00615CC7">
        <w:t>: Mark Hamilton – check with Menzo for Status.</w:t>
      </w:r>
    </w:p>
    <w:p w14:paraId="43C5F7E7" w14:textId="345E2635" w:rsidR="00615CC7" w:rsidRPr="00AC2A34" w:rsidRDefault="00286162" w:rsidP="00286162">
      <w:pPr>
        <w:numPr>
          <w:ilvl w:val="2"/>
          <w:numId w:val="1"/>
        </w:numPr>
        <w:rPr>
          <w:highlight w:val="yellow"/>
        </w:rPr>
      </w:pPr>
      <w:r w:rsidRPr="00AC2A34">
        <w:rPr>
          <w:highlight w:val="yellow"/>
        </w:rPr>
        <w:t>CID 4353 (MAC)</w:t>
      </w:r>
    </w:p>
    <w:p w14:paraId="07E2E9E1" w14:textId="77777777" w:rsidR="00286162" w:rsidRDefault="00286162" w:rsidP="00286162">
      <w:pPr>
        <w:numPr>
          <w:ilvl w:val="3"/>
          <w:numId w:val="1"/>
        </w:numPr>
      </w:pPr>
      <w:r>
        <w:t>Proposed Resolution: Reject – Insufficient Detail</w:t>
      </w:r>
    </w:p>
    <w:p w14:paraId="27332485" w14:textId="77777777" w:rsidR="00286162" w:rsidRDefault="00286162" w:rsidP="00286162">
      <w:pPr>
        <w:numPr>
          <w:ilvl w:val="3"/>
          <w:numId w:val="1"/>
        </w:numPr>
      </w:pPr>
      <w:r>
        <w:t>Mark needs more time. otherwise Insufficient detail.</w:t>
      </w:r>
    </w:p>
    <w:p w14:paraId="1AEC8BAF" w14:textId="75035621" w:rsidR="00286162" w:rsidRPr="00994B49" w:rsidRDefault="00286162" w:rsidP="00286162">
      <w:pPr>
        <w:numPr>
          <w:ilvl w:val="2"/>
          <w:numId w:val="1"/>
        </w:numPr>
        <w:rPr>
          <w:highlight w:val="yellow"/>
        </w:rPr>
      </w:pPr>
      <w:r w:rsidRPr="00994B49">
        <w:rPr>
          <w:highlight w:val="yellow"/>
        </w:rPr>
        <w:t xml:space="preserve">CID 4361 </w:t>
      </w:r>
      <w:r w:rsidR="00AC2A34" w:rsidRPr="00994B49">
        <w:rPr>
          <w:highlight w:val="yellow"/>
        </w:rPr>
        <w:t xml:space="preserve">and 4362 </w:t>
      </w:r>
      <w:r w:rsidRPr="00994B49">
        <w:rPr>
          <w:highlight w:val="yellow"/>
        </w:rPr>
        <w:t>(MAC)</w:t>
      </w:r>
    </w:p>
    <w:p w14:paraId="1C0C2628" w14:textId="0E2F01B7" w:rsidR="00AC2A34" w:rsidRDefault="00AC2A34" w:rsidP="00AC2A34">
      <w:pPr>
        <w:numPr>
          <w:ilvl w:val="3"/>
          <w:numId w:val="1"/>
        </w:numPr>
      </w:pPr>
      <w:r>
        <w:t xml:space="preserve">In the </w:t>
      </w:r>
      <w:proofErr w:type="spellStart"/>
      <w:r>
        <w:t>AdHoc</w:t>
      </w:r>
      <w:proofErr w:type="spellEnd"/>
      <w:r>
        <w:t>, a rejection was to be crafted</w:t>
      </w:r>
      <w:r w:rsidR="0031466A">
        <w:t>.</w:t>
      </w:r>
    </w:p>
    <w:p w14:paraId="3C61856D" w14:textId="7B2228E9" w:rsidR="0031466A" w:rsidRDefault="0031466A" w:rsidP="00AC2A34">
      <w:pPr>
        <w:numPr>
          <w:ilvl w:val="3"/>
          <w:numId w:val="1"/>
        </w:numPr>
      </w:pPr>
      <w:r>
        <w:t>Comment is Assigned to Mark RISON</w:t>
      </w:r>
    </w:p>
    <w:p w14:paraId="688877B7" w14:textId="3D2A935B" w:rsidR="0031466A" w:rsidRDefault="006178F9" w:rsidP="00AC2A34">
      <w:pPr>
        <w:numPr>
          <w:ilvl w:val="3"/>
          <w:numId w:val="1"/>
        </w:numPr>
      </w:pPr>
      <w:r>
        <w:t>Reviewed Sunrise minutes – history.</w:t>
      </w:r>
    </w:p>
    <w:p w14:paraId="2563DECE" w14:textId="2253A908" w:rsidR="006178F9" w:rsidRDefault="0076520C" w:rsidP="00AC2A34">
      <w:pPr>
        <w:numPr>
          <w:ilvl w:val="3"/>
          <w:numId w:val="1"/>
        </w:numPr>
      </w:pPr>
      <w:r>
        <w:t>Need Volunteer to craft the Rejection Reason.</w:t>
      </w:r>
    </w:p>
    <w:p w14:paraId="7E884FF3" w14:textId="565C4207" w:rsidR="0076520C" w:rsidRDefault="00994B49" w:rsidP="00AC2A34">
      <w:pPr>
        <w:numPr>
          <w:ilvl w:val="3"/>
          <w:numId w:val="1"/>
        </w:numPr>
      </w:pPr>
      <w:r>
        <w:t>Action Item: Dorothy to craft Rejection Reason</w:t>
      </w:r>
    </w:p>
    <w:p w14:paraId="2C5DDD50" w14:textId="3F4C041C" w:rsidR="00994B49" w:rsidRDefault="00994B49" w:rsidP="00AC2A34">
      <w:pPr>
        <w:numPr>
          <w:ilvl w:val="3"/>
          <w:numId w:val="1"/>
        </w:numPr>
      </w:pPr>
      <w:r>
        <w:t>Assign Comments to Dorothy</w:t>
      </w:r>
    </w:p>
    <w:p w14:paraId="734456F0" w14:textId="10B96E54" w:rsidR="00994B49" w:rsidRPr="008D0EE3" w:rsidRDefault="00994B49" w:rsidP="00994B49">
      <w:pPr>
        <w:numPr>
          <w:ilvl w:val="2"/>
          <w:numId w:val="1"/>
        </w:numPr>
        <w:rPr>
          <w:highlight w:val="yellow"/>
        </w:rPr>
      </w:pPr>
      <w:r w:rsidRPr="008D0EE3">
        <w:rPr>
          <w:highlight w:val="yellow"/>
        </w:rPr>
        <w:t xml:space="preserve">CID </w:t>
      </w:r>
      <w:r w:rsidR="00FF421C" w:rsidRPr="008D0EE3">
        <w:rPr>
          <w:highlight w:val="yellow"/>
        </w:rPr>
        <w:t xml:space="preserve">4364 </w:t>
      </w:r>
      <w:r w:rsidR="007F0D7D" w:rsidRPr="008D0EE3">
        <w:rPr>
          <w:highlight w:val="yellow"/>
        </w:rPr>
        <w:t xml:space="preserve">and 4365 </w:t>
      </w:r>
      <w:r w:rsidR="00FF421C" w:rsidRPr="008D0EE3">
        <w:rPr>
          <w:highlight w:val="yellow"/>
        </w:rPr>
        <w:t>(MAC)</w:t>
      </w:r>
    </w:p>
    <w:p w14:paraId="34808E67" w14:textId="1D39E99B" w:rsidR="00FF421C" w:rsidRDefault="007F0D7D" w:rsidP="00FF421C">
      <w:pPr>
        <w:numPr>
          <w:ilvl w:val="3"/>
          <w:numId w:val="1"/>
        </w:numPr>
      </w:pPr>
      <w:r>
        <w:lastRenderedPageBreak/>
        <w:t xml:space="preserve"> </w:t>
      </w:r>
      <w:r w:rsidR="00FF421C">
        <w:t>Review comment</w:t>
      </w:r>
    </w:p>
    <w:p w14:paraId="40F22DA9" w14:textId="4A903750" w:rsidR="00FF421C" w:rsidRDefault="007F0D7D" w:rsidP="00FF421C">
      <w:pPr>
        <w:numPr>
          <w:ilvl w:val="3"/>
          <w:numId w:val="1"/>
        </w:numPr>
      </w:pPr>
      <w:r>
        <w:t xml:space="preserve"> Action item from Sunrise </w:t>
      </w:r>
      <w:proofErr w:type="spellStart"/>
      <w:r>
        <w:t>AdHoc</w:t>
      </w:r>
      <w:proofErr w:type="spellEnd"/>
      <w:r>
        <w:t xml:space="preserve"> – Mark RISON to contact Menzo and Mark HAMILTON about these CIDs.</w:t>
      </w:r>
    </w:p>
    <w:p w14:paraId="0EAC7218" w14:textId="718A3364" w:rsidR="007F0D7D" w:rsidRDefault="005A616D" w:rsidP="007F0D7D">
      <w:pPr>
        <w:numPr>
          <w:ilvl w:val="3"/>
          <w:numId w:val="1"/>
        </w:numPr>
      </w:pPr>
      <w:r>
        <w:t xml:space="preserve"> </w:t>
      </w:r>
      <w:r w:rsidR="007F0D7D">
        <w:t>Proposed Resolution: Reject – Insufficient Detail</w:t>
      </w:r>
    </w:p>
    <w:p w14:paraId="08A1B034" w14:textId="620B9619" w:rsidR="007F0D7D" w:rsidRDefault="005A616D" w:rsidP="007F0D7D">
      <w:pPr>
        <w:numPr>
          <w:ilvl w:val="3"/>
          <w:numId w:val="1"/>
        </w:numPr>
      </w:pPr>
      <w:r>
        <w:t xml:space="preserve"> </w:t>
      </w:r>
      <w:r w:rsidR="007F0D7D">
        <w:t>Mark needs more time. otherwise Insufficient detail.</w:t>
      </w:r>
    </w:p>
    <w:p w14:paraId="1B332886" w14:textId="0E3F88BA" w:rsidR="007F0D7D" w:rsidRPr="000E5D32" w:rsidRDefault="008D0EE3" w:rsidP="008D0EE3">
      <w:pPr>
        <w:numPr>
          <w:ilvl w:val="2"/>
          <w:numId w:val="1"/>
        </w:numPr>
        <w:rPr>
          <w:highlight w:val="yellow"/>
        </w:rPr>
      </w:pPr>
      <w:r w:rsidRPr="000E5D32">
        <w:rPr>
          <w:highlight w:val="yellow"/>
        </w:rPr>
        <w:t>CID 4379 (MAC)</w:t>
      </w:r>
    </w:p>
    <w:p w14:paraId="366CF55A" w14:textId="25E32161" w:rsidR="008D0EE3" w:rsidRDefault="0007447B" w:rsidP="008D0EE3">
      <w:pPr>
        <w:numPr>
          <w:ilvl w:val="3"/>
          <w:numId w:val="1"/>
        </w:numPr>
      </w:pPr>
      <w:r>
        <w:t>Assigned to Mark RISON</w:t>
      </w:r>
    </w:p>
    <w:p w14:paraId="158458E3" w14:textId="45530257" w:rsidR="0007447B" w:rsidRPr="00274731" w:rsidRDefault="009530CB" w:rsidP="0007447B">
      <w:pPr>
        <w:numPr>
          <w:ilvl w:val="2"/>
          <w:numId w:val="1"/>
        </w:numPr>
        <w:rPr>
          <w:highlight w:val="cyan"/>
        </w:rPr>
      </w:pPr>
      <w:r w:rsidRPr="00274731">
        <w:rPr>
          <w:highlight w:val="cyan"/>
        </w:rPr>
        <w:t>CID 4381 (MAC)</w:t>
      </w:r>
    </w:p>
    <w:p w14:paraId="1C8D9A3A" w14:textId="3A8D386C" w:rsidR="009530CB" w:rsidRDefault="00274731" w:rsidP="009530CB">
      <w:pPr>
        <w:numPr>
          <w:ilvl w:val="3"/>
          <w:numId w:val="1"/>
        </w:numPr>
      </w:pPr>
      <w:r>
        <w:t>Already Motioned See Motion #167</w:t>
      </w:r>
    </w:p>
    <w:p w14:paraId="56BA4905" w14:textId="5582B548" w:rsidR="00274731" w:rsidRPr="000926C5" w:rsidRDefault="00274731" w:rsidP="00274731">
      <w:pPr>
        <w:numPr>
          <w:ilvl w:val="2"/>
          <w:numId w:val="1"/>
        </w:numPr>
        <w:rPr>
          <w:highlight w:val="yellow"/>
        </w:rPr>
      </w:pPr>
      <w:r w:rsidRPr="000926C5">
        <w:rPr>
          <w:highlight w:val="yellow"/>
        </w:rPr>
        <w:t>CID 4393 (MAC)</w:t>
      </w:r>
    </w:p>
    <w:p w14:paraId="1271624D" w14:textId="2129B8AA" w:rsidR="00274731" w:rsidRDefault="00274731" w:rsidP="00274731">
      <w:pPr>
        <w:numPr>
          <w:ilvl w:val="3"/>
          <w:numId w:val="1"/>
        </w:numPr>
      </w:pPr>
      <w:r>
        <w:t xml:space="preserve">Already motioned See Motion </w:t>
      </w:r>
      <w:r w:rsidR="005765F1">
        <w:t>#173</w:t>
      </w:r>
    </w:p>
    <w:p w14:paraId="589E103F" w14:textId="505C66B9" w:rsidR="005765F1" w:rsidRPr="000926C5" w:rsidRDefault="005765F1" w:rsidP="005765F1">
      <w:pPr>
        <w:numPr>
          <w:ilvl w:val="2"/>
          <w:numId w:val="1"/>
        </w:numPr>
        <w:rPr>
          <w:highlight w:val="yellow"/>
        </w:rPr>
      </w:pPr>
      <w:r w:rsidRPr="000926C5">
        <w:rPr>
          <w:highlight w:val="yellow"/>
        </w:rPr>
        <w:t>CID 4400 (MAC)</w:t>
      </w:r>
    </w:p>
    <w:p w14:paraId="713F10D4" w14:textId="77777777" w:rsidR="007F37A9" w:rsidRDefault="007F37A9" w:rsidP="007F37A9">
      <w:pPr>
        <w:numPr>
          <w:ilvl w:val="3"/>
          <w:numId w:val="1"/>
        </w:numPr>
      </w:pPr>
      <w:r>
        <w:t>Already motioned See Motion #173</w:t>
      </w:r>
    </w:p>
    <w:p w14:paraId="03DDB19C" w14:textId="6652030B" w:rsidR="005765F1" w:rsidRPr="00EF02CB" w:rsidRDefault="007F37A9" w:rsidP="007F37A9">
      <w:pPr>
        <w:numPr>
          <w:ilvl w:val="2"/>
          <w:numId w:val="1"/>
        </w:numPr>
        <w:rPr>
          <w:highlight w:val="yellow"/>
        </w:rPr>
      </w:pPr>
      <w:r w:rsidRPr="00EF02CB">
        <w:rPr>
          <w:highlight w:val="yellow"/>
        </w:rPr>
        <w:t>CID 4413</w:t>
      </w:r>
      <w:r w:rsidR="00EF02CB" w:rsidRPr="00EF02CB">
        <w:rPr>
          <w:highlight w:val="yellow"/>
        </w:rPr>
        <w:t xml:space="preserve"> (MAC)</w:t>
      </w:r>
    </w:p>
    <w:p w14:paraId="50C87592" w14:textId="77777777" w:rsidR="00EF02CB" w:rsidRDefault="00EF02CB" w:rsidP="00EF02CB">
      <w:pPr>
        <w:numPr>
          <w:ilvl w:val="3"/>
          <w:numId w:val="1"/>
        </w:numPr>
      </w:pPr>
      <w:r>
        <w:t>Proposed Resolution: Reject – Insufficient Detail</w:t>
      </w:r>
    </w:p>
    <w:p w14:paraId="35534D43" w14:textId="77777777" w:rsidR="00EF02CB" w:rsidRDefault="00EF02CB" w:rsidP="00EF02CB">
      <w:pPr>
        <w:numPr>
          <w:ilvl w:val="3"/>
          <w:numId w:val="1"/>
        </w:numPr>
      </w:pPr>
      <w:r>
        <w:t>Mark needs more time. otherwise Insufficient detail.</w:t>
      </w:r>
    </w:p>
    <w:p w14:paraId="734BBB2C" w14:textId="0363479D" w:rsidR="00EF02CB" w:rsidRPr="005F1B0D" w:rsidRDefault="00EF02CB" w:rsidP="00EF02CB">
      <w:pPr>
        <w:numPr>
          <w:ilvl w:val="2"/>
          <w:numId w:val="1"/>
        </w:numPr>
        <w:rPr>
          <w:highlight w:val="yellow"/>
        </w:rPr>
      </w:pPr>
      <w:r w:rsidRPr="005F1B0D">
        <w:rPr>
          <w:highlight w:val="yellow"/>
        </w:rPr>
        <w:t>CID 4432 (MAC)</w:t>
      </w:r>
    </w:p>
    <w:p w14:paraId="12BF037E" w14:textId="3C5D880F" w:rsidR="0079140E" w:rsidRDefault="0079140E" w:rsidP="0079140E">
      <w:pPr>
        <w:numPr>
          <w:ilvl w:val="3"/>
          <w:numId w:val="1"/>
        </w:numPr>
      </w:pPr>
      <w:r>
        <w:t xml:space="preserve"> In doc 11-20/435r1</w:t>
      </w:r>
    </w:p>
    <w:p w14:paraId="08AAED8C" w14:textId="65B95157" w:rsidR="0079140E" w:rsidRDefault="0079140E" w:rsidP="0079140E">
      <w:pPr>
        <w:numPr>
          <w:ilvl w:val="3"/>
          <w:numId w:val="1"/>
        </w:numPr>
      </w:pPr>
      <w:r>
        <w:t xml:space="preserve"> </w:t>
      </w:r>
      <w:r w:rsidR="00457FF8" w:rsidRPr="00457FF8">
        <w:t>CID 4432 was discussed on March 11. 1.6.4.5 ACTION ITEM: Mark RISON to check the “Announce” frames and the TA vs RA description.</w:t>
      </w:r>
    </w:p>
    <w:p w14:paraId="11727503" w14:textId="48B38A57" w:rsidR="00606285" w:rsidRDefault="00606285" w:rsidP="0079140E">
      <w:pPr>
        <w:numPr>
          <w:ilvl w:val="3"/>
          <w:numId w:val="1"/>
        </w:numPr>
      </w:pPr>
      <w:r>
        <w:t xml:space="preserve"> </w:t>
      </w:r>
      <w:r w:rsidR="00BE7436">
        <w:t>The Claim was that t</w:t>
      </w:r>
      <w:r w:rsidR="0002250C">
        <w:t>he frames being broadcast is described in Clause 9 in the respective frame format clause.</w:t>
      </w:r>
    </w:p>
    <w:p w14:paraId="2ACEF809" w14:textId="7C250B33" w:rsidR="00BE7436" w:rsidRDefault="00BE7436" w:rsidP="0079140E">
      <w:pPr>
        <w:numPr>
          <w:ilvl w:val="3"/>
          <w:numId w:val="1"/>
        </w:numPr>
      </w:pPr>
      <w:r>
        <w:t xml:space="preserve"> </w:t>
      </w:r>
      <w:r w:rsidRPr="005F1B0D">
        <w:rPr>
          <w:highlight w:val="yellow"/>
        </w:rPr>
        <w:t>ACTION ITEM:</w:t>
      </w:r>
      <w:r>
        <w:t xml:space="preserve"> Matthew FISCHER to look for reference and send to Mark RISON.</w:t>
      </w:r>
    </w:p>
    <w:p w14:paraId="13D82CBF" w14:textId="77777777" w:rsidR="00615CC7" w:rsidRDefault="00615CC7" w:rsidP="00615CC7">
      <w:pPr>
        <w:ind w:left="2880"/>
      </w:pPr>
    </w:p>
    <w:p w14:paraId="7D789C70" w14:textId="0047C3EE" w:rsidR="009967E2" w:rsidRDefault="009967E2" w:rsidP="009967E2">
      <w:pPr>
        <w:numPr>
          <w:ilvl w:val="1"/>
          <w:numId w:val="1"/>
        </w:numPr>
      </w:pPr>
      <w:r w:rsidRPr="00E00200">
        <w:rPr>
          <w:b/>
          <w:bCs/>
        </w:rPr>
        <w:t>GEN CIDs –</w:t>
      </w:r>
      <w:r w:rsidR="002B7132">
        <w:t xml:space="preserve">- </w:t>
      </w:r>
      <w:r>
        <w:t>Jon ROSDAHL (Qualcomm)</w:t>
      </w:r>
    </w:p>
    <w:p w14:paraId="2CFB3B7B" w14:textId="4356B7C7" w:rsidR="002B7132" w:rsidRDefault="002B7132" w:rsidP="00A06296">
      <w:pPr>
        <w:numPr>
          <w:ilvl w:val="2"/>
          <w:numId w:val="1"/>
        </w:numPr>
      </w:pPr>
      <w:r>
        <w:t>see doc 11-20/147r5</w:t>
      </w:r>
    </w:p>
    <w:p w14:paraId="3FABEAC7" w14:textId="517F001A" w:rsidR="00A06296" w:rsidRDefault="00A36AFE" w:rsidP="002B7132">
      <w:pPr>
        <w:numPr>
          <w:ilvl w:val="3"/>
          <w:numId w:val="1"/>
        </w:numPr>
      </w:pPr>
      <w:hyperlink r:id="rId17" w:history="1">
        <w:r w:rsidRPr="00BE50C3">
          <w:rPr>
            <w:rStyle w:val="Hyperlink"/>
          </w:rPr>
          <w:t>https://mentor.ieee.org/802.11/dcn/20/11-20-0147-05-000m-sb1-revmd-gen-comments.xls</w:t>
        </w:r>
      </w:hyperlink>
      <w:r w:rsidR="00936841">
        <w:t xml:space="preserve"> </w:t>
      </w:r>
    </w:p>
    <w:p w14:paraId="17165D71" w14:textId="77777777" w:rsidR="009967E2" w:rsidRPr="009967E2" w:rsidRDefault="009967E2" w:rsidP="009967E2">
      <w:pPr>
        <w:numPr>
          <w:ilvl w:val="2"/>
          <w:numId w:val="1"/>
        </w:numPr>
        <w:rPr>
          <w:highlight w:val="green"/>
        </w:rPr>
      </w:pPr>
      <w:r w:rsidRPr="009967E2">
        <w:rPr>
          <w:highlight w:val="green"/>
        </w:rPr>
        <w:t>CID 4013 (GEN)</w:t>
      </w:r>
    </w:p>
    <w:p w14:paraId="500B6921" w14:textId="77777777" w:rsidR="009967E2" w:rsidRDefault="009967E2" w:rsidP="009967E2">
      <w:pPr>
        <w:numPr>
          <w:ilvl w:val="3"/>
          <w:numId w:val="1"/>
        </w:numPr>
      </w:pPr>
      <w:r>
        <w:t xml:space="preserve">No discussion. </w:t>
      </w:r>
    </w:p>
    <w:p w14:paraId="60CCEFDA" w14:textId="30D4AF9B" w:rsidR="009967E2" w:rsidRDefault="009967E2" w:rsidP="009967E2">
      <w:pPr>
        <w:numPr>
          <w:ilvl w:val="3"/>
          <w:numId w:val="1"/>
        </w:numPr>
      </w:pPr>
      <w:r>
        <w:t xml:space="preserve">Proposed Resolution: </w:t>
      </w:r>
      <w:r>
        <w:t>REVISED. MEC requirements were met – no changes required.</w:t>
      </w:r>
    </w:p>
    <w:p w14:paraId="311A685F" w14:textId="283C7645" w:rsidR="009967E2" w:rsidRDefault="009967E2" w:rsidP="009967E2">
      <w:pPr>
        <w:numPr>
          <w:ilvl w:val="3"/>
          <w:numId w:val="1"/>
        </w:numPr>
      </w:pPr>
      <w:r>
        <w:t xml:space="preserve">Mark </w:t>
      </w:r>
      <w:r>
        <w:t xml:space="preserve">Ready for Motion </w:t>
      </w:r>
    </w:p>
    <w:p w14:paraId="5D22C6BF" w14:textId="77777777" w:rsidR="009967E2" w:rsidRPr="009967E2" w:rsidRDefault="009967E2" w:rsidP="009967E2">
      <w:pPr>
        <w:numPr>
          <w:ilvl w:val="2"/>
          <w:numId w:val="1"/>
        </w:numPr>
        <w:rPr>
          <w:highlight w:val="green"/>
        </w:rPr>
      </w:pPr>
      <w:r w:rsidRPr="009967E2">
        <w:rPr>
          <w:highlight w:val="green"/>
        </w:rPr>
        <w:t>CID 4014 (GEN)</w:t>
      </w:r>
    </w:p>
    <w:p w14:paraId="1A2F7D1C" w14:textId="77777777" w:rsidR="009967E2" w:rsidRDefault="009967E2" w:rsidP="009967E2">
      <w:pPr>
        <w:numPr>
          <w:ilvl w:val="3"/>
          <w:numId w:val="1"/>
        </w:numPr>
      </w:pPr>
      <w:r>
        <w:t>We should verify that LPD is correct for Europe in the ITS band.</w:t>
      </w:r>
    </w:p>
    <w:p w14:paraId="2ADF47FB" w14:textId="77777777" w:rsidR="009967E2" w:rsidRDefault="009967E2" w:rsidP="009967E2">
      <w:pPr>
        <w:numPr>
          <w:ilvl w:val="3"/>
          <w:numId w:val="1"/>
        </w:numPr>
      </w:pPr>
      <w:r>
        <w:t>ACTION: Mike MONTEMURRO (BlackBerry) to verify.</w:t>
      </w:r>
    </w:p>
    <w:p w14:paraId="52D9337C" w14:textId="48260CD7" w:rsidR="009967E2" w:rsidRDefault="009967E2" w:rsidP="009967E2">
      <w:pPr>
        <w:numPr>
          <w:ilvl w:val="3"/>
          <w:numId w:val="1"/>
        </w:numPr>
      </w:pPr>
      <w:r>
        <w:t xml:space="preserve">Proposed Resolution: </w:t>
      </w:r>
      <w:r>
        <w:t>REVISED (GEN: 2020-04-15 21:24:22Z) - Change a) to: In the 5.9 GHz band in the United States (see E.2.3 (5.9 GHz band in the United States (5.850-5.925 GHz))) use EPD.</w:t>
      </w:r>
    </w:p>
    <w:p w14:paraId="71990AF0" w14:textId="34900077" w:rsidR="009967E2" w:rsidRDefault="009967E2" w:rsidP="009967E2">
      <w:pPr>
        <w:numPr>
          <w:ilvl w:val="3"/>
          <w:numId w:val="1"/>
        </w:numPr>
      </w:pPr>
      <w:r>
        <w:t xml:space="preserve">Mark </w:t>
      </w:r>
      <w:r>
        <w:t>Ready for motion</w:t>
      </w:r>
    </w:p>
    <w:p w14:paraId="174592CD" w14:textId="77777777" w:rsidR="009967E2" w:rsidRPr="008E0DBD" w:rsidRDefault="009967E2" w:rsidP="009967E2">
      <w:pPr>
        <w:numPr>
          <w:ilvl w:val="2"/>
          <w:numId w:val="1"/>
        </w:numPr>
        <w:rPr>
          <w:highlight w:val="yellow"/>
        </w:rPr>
      </w:pPr>
      <w:r w:rsidRPr="008E0DBD">
        <w:rPr>
          <w:highlight w:val="yellow"/>
        </w:rPr>
        <w:t>CID 4017 (GEN)</w:t>
      </w:r>
    </w:p>
    <w:p w14:paraId="631D6E74" w14:textId="77777777" w:rsidR="009967E2" w:rsidRDefault="009967E2" w:rsidP="009967E2">
      <w:pPr>
        <w:numPr>
          <w:ilvl w:val="3"/>
          <w:numId w:val="1"/>
        </w:numPr>
      </w:pPr>
      <w:r>
        <w:t>The page and line number are 4399.30.</w:t>
      </w:r>
    </w:p>
    <w:p w14:paraId="7B2349E1" w14:textId="77777777" w:rsidR="009967E2" w:rsidRDefault="009967E2" w:rsidP="009967E2">
      <w:pPr>
        <w:numPr>
          <w:ilvl w:val="3"/>
          <w:numId w:val="1"/>
        </w:numPr>
      </w:pPr>
      <w:r>
        <w:t>It’s not clear why there are references to DMG in a VHT TXOP sequence.</w:t>
      </w:r>
    </w:p>
    <w:p w14:paraId="13D6329A" w14:textId="77777777" w:rsidR="009967E2" w:rsidRDefault="009967E2" w:rsidP="009967E2">
      <w:pPr>
        <w:numPr>
          <w:ilvl w:val="3"/>
          <w:numId w:val="1"/>
        </w:numPr>
      </w:pPr>
      <w:r>
        <w:t>The sequence needs to be invoked by a parent sequence.</w:t>
      </w:r>
    </w:p>
    <w:p w14:paraId="1B600D26" w14:textId="77777777" w:rsidR="009967E2" w:rsidRDefault="009967E2" w:rsidP="009967E2">
      <w:pPr>
        <w:numPr>
          <w:ilvl w:val="3"/>
          <w:numId w:val="1"/>
        </w:numPr>
      </w:pPr>
      <w:r>
        <w:t>The proposed change looks to be correct, but the change is not complete.</w:t>
      </w:r>
    </w:p>
    <w:p w14:paraId="4EE51E0E" w14:textId="77777777" w:rsidR="009967E2" w:rsidRDefault="009967E2" w:rsidP="009967E2">
      <w:pPr>
        <w:numPr>
          <w:ilvl w:val="3"/>
          <w:numId w:val="1"/>
        </w:numPr>
      </w:pPr>
      <w:r>
        <w:t>Assign to Harry BIMS.</w:t>
      </w:r>
    </w:p>
    <w:p w14:paraId="46BEE237" w14:textId="77777777" w:rsidR="009967E2" w:rsidRDefault="009967E2" w:rsidP="009967E2">
      <w:pPr>
        <w:numPr>
          <w:ilvl w:val="3"/>
          <w:numId w:val="1"/>
        </w:numPr>
      </w:pPr>
      <w:r>
        <w:t>In 4398.35, there is an extraneous “h)” – note to Editor to remove as an editorial change.</w:t>
      </w:r>
    </w:p>
    <w:p w14:paraId="23F93DBC" w14:textId="77777777" w:rsidR="009967E2" w:rsidRDefault="009967E2" w:rsidP="009967E2">
      <w:pPr>
        <w:numPr>
          <w:ilvl w:val="3"/>
          <w:numId w:val="1"/>
        </w:numPr>
      </w:pPr>
      <w:proofErr w:type="spellStart"/>
      <w:r>
        <w:t>Adhoc</w:t>
      </w:r>
      <w:proofErr w:type="spellEnd"/>
      <w:r>
        <w:t xml:space="preserve"> status to Submission required</w:t>
      </w:r>
    </w:p>
    <w:p w14:paraId="2BC22266" w14:textId="77777777" w:rsidR="009967E2" w:rsidRPr="008E0DBD" w:rsidRDefault="009967E2" w:rsidP="008E0DBD">
      <w:pPr>
        <w:numPr>
          <w:ilvl w:val="2"/>
          <w:numId w:val="1"/>
        </w:numPr>
        <w:rPr>
          <w:highlight w:val="yellow"/>
        </w:rPr>
      </w:pPr>
      <w:r w:rsidRPr="008E0DBD">
        <w:rPr>
          <w:highlight w:val="yellow"/>
        </w:rPr>
        <w:t>CID 4018 (GEN)</w:t>
      </w:r>
    </w:p>
    <w:p w14:paraId="51AE795F" w14:textId="77777777" w:rsidR="009967E2" w:rsidRDefault="009967E2" w:rsidP="008E0DBD">
      <w:pPr>
        <w:numPr>
          <w:ilvl w:val="3"/>
          <w:numId w:val="1"/>
        </w:numPr>
      </w:pPr>
      <w:r>
        <w:t>This CID provides the invocation that was missing in the resolution to 4017.</w:t>
      </w:r>
    </w:p>
    <w:p w14:paraId="2D7314F1" w14:textId="77777777" w:rsidR="009967E2" w:rsidRDefault="009967E2" w:rsidP="008E0DBD">
      <w:pPr>
        <w:numPr>
          <w:ilvl w:val="3"/>
          <w:numId w:val="1"/>
        </w:numPr>
      </w:pPr>
      <w:r>
        <w:lastRenderedPageBreak/>
        <w:t xml:space="preserve">This resolution should be included on 4398.34. </w:t>
      </w:r>
    </w:p>
    <w:p w14:paraId="32F73CD1" w14:textId="77777777" w:rsidR="009967E2" w:rsidRDefault="009967E2" w:rsidP="008E0DBD">
      <w:pPr>
        <w:numPr>
          <w:ilvl w:val="3"/>
          <w:numId w:val="1"/>
        </w:numPr>
      </w:pPr>
      <w:r>
        <w:t>A submission is required for CID 4017 and CID 4018.</w:t>
      </w:r>
    </w:p>
    <w:p w14:paraId="51E4DA8B" w14:textId="77777777" w:rsidR="009967E2" w:rsidRDefault="009967E2" w:rsidP="008E0DBD">
      <w:pPr>
        <w:numPr>
          <w:ilvl w:val="3"/>
          <w:numId w:val="1"/>
        </w:numPr>
      </w:pPr>
      <w:r>
        <w:t>Assign to Harry BIMS.</w:t>
      </w:r>
    </w:p>
    <w:p w14:paraId="53A0DE50" w14:textId="77777777" w:rsidR="009967E2" w:rsidRDefault="009967E2" w:rsidP="008E0DBD">
      <w:pPr>
        <w:numPr>
          <w:ilvl w:val="3"/>
          <w:numId w:val="1"/>
        </w:numPr>
      </w:pPr>
      <w:proofErr w:type="spellStart"/>
      <w:r>
        <w:t>Adhoc</w:t>
      </w:r>
      <w:proofErr w:type="spellEnd"/>
      <w:r>
        <w:t xml:space="preserve"> status to Submission required.</w:t>
      </w:r>
    </w:p>
    <w:p w14:paraId="5D7D7868" w14:textId="77777777" w:rsidR="009967E2" w:rsidRPr="008E0DBD" w:rsidRDefault="009967E2" w:rsidP="008E0DBD">
      <w:pPr>
        <w:numPr>
          <w:ilvl w:val="2"/>
          <w:numId w:val="1"/>
        </w:numPr>
        <w:rPr>
          <w:highlight w:val="yellow"/>
        </w:rPr>
      </w:pPr>
      <w:r w:rsidRPr="008E0DBD">
        <w:rPr>
          <w:highlight w:val="yellow"/>
        </w:rPr>
        <w:t>CID 4035 (GEN)</w:t>
      </w:r>
    </w:p>
    <w:p w14:paraId="3181035A" w14:textId="77777777" w:rsidR="009967E2" w:rsidRDefault="009967E2" w:rsidP="008E0DBD">
      <w:pPr>
        <w:numPr>
          <w:ilvl w:val="3"/>
          <w:numId w:val="1"/>
        </w:numPr>
      </w:pPr>
      <w:proofErr w:type="gramStart"/>
      <w:r>
        <w:t>It would appear that the</w:t>
      </w:r>
      <w:proofErr w:type="gramEnd"/>
      <w:r>
        <w:t xml:space="preserve"> change is not clear.</w:t>
      </w:r>
    </w:p>
    <w:p w14:paraId="3D6A57CE" w14:textId="77777777" w:rsidR="009967E2" w:rsidRDefault="009967E2" w:rsidP="008E0DBD">
      <w:pPr>
        <w:numPr>
          <w:ilvl w:val="2"/>
          <w:numId w:val="1"/>
        </w:numPr>
      </w:pPr>
      <w:proofErr w:type="spellStart"/>
      <w:r>
        <w:t>Adhoc</w:t>
      </w:r>
      <w:proofErr w:type="spellEnd"/>
      <w:r>
        <w:t xml:space="preserve"> status to Submission required.</w:t>
      </w:r>
    </w:p>
    <w:p w14:paraId="33B757F2" w14:textId="656B9E23" w:rsidR="009967E2" w:rsidRDefault="009967E2" w:rsidP="008E0DBD">
      <w:pPr>
        <w:numPr>
          <w:ilvl w:val="2"/>
          <w:numId w:val="1"/>
        </w:numPr>
      </w:pPr>
      <w:r>
        <w:t xml:space="preserve">ASSIGN to </w:t>
      </w:r>
      <w:r w:rsidR="00564BE3" w:rsidRPr="00564BE3">
        <w:t xml:space="preserve">Yongho </w:t>
      </w:r>
      <w:r w:rsidR="00224B2B" w:rsidRPr="00564BE3">
        <w:t>SEOK</w:t>
      </w:r>
    </w:p>
    <w:p w14:paraId="1BB5BE27" w14:textId="77777777" w:rsidR="009967E2" w:rsidRPr="008E0DBD" w:rsidRDefault="009967E2" w:rsidP="008E0DBD">
      <w:pPr>
        <w:numPr>
          <w:ilvl w:val="2"/>
          <w:numId w:val="1"/>
        </w:numPr>
        <w:rPr>
          <w:highlight w:val="green"/>
        </w:rPr>
      </w:pPr>
      <w:r w:rsidRPr="008E0DBD">
        <w:rPr>
          <w:highlight w:val="green"/>
        </w:rPr>
        <w:t>CID 4045 (GEN)</w:t>
      </w:r>
    </w:p>
    <w:p w14:paraId="264C8C7A" w14:textId="77777777" w:rsidR="009967E2" w:rsidRDefault="009967E2" w:rsidP="008E0DBD">
      <w:pPr>
        <w:numPr>
          <w:ilvl w:val="3"/>
          <w:numId w:val="1"/>
        </w:numPr>
      </w:pPr>
      <w:r>
        <w:t>“mesh peering” should be lower case in this context.</w:t>
      </w:r>
    </w:p>
    <w:p w14:paraId="61B5E189" w14:textId="77777777" w:rsidR="009967E2" w:rsidRDefault="009967E2" w:rsidP="008E0DBD">
      <w:pPr>
        <w:numPr>
          <w:ilvl w:val="3"/>
          <w:numId w:val="1"/>
        </w:numPr>
      </w:pPr>
      <w:r>
        <w:t>There are additional locations such as:  591.24, 592.07, and 593.36.</w:t>
      </w:r>
    </w:p>
    <w:p w14:paraId="199A2DF9" w14:textId="21BD87EB" w:rsidR="009967E2" w:rsidRDefault="008E0DBD" w:rsidP="008E0DBD">
      <w:pPr>
        <w:numPr>
          <w:ilvl w:val="3"/>
          <w:numId w:val="1"/>
        </w:numPr>
      </w:pPr>
      <w:r>
        <w:t xml:space="preserve">Proposed Resolution: </w:t>
      </w:r>
      <w:r w:rsidR="009967E2">
        <w:t xml:space="preserve">REVISED (GEN: 2020-04-15 21:43:17Z) - Replace with "mesh peering Management </w:t>
      </w:r>
      <w:r w:rsidR="00224B2B">
        <w:t>frame” at</w:t>
      </w:r>
      <w:r w:rsidR="009967E2">
        <w:t xml:space="preserve"> P591L24, P592L7, P592L53 and P593L36</w:t>
      </w:r>
    </w:p>
    <w:p w14:paraId="4AE25DD5" w14:textId="3F3D182B" w:rsidR="009967E2" w:rsidRDefault="008E0DBD" w:rsidP="008E0DBD">
      <w:pPr>
        <w:numPr>
          <w:ilvl w:val="3"/>
          <w:numId w:val="1"/>
        </w:numPr>
      </w:pPr>
      <w:r>
        <w:t xml:space="preserve">Mark </w:t>
      </w:r>
      <w:r w:rsidR="009967E2">
        <w:t>Ready for motion</w:t>
      </w:r>
    </w:p>
    <w:p w14:paraId="69368CF1" w14:textId="77777777" w:rsidR="009967E2" w:rsidRPr="008E0DBD" w:rsidRDefault="009967E2" w:rsidP="008E0DBD">
      <w:pPr>
        <w:numPr>
          <w:ilvl w:val="2"/>
          <w:numId w:val="1"/>
        </w:numPr>
        <w:rPr>
          <w:highlight w:val="green"/>
        </w:rPr>
      </w:pPr>
      <w:r w:rsidRPr="008E0DBD">
        <w:rPr>
          <w:highlight w:val="green"/>
        </w:rPr>
        <w:t>CID 4064 (GEN)</w:t>
      </w:r>
    </w:p>
    <w:p w14:paraId="6CC9EE36" w14:textId="77777777" w:rsidR="009967E2" w:rsidRDefault="009967E2" w:rsidP="008E0DBD">
      <w:pPr>
        <w:numPr>
          <w:ilvl w:val="3"/>
          <w:numId w:val="1"/>
        </w:numPr>
      </w:pPr>
      <w:r>
        <w:t>No discussion</w:t>
      </w:r>
    </w:p>
    <w:p w14:paraId="19C486B4" w14:textId="3DC933FE" w:rsidR="009967E2" w:rsidRDefault="008E0DBD" w:rsidP="008E0DBD">
      <w:pPr>
        <w:numPr>
          <w:ilvl w:val="3"/>
          <w:numId w:val="1"/>
        </w:numPr>
      </w:pPr>
      <w:r>
        <w:t xml:space="preserve">Proposed Resolution: </w:t>
      </w:r>
      <w:r w:rsidR="009967E2">
        <w:t>ACCEPTED (GEN: 2020-04-15 21:45:50Z)</w:t>
      </w:r>
    </w:p>
    <w:p w14:paraId="23706F40" w14:textId="761AF0E4" w:rsidR="009967E2" w:rsidRDefault="008E0DBD" w:rsidP="008E0DBD">
      <w:pPr>
        <w:numPr>
          <w:ilvl w:val="3"/>
          <w:numId w:val="1"/>
        </w:numPr>
      </w:pPr>
      <w:r>
        <w:t xml:space="preserve">Mark </w:t>
      </w:r>
      <w:r w:rsidR="009967E2">
        <w:t>Ready for Motion</w:t>
      </w:r>
    </w:p>
    <w:p w14:paraId="2B68A525" w14:textId="77777777" w:rsidR="009967E2" w:rsidRPr="002261E7" w:rsidRDefault="009967E2" w:rsidP="008E0DBD">
      <w:pPr>
        <w:numPr>
          <w:ilvl w:val="2"/>
          <w:numId w:val="1"/>
        </w:numPr>
        <w:rPr>
          <w:highlight w:val="yellow"/>
        </w:rPr>
      </w:pPr>
      <w:r w:rsidRPr="002261E7">
        <w:rPr>
          <w:highlight w:val="yellow"/>
        </w:rPr>
        <w:t>CID 4065 (GEN)</w:t>
      </w:r>
    </w:p>
    <w:p w14:paraId="68944D70" w14:textId="2B9245B2" w:rsidR="009967E2" w:rsidRDefault="002261E7" w:rsidP="008E0DBD">
      <w:pPr>
        <w:numPr>
          <w:ilvl w:val="3"/>
          <w:numId w:val="1"/>
        </w:numPr>
      </w:pPr>
      <w:r>
        <w:t xml:space="preserve"> </w:t>
      </w:r>
      <w:r w:rsidR="009967E2">
        <w:t>If it’s not based on RTS threshold length, then w</w:t>
      </w:r>
      <w:r w:rsidR="008A3513">
        <w:t>h</w:t>
      </w:r>
      <w:r w:rsidR="009967E2">
        <w:t>a</w:t>
      </w:r>
      <w:r w:rsidR="008A3513">
        <w:t>t</w:t>
      </w:r>
      <w:r w:rsidR="009967E2">
        <w:t xml:space="preserve"> is it based on?</w:t>
      </w:r>
    </w:p>
    <w:p w14:paraId="25888B37" w14:textId="160BA727" w:rsidR="008A3513" w:rsidRDefault="007A5405" w:rsidP="008E0DBD">
      <w:pPr>
        <w:numPr>
          <w:ilvl w:val="3"/>
          <w:numId w:val="1"/>
        </w:numPr>
      </w:pPr>
      <w:r>
        <w:t xml:space="preserve"> </w:t>
      </w:r>
      <w:r w:rsidR="008A3513" w:rsidRPr="008A3513">
        <w:t>include reference to CID that removed dot11RTSThreshold.</w:t>
      </w:r>
    </w:p>
    <w:p w14:paraId="1C6BA917" w14:textId="6CE47C34" w:rsidR="009967E2" w:rsidRDefault="002261E7" w:rsidP="002261E7">
      <w:pPr>
        <w:numPr>
          <w:ilvl w:val="3"/>
          <w:numId w:val="1"/>
        </w:numPr>
      </w:pPr>
      <w:r>
        <w:t xml:space="preserve"> </w:t>
      </w:r>
      <w:r w:rsidR="009967E2">
        <w:t xml:space="preserve">More work needed. </w:t>
      </w:r>
    </w:p>
    <w:p w14:paraId="6942A44E" w14:textId="2A9841E6" w:rsidR="009967E2" w:rsidRDefault="009967E2" w:rsidP="002261E7">
      <w:pPr>
        <w:numPr>
          <w:ilvl w:val="3"/>
          <w:numId w:val="1"/>
        </w:numPr>
      </w:pPr>
      <w:r w:rsidRPr="002261E7">
        <w:rPr>
          <w:highlight w:val="yellow"/>
        </w:rPr>
        <w:t>ACTION</w:t>
      </w:r>
      <w:r w:rsidR="002261E7">
        <w:rPr>
          <w:highlight w:val="yellow"/>
        </w:rPr>
        <w:t xml:space="preserve"> ITEM</w:t>
      </w:r>
      <w:r w:rsidRPr="002261E7">
        <w:rPr>
          <w:highlight w:val="yellow"/>
        </w:rPr>
        <w:t>:</w:t>
      </w:r>
      <w:r>
        <w:t xml:space="preserve"> Emily to research the change and post an email to the reflector with the result.</w:t>
      </w:r>
    </w:p>
    <w:p w14:paraId="3CA63315" w14:textId="77777777" w:rsidR="009967E2" w:rsidRPr="00E918B6" w:rsidRDefault="009967E2" w:rsidP="007A5405">
      <w:pPr>
        <w:numPr>
          <w:ilvl w:val="2"/>
          <w:numId w:val="1"/>
        </w:numPr>
        <w:rPr>
          <w:highlight w:val="green"/>
        </w:rPr>
      </w:pPr>
      <w:r w:rsidRPr="00E918B6">
        <w:rPr>
          <w:highlight w:val="green"/>
        </w:rPr>
        <w:t>CID 4030 (GEN)</w:t>
      </w:r>
    </w:p>
    <w:p w14:paraId="4F0271F0" w14:textId="3E901A37" w:rsidR="009967E2" w:rsidRDefault="007A5405" w:rsidP="007A5405">
      <w:pPr>
        <w:numPr>
          <w:ilvl w:val="3"/>
          <w:numId w:val="1"/>
        </w:numPr>
      </w:pPr>
      <w:r>
        <w:t xml:space="preserve"> </w:t>
      </w:r>
      <w:r w:rsidR="009967E2">
        <w:t>This CID is a duplicate of CID 4014. It will have the same resolution.</w:t>
      </w:r>
    </w:p>
    <w:p w14:paraId="2BD9DEB4" w14:textId="7C708521" w:rsidR="009967E2" w:rsidRDefault="007A5405" w:rsidP="007A5405">
      <w:pPr>
        <w:numPr>
          <w:ilvl w:val="3"/>
          <w:numId w:val="1"/>
        </w:numPr>
      </w:pPr>
      <w:r>
        <w:t xml:space="preserve"> Proposed Resolution: </w:t>
      </w:r>
      <w:r w:rsidR="009967E2">
        <w:t>REVISED (GEN: 2020-04-15 21:24:22Z) - Change a) to: In the 5.9 GHz band in the United States (see E.2.3 (5.9 GHz band in the United States (5.850-5.925 GHz))) use EPD.</w:t>
      </w:r>
    </w:p>
    <w:p w14:paraId="03B03C73" w14:textId="3F96CF18" w:rsidR="007A5405" w:rsidRDefault="007A5405" w:rsidP="007A5405">
      <w:pPr>
        <w:numPr>
          <w:ilvl w:val="3"/>
          <w:numId w:val="1"/>
        </w:numPr>
      </w:pPr>
      <w:r>
        <w:t xml:space="preserve"> Mark Ready for Motion</w:t>
      </w:r>
    </w:p>
    <w:p w14:paraId="6041630D" w14:textId="77777777" w:rsidR="009967E2" w:rsidRPr="00E918B6" w:rsidRDefault="009967E2" w:rsidP="00E918B6">
      <w:pPr>
        <w:numPr>
          <w:ilvl w:val="2"/>
          <w:numId w:val="1"/>
        </w:numPr>
        <w:rPr>
          <w:highlight w:val="green"/>
        </w:rPr>
      </w:pPr>
      <w:r w:rsidRPr="00E918B6">
        <w:rPr>
          <w:highlight w:val="green"/>
        </w:rPr>
        <w:t>CID 4396 (GEN)</w:t>
      </w:r>
    </w:p>
    <w:p w14:paraId="4781C463" w14:textId="77777777" w:rsidR="009967E2" w:rsidRDefault="009967E2" w:rsidP="00E918B6">
      <w:pPr>
        <w:numPr>
          <w:ilvl w:val="3"/>
          <w:numId w:val="1"/>
        </w:numPr>
      </w:pPr>
      <w:r>
        <w:t>“if and only if” phrasing was taken out of the specification.</w:t>
      </w:r>
    </w:p>
    <w:p w14:paraId="5857DB90" w14:textId="07699CA3" w:rsidR="009967E2" w:rsidRDefault="00E918B6" w:rsidP="00E918B6">
      <w:pPr>
        <w:numPr>
          <w:ilvl w:val="3"/>
          <w:numId w:val="1"/>
        </w:numPr>
      </w:pPr>
      <w:r>
        <w:t xml:space="preserve"> Discussion:  </w:t>
      </w:r>
      <w:r w:rsidR="009967E2">
        <w:t xml:space="preserve">The comment fails to identify changes in </w:t>
      </w:r>
      <w:proofErr w:type="gramStart"/>
      <w:r w:rsidR="009967E2">
        <w:t>sufficient</w:t>
      </w:r>
      <w:proofErr w:type="gramEnd"/>
      <w:r w:rsidR="009967E2">
        <w:t xml:space="preserve"> detail that specific wording of the changes that will satisfy the commenter can be determined.</w:t>
      </w:r>
    </w:p>
    <w:p w14:paraId="3D8EF5BC" w14:textId="6AB50F95" w:rsidR="009967E2" w:rsidRDefault="00E918B6" w:rsidP="00E918B6">
      <w:pPr>
        <w:numPr>
          <w:ilvl w:val="3"/>
          <w:numId w:val="1"/>
        </w:numPr>
      </w:pPr>
      <w:r>
        <w:t xml:space="preserve"> Proposed Resolution: </w:t>
      </w:r>
      <w:r w:rsidR="009967E2">
        <w:t xml:space="preserve">REJECTED (GEN: 2020-04-15 21:53:08Z) The comment fails to identify changes in </w:t>
      </w:r>
      <w:proofErr w:type="gramStart"/>
      <w:r w:rsidR="009967E2">
        <w:t>sufficient</w:t>
      </w:r>
      <w:proofErr w:type="gramEnd"/>
      <w:r w:rsidR="009967E2">
        <w:t xml:space="preserve"> detail so that the specific wording of the changes that will satisfy the commenter can be determined.</w:t>
      </w:r>
    </w:p>
    <w:p w14:paraId="3075FFA5" w14:textId="7DFEE88B" w:rsidR="009967E2" w:rsidRDefault="00E918B6" w:rsidP="00E918B6">
      <w:pPr>
        <w:numPr>
          <w:ilvl w:val="3"/>
          <w:numId w:val="1"/>
        </w:numPr>
      </w:pPr>
      <w:r>
        <w:t xml:space="preserve"> Mark </w:t>
      </w:r>
      <w:r w:rsidR="009967E2">
        <w:t>Ready for motion.</w:t>
      </w:r>
    </w:p>
    <w:p w14:paraId="39DD2852" w14:textId="77777777" w:rsidR="009967E2" w:rsidRPr="009F14E6" w:rsidRDefault="009967E2" w:rsidP="00E918B6">
      <w:pPr>
        <w:numPr>
          <w:ilvl w:val="2"/>
          <w:numId w:val="1"/>
        </w:numPr>
        <w:rPr>
          <w:highlight w:val="yellow"/>
        </w:rPr>
      </w:pPr>
      <w:r w:rsidRPr="009F14E6">
        <w:rPr>
          <w:highlight w:val="yellow"/>
        </w:rPr>
        <w:t>CID 4419 (GEN)</w:t>
      </w:r>
    </w:p>
    <w:p w14:paraId="7460A149" w14:textId="77777777" w:rsidR="009967E2" w:rsidRDefault="009967E2" w:rsidP="00E918B6">
      <w:pPr>
        <w:numPr>
          <w:ilvl w:val="3"/>
          <w:numId w:val="1"/>
        </w:numPr>
      </w:pPr>
      <w:r>
        <w:t xml:space="preserve">No discussion. </w:t>
      </w:r>
    </w:p>
    <w:p w14:paraId="3A186302" w14:textId="77777777" w:rsidR="009967E2" w:rsidRDefault="009967E2" w:rsidP="00E918B6">
      <w:pPr>
        <w:numPr>
          <w:ilvl w:val="3"/>
          <w:numId w:val="1"/>
        </w:numPr>
      </w:pPr>
      <w:r>
        <w:t>There should be a definition such as “A STA with dot11… set to true” so the proposed resolution does not look correct.</w:t>
      </w:r>
    </w:p>
    <w:p w14:paraId="549B165F" w14:textId="77777777" w:rsidR="009967E2" w:rsidRDefault="009967E2" w:rsidP="009F14E6">
      <w:pPr>
        <w:numPr>
          <w:ilvl w:val="3"/>
          <w:numId w:val="1"/>
        </w:numPr>
      </w:pPr>
      <w:r>
        <w:t xml:space="preserve">At 168.64, there is a better definition construct. </w:t>
      </w:r>
    </w:p>
    <w:p w14:paraId="5CB621C3" w14:textId="6F946B32" w:rsidR="009967E2" w:rsidRDefault="009F14E6" w:rsidP="009F14E6">
      <w:pPr>
        <w:numPr>
          <w:ilvl w:val="3"/>
          <w:numId w:val="1"/>
        </w:numPr>
      </w:pPr>
      <w:r>
        <w:t xml:space="preserve"> </w:t>
      </w:r>
      <w:r w:rsidR="009967E2">
        <w:t xml:space="preserve">More discussion is required on this comment. </w:t>
      </w:r>
    </w:p>
    <w:p w14:paraId="523A1B38" w14:textId="7E6DB90B" w:rsidR="009967E2" w:rsidRDefault="009967E2" w:rsidP="009967E2">
      <w:pPr>
        <w:numPr>
          <w:ilvl w:val="1"/>
          <w:numId w:val="1"/>
        </w:numPr>
        <w:rPr>
          <w:b/>
          <w:bCs/>
        </w:rPr>
      </w:pPr>
      <w:r w:rsidRPr="009F14E6">
        <w:rPr>
          <w:b/>
          <w:bCs/>
        </w:rPr>
        <w:t>Review the Agenda for April 17</w:t>
      </w:r>
    </w:p>
    <w:p w14:paraId="5260E371" w14:textId="655E9889" w:rsidR="009F14E6" w:rsidRPr="00752198" w:rsidRDefault="009F14E6" w:rsidP="009F14E6">
      <w:pPr>
        <w:numPr>
          <w:ilvl w:val="2"/>
          <w:numId w:val="1"/>
        </w:numPr>
      </w:pPr>
      <w:r w:rsidRPr="00752198">
        <w:t xml:space="preserve">Proposed Motions </w:t>
      </w:r>
      <w:r w:rsidR="00C12886">
        <w:t xml:space="preserve">will be </w:t>
      </w:r>
      <w:r w:rsidRPr="00752198">
        <w:t>listed in the Agenda</w:t>
      </w:r>
      <w:r w:rsidR="000909B7" w:rsidRPr="00752198">
        <w:t xml:space="preserve"> doc 11-20/</w:t>
      </w:r>
      <w:r w:rsidR="00752198" w:rsidRPr="00752198">
        <w:t>535r3</w:t>
      </w:r>
    </w:p>
    <w:p w14:paraId="41C30B97" w14:textId="6C317004" w:rsidR="00752198" w:rsidRPr="00752198" w:rsidRDefault="00C12886" w:rsidP="009F14E6">
      <w:pPr>
        <w:numPr>
          <w:ilvl w:val="2"/>
          <w:numId w:val="1"/>
        </w:numPr>
      </w:pPr>
      <w:hyperlink r:id="rId18" w:history="1">
        <w:r w:rsidRPr="00BE50C3">
          <w:rPr>
            <w:rStyle w:val="Hyperlink"/>
          </w:rPr>
          <w:t>https://mentor.ieee.org/802.11/dcn/20/11-20-0535-0</w:t>
        </w:r>
        <w:r w:rsidRPr="00BE50C3">
          <w:rPr>
            <w:rStyle w:val="Hyperlink"/>
          </w:rPr>
          <w:t>3</w:t>
        </w:r>
        <w:r w:rsidRPr="00BE50C3">
          <w:rPr>
            <w:rStyle w:val="Hyperlink"/>
          </w:rPr>
          <w:t>-000m-2020-april-july-teleconference-agendas.docx</w:t>
        </w:r>
      </w:hyperlink>
      <w:r>
        <w:t xml:space="preserve"> </w:t>
      </w:r>
    </w:p>
    <w:p w14:paraId="112E05DF" w14:textId="77777777" w:rsidR="009F14E6" w:rsidRDefault="009967E2" w:rsidP="009967E2">
      <w:pPr>
        <w:numPr>
          <w:ilvl w:val="1"/>
          <w:numId w:val="1"/>
        </w:numPr>
      </w:pPr>
      <w:r w:rsidRPr="009F14E6">
        <w:rPr>
          <w:b/>
          <w:bCs/>
        </w:rPr>
        <w:t>Adjourn until the April 17th telecon</w:t>
      </w:r>
      <w:r>
        <w:t>.</w:t>
      </w:r>
    </w:p>
    <w:p w14:paraId="42DD0CB0" w14:textId="77777777" w:rsidR="00CA09B2" w:rsidRDefault="00CA09B2"/>
    <w:p w14:paraId="353C8D16" w14:textId="77777777" w:rsidR="00CA09B2" w:rsidRDefault="00CA09B2"/>
    <w:p w14:paraId="6EFD53F7" w14:textId="5E17B274" w:rsidR="00CA09B2" w:rsidRDefault="00CA09B2">
      <w:pPr>
        <w:rPr>
          <w:b/>
          <w:sz w:val="24"/>
        </w:rPr>
      </w:pPr>
      <w:r>
        <w:br w:type="page"/>
      </w:r>
      <w:r>
        <w:rPr>
          <w:b/>
          <w:sz w:val="24"/>
        </w:rPr>
        <w:lastRenderedPageBreak/>
        <w:t>References:</w:t>
      </w:r>
    </w:p>
    <w:p w14:paraId="4E25F604" w14:textId="7EFD1AE1" w:rsidR="00F5151F" w:rsidRDefault="00F5151F">
      <w:pPr>
        <w:rPr>
          <w:b/>
          <w:sz w:val="24"/>
        </w:rPr>
      </w:pPr>
      <w:r>
        <w:rPr>
          <w:b/>
          <w:sz w:val="24"/>
        </w:rPr>
        <w:t>April 15:</w:t>
      </w:r>
    </w:p>
    <w:bookmarkStart w:id="1" w:name="_GoBack"/>
    <w:p w14:paraId="4EFD1BEE" w14:textId="159AC65B" w:rsidR="00F5151F" w:rsidRPr="00987903" w:rsidRDefault="00292C13" w:rsidP="00987903">
      <w:pPr>
        <w:pStyle w:val="ListParagraph"/>
        <w:numPr>
          <w:ilvl w:val="0"/>
          <w:numId w:val="4"/>
        </w:numPr>
        <w:rPr>
          <w:bCs/>
          <w:sz w:val="24"/>
        </w:rPr>
      </w:pPr>
      <w:r w:rsidRPr="00987903">
        <w:rPr>
          <w:bCs/>
          <w:sz w:val="24"/>
        </w:rPr>
        <w:fldChar w:fldCharType="begin"/>
      </w:r>
      <w:r w:rsidRPr="00987903">
        <w:rPr>
          <w:bCs/>
          <w:sz w:val="24"/>
        </w:rPr>
        <w:instrText xml:space="preserve"> HYPERLINK "</w:instrText>
      </w:r>
      <w:r w:rsidRPr="00987903">
        <w:rPr>
          <w:bCs/>
          <w:sz w:val="24"/>
        </w:rPr>
        <w:instrText>https://mentor.ieee.org/802.11/dcn/20/11-20-0535-02-000m-2020-april-july-teleconference-agendas.docx</w:instrText>
      </w:r>
      <w:r w:rsidRPr="00987903">
        <w:rPr>
          <w:bCs/>
          <w:sz w:val="24"/>
        </w:rPr>
        <w:instrText xml:space="preserve">" </w:instrText>
      </w:r>
      <w:r w:rsidRPr="00987903">
        <w:rPr>
          <w:bCs/>
          <w:sz w:val="24"/>
        </w:rPr>
        <w:fldChar w:fldCharType="separate"/>
      </w:r>
      <w:r w:rsidRPr="00987903">
        <w:rPr>
          <w:rStyle w:val="Hyperlink"/>
          <w:bCs/>
          <w:sz w:val="24"/>
        </w:rPr>
        <w:t>https://mentor.ieee.org/802.11/dcn/20/11-20-0535-02-000m-2020-april-july-teleconference-agendas.docx</w:t>
      </w:r>
      <w:r w:rsidRPr="00987903">
        <w:rPr>
          <w:bCs/>
          <w:sz w:val="24"/>
        </w:rPr>
        <w:fldChar w:fldCharType="end"/>
      </w:r>
    </w:p>
    <w:p w14:paraId="26559CE1" w14:textId="0AD82716" w:rsidR="00292C13" w:rsidRPr="00987903" w:rsidRDefault="00292C13" w:rsidP="00987903">
      <w:pPr>
        <w:pStyle w:val="ListParagraph"/>
        <w:numPr>
          <w:ilvl w:val="0"/>
          <w:numId w:val="4"/>
        </w:numPr>
        <w:rPr>
          <w:rStyle w:val="Hyperlink"/>
          <w:szCs w:val="22"/>
          <w:lang w:val="en-US"/>
        </w:rPr>
      </w:pPr>
      <w:hyperlink r:id="rId19" w:history="1">
        <w:r w:rsidRPr="00987903">
          <w:rPr>
            <w:rStyle w:val="Hyperlink"/>
            <w:szCs w:val="22"/>
            <w:lang w:val="en-US"/>
          </w:rPr>
          <w:t>https://mentor.ieee.org/802.11/dcn/20/11-20-0308-00-000m-2020-march-tgmd-agenda.pptx</w:t>
        </w:r>
      </w:hyperlink>
    </w:p>
    <w:p w14:paraId="216037A8" w14:textId="0F3D244C" w:rsidR="00292C13" w:rsidRDefault="00292C13" w:rsidP="00987903">
      <w:pPr>
        <w:pStyle w:val="ListParagraph"/>
        <w:numPr>
          <w:ilvl w:val="0"/>
          <w:numId w:val="4"/>
        </w:numPr>
      </w:pPr>
      <w:hyperlink r:id="rId20" w:history="1">
        <w:r w:rsidRPr="00BE50C3">
          <w:rPr>
            <w:rStyle w:val="Hyperlink"/>
          </w:rPr>
          <w:t>https://mentor.ieee.org/802.11/dcn/20/11-20-0246-08-000m-d30crs.docx</w:t>
        </w:r>
      </w:hyperlink>
    </w:p>
    <w:p w14:paraId="37A63D12" w14:textId="3C2E7C2A" w:rsidR="00292C13" w:rsidRDefault="00A06296" w:rsidP="00987903">
      <w:pPr>
        <w:pStyle w:val="ListParagraph"/>
        <w:numPr>
          <w:ilvl w:val="0"/>
          <w:numId w:val="4"/>
        </w:numPr>
      </w:pPr>
      <w:hyperlink r:id="rId21" w:history="1">
        <w:r>
          <w:rPr>
            <w:rStyle w:val="Hyperlink"/>
          </w:rPr>
          <w:t>https://mentor.ieee.org/802.11/dcn/20/11-20-0246-09-000m-d30crs.docx</w:t>
        </w:r>
      </w:hyperlink>
    </w:p>
    <w:p w14:paraId="5E5E1DEA" w14:textId="37E5F2AF" w:rsidR="00A06296" w:rsidRDefault="00A06296" w:rsidP="00987903">
      <w:pPr>
        <w:pStyle w:val="ListParagraph"/>
        <w:numPr>
          <w:ilvl w:val="0"/>
          <w:numId w:val="4"/>
        </w:numPr>
      </w:pPr>
      <w:hyperlink r:id="rId22" w:history="1">
        <w:r w:rsidRPr="00BE50C3">
          <w:rPr>
            <w:rStyle w:val="Hyperlink"/>
          </w:rPr>
          <w:t>https://mentor.ieee.org/802.11/dcn/20/11-20-0435-01-000m-resolutions-for-some-comments-on-11md-d3-0-sb1.docx</w:t>
        </w:r>
      </w:hyperlink>
    </w:p>
    <w:p w14:paraId="0B9BEC42" w14:textId="2603437F" w:rsidR="00A06296" w:rsidRDefault="00A06296" w:rsidP="00987903">
      <w:pPr>
        <w:pStyle w:val="ListParagraph"/>
        <w:numPr>
          <w:ilvl w:val="0"/>
          <w:numId w:val="4"/>
        </w:numPr>
      </w:pPr>
      <w:hyperlink r:id="rId23" w:history="1">
        <w:r w:rsidRPr="00BE50C3">
          <w:rPr>
            <w:rStyle w:val="Hyperlink"/>
          </w:rPr>
          <w:t>https://mentor.ieee.org/802.11/dcn/20/11-20-0435-02-000m-resolutions-for-some-comments-on-11md-d3-0-sb1.docx</w:t>
        </w:r>
      </w:hyperlink>
    </w:p>
    <w:p w14:paraId="664138E6" w14:textId="72E18FBA" w:rsidR="00936841" w:rsidRPr="00987903" w:rsidRDefault="00936841" w:rsidP="00987903">
      <w:pPr>
        <w:pStyle w:val="ListParagraph"/>
        <w:numPr>
          <w:ilvl w:val="0"/>
          <w:numId w:val="4"/>
        </w:numPr>
        <w:rPr>
          <w:bCs/>
          <w:sz w:val="24"/>
        </w:rPr>
      </w:pPr>
      <w:hyperlink r:id="rId24" w:history="1">
        <w:r w:rsidRPr="00987903">
          <w:rPr>
            <w:rStyle w:val="Hyperlink"/>
            <w:bCs/>
            <w:sz w:val="24"/>
          </w:rPr>
          <w:t>https://mentor.ieee.org/802.11/dcn/20/11-20-0147-05-000m-sb1-revmd-gen-comments.xls</w:t>
        </w:r>
      </w:hyperlink>
      <w:r w:rsidRPr="00987903">
        <w:rPr>
          <w:bCs/>
          <w:sz w:val="24"/>
        </w:rPr>
        <w:t xml:space="preserve"> </w:t>
      </w:r>
    </w:p>
    <w:bookmarkEnd w:id="1"/>
    <w:p w14:paraId="078B15CF" w14:textId="77777777" w:rsidR="00CA09B2" w:rsidRDefault="00CA09B2"/>
    <w:sectPr w:rsidR="00CA09B2">
      <w:headerReference w:type="default" r:id="rId25"/>
      <w:footerReference w:type="default" r:id="rId2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EAB7D9" w14:textId="77777777" w:rsidR="00D9040E" w:rsidRDefault="00D9040E">
      <w:r>
        <w:separator/>
      </w:r>
    </w:p>
  </w:endnote>
  <w:endnote w:type="continuationSeparator" w:id="0">
    <w:p w14:paraId="5955BB0D" w14:textId="77777777" w:rsidR="00D9040E" w:rsidRDefault="00D90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15882" w14:textId="03E4D6C0" w:rsidR="0029020B" w:rsidRDefault="0029020B">
    <w:pPr>
      <w:pStyle w:val="Footer"/>
      <w:tabs>
        <w:tab w:val="clear" w:pos="6480"/>
        <w:tab w:val="center" w:pos="4680"/>
        <w:tab w:val="right" w:pos="9360"/>
      </w:tabs>
    </w:pPr>
    <w:fldSimple w:instr=" SUBJECT  \* MERGEFORMAT ">
      <w:r w:rsidR="003D2379">
        <w:t>Minutes</w:t>
      </w:r>
    </w:fldSimple>
    <w:r>
      <w:tab/>
      <w:t xml:space="preserve">page </w:t>
    </w:r>
    <w:r>
      <w:fldChar w:fldCharType="begin"/>
    </w:r>
    <w:r>
      <w:instrText xml:space="preserve">page </w:instrText>
    </w:r>
    <w:r>
      <w:fldChar w:fldCharType="separate"/>
    </w:r>
    <w:r w:rsidR="009F2FBC">
      <w:rPr>
        <w:noProof/>
      </w:rPr>
      <w:t>2</w:t>
    </w:r>
    <w:r>
      <w:fldChar w:fldCharType="end"/>
    </w:r>
    <w:r>
      <w:tab/>
    </w:r>
    <w:fldSimple w:instr=" COMMENTS  \* MERGEFORMAT ">
      <w:r w:rsidR="003D2379">
        <w:t>Jon Rosdahl, Qualcomm</w:t>
      </w:r>
    </w:fldSimple>
  </w:p>
  <w:p w14:paraId="4FBD603F"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A2DAFB" w14:textId="77777777" w:rsidR="00D9040E" w:rsidRDefault="00D9040E">
      <w:r>
        <w:separator/>
      </w:r>
    </w:p>
  </w:footnote>
  <w:footnote w:type="continuationSeparator" w:id="0">
    <w:p w14:paraId="30275C05" w14:textId="77777777" w:rsidR="00D9040E" w:rsidRDefault="00D904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DB466" w14:textId="64CEB565" w:rsidR="0029020B" w:rsidRDefault="0029020B">
    <w:pPr>
      <w:pStyle w:val="Header"/>
      <w:tabs>
        <w:tab w:val="clear" w:pos="6480"/>
        <w:tab w:val="center" w:pos="4680"/>
        <w:tab w:val="right" w:pos="9360"/>
      </w:tabs>
    </w:pPr>
    <w:fldSimple w:instr=" KEYWORDS  \* MERGEFORMAT ">
      <w:r w:rsidR="003D2379">
        <w:t>April 2020</w:t>
      </w:r>
    </w:fldSimple>
    <w:r>
      <w:tab/>
    </w:r>
    <w:r>
      <w:tab/>
    </w:r>
    <w:fldSimple w:instr=" TITLE  \* MERGEFORMAT ">
      <w:r w:rsidR="003D2379">
        <w:t>doc.: IEEE 802.11-20/0619r0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3570C"/>
    <w:multiLevelType w:val="multilevel"/>
    <w:tmpl w:val="8FDED23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33FE4502"/>
    <w:multiLevelType w:val="multilevel"/>
    <w:tmpl w:val="497812B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379C17A4"/>
    <w:multiLevelType w:val="hybridMultilevel"/>
    <w:tmpl w:val="3098A3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40E"/>
    <w:rsid w:val="00016349"/>
    <w:rsid w:val="0002250C"/>
    <w:rsid w:val="00064807"/>
    <w:rsid w:val="0007447B"/>
    <w:rsid w:val="00077222"/>
    <w:rsid w:val="000909B7"/>
    <w:rsid w:val="000926C5"/>
    <w:rsid w:val="000D71FD"/>
    <w:rsid w:val="000E5D32"/>
    <w:rsid w:val="00182E62"/>
    <w:rsid w:val="00190148"/>
    <w:rsid w:val="00197C4F"/>
    <w:rsid w:val="001B73C0"/>
    <w:rsid w:val="001D723B"/>
    <w:rsid w:val="001E24AA"/>
    <w:rsid w:val="002146A3"/>
    <w:rsid w:val="00223CFA"/>
    <w:rsid w:val="00224B2B"/>
    <w:rsid w:val="002261E7"/>
    <w:rsid w:val="00274731"/>
    <w:rsid w:val="00286162"/>
    <w:rsid w:val="0029020B"/>
    <w:rsid w:val="00292C13"/>
    <w:rsid w:val="00295257"/>
    <w:rsid w:val="002B7132"/>
    <w:rsid w:val="002D44BE"/>
    <w:rsid w:val="00304544"/>
    <w:rsid w:val="0031466A"/>
    <w:rsid w:val="0038192D"/>
    <w:rsid w:val="003D22A4"/>
    <w:rsid w:val="003D2379"/>
    <w:rsid w:val="003D3915"/>
    <w:rsid w:val="003E52E7"/>
    <w:rsid w:val="003E7A78"/>
    <w:rsid w:val="003F1455"/>
    <w:rsid w:val="00442037"/>
    <w:rsid w:val="00457FF8"/>
    <w:rsid w:val="004B064B"/>
    <w:rsid w:val="004D1091"/>
    <w:rsid w:val="00564BE3"/>
    <w:rsid w:val="005765F1"/>
    <w:rsid w:val="005A5666"/>
    <w:rsid w:val="005A616D"/>
    <w:rsid w:val="005A79EB"/>
    <w:rsid w:val="005F1B0D"/>
    <w:rsid w:val="00606285"/>
    <w:rsid w:val="00615CC7"/>
    <w:rsid w:val="006178F9"/>
    <w:rsid w:val="0062440B"/>
    <w:rsid w:val="00637172"/>
    <w:rsid w:val="006C0727"/>
    <w:rsid w:val="006E145F"/>
    <w:rsid w:val="006E774B"/>
    <w:rsid w:val="007079ED"/>
    <w:rsid w:val="00722695"/>
    <w:rsid w:val="00725E68"/>
    <w:rsid w:val="00747079"/>
    <w:rsid w:val="00752198"/>
    <w:rsid w:val="0076520C"/>
    <w:rsid w:val="00770572"/>
    <w:rsid w:val="0079140E"/>
    <w:rsid w:val="007A5405"/>
    <w:rsid w:val="007B5353"/>
    <w:rsid w:val="007C202B"/>
    <w:rsid w:val="007F0D7D"/>
    <w:rsid w:val="007F37A9"/>
    <w:rsid w:val="007F66B2"/>
    <w:rsid w:val="00816FF7"/>
    <w:rsid w:val="00843F4B"/>
    <w:rsid w:val="00870190"/>
    <w:rsid w:val="00883557"/>
    <w:rsid w:val="008848D7"/>
    <w:rsid w:val="008870E7"/>
    <w:rsid w:val="00892259"/>
    <w:rsid w:val="008A3513"/>
    <w:rsid w:val="008B37C8"/>
    <w:rsid w:val="008C60AC"/>
    <w:rsid w:val="008D0EE3"/>
    <w:rsid w:val="008D7967"/>
    <w:rsid w:val="008E0DBD"/>
    <w:rsid w:val="009253E0"/>
    <w:rsid w:val="00931B37"/>
    <w:rsid w:val="0093404F"/>
    <w:rsid w:val="00936841"/>
    <w:rsid w:val="009530CB"/>
    <w:rsid w:val="00966CE3"/>
    <w:rsid w:val="00987903"/>
    <w:rsid w:val="00994B49"/>
    <w:rsid w:val="009954E0"/>
    <w:rsid w:val="009967E2"/>
    <w:rsid w:val="009C01B1"/>
    <w:rsid w:val="009F14E6"/>
    <w:rsid w:val="009F2FBC"/>
    <w:rsid w:val="00A06296"/>
    <w:rsid w:val="00A27CC1"/>
    <w:rsid w:val="00A32437"/>
    <w:rsid w:val="00A33833"/>
    <w:rsid w:val="00A36AFE"/>
    <w:rsid w:val="00AA427C"/>
    <w:rsid w:val="00AB6C5E"/>
    <w:rsid w:val="00AC2A34"/>
    <w:rsid w:val="00AF4642"/>
    <w:rsid w:val="00B55BED"/>
    <w:rsid w:val="00B66FAE"/>
    <w:rsid w:val="00B714E7"/>
    <w:rsid w:val="00BE4738"/>
    <w:rsid w:val="00BE68C2"/>
    <w:rsid w:val="00BE7436"/>
    <w:rsid w:val="00C12886"/>
    <w:rsid w:val="00C13F30"/>
    <w:rsid w:val="00C53BAC"/>
    <w:rsid w:val="00CA09B2"/>
    <w:rsid w:val="00CF5DF7"/>
    <w:rsid w:val="00D05AF5"/>
    <w:rsid w:val="00D11701"/>
    <w:rsid w:val="00D2277D"/>
    <w:rsid w:val="00D66531"/>
    <w:rsid w:val="00D9040E"/>
    <w:rsid w:val="00DC53C2"/>
    <w:rsid w:val="00DC5A7B"/>
    <w:rsid w:val="00E00200"/>
    <w:rsid w:val="00E87A1E"/>
    <w:rsid w:val="00E918B6"/>
    <w:rsid w:val="00E9279B"/>
    <w:rsid w:val="00EA618E"/>
    <w:rsid w:val="00EB59ED"/>
    <w:rsid w:val="00ED0CCE"/>
    <w:rsid w:val="00ED4142"/>
    <w:rsid w:val="00EF02CB"/>
    <w:rsid w:val="00F10387"/>
    <w:rsid w:val="00F5151F"/>
    <w:rsid w:val="00F60EDE"/>
    <w:rsid w:val="00FC5F44"/>
    <w:rsid w:val="00FF421C"/>
    <w:rsid w:val="00FF7A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ED605D"/>
  <w15:chartTrackingRefBased/>
  <w15:docId w15:val="{4A7A1EB7-5019-4F52-B105-108F42C81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EF02CB"/>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highlight">
    <w:name w:val="highlight"/>
    <w:rsid w:val="00D9040E"/>
  </w:style>
  <w:style w:type="character" w:customStyle="1" w:styleId="il">
    <w:name w:val="il"/>
    <w:rsid w:val="003E7A78"/>
  </w:style>
  <w:style w:type="paragraph" w:customStyle="1" w:styleId="m-4890597653018465012gmail-msolistparagraph">
    <w:name w:val="m_-4890597653018465012gmail-msolistparagraph"/>
    <w:basedOn w:val="Normal"/>
    <w:rsid w:val="003E7A78"/>
    <w:pPr>
      <w:spacing w:before="100" w:beforeAutospacing="1" w:after="100" w:afterAutospacing="1"/>
    </w:pPr>
    <w:rPr>
      <w:sz w:val="24"/>
      <w:szCs w:val="24"/>
      <w:lang w:eastAsia="en-GB"/>
    </w:rPr>
  </w:style>
  <w:style w:type="character" w:styleId="UnresolvedMention">
    <w:name w:val="Unresolved Mention"/>
    <w:basedOn w:val="DefaultParagraphFont"/>
    <w:uiPriority w:val="99"/>
    <w:semiHidden/>
    <w:unhideWhenUsed/>
    <w:rsid w:val="007C202B"/>
    <w:rPr>
      <w:color w:val="605E5C"/>
      <w:shd w:val="clear" w:color="auto" w:fill="E1DFDD"/>
    </w:rPr>
  </w:style>
  <w:style w:type="paragraph" w:styleId="ListParagraph">
    <w:name w:val="List Paragraph"/>
    <w:basedOn w:val="Normal"/>
    <w:uiPriority w:val="34"/>
    <w:qFormat/>
    <w:rsid w:val="003D22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14989">
      <w:bodyDiv w:val="1"/>
      <w:marLeft w:val="0"/>
      <w:marRight w:val="0"/>
      <w:marTop w:val="0"/>
      <w:marBottom w:val="0"/>
      <w:divBdr>
        <w:top w:val="none" w:sz="0" w:space="0" w:color="auto"/>
        <w:left w:val="none" w:sz="0" w:space="0" w:color="auto"/>
        <w:bottom w:val="none" w:sz="0" w:space="0" w:color="auto"/>
        <w:right w:val="none" w:sz="0" w:space="0" w:color="auto"/>
      </w:divBdr>
    </w:div>
    <w:div w:id="1296176044">
      <w:bodyDiv w:val="1"/>
      <w:marLeft w:val="0"/>
      <w:marRight w:val="0"/>
      <w:marTop w:val="0"/>
      <w:marBottom w:val="0"/>
      <w:divBdr>
        <w:top w:val="none" w:sz="0" w:space="0" w:color="auto"/>
        <w:left w:val="none" w:sz="0" w:space="0" w:color="auto"/>
        <w:bottom w:val="none" w:sz="0" w:space="0" w:color="auto"/>
        <w:right w:val="none" w:sz="0" w:space="0" w:color="auto"/>
      </w:divBdr>
    </w:div>
    <w:div w:id="206991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entor.ieee.org/802.11/dcn/20/11-20-0246-08-000m-d30crs.docx" TargetMode="External"/><Relationship Id="rId18" Type="http://schemas.openxmlformats.org/officeDocument/2006/relationships/hyperlink" Target="https://mentor.ieee.org/802.11/dcn/20/11-20-0535-03-000m-2020-april-july-teleconference-agendas.docx"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mentor.ieee.org/802.11/dcn/20/11-20-0246-09-000m-d30crs.docx" TargetMode="External"/><Relationship Id="rId7" Type="http://schemas.openxmlformats.org/officeDocument/2006/relationships/webSettings" Target="webSettings.xml"/><Relationship Id="rId12" Type="http://schemas.openxmlformats.org/officeDocument/2006/relationships/hyperlink" Target="https://mentor.ieee.org/802.11/dcn/20/11-20-0308-00-000m-2020-march-tgmd-agenda.pptx" TargetMode="External"/><Relationship Id="rId17" Type="http://schemas.openxmlformats.org/officeDocument/2006/relationships/hyperlink" Target="https://mentor.ieee.org/802.11/dcn/20/11-20-0147-05-000m-sb1-revmd-gen-comments.xls"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mentor.ieee.org/802.11/dcn/20/11-20-0435-02-000m-resolutions-for-some-comments-on-11md-d3-0-sb1.docx" TargetMode="External"/><Relationship Id="rId20" Type="http://schemas.openxmlformats.org/officeDocument/2006/relationships/hyperlink" Target="https://mentor.ieee.org/802.11/dcn/20/11-20-0246-08-000m-d30crs.doc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atcom@ieee.org" TargetMode="External"/><Relationship Id="rId24" Type="http://schemas.openxmlformats.org/officeDocument/2006/relationships/hyperlink" Target="https://mentor.ieee.org/802.11/dcn/20/11-20-0147-05-000m-sb1-revmd-gen-comments.xls" TargetMode="External"/><Relationship Id="rId5" Type="http://schemas.openxmlformats.org/officeDocument/2006/relationships/styles" Target="styles.xml"/><Relationship Id="rId15" Type="http://schemas.openxmlformats.org/officeDocument/2006/relationships/hyperlink" Target="https://mentor.ieee.org/802.11/dcn/20/11-20-0435-01-000m-resolutions-for-some-comments-on-11md-d3-0-sb1.docx" TargetMode="External"/><Relationship Id="rId23" Type="http://schemas.openxmlformats.org/officeDocument/2006/relationships/hyperlink" Target="https://mentor.ieee.org/802.11/dcn/20/11-20-0435-02-000m-resolutions-for-some-comments-on-11md-d3-0-sb1.docx" TargetMode="External"/><Relationship Id="rId28" Type="http://schemas.openxmlformats.org/officeDocument/2006/relationships/theme" Target="theme/theme1.xml"/><Relationship Id="rId10" Type="http://schemas.openxmlformats.org/officeDocument/2006/relationships/hyperlink" Target="mailto:mmontemurro@blackberry.com" TargetMode="External"/><Relationship Id="rId19" Type="http://schemas.openxmlformats.org/officeDocument/2006/relationships/hyperlink" Target="https://mentor.ieee.org/802.11/dcn/20/11-20-0308-00-000m-2020-march-tgmd-agenda.ppt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20/11-20-0246-09-000m-d30crs.docx" TargetMode="External"/><Relationship Id="rId22" Type="http://schemas.openxmlformats.org/officeDocument/2006/relationships/hyperlink" Target="https://mentor.ieee.org/802.11/dcn/20/11-20-0435-01-000m-resolutions-for-some-comments-on-11md-d3-0-sb1.docx"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601D1AD-379C-49A7-A6FB-C1C7E819F5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6FC21A-61CE-412C-B60A-838030D3881C}">
  <ds:schemaRefs>
    <ds:schemaRef ds:uri="http://schemas.microsoft.com/sharepoint/v3/contenttype/forms"/>
  </ds:schemaRefs>
</ds:datastoreItem>
</file>

<file path=customXml/itemProps3.xml><?xml version="1.0" encoding="utf-8"?>
<ds:datastoreItem xmlns:ds="http://schemas.openxmlformats.org/officeDocument/2006/customXml" ds:itemID="{52B6AA57-6AC8-445B-A6B8-6E27893747D1}">
  <ds:schemaRefs>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cc9c437c-ae0c-4066-8d90-a0f7de786127"/>
    <ds:schemaRef ds:uri="http://schemas.openxmlformats.org/package/2006/metadata/core-properties"/>
    <ds:schemaRef ds:uri="ba37140e-f4c5-4a6c-a9b4-20a691ce6c8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181</TotalTime>
  <Pages>7</Pages>
  <Words>1878</Words>
  <Characters>11925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doc.: IEEE 802.11-20/0619r0</vt:lpstr>
    </vt:vector>
  </TitlesOfParts>
  <Company>Qualcomm Technologies, Inc.</Company>
  <LinksUpToDate>false</LinksUpToDate>
  <CharactersWithSpaces>13776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802.11-20/0619r0</dc:title>
  <dc:subject>Minutes</dc:subject>
  <dc:creator>Jon Rosdahl</dc:creator>
  <cp:keywords>April 2020</cp:keywords>
  <dc:description>Jon Rosdahl, Qualcomm</dc:description>
  <cp:lastModifiedBy>Jon Rosdahl</cp:lastModifiedBy>
  <cp:revision>121</cp:revision>
  <cp:lastPrinted>1601-01-01T00:00:00Z</cp:lastPrinted>
  <dcterms:created xsi:type="dcterms:W3CDTF">2020-04-15T19:43:00Z</dcterms:created>
  <dcterms:modified xsi:type="dcterms:W3CDTF">2020-04-15T23:53:00Z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