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DD93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FB13B59" w14:textId="77777777">
        <w:tblPrEx>
          <w:tblCellMar>
            <w:top w:w="0" w:type="dxa"/>
            <w:bottom w:w="0" w:type="dxa"/>
          </w:tblCellMar>
        </w:tblPrEx>
        <w:trPr>
          <w:trHeight w:val="485"/>
          <w:jc w:val="center"/>
        </w:trPr>
        <w:tc>
          <w:tcPr>
            <w:tcW w:w="9576" w:type="dxa"/>
            <w:gridSpan w:val="5"/>
            <w:vAlign w:val="center"/>
          </w:tcPr>
          <w:p w14:paraId="2C8399D5" w14:textId="7B1D0812" w:rsidR="00CA09B2" w:rsidRDefault="00C82FB6">
            <w:pPr>
              <w:pStyle w:val="T2"/>
            </w:pPr>
            <w:r w:rsidRPr="00C82FB6">
              <w:t>Telecon Minutes for REVmd CRC- Feb 7 and 14 2020</w:t>
            </w:r>
          </w:p>
        </w:tc>
      </w:tr>
      <w:tr w:rsidR="00CA09B2" w14:paraId="46254FE4" w14:textId="77777777">
        <w:tblPrEx>
          <w:tblCellMar>
            <w:top w:w="0" w:type="dxa"/>
            <w:bottom w:w="0" w:type="dxa"/>
          </w:tblCellMar>
        </w:tblPrEx>
        <w:trPr>
          <w:trHeight w:val="359"/>
          <w:jc w:val="center"/>
        </w:trPr>
        <w:tc>
          <w:tcPr>
            <w:tcW w:w="9576" w:type="dxa"/>
            <w:gridSpan w:val="5"/>
            <w:vAlign w:val="center"/>
          </w:tcPr>
          <w:p w14:paraId="5D3E9D4C" w14:textId="0F18D5C0" w:rsidR="00CA09B2" w:rsidRDefault="00CA09B2" w:rsidP="00C82FB6">
            <w:pPr>
              <w:pStyle w:val="T2"/>
              <w:spacing w:after="0"/>
              <w:ind w:left="0"/>
              <w:rPr>
                <w:sz w:val="20"/>
              </w:rPr>
            </w:pPr>
            <w:r>
              <w:rPr>
                <w:sz w:val="20"/>
              </w:rPr>
              <w:t>Date:</w:t>
            </w:r>
            <w:r>
              <w:rPr>
                <w:b w:val="0"/>
                <w:sz w:val="20"/>
              </w:rPr>
              <w:t xml:space="preserve">  </w:t>
            </w:r>
            <w:r w:rsidR="00403E96">
              <w:rPr>
                <w:b w:val="0"/>
                <w:sz w:val="20"/>
              </w:rPr>
              <w:t>2020-02</w:t>
            </w:r>
            <w:r>
              <w:rPr>
                <w:b w:val="0"/>
                <w:sz w:val="20"/>
              </w:rPr>
              <w:t>-</w:t>
            </w:r>
            <w:r w:rsidR="0097646E">
              <w:rPr>
                <w:b w:val="0"/>
                <w:sz w:val="20"/>
              </w:rPr>
              <w:t>07</w:t>
            </w:r>
          </w:p>
        </w:tc>
      </w:tr>
      <w:tr w:rsidR="00CA09B2" w14:paraId="0390E265" w14:textId="77777777">
        <w:tblPrEx>
          <w:tblCellMar>
            <w:top w:w="0" w:type="dxa"/>
            <w:bottom w:w="0" w:type="dxa"/>
          </w:tblCellMar>
        </w:tblPrEx>
        <w:trPr>
          <w:cantSplit/>
          <w:jc w:val="center"/>
        </w:trPr>
        <w:tc>
          <w:tcPr>
            <w:tcW w:w="9576" w:type="dxa"/>
            <w:gridSpan w:val="5"/>
            <w:vAlign w:val="center"/>
          </w:tcPr>
          <w:p w14:paraId="2076AB28" w14:textId="77777777" w:rsidR="00CA09B2" w:rsidRDefault="00CA09B2">
            <w:pPr>
              <w:pStyle w:val="T2"/>
              <w:spacing w:after="0"/>
              <w:ind w:left="0" w:right="0"/>
              <w:jc w:val="left"/>
              <w:rPr>
                <w:sz w:val="20"/>
              </w:rPr>
            </w:pPr>
            <w:r>
              <w:rPr>
                <w:sz w:val="20"/>
              </w:rPr>
              <w:t>Author(s):</w:t>
            </w:r>
          </w:p>
        </w:tc>
      </w:tr>
      <w:tr w:rsidR="00CA09B2" w14:paraId="67A13546" w14:textId="77777777">
        <w:tblPrEx>
          <w:tblCellMar>
            <w:top w:w="0" w:type="dxa"/>
            <w:bottom w:w="0" w:type="dxa"/>
          </w:tblCellMar>
        </w:tblPrEx>
        <w:trPr>
          <w:jc w:val="center"/>
        </w:trPr>
        <w:tc>
          <w:tcPr>
            <w:tcW w:w="1336" w:type="dxa"/>
            <w:vAlign w:val="center"/>
          </w:tcPr>
          <w:p w14:paraId="6849ED65" w14:textId="77777777" w:rsidR="00CA09B2" w:rsidRDefault="00CA09B2">
            <w:pPr>
              <w:pStyle w:val="T2"/>
              <w:spacing w:after="0"/>
              <w:ind w:left="0" w:right="0"/>
              <w:jc w:val="left"/>
              <w:rPr>
                <w:sz w:val="20"/>
              </w:rPr>
            </w:pPr>
            <w:r>
              <w:rPr>
                <w:sz w:val="20"/>
              </w:rPr>
              <w:t>Name</w:t>
            </w:r>
          </w:p>
        </w:tc>
        <w:tc>
          <w:tcPr>
            <w:tcW w:w="2064" w:type="dxa"/>
            <w:vAlign w:val="center"/>
          </w:tcPr>
          <w:p w14:paraId="77251813" w14:textId="77777777" w:rsidR="00CA09B2" w:rsidRDefault="0062440B">
            <w:pPr>
              <w:pStyle w:val="T2"/>
              <w:spacing w:after="0"/>
              <w:ind w:left="0" w:right="0"/>
              <w:jc w:val="left"/>
              <w:rPr>
                <w:sz w:val="20"/>
              </w:rPr>
            </w:pPr>
            <w:r>
              <w:rPr>
                <w:sz w:val="20"/>
              </w:rPr>
              <w:t>Affiliation</w:t>
            </w:r>
          </w:p>
        </w:tc>
        <w:tc>
          <w:tcPr>
            <w:tcW w:w="2814" w:type="dxa"/>
            <w:vAlign w:val="center"/>
          </w:tcPr>
          <w:p w14:paraId="65198FAE" w14:textId="77777777" w:rsidR="00CA09B2" w:rsidRDefault="00CA09B2">
            <w:pPr>
              <w:pStyle w:val="T2"/>
              <w:spacing w:after="0"/>
              <w:ind w:left="0" w:right="0"/>
              <w:jc w:val="left"/>
              <w:rPr>
                <w:sz w:val="20"/>
              </w:rPr>
            </w:pPr>
            <w:r>
              <w:rPr>
                <w:sz w:val="20"/>
              </w:rPr>
              <w:t>Address</w:t>
            </w:r>
          </w:p>
        </w:tc>
        <w:tc>
          <w:tcPr>
            <w:tcW w:w="1715" w:type="dxa"/>
            <w:vAlign w:val="center"/>
          </w:tcPr>
          <w:p w14:paraId="20A9ECF1" w14:textId="77777777" w:rsidR="00CA09B2" w:rsidRDefault="00CA09B2">
            <w:pPr>
              <w:pStyle w:val="T2"/>
              <w:spacing w:after="0"/>
              <w:ind w:left="0" w:right="0"/>
              <w:jc w:val="left"/>
              <w:rPr>
                <w:sz w:val="20"/>
              </w:rPr>
            </w:pPr>
            <w:r>
              <w:rPr>
                <w:sz w:val="20"/>
              </w:rPr>
              <w:t>Phone</w:t>
            </w:r>
          </w:p>
        </w:tc>
        <w:tc>
          <w:tcPr>
            <w:tcW w:w="1647" w:type="dxa"/>
            <w:vAlign w:val="center"/>
          </w:tcPr>
          <w:p w14:paraId="31F38E27" w14:textId="77777777" w:rsidR="00CA09B2" w:rsidRDefault="00CA09B2">
            <w:pPr>
              <w:pStyle w:val="T2"/>
              <w:spacing w:after="0"/>
              <w:ind w:left="0" w:right="0"/>
              <w:jc w:val="left"/>
              <w:rPr>
                <w:sz w:val="20"/>
              </w:rPr>
            </w:pPr>
            <w:r>
              <w:rPr>
                <w:sz w:val="20"/>
              </w:rPr>
              <w:t>email</w:t>
            </w:r>
          </w:p>
        </w:tc>
      </w:tr>
      <w:tr w:rsidR="00CA09B2" w14:paraId="23DB09D4" w14:textId="77777777">
        <w:tblPrEx>
          <w:tblCellMar>
            <w:top w:w="0" w:type="dxa"/>
            <w:bottom w:w="0" w:type="dxa"/>
          </w:tblCellMar>
        </w:tblPrEx>
        <w:trPr>
          <w:jc w:val="center"/>
        </w:trPr>
        <w:tc>
          <w:tcPr>
            <w:tcW w:w="1336" w:type="dxa"/>
            <w:vAlign w:val="center"/>
          </w:tcPr>
          <w:p w14:paraId="2E85A6BB" w14:textId="59224805" w:rsidR="00CA09B2" w:rsidRDefault="0097646E">
            <w:pPr>
              <w:pStyle w:val="T2"/>
              <w:spacing w:after="0"/>
              <w:ind w:left="0" w:right="0"/>
              <w:rPr>
                <w:b w:val="0"/>
                <w:sz w:val="20"/>
              </w:rPr>
            </w:pPr>
            <w:r>
              <w:rPr>
                <w:b w:val="0"/>
                <w:sz w:val="20"/>
              </w:rPr>
              <w:t>Jon Rosdahl</w:t>
            </w:r>
          </w:p>
        </w:tc>
        <w:tc>
          <w:tcPr>
            <w:tcW w:w="2064" w:type="dxa"/>
            <w:vAlign w:val="center"/>
          </w:tcPr>
          <w:p w14:paraId="585A27C7" w14:textId="3DCBC04B" w:rsidR="00CA09B2" w:rsidRDefault="00305392">
            <w:pPr>
              <w:pStyle w:val="T2"/>
              <w:spacing w:after="0"/>
              <w:ind w:left="0" w:right="0"/>
              <w:rPr>
                <w:b w:val="0"/>
                <w:sz w:val="20"/>
              </w:rPr>
            </w:pPr>
            <w:r>
              <w:rPr>
                <w:b w:val="0"/>
                <w:sz w:val="20"/>
              </w:rPr>
              <w:t>Qualcomm</w:t>
            </w:r>
            <w:r w:rsidR="0097646E">
              <w:rPr>
                <w:b w:val="0"/>
                <w:sz w:val="20"/>
              </w:rPr>
              <w:t xml:space="preserve"> </w:t>
            </w:r>
            <w:r>
              <w:rPr>
                <w:b w:val="0"/>
                <w:sz w:val="20"/>
              </w:rPr>
              <w:t>Technologies</w:t>
            </w:r>
            <w:r w:rsidR="0097646E">
              <w:rPr>
                <w:b w:val="0"/>
                <w:sz w:val="20"/>
              </w:rPr>
              <w:t>, Inc.</w:t>
            </w:r>
          </w:p>
        </w:tc>
        <w:tc>
          <w:tcPr>
            <w:tcW w:w="2814" w:type="dxa"/>
            <w:vAlign w:val="center"/>
          </w:tcPr>
          <w:p w14:paraId="0039D251" w14:textId="77777777" w:rsidR="00CA09B2" w:rsidRDefault="00305392">
            <w:pPr>
              <w:pStyle w:val="T2"/>
              <w:spacing w:after="0"/>
              <w:ind w:left="0" w:right="0"/>
              <w:rPr>
                <w:b w:val="0"/>
                <w:sz w:val="20"/>
              </w:rPr>
            </w:pPr>
            <w:r>
              <w:rPr>
                <w:b w:val="0"/>
                <w:sz w:val="20"/>
              </w:rPr>
              <w:t>10871 N 5750 W</w:t>
            </w:r>
          </w:p>
          <w:p w14:paraId="15B4E0F3" w14:textId="659F201E" w:rsidR="00305392" w:rsidRDefault="00305392">
            <w:pPr>
              <w:pStyle w:val="T2"/>
              <w:spacing w:after="0"/>
              <w:ind w:left="0" w:right="0"/>
              <w:rPr>
                <w:b w:val="0"/>
                <w:sz w:val="20"/>
              </w:rPr>
            </w:pPr>
            <w:r>
              <w:rPr>
                <w:b w:val="0"/>
                <w:sz w:val="20"/>
              </w:rPr>
              <w:t>Highland, UT 84003</w:t>
            </w:r>
          </w:p>
        </w:tc>
        <w:tc>
          <w:tcPr>
            <w:tcW w:w="1715" w:type="dxa"/>
            <w:vAlign w:val="center"/>
          </w:tcPr>
          <w:p w14:paraId="57269415" w14:textId="533BC438" w:rsidR="00CA09B2" w:rsidRDefault="00305392">
            <w:pPr>
              <w:pStyle w:val="T2"/>
              <w:spacing w:after="0"/>
              <w:ind w:left="0" w:right="0"/>
              <w:rPr>
                <w:b w:val="0"/>
                <w:sz w:val="20"/>
              </w:rPr>
            </w:pPr>
            <w:r>
              <w:rPr>
                <w:b w:val="0"/>
                <w:sz w:val="20"/>
              </w:rPr>
              <w:t>+1-801-492-4023</w:t>
            </w:r>
          </w:p>
        </w:tc>
        <w:tc>
          <w:tcPr>
            <w:tcW w:w="1647" w:type="dxa"/>
            <w:vAlign w:val="center"/>
          </w:tcPr>
          <w:p w14:paraId="7E0BC03E" w14:textId="788495AD" w:rsidR="00CA09B2" w:rsidRDefault="00332D85">
            <w:pPr>
              <w:pStyle w:val="T2"/>
              <w:spacing w:after="0"/>
              <w:ind w:left="0" w:right="0"/>
              <w:rPr>
                <w:b w:val="0"/>
                <w:sz w:val="16"/>
              </w:rPr>
            </w:pPr>
            <w:r>
              <w:rPr>
                <w:b w:val="0"/>
                <w:sz w:val="16"/>
              </w:rPr>
              <w:t>j</w:t>
            </w:r>
            <w:r w:rsidR="00305392">
              <w:rPr>
                <w:b w:val="0"/>
                <w:sz w:val="16"/>
              </w:rPr>
              <w:t>rosdahl @ ieee.org</w:t>
            </w:r>
          </w:p>
        </w:tc>
      </w:tr>
      <w:tr w:rsidR="00CA09B2" w14:paraId="72FD7576" w14:textId="77777777">
        <w:tblPrEx>
          <w:tblCellMar>
            <w:top w:w="0" w:type="dxa"/>
            <w:bottom w:w="0" w:type="dxa"/>
          </w:tblCellMar>
        </w:tblPrEx>
        <w:trPr>
          <w:jc w:val="center"/>
        </w:trPr>
        <w:tc>
          <w:tcPr>
            <w:tcW w:w="1336" w:type="dxa"/>
            <w:vAlign w:val="center"/>
          </w:tcPr>
          <w:p w14:paraId="2514D4DF" w14:textId="77777777" w:rsidR="00CA09B2" w:rsidRDefault="00CA09B2">
            <w:pPr>
              <w:pStyle w:val="T2"/>
              <w:spacing w:after="0"/>
              <w:ind w:left="0" w:right="0"/>
              <w:rPr>
                <w:b w:val="0"/>
                <w:sz w:val="20"/>
              </w:rPr>
            </w:pPr>
          </w:p>
        </w:tc>
        <w:tc>
          <w:tcPr>
            <w:tcW w:w="2064" w:type="dxa"/>
            <w:vAlign w:val="center"/>
          </w:tcPr>
          <w:p w14:paraId="2B373419" w14:textId="77777777" w:rsidR="00CA09B2" w:rsidRDefault="00CA09B2">
            <w:pPr>
              <w:pStyle w:val="T2"/>
              <w:spacing w:after="0"/>
              <w:ind w:left="0" w:right="0"/>
              <w:rPr>
                <w:b w:val="0"/>
                <w:sz w:val="20"/>
              </w:rPr>
            </w:pPr>
          </w:p>
        </w:tc>
        <w:tc>
          <w:tcPr>
            <w:tcW w:w="2814" w:type="dxa"/>
            <w:vAlign w:val="center"/>
          </w:tcPr>
          <w:p w14:paraId="7FD668B0" w14:textId="77777777" w:rsidR="00CA09B2" w:rsidRDefault="00CA09B2">
            <w:pPr>
              <w:pStyle w:val="T2"/>
              <w:spacing w:after="0"/>
              <w:ind w:left="0" w:right="0"/>
              <w:rPr>
                <w:b w:val="0"/>
                <w:sz w:val="20"/>
              </w:rPr>
            </w:pPr>
          </w:p>
        </w:tc>
        <w:tc>
          <w:tcPr>
            <w:tcW w:w="1715" w:type="dxa"/>
            <w:vAlign w:val="center"/>
          </w:tcPr>
          <w:p w14:paraId="5F7B1E53" w14:textId="77777777" w:rsidR="00CA09B2" w:rsidRDefault="00CA09B2">
            <w:pPr>
              <w:pStyle w:val="T2"/>
              <w:spacing w:after="0"/>
              <w:ind w:left="0" w:right="0"/>
              <w:rPr>
                <w:b w:val="0"/>
                <w:sz w:val="20"/>
              </w:rPr>
            </w:pPr>
          </w:p>
        </w:tc>
        <w:tc>
          <w:tcPr>
            <w:tcW w:w="1647" w:type="dxa"/>
            <w:vAlign w:val="center"/>
          </w:tcPr>
          <w:p w14:paraId="11472FB2" w14:textId="77777777" w:rsidR="00CA09B2" w:rsidRDefault="00CA09B2">
            <w:pPr>
              <w:pStyle w:val="T2"/>
              <w:spacing w:after="0"/>
              <w:ind w:left="0" w:right="0"/>
              <w:rPr>
                <w:b w:val="0"/>
                <w:sz w:val="16"/>
              </w:rPr>
            </w:pPr>
          </w:p>
        </w:tc>
      </w:tr>
    </w:tbl>
    <w:p w14:paraId="009019BF" w14:textId="783CD109" w:rsidR="00CA09B2" w:rsidRDefault="00971945">
      <w:pPr>
        <w:pStyle w:val="T1"/>
        <w:spacing w:after="120"/>
        <w:rPr>
          <w:sz w:val="22"/>
        </w:rPr>
      </w:pPr>
      <w:r>
        <w:rPr>
          <w:noProof/>
        </w:rPr>
        <mc:AlternateContent>
          <mc:Choice Requires="wps">
            <w:drawing>
              <wp:anchor distT="0" distB="0" distL="114300" distR="114300" simplePos="0" relativeHeight="251657728" behindDoc="0" locked="0" layoutInCell="0" allowOverlap="1" wp14:anchorId="34823C56" wp14:editId="1D9F02D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BF9AE" w14:textId="77777777" w:rsidR="0029020B" w:rsidRDefault="0029020B">
                            <w:pPr>
                              <w:pStyle w:val="T1"/>
                              <w:spacing w:after="120"/>
                            </w:pPr>
                            <w:r>
                              <w:t>Abstract</w:t>
                            </w:r>
                          </w:p>
                          <w:p w14:paraId="10BBB19D" w14:textId="750AB321" w:rsidR="00377760" w:rsidRPr="00EE0424" w:rsidRDefault="00377760" w:rsidP="00377760">
                            <w:pPr>
                              <w:spacing w:before="100" w:beforeAutospacing="1" w:after="240"/>
                              <w:rPr>
                                <w:lang w:val="en-US"/>
                              </w:rPr>
                            </w:pPr>
                            <w:r>
                              <w:t xml:space="preserve">TGmd will hold </w:t>
                            </w:r>
                            <w:r w:rsidRPr="00EE0424">
                              <w:rPr>
                                <w:rStyle w:val="il"/>
                              </w:rPr>
                              <w:t>teleconferences</w:t>
                            </w:r>
                            <w:r>
                              <w:t xml:space="preserve"> before the March 2020</w:t>
                            </w:r>
                            <w:r w:rsidRPr="00EE0424">
                              <w:t xml:space="preserve"> session: </w:t>
                            </w:r>
                            <w:r>
                              <w:t xml:space="preserve">January 31, February 7, 14 and March 13th </w:t>
                            </w:r>
                            <w:r w:rsidRPr="00EE0424">
                              <w:rPr>
                                <w:lang w:val="en-US"/>
                              </w:rPr>
                              <w:t xml:space="preserve">at 10am Eastern </w:t>
                            </w:r>
                            <w:r>
                              <w:rPr>
                                <w:lang w:val="en-US"/>
                              </w:rPr>
                              <w:t>(2 hours) for the purpose of Initial SA ballot</w:t>
                            </w:r>
                            <w:r w:rsidRPr="00EE0424">
                              <w:rPr>
                                <w:lang w:val="en-US"/>
                              </w:rPr>
                              <w:t xml:space="preserve"> comment resolution and presentations. </w:t>
                            </w:r>
                            <w:r w:rsidR="00305392">
                              <w:rPr>
                                <w:lang w:val="en-US"/>
                              </w:rPr>
                              <w:t>This File has the minutes for the February Telecons.</w:t>
                            </w:r>
                          </w:p>
                          <w:p w14:paraId="1BC6450E" w14:textId="4AD76844" w:rsidR="0029020B" w:rsidRDefault="00377760" w:rsidP="00377760">
                            <w:pPr>
                              <w:jc w:val="both"/>
                              <w:rPr>
                                <w:bCs/>
                              </w:rPr>
                            </w:pPr>
                            <w:r>
                              <w:rPr>
                                <w:bCs/>
                              </w:rPr>
                              <w:t>See the dial-in instructions</w:t>
                            </w:r>
                            <w:r>
                              <w:rPr>
                                <w:bCs/>
                              </w:rPr>
                              <w:t xml:space="preserve"> in the calendar</w:t>
                            </w:r>
                            <w:r w:rsidR="00403E96">
                              <w:rPr>
                                <w:bCs/>
                              </w:rPr>
                              <w:t>:</w:t>
                            </w:r>
                          </w:p>
                          <w:p w14:paraId="44C7CD72" w14:textId="402178F6" w:rsidR="00403E96" w:rsidRDefault="00403E96" w:rsidP="00377760">
                            <w:pPr>
                              <w:jc w:val="both"/>
                              <w:rPr>
                                <w:bCs/>
                              </w:rPr>
                            </w:pPr>
                          </w:p>
                          <w:p w14:paraId="5F2A5A72" w14:textId="3A5775B9" w:rsidR="00403E96" w:rsidRDefault="00403E96" w:rsidP="00377760">
                            <w:pPr>
                              <w:jc w:val="both"/>
                              <w:rPr>
                                <w:bCs/>
                              </w:rPr>
                            </w:pPr>
                            <w:r>
                              <w:rPr>
                                <w:bCs/>
                              </w:rPr>
                              <w:t>R0: February 07, 2020</w:t>
                            </w:r>
                          </w:p>
                          <w:p w14:paraId="484C0450" w14:textId="6A58C021" w:rsidR="00403E96" w:rsidRDefault="00403E96" w:rsidP="00377760">
                            <w:pPr>
                              <w:jc w:val="both"/>
                            </w:pPr>
                            <w:r>
                              <w:rPr>
                                <w:bCs/>
                              </w:rPr>
                              <w:t>R1: February 14,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823C56"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159BF9AE" w14:textId="77777777" w:rsidR="0029020B" w:rsidRDefault="0029020B">
                      <w:pPr>
                        <w:pStyle w:val="T1"/>
                        <w:spacing w:after="120"/>
                      </w:pPr>
                      <w:r>
                        <w:t>Abstract</w:t>
                      </w:r>
                    </w:p>
                    <w:p w14:paraId="10BBB19D" w14:textId="750AB321" w:rsidR="00377760" w:rsidRPr="00EE0424" w:rsidRDefault="00377760" w:rsidP="00377760">
                      <w:pPr>
                        <w:spacing w:before="100" w:beforeAutospacing="1" w:after="240"/>
                        <w:rPr>
                          <w:lang w:val="en-US"/>
                        </w:rPr>
                      </w:pPr>
                      <w:r>
                        <w:t xml:space="preserve">TGmd will hold </w:t>
                      </w:r>
                      <w:r w:rsidRPr="00EE0424">
                        <w:rPr>
                          <w:rStyle w:val="il"/>
                        </w:rPr>
                        <w:t>teleconferences</w:t>
                      </w:r>
                      <w:r>
                        <w:t xml:space="preserve"> before the March 2020</w:t>
                      </w:r>
                      <w:r w:rsidRPr="00EE0424">
                        <w:t xml:space="preserve"> session: </w:t>
                      </w:r>
                      <w:r>
                        <w:t xml:space="preserve">January 31, February 7, 14 and March 13th </w:t>
                      </w:r>
                      <w:r w:rsidRPr="00EE0424">
                        <w:rPr>
                          <w:lang w:val="en-US"/>
                        </w:rPr>
                        <w:t xml:space="preserve">at 10am Eastern </w:t>
                      </w:r>
                      <w:r>
                        <w:rPr>
                          <w:lang w:val="en-US"/>
                        </w:rPr>
                        <w:t>(2 hours) for the purpose of Initial SA ballot</w:t>
                      </w:r>
                      <w:r w:rsidRPr="00EE0424">
                        <w:rPr>
                          <w:lang w:val="en-US"/>
                        </w:rPr>
                        <w:t xml:space="preserve"> comment resolution and presentations. </w:t>
                      </w:r>
                      <w:r w:rsidR="00305392">
                        <w:rPr>
                          <w:lang w:val="en-US"/>
                        </w:rPr>
                        <w:t>This File has the minutes for the February Telecons.</w:t>
                      </w:r>
                    </w:p>
                    <w:p w14:paraId="1BC6450E" w14:textId="4AD76844" w:rsidR="0029020B" w:rsidRDefault="00377760" w:rsidP="00377760">
                      <w:pPr>
                        <w:jc w:val="both"/>
                        <w:rPr>
                          <w:bCs/>
                        </w:rPr>
                      </w:pPr>
                      <w:r>
                        <w:rPr>
                          <w:bCs/>
                        </w:rPr>
                        <w:t>See the dial-in instructions</w:t>
                      </w:r>
                      <w:r>
                        <w:rPr>
                          <w:bCs/>
                        </w:rPr>
                        <w:t xml:space="preserve"> in the calendar</w:t>
                      </w:r>
                      <w:r w:rsidR="00403E96">
                        <w:rPr>
                          <w:bCs/>
                        </w:rPr>
                        <w:t>:</w:t>
                      </w:r>
                    </w:p>
                    <w:p w14:paraId="44C7CD72" w14:textId="402178F6" w:rsidR="00403E96" w:rsidRDefault="00403E96" w:rsidP="00377760">
                      <w:pPr>
                        <w:jc w:val="both"/>
                        <w:rPr>
                          <w:bCs/>
                        </w:rPr>
                      </w:pPr>
                    </w:p>
                    <w:p w14:paraId="5F2A5A72" w14:textId="3A5775B9" w:rsidR="00403E96" w:rsidRDefault="00403E96" w:rsidP="00377760">
                      <w:pPr>
                        <w:jc w:val="both"/>
                        <w:rPr>
                          <w:bCs/>
                        </w:rPr>
                      </w:pPr>
                      <w:r>
                        <w:rPr>
                          <w:bCs/>
                        </w:rPr>
                        <w:t>R0: February 07, 2020</w:t>
                      </w:r>
                    </w:p>
                    <w:p w14:paraId="484C0450" w14:textId="6A58C021" w:rsidR="00403E96" w:rsidRDefault="00403E96" w:rsidP="00377760">
                      <w:pPr>
                        <w:jc w:val="both"/>
                      </w:pPr>
                      <w:r>
                        <w:rPr>
                          <w:bCs/>
                        </w:rPr>
                        <w:t>R1: February 14, 2020</w:t>
                      </w:r>
                    </w:p>
                  </w:txbxContent>
                </v:textbox>
              </v:shape>
            </w:pict>
          </mc:Fallback>
        </mc:AlternateContent>
      </w:r>
    </w:p>
    <w:p w14:paraId="3C8F5D80" w14:textId="79195163" w:rsidR="00CA09B2" w:rsidRDefault="00CA09B2" w:rsidP="00C82FB6">
      <w:r>
        <w:br w:type="page"/>
      </w:r>
    </w:p>
    <w:p w14:paraId="66241A30" w14:textId="1E0B459A" w:rsidR="00CA09B2" w:rsidRPr="003B652A" w:rsidRDefault="00197F9F" w:rsidP="000423D6">
      <w:pPr>
        <w:pStyle w:val="ListParagraph"/>
        <w:numPr>
          <w:ilvl w:val="0"/>
          <w:numId w:val="1"/>
        </w:numPr>
        <w:rPr>
          <w:b/>
          <w:bCs/>
        </w:rPr>
      </w:pPr>
      <w:r w:rsidRPr="003B652A">
        <w:rPr>
          <w:b/>
          <w:bCs/>
        </w:rPr>
        <w:lastRenderedPageBreak/>
        <w:t>IEEE 802.11</w:t>
      </w:r>
      <w:r w:rsidR="00C1292A" w:rsidRPr="003B652A">
        <w:rPr>
          <w:b/>
          <w:bCs/>
        </w:rPr>
        <w:t>md REVmd CRC Telecon February 7, 2020 10:00 – 12:00</w:t>
      </w:r>
      <w:r w:rsidR="006A47CE" w:rsidRPr="003B652A">
        <w:rPr>
          <w:b/>
          <w:bCs/>
        </w:rPr>
        <w:t xml:space="preserve"> ET</w:t>
      </w:r>
    </w:p>
    <w:p w14:paraId="0E4FF325" w14:textId="37FF5B80" w:rsidR="000423D6" w:rsidRDefault="008328C5" w:rsidP="008328C5">
      <w:pPr>
        <w:pStyle w:val="ListParagraph"/>
        <w:numPr>
          <w:ilvl w:val="1"/>
          <w:numId w:val="1"/>
        </w:numPr>
      </w:pPr>
      <w:r w:rsidRPr="00211EEA">
        <w:rPr>
          <w:b/>
          <w:bCs/>
        </w:rPr>
        <w:t>Called to order</w:t>
      </w:r>
      <w:r>
        <w:t xml:space="preserve"> at 10:0</w:t>
      </w:r>
      <w:r w:rsidR="00F52EFD">
        <w:t>4 am</w:t>
      </w:r>
      <w:r w:rsidR="006A47CE">
        <w:t xml:space="preserve"> by the TG Chair Dorothy STANLEY (HPE)</w:t>
      </w:r>
      <w:r w:rsidR="00211EEA">
        <w:t>.</w:t>
      </w:r>
    </w:p>
    <w:p w14:paraId="24E1E1A0" w14:textId="7094B86E" w:rsidR="001D328A" w:rsidRDefault="001D328A" w:rsidP="001D328A">
      <w:pPr>
        <w:pStyle w:val="ListParagraph"/>
        <w:numPr>
          <w:ilvl w:val="1"/>
          <w:numId w:val="1"/>
        </w:numPr>
      </w:pPr>
      <w:r w:rsidRPr="00211EEA">
        <w:rPr>
          <w:b/>
          <w:bCs/>
        </w:rPr>
        <w:t>Attendance</w:t>
      </w:r>
      <w:r>
        <w:t xml:space="preserve">: </w:t>
      </w:r>
    </w:p>
    <w:p w14:paraId="147447F4" w14:textId="4A8F72F0" w:rsidR="001D328A" w:rsidRDefault="00EE0061" w:rsidP="00EE0061">
      <w:pPr>
        <w:pStyle w:val="ListParagraph"/>
        <w:numPr>
          <w:ilvl w:val="2"/>
          <w:numId w:val="1"/>
        </w:numPr>
      </w:pPr>
      <w:r>
        <w:t>Dorothy</w:t>
      </w:r>
      <w:r w:rsidR="00714F06">
        <w:t xml:space="preserve"> STANLEY</w:t>
      </w:r>
      <w:r w:rsidR="00694D5F">
        <w:t xml:space="preserve"> (HPE)</w:t>
      </w:r>
    </w:p>
    <w:p w14:paraId="7C1F52F3" w14:textId="4B5FA9F9" w:rsidR="00EE0061" w:rsidRDefault="00EE0061" w:rsidP="00EE0061">
      <w:pPr>
        <w:pStyle w:val="ListParagraph"/>
        <w:numPr>
          <w:ilvl w:val="2"/>
          <w:numId w:val="1"/>
        </w:numPr>
      </w:pPr>
      <w:r>
        <w:t>Jon</w:t>
      </w:r>
      <w:r w:rsidR="00694D5F">
        <w:t xml:space="preserve"> ROSDAHL (Qualcomm)</w:t>
      </w:r>
    </w:p>
    <w:p w14:paraId="1D8FBC4D" w14:textId="535619FC" w:rsidR="00EE0061" w:rsidRDefault="00EE0061" w:rsidP="00EE0061">
      <w:pPr>
        <w:pStyle w:val="ListParagraph"/>
        <w:numPr>
          <w:ilvl w:val="2"/>
          <w:numId w:val="1"/>
        </w:numPr>
      </w:pPr>
      <w:r>
        <w:t>Michael M</w:t>
      </w:r>
      <w:r w:rsidR="00694D5F">
        <w:t>ONTEMURRO (Blackberry)</w:t>
      </w:r>
    </w:p>
    <w:p w14:paraId="4042AA62" w14:textId="63B8EE85" w:rsidR="00EE0061" w:rsidRDefault="00AE1A4B" w:rsidP="00EE0061">
      <w:pPr>
        <w:pStyle w:val="ListParagraph"/>
        <w:numPr>
          <w:ilvl w:val="2"/>
          <w:numId w:val="1"/>
        </w:numPr>
      </w:pPr>
      <w:r>
        <w:t>Edward A</w:t>
      </w:r>
      <w:r w:rsidR="00694D5F">
        <w:t>U (</w:t>
      </w:r>
      <w:r w:rsidR="00BD6CCD" w:rsidRPr="003A6AF1">
        <w:t>Huawei</w:t>
      </w:r>
      <w:r w:rsidR="00694D5F">
        <w:t>)</w:t>
      </w:r>
    </w:p>
    <w:p w14:paraId="753EBA2F" w14:textId="46759444" w:rsidR="00AE1A4B" w:rsidRDefault="00AE1A4B" w:rsidP="00EE0061">
      <w:pPr>
        <w:pStyle w:val="ListParagraph"/>
        <w:numPr>
          <w:ilvl w:val="2"/>
          <w:numId w:val="1"/>
        </w:numPr>
      </w:pPr>
      <w:r>
        <w:t>E</w:t>
      </w:r>
      <w:r w:rsidR="00694D5F">
        <w:t>mily QI (Intel)</w:t>
      </w:r>
    </w:p>
    <w:p w14:paraId="05F169B4" w14:textId="5D40F96B" w:rsidR="00AE1A4B" w:rsidRDefault="00AE1A4B" w:rsidP="00EE0061">
      <w:pPr>
        <w:pStyle w:val="ListParagraph"/>
        <w:numPr>
          <w:ilvl w:val="2"/>
          <w:numId w:val="1"/>
        </w:numPr>
      </w:pPr>
      <w:r>
        <w:t xml:space="preserve">Joseph </w:t>
      </w:r>
      <w:r w:rsidR="00694D5F">
        <w:t>LEVY</w:t>
      </w:r>
      <w:r w:rsidR="003D6A35">
        <w:t xml:space="preserve"> (Interdigital)</w:t>
      </w:r>
    </w:p>
    <w:p w14:paraId="40EFA309" w14:textId="0517CE71" w:rsidR="00AE1A4B" w:rsidRDefault="00AE1A4B" w:rsidP="00EE0061">
      <w:pPr>
        <w:pStyle w:val="ListParagraph"/>
        <w:numPr>
          <w:ilvl w:val="2"/>
          <w:numId w:val="1"/>
        </w:numPr>
      </w:pPr>
      <w:r>
        <w:t xml:space="preserve">Mark </w:t>
      </w:r>
      <w:r w:rsidR="00683C94" w:rsidRPr="003A6AF1">
        <w:t>HAMILTON (Ruckus/CommScope)</w:t>
      </w:r>
    </w:p>
    <w:p w14:paraId="702DA9F8" w14:textId="4CEE9D7E" w:rsidR="00AE1A4B" w:rsidRDefault="00AE1A4B" w:rsidP="00EE0061">
      <w:pPr>
        <w:pStyle w:val="ListParagraph"/>
        <w:numPr>
          <w:ilvl w:val="2"/>
          <w:numId w:val="1"/>
        </w:numPr>
      </w:pPr>
      <w:r>
        <w:t>Menzo W</w:t>
      </w:r>
      <w:r w:rsidR="003D6A35">
        <w:t>ENTINK (QUALCOMM)</w:t>
      </w:r>
    </w:p>
    <w:p w14:paraId="791CBCD1" w14:textId="56BABE17" w:rsidR="00846D8F" w:rsidRDefault="00846D8F" w:rsidP="00EE0061">
      <w:pPr>
        <w:pStyle w:val="ListParagraph"/>
        <w:numPr>
          <w:ilvl w:val="2"/>
          <w:numId w:val="1"/>
        </w:numPr>
      </w:pPr>
      <w:r>
        <w:t>Mark RISON (SAMSUNG)</w:t>
      </w:r>
    </w:p>
    <w:p w14:paraId="3C97F42B" w14:textId="00DB034B" w:rsidR="00AE1A4B" w:rsidRPr="00211EEA" w:rsidRDefault="00AE1A4B" w:rsidP="00AE1A4B">
      <w:pPr>
        <w:pStyle w:val="ListParagraph"/>
        <w:numPr>
          <w:ilvl w:val="1"/>
          <w:numId w:val="1"/>
        </w:numPr>
        <w:rPr>
          <w:b/>
          <w:bCs/>
        </w:rPr>
      </w:pPr>
      <w:r w:rsidRPr="00211EEA">
        <w:rPr>
          <w:b/>
          <w:bCs/>
        </w:rPr>
        <w:t>Review Patent Policy</w:t>
      </w:r>
    </w:p>
    <w:p w14:paraId="6D19FDD4" w14:textId="39611804" w:rsidR="00AE1A4B" w:rsidRDefault="00AE1A4B" w:rsidP="00AE1A4B">
      <w:pPr>
        <w:pStyle w:val="ListParagraph"/>
        <w:numPr>
          <w:ilvl w:val="2"/>
          <w:numId w:val="1"/>
        </w:numPr>
      </w:pPr>
      <w:r>
        <w:t>No issues reported.</w:t>
      </w:r>
    </w:p>
    <w:p w14:paraId="5CE31AF5" w14:textId="2631CDC5" w:rsidR="00DA03FD" w:rsidRDefault="00DA03FD" w:rsidP="00DA03FD">
      <w:pPr>
        <w:pStyle w:val="ListParagraph"/>
        <w:numPr>
          <w:ilvl w:val="1"/>
          <w:numId w:val="1"/>
        </w:numPr>
        <w:rPr>
          <w:b/>
          <w:bCs/>
        </w:rPr>
      </w:pPr>
      <w:r w:rsidRPr="00211EEA">
        <w:rPr>
          <w:b/>
          <w:bCs/>
        </w:rPr>
        <w:t>Review Participation Policies</w:t>
      </w:r>
    </w:p>
    <w:p w14:paraId="5FAFD1E3" w14:textId="7713CAB4" w:rsidR="0018781A" w:rsidRPr="00211EEA" w:rsidRDefault="0018781A" w:rsidP="0018781A">
      <w:pPr>
        <w:pStyle w:val="ListParagraph"/>
        <w:numPr>
          <w:ilvl w:val="2"/>
          <w:numId w:val="1"/>
        </w:numPr>
        <w:rPr>
          <w:b/>
          <w:bCs/>
        </w:rPr>
      </w:pPr>
      <w:hyperlink r:id="rId10" w:tgtFrame="_blank" w:history="1">
        <w:r w:rsidRPr="00EE0424">
          <w:rPr>
            <w:rStyle w:val="Hyperlink"/>
            <w:szCs w:val="22"/>
            <w:lang w:val="en-US"/>
          </w:rPr>
          <w:t>https://mentor.ieee.org/802-ec/dcn/16/ec-16-0180-05-00EC-ieee-802-participation-slide.pptx</w:t>
        </w:r>
      </w:hyperlink>
    </w:p>
    <w:p w14:paraId="7817AA81" w14:textId="77777777" w:rsidR="00DA03FD" w:rsidRPr="00211EEA" w:rsidRDefault="00DA03FD" w:rsidP="00DA03FD">
      <w:pPr>
        <w:pStyle w:val="ListParagraph"/>
        <w:numPr>
          <w:ilvl w:val="1"/>
          <w:numId w:val="1"/>
        </w:numPr>
        <w:rPr>
          <w:b/>
          <w:bCs/>
        </w:rPr>
      </w:pPr>
      <w:r w:rsidRPr="00211EEA">
        <w:rPr>
          <w:b/>
          <w:bCs/>
        </w:rPr>
        <w:t xml:space="preserve">Review Agenda: </w:t>
      </w:r>
    </w:p>
    <w:p w14:paraId="3EF5072E" w14:textId="77777777" w:rsidR="00DA03FD" w:rsidRPr="00EE0424" w:rsidRDefault="00DA03FD" w:rsidP="003D1F7B">
      <w:pPr>
        <w:pStyle w:val="m-4890597653018465012gmail-msolistparagraph"/>
        <w:spacing w:before="0" w:beforeAutospacing="0" w:after="0" w:afterAutospacing="0"/>
        <w:ind w:left="2160"/>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59215457" w14:textId="77777777" w:rsidR="00DA03FD" w:rsidRDefault="00DA03FD" w:rsidP="003D1F7B">
      <w:pPr>
        <w:pStyle w:val="m-4890597653018465012gmail-msolistparagraph"/>
        <w:spacing w:before="0" w:beforeAutospacing="0" w:after="0" w:afterAutospacing="0"/>
        <w:ind w:left="288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6EAD6545" w14:textId="77777777" w:rsidR="00DA03FD" w:rsidRPr="00EE0424" w:rsidRDefault="00DA03FD" w:rsidP="003D1F7B">
      <w:pPr>
        <w:pStyle w:val="m-4890597653018465012gmail-msolistparagraph"/>
        <w:numPr>
          <w:ilvl w:val="0"/>
          <w:numId w:val="2"/>
        </w:numPr>
        <w:spacing w:before="0" w:beforeAutospacing="0" w:after="0" w:afterAutospacing="0"/>
        <w:ind w:left="432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0D12F5D7" w14:textId="77777777" w:rsidR="00DA03FD" w:rsidRPr="002D6D50" w:rsidRDefault="00DA03FD" w:rsidP="003D1F7B">
      <w:pPr>
        <w:pStyle w:val="m-4890597653018465012gmail-msolistparagraph"/>
        <w:numPr>
          <w:ilvl w:val="0"/>
          <w:numId w:val="2"/>
        </w:numPr>
        <w:spacing w:before="0" w:beforeAutospacing="0" w:after="0" w:afterAutospacing="0"/>
        <w:ind w:left="432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2B6DF0A1" w14:textId="77777777" w:rsidR="00DA03FD" w:rsidRPr="002D6D50" w:rsidRDefault="00DA03FD" w:rsidP="003D1F7B">
      <w:pPr>
        <w:pStyle w:val="m-4890597653018465012gmail-msolistparagraph"/>
        <w:numPr>
          <w:ilvl w:val="0"/>
          <w:numId w:val="2"/>
        </w:numPr>
        <w:spacing w:before="0" w:beforeAutospacing="0" w:after="0" w:afterAutospacing="0"/>
        <w:ind w:left="4320"/>
        <w:contextualSpacing/>
        <w:rPr>
          <w:sz w:val="22"/>
          <w:szCs w:val="22"/>
        </w:rPr>
      </w:pPr>
      <w:r w:rsidRPr="002D6D50">
        <w:rPr>
          <w:bCs/>
          <w:sz w:val="22"/>
          <w:szCs w:val="22"/>
          <w:lang w:val="en-US"/>
        </w:rPr>
        <w:t>Speak up now and respond to this Call for Potentially Essential Patents</w:t>
      </w:r>
    </w:p>
    <w:p w14:paraId="45D2A4F5" w14:textId="30462009" w:rsidR="00DA03FD" w:rsidRDefault="00DA03FD" w:rsidP="003D1F7B">
      <w:pPr>
        <w:pStyle w:val="m-4890597653018465012gmail-msolistparagraph"/>
        <w:spacing w:before="0" w:beforeAutospacing="0" w:after="0" w:afterAutospacing="0"/>
        <w:ind w:left="432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r w:rsidRPr="00EE0424">
        <w:rPr>
          <w:sz w:val="14"/>
          <w:szCs w:val="14"/>
        </w:rPr>
        <w:t>                                                         </w:t>
      </w:r>
    </w:p>
    <w:p w14:paraId="3D0F2D76" w14:textId="77777777" w:rsidR="00DA03FD" w:rsidRDefault="00DA03FD" w:rsidP="003D1F7B">
      <w:pPr>
        <w:pStyle w:val="m-4890597653018465012gmail-msolistparagraph"/>
        <w:spacing w:before="0" w:beforeAutospacing="0" w:after="0" w:afterAutospacing="0"/>
        <w:ind w:left="2880"/>
        <w:contextualSpacing/>
        <w:rPr>
          <w:rStyle w:val="Hyperlink"/>
          <w:sz w:val="22"/>
          <w:szCs w:val="22"/>
          <w:lang w:val="en-US"/>
        </w:rPr>
      </w:pPr>
      <w:r w:rsidRPr="00EE0424">
        <w:rPr>
          <w:sz w:val="22"/>
          <w:szCs w:val="22"/>
        </w:rPr>
        <w:t>b.</w:t>
      </w:r>
      <w:r w:rsidRPr="00EE0424">
        <w:rPr>
          <w:sz w:val="14"/>
          <w:szCs w:val="14"/>
        </w:rPr>
        <w:t xml:space="preserve">      </w:t>
      </w:r>
      <w:r>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14:paraId="5591BB23" w14:textId="5B323EEE" w:rsidR="00DA03FD" w:rsidRPr="00D903B4" w:rsidRDefault="00DA03FD" w:rsidP="003D1F7B">
      <w:pPr>
        <w:pStyle w:val="m-4890597653018465012gmail-msolistparagraph"/>
        <w:spacing w:before="0" w:beforeAutospacing="0" w:after="0" w:afterAutospacing="0"/>
        <w:ind w:left="2880"/>
        <w:contextualSpacing/>
        <w:rPr>
          <w:color w:val="0000FF"/>
          <w:sz w:val="22"/>
          <w:szCs w:val="22"/>
          <w:u w:val="single"/>
          <w:lang w:val="en-US"/>
        </w:rPr>
      </w:pPr>
      <w:r>
        <w:rPr>
          <w:rStyle w:val="Hyperlink"/>
          <w:sz w:val="22"/>
          <w:szCs w:val="22"/>
          <w:lang w:val="en-US"/>
        </w:rPr>
        <w:t>c.    Confirm attendance and location for the April adhoc.</w:t>
      </w:r>
    </w:p>
    <w:p w14:paraId="6C2FBF36" w14:textId="2D7E83B7" w:rsidR="00DA03FD" w:rsidRPr="00D903B4" w:rsidRDefault="00DA03FD" w:rsidP="003D1F7B">
      <w:pPr>
        <w:pStyle w:val="m-4890597653018465012gmail-msolistparagraph"/>
        <w:spacing w:before="0" w:beforeAutospacing="0" w:after="0" w:afterAutospacing="0"/>
        <w:ind w:left="2160"/>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p>
    <w:p w14:paraId="7EC77319" w14:textId="77777777" w:rsidR="00DA03FD" w:rsidRPr="003A64A5" w:rsidRDefault="00DA03FD" w:rsidP="003D1F7B">
      <w:pPr>
        <w:pStyle w:val="m-4890597653018465012gmail-msolistparagraph"/>
        <w:spacing w:before="0" w:beforeAutospacing="0" w:after="0" w:afterAutospacing="0"/>
        <w:ind w:left="2160"/>
        <w:contextualSpacing/>
        <w:rPr>
          <w:sz w:val="22"/>
          <w:szCs w:val="22"/>
        </w:rPr>
      </w:pPr>
      <w:r w:rsidRPr="00EE0424">
        <w:rPr>
          <w:sz w:val="22"/>
          <w:szCs w:val="22"/>
        </w:rPr>
        <w:t>3.</w:t>
      </w:r>
      <w:r w:rsidRPr="00EE0424">
        <w:rPr>
          <w:sz w:val="14"/>
          <w:szCs w:val="14"/>
        </w:rPr>
        <w:t xml:space="preserve">       </w:t>
      </w:r>
      <w:r>
        <w:rPr>
          <w:sz w:val="22"/>
          <w:szCs w:val="22"/>
        </w:rPr>
        <w:t>Comment resolution</w:t>
      </w:r>
    </w:p>
    <w:p w14:paraId="44978948" w14:textId="77777777" w:rsidR="00DA03FD" w:rsidRPr="004E22B8" w:rsidRDefault="00DA03FD" w:rsidP="003D1F7B">
      <w:pPr>
        <w:numPr>
          <w:ilvl w:val="0"/>
          <w:numId w:val="3"/>
        </w:numPr>
        <w:tabs>
          <w:tab w:val="clear" w:pos="720"/>
          <w:tab w:val="num" w:pos="2880"/>
        </w:tabs>
        <w:ind w:left="2880"/>
        <w:rPr>
          <w:sz w:val="24"/>
          <w:szCs w:val="24"/>
          <w:lang w:eastAsia="en-GB"/>
        </w:rPr>
      </w:pPr>
      <w:r w:rsidRPr="004E22B8">
        <w:rPr>
          <w:b/>
          <w:bCs/>
          <w:sz w:val="20"/>
          <w:lang w:eastAsia="en-GB"/>
        </w:rPr>
        <w:t>2020-02-07</w:t>
      </w:r>
    </w:p>
    <w:p w14:paraId="7EC65BB9" w14:textId="66C88279" w:rsidR="00C41B36" w:rsidRPr="00C41B36" w:rsidRDefault="000C0438" w:rsidP="003D1F7B">
      <w:pPr>
        <w:numPr>
          <w:ilvl w:val="1"/>
          <w:numId w:val="3"/>
        </w:numPr>
        <w:tabs>
          <w:tab w:val="clear" w:pos="1440"/>
          <w:tab w:val="num" w:pos="3600"/>
        </w:tabs>
        <w:ind w:left="3600"/>
        <w:rPr>
          <w:lang w:val="en-US"/>
        </w:rPr>
      </w:pPr>
      <w:r>
        <w:t xml:space="preserve">Review doc 11-20-150r6 </w:t>
      </w:r>
      <w:r w:rsidRPr="00DA03FD">
        <w:rPr>
          <w:sz w:val="20"/>
          <w:lang w:val="en-US"/>
        </w:rPr>
        <w:t xml:space="preserve">Menzo Wentink </w:t>
      </w:r>
      <w:r>
        <w:rPr>
          <w:sz w:val="20"/>
          <w:lang w:val="en-US"/>
        </w:rPr>
        <w:t>(Qualcomm)</w:t>
      </w:r>
      <w:r w:rsidRPr="00DA03FD">
        <w:rPr>
          <w:sz w:val="20"/>
          <w:lang w:val="en-US"/>
        </w:rPr>
        <w:t xml:space="preserve">- </w:t>
      </w:r>
      <w:r>
        <w:rPr>
          <w:sz w:val="20"/>
          <w:lang w:val="en-US"/>
        </w:rPr>
        <w:t xml:space="preserve">60 Mins </w:t>
      </w:r>
    </w:p>
    <w:p w14:paraId="1BA48DC0" w14:textId="7827F02D" w:rsidR="00C41B36" w:rsidRPr="00C41B36" w:rsidRDefault="00FE7D96" w:rsidP="003D1F7B">
      <w:pPr>
        <w:numPr>
          <w:ilvl w:val="1"/>
          <w:numId w:val="3"/>
        </w:numPr>
        <w:tabs>
          <w:tab w:val="clear" w:pos="1440"/>
          <w:tab w:val="num" w:pos="3600"/>
        </w:tabs>
        <w:ind w:left="3600"/>
        <w:rPr>
          <w:lang w:val="en-US"/>
        </w:rPr>
      </w:pPr>
      <w:r>
        <w:rPr>
          <w:lang w:val="en-US"/>
        </w:rPr>
        <w:t xml:space="preserve">Doc 11-20-282r0 - </w:t>
      </w:r>
      <w:r w:rsidR="00211EEA">
        <w:rPr>
          <w:lang w:val="en-US"/>
        </w:rPr>
        <w:t>Michael</w:t>
      </w:r>
      <w:r w:rsidR="00C41B36">
        <w:rPr>
          <w:lang w:val="en-US"/>
        </w:rPr>
        <w:t xml:space="preserve"> </w:t>
      </w:r>
      <w:r w:rsidR="00211EEA">
        <w:rPr>
          <w:lang w:val="en-US"/>
        </w:rPr>
        <w:t>MONTEMURRO (Blackberry)</w:t>
      </w:r>
      <w:r w:rsidR="000C0438">
        <w:rPr>
          <w:lang w:val="en-US"/>
        </w:rPr>
        <w:t xml:space="preserve"> – 10 Mins</w:t>
      </w:r>
    </w:p>
    <w:p w14:paraId="1AB9CCD5" w14:textId="5FEBD707" w:rsidR="00C41B36" w:rsidRPr="00E21A50" w:rsidRDefault="00C41B36" w:rsidP="003D1F7B">
      <w:pPr>
        <w:numPr>
          <w:ilvl w:val="1"/>
          <w:numId w:val="3"/>
        </w:numPr>
        <w:tabs>
          <w:tab w:val="clear" w:pos="1440"/>
          <w:tab w:val="num" w:pos="3600"/>
        </w:tabs>
        <w:ind w:left="3600"/>
        <w:rPr>
          <w:lang w:val="en-US"/>
        </w:rPr>
      </w:pPr>
      <w:r>
        <w:rPr>
          <w:sz w:val="20"/>
        </w:rPr>
        <w:t xml:space="preserve">GEN CIDs – Jon ROSDAHL – </w:t>
      </w:r>
      <w:r w:rsidR="004F0308">
        <w:rPr>
          <w:sz w:val="20"/>
        </w:rPr>
        <w:t>4</w:t>
      </w:r>
      <w:r>
        <w:rPr>
          <w:sz w:val="20"/>
        </w:rPr>
        <w:t>0 mins</w:t>
      </w:r>
    </w:p>
    <w:p w14:paraId="596BD928" w14:textId="64F996E1" w:rsidR="00E21A50" w:rsidRDefault="00E21A50" w:rsidP="003D1F7B">
      <w:pPr>
        <w:pStyle w:val="m-4890597653018465012gmail-msolistparagraph"/>
        <w:ind w:left="2160"/>
        <w:contextualSpacing/>
        <w:rPr>
          <w:sz w:val="22"/>
          <w:szCs w:val="22"/>
        </w:rPr>
      </w:pPr>
      <w:r>
        <w:rPr>
          <w:sz w:val="22"/>
          <w:szCs w:val="22"/>
        </w:rPr>
        <w:t xml:space="preserve">4. </w:t>
      </w:r>
      <w:r w:rsidRPr="00EE0424">
        <w:rPr>
          <w:sz w:val="22"/>
          <w:szCs w:val="22"/>
        </w:rPr>
        <w:t>AOB</w:t>
      </w:r>
    </w:p>
    <w:p w14:paraId="75A516E2" w14:textId="69D1AD12" w:rsidR="00E21A50" w:rsidRPr="003D1F7B" w:rsidRDefault="00E21A50" w:rsidP="003D1F7B">
      <w:pPr>
        <w:pStyle w:val="m-4890597653018465012gmail-msolistparagraph"/>
        <w:spacing w:before="0" w:beforeAutospacing="0" w:after="0" w:afterAutospacing="0"/>
        <w:ind w:left="2160"/>
        <w:contextualSpacing/>
        <w:rPr>
          <w:sz w:val="22"/>
          <w:szCs w:val="22"/>
        </w:rPr>
      </w:pPr>
      <w:r>
        <w:rPr>
          <w:sz w:val="22"/>
          <w:szCs w:val="22"/>
        </w:rPr>
        <w:t>5. Adjourn</w:t>
      </w:r>
    </w:p>
    <w:p w14:paraId="359101C3" w14:textId="348F8F02" w:rsidR="00DA03FD" w:rsidRDefault="00D903B4" w:rsidP="003D1F7B">
      <w:pPr>
        <w:pStyle w:val="ListParagraph"/>
        <w:numPr>
          <w:ilvl w:val="2"/>
          <w:numId w:val="1"/>
        </w:numPr>
      </w:pPr>
      <w:r>
        <w:t>No objection to the updated Agenda</w:t>
      </w:r>
    </w:p>
    <w:p w14:paraId="65F67520" w14:textId="77777777" w:rsidR="003B652A" w:rsidRDefault="003B652A" w:rsidP="003B652A">
      <w:pPr>
        <w:pStyle w:val="ListParagraph"/>
        <w:numPr>
          <w:ilvl w:val="2"/>
          <w:numId w:val="1"/>
        </w:numPr>
      </w:pPr>
      <w:r>
        <w:t>Note that the link in the Meeting announcement needs to point to Calendar as the WebEx meeting ids are unique per telecon.</w:t>
      </w:r>
    </w:p>
    <w:p w14:paraId="607CC51D" w14:textId="27D9E68D" w:rsidR="00DA03FD" w:rsidRDefault="00D903B4" w:rsidP="00DA03FD">
      <w:pPr>
        <w:pStyle w:val="ListParagraph"/>
        <w:numPr>
          <w:ilvl w:val="1"/>
          <w:numId w:val="1"/>
        </w:numPr>
      </w:pPr>
      <w:r w:rsidRPr="00741F4F">
        <w:rPr>
          <w:b/>
          <w:bCs/>
        </w:rPr>
        <w:t>Editor Report</w:t>
      </w:r>
      <w:r>
        <w:t xml:space="preserve"> Emily QI (Intel)</w:t>
      </w:r>
    </w:p>
    <w:p w14:paraId="6D6E6578" w14:textId="4B0341A6" w:rsidR="00D903B4" w:rsidRDefault="00D903B4" w:rsidP="00D903B4">
      <w:pPr>
        <w:pStyle w:val="ListParagraph"/>
        <w:numPr>
          <w:ilvl w:val="2"/>
          <w:numId w:val="1"/>
        </w:numPr>
      </w:pPr>
      <w:r>
        <w:t>Completed D3.1</w:t>
      </w:r>
    </w:p>
    <w:p w14:paraId="56FA56EB" w14:textId="12C5067E" w:rsidR="00D903B4" w:rsidRDefault="00D903B4" w:rsidP="00D903B4">
      <w:pPr>
        <w:pStyle w:val="ListParagraph"/>
        <w:numPr>
          <w:ilvl w:val="2"/>
          <w:numId w:val="1"/>
        </w:numPr>
      </w:pPr>
      <w:r>
        <w:t>Thanks to the reviewers</w:t>
      </w:r>
    </w:p>
    <w:p w14:paraId="2B96CA5E" w14:textId="69B21D8B" w:rsidR="00D903B4" w:rsidRDefault="00CE107D" w:rsidP="00D903B4">
      <w:pPr>
        <w:pStyle w:val="ListParagraph"/>
        <w:numPr>
          <w:ilvl w:val="2"/>
          <w:numId w:val="1"/>
        </w:numPr>
      </w:pPr>
      <w:r>
        <w:t>Word Version of D3.1 has been posted as well.</w:t>
      </w:r>
    </w:p>
    <w:p w14:paraId="71244917" w14:textId="11A9FC0E" w:rsidR="00CE107D" w:rsidRDefault="00CE107D" w:rsidP="00D903B4">
      <w:pPr>
        <w:pStyle w:val="ListParagraph"/>
        <w:numPr>
          <w:ilvl w:val="2"/>
          <w:numId w:val="1"/>
        </w:numPr>
      </w:pPr>
      <w:r>
        <w:lastRenderedPageBreak/>
        <w:t>3 issues identified, but was out of scope of review, but Emily will bring a submission for later consideration.</w:t>
      </w:r>
    </w:p>
    <w:p w14:paraId="41108BE0" w14:textId="06262E60" w:rsidR="00AF523F" w:rsidRDefault="0097646E" w:rsidP="00AF523F">
      <w:pPr>
        <w:pStyle w:val="ListParagraph"/>
        <w:numPr>
          <w:ilvl w:val="1"/>
          <w:numId w:val="1"/>
        </w:numPr>
      </w:pPr>
      <w:r w:rsidRPr="00741F4F">
        <w:rPr>
          <w:b/>
          <w:bCs/>
        </w:rPr>
        <w:t xml:space="preserve">Review doc </w:t>
      </w:r>
      <w:r w:rsidR="00AF523F" w:rsidRPr="00741F4F">
        <w:rPr>
          <w:b/>
          <w:bCs/>
        </w:rPr>
        <w:t>11-20-282r0</w:t>
      </w:r>
      <w:r w:rsidR="00AF523F" w:rsidRPr="00AF523F">
        <w:t xml:space="preserve"> - </w:t>
      </w:r>
      <w:r w:rsidR="004F0308" w:rsidRPr="00AF523F">
        <w:t>Michael</w:t>
      </w:r>
      <w:r w:rsidR="00AF523F" w:rsidRPr="00AF523F">
        <w:t xml:space="preserve"> </w:t>
      </w:r>
      <w:r w:rsidR="003B652A" w:rsidRPr="00AF523F">
        <w:t>MONTEMURRO</w:t>
      </w:r>
      <w:r w:rsidR="003B652A">
        <w:t xml:space="preserve"> (Blackberry)</w:t>
      </w:r>
    </w:p>
    <w:p w14:paraId="5CB0B999" w14:textId="674D6392" w:rsidR="00FC3D22" w:rsidRPr="00AF523F" w:rsidRDefault="0018781A" w:rsidP="00FC3D22">
      <w:pPr>
        <w:pStyle w:val="ListParagraph"/>
        <w:numPr>
          <w:ilvl w:val="2"/>
          <w:numId w:val="1"/>
        </w:numPr>
      </w:pPr>
      <w:hyperlink r:id="rId13" w:history="1">
        <w:r w:rsidRPr="00C10B71">
          <w:rPr>
            <w:rStyle w:val="Hyperlink"/>
          </w:rPr>
          <w:t>https://mentor.ieee.org/802.11/dcn/20/11-20-0282-00-000m-sb1-revmd-phy-sec-comment-resolutions.docx</w:t>
        </w:r>
      </w:hyperlink>
      <w:r>
        <w:t xml:space="preserve"> </w:t>
      </w:r>
    </w:p>
    <w:p w14:paraId="27D2DB2A" w14:textId="38F21BBC" w:rsidR="00E109A4" w:rsidRPr="00BF0640" w:rsidRDefault="00F13D41" w:rsidP="00E109A4">
      <w:pPr>
        <w:pStyle w:val="ListParagraph"/>
        <w:numPr>
          <w:ilvl w:val="2"/>
          <w:numId w:val="1"/>
        </w:numPr>
        <w:rPr>
          <w:highlight w:val="green"/>
        </w:rPr>
      </w:pPr>
      <w:r w:rsidRPr="00BF0640">
        <w:rPr>
          <w:highlight w:val="green"/>
        </w:rPr>
        <w:t>CID 4476 (PHY)</w:t>
      </w:r>
    </w:p>
    <w:p w14:paraId="3B1ECE65" w14:textId="261B2E8D" w:rsidR="00F13D41" w:rsidRDefault="00D16F92" w:rsidP="00F13D41">
      <w:pPr>
        <w:pStyle w:val="ListParagraph"/>
        <w:numPr>
          <w:ilvl w:val="3"/>
          <w:numId w:val="1"/>
        </w:numPr>
      </w:pPr>
      <w:r>
        <w:t xml:space="preserve"> </w:t>
      </w:r>
      <w:r w:rsidR="00F13D41">
        <w:t>Review Comment</w:t>
      </w:r>
    </w:p>
    <w:p w14:paraId="322D6718" w14:textId="1D17D6DA" w:rsidR="00F13D41" w:rsidRDefault="00D60D24" w:rsidP="00F13D41">
      <w:pPr>
        <w:pStyle w:val="ListParagraph"/>
        <w:numPr>
          <w:ilvl w:val="3"/>
          <w:numId w:val="1"/>
        </w:numPr>
      </w:pPr>
      <w:r>
        <w:t xml:space="preserve"> Review proposed change</w:t>
      </w:r>
    </w:p>
    <w:p w14:paraId="369A3626" w14:textId="56119921" w:rsidR="00D60D24" w:rsidRDefault="00D60D24" w:rsidP="00F13D41">
      <w:pPr>
        <w:pStyle w:val="ListParagraph"/>
        <w:numPr>
          <w:ilvl w:val="3"/>
          <w:numId w:val="1"/>
        </w:numPr>
      </w:pPr>
      <w:r>
        <w:t xml:space="preserve"> Proposed Resolution: Accept</w:t>
      </w:r>
    </w:p>
    <w:p w14:paraId="7C2C5D14" w14:textId="622F16DC" w:rsidR="00D60D24" w:rsidRDefault="00D60D24" w:rsidP="00F13D41">
      <w:pPr>
        <w:pStyle w:val="ListParagraph"/>
        <w:numPr>
          <w:ilvl w:val="3"/>
          <w:numId w:val="1"/>
        </w:numPr>
      </w:pPr>
      <w:r>
        <w:t>No objection – Mark Ready for Motion</w:t>
      </w:r>
    </w:p>
    <w:p w14:paraId="438CED35" w14:textId="388330F5" w:rsidR="00D60D24" w:rsidRPr="00BF0640" w:rsidRDefault="00D60D24" w:rsidP="00D60D24">
      <w:pPr>
        <w:pStyle w:val="ListParagraph"/>
        <w:numPr>
          <w:ilvl w:val="2"/>
          <w:numId w:val="1"/>
        </w:numPr>
        <w:rPr>
          <w:highlight w:val="green"/>
        </w:rPr>
      </w:pPr>
      <w:r w:rsidRPr="00BF0640">
        <w:rPr>
          <w:highlight w:val="green"/>
        </w:rPr>
        <w:t xml:space="preserve">CID </w:t>
      </w:r>
      <w:r w:rsidR="00BF0640" w:rsidRPr="00BF0640">
        <w:rPr>
          <w:highlight w:val="green"/>
        </w:rPr>
        <w:t>4568 (PHY)</w:t>
      </w:r>
    </w:p>
    <w:p w14:paraId="2485B5E1" w14:textId="27048294" w:rsidR="00C506F8" w:rsidRDefault="00C506F8" w:rsidP="00C506F8">
      <w:pPr>
        <w:pStyle w:val="ListParagraph"/>
        <w:numPr>
          <w:ilvl w:val="3"/>
          <w:numId w:val="1"/>
        </w:numPr>
      </w:pPr>
      <w:r>
        <w:t>Review Comment</w:t>
      </w:r>
    </w:p>
    <w:p w14:paraId="73124220" w14:textId="46DB1F88" w:rsidR="00C506F8" w:rsidRDefault="00C506F8" w:rsidP="00C506F8">
      <w:pPr>
        <w:pStyle w:val="ListParagraph"/>
        <w:numPr>
          <w:ilvl w:val="3"/>
          <w:numId w:val="1"/>
        </w:numPr>
      </w:pPr>
      <w:r>
        <w:t>Review proposed change</w:t>
      </w:r>
    </w:p>
    <w:p w14:paraId="326B32AF" w14:textId="77777777" w:rsidR="00C506F8" w:rsidRDefault="00C506F8" w:rsidP="00C506F8">
      <w:pPr>
        <w:pStyle w:val="ListParagraph"/>
        <w:numPr>
          <w:ilvl w:val="3"/>
          <w:numId w:val="1"/>
        </w:numPr>
      </w:pPr>
      <w:r>
        <w:t>Proposed Resolution: Accept</w:t>
      </w:r>
    </w:p>
    <w:p w14:paraId="558421C4" w14:textId="77777777" w:rsidR="00C506F8" w:rsidRDefault="00C506F8" w:rsidP="00C506F8">
      <w:pPr>
        <w:pStyle w:val="ListParagraph"/>
        <w:numPr>
          <w:ilvl w:val="3"/>
          <w:numId w:val="1"/>
        </w:numPr>
      </w:pPr>
      <w:r>
        <w:t>No objection – Mark Ready for Motion</w:t>
      </w:r>
    </w:p>
    <w:p w14:paraId="75F7BC83" w14:textId="2780BECA" w:rsidR="00D60D24" w:rsidRDefault="00D60D24" w:rsidP="00D60D24">
      <w:pPr>
        <w:pStyle w:val="ListParagraph"/>
        <w:numPr>
          <w:ilvl w:val="1"/>
          <w:numId w:val="1"/>
        </w:numPr>
      </w:pPr>
      <w:r w:rsidRPr="00245550">
        <w:rPr>
          <w:b/>
          <w:bCs/>
        </w:rPr>
        <w:t>Review doc 11-20/0150r</w:t>
      </w:r>
      <w:r w:rsidR="0018781A">
        <w:rPr>
          <w:b/>
          <w:bCs/>
        </w:rPr>
        <w:t>6</w:t>
      </w:r>
      <w:r>
        <w:t xml:space="preserve"> Menzo WENTINK (Qualcomm)</w:t>
      </w:r>
    </w:p>
    <w:p w14:paraId="1DB8D287" w14:textId="246C63C9" w:rsidR="00DA03FD" w:rsidRDefault="006E4972" w:rsidP="00FE44FD">
      <w:pPr>
        <w:pStyle w:val="ListParagraph"/>
        <w:numPr>
          <w:ilvl w:val="2"/>
          <w:numId w:val="1"/>
        </w:numPr>
      </w:pPr>
      <w:hyperlink r:id="rId14" w:history="1">
        <w:r w:rsidRPr="00C10B71">
          <w:rPr>
            <w:rStyle w:val="Hyperlink"/>
          </w:rPr>
          <w:t>https://mentor.ieee.org/802.11/dcn/20/11-20-0150-06-000m-assorted-crs-revmd-draft-3-0.docx</w:t>
        </w:r>
      </w:hyperlink>
    </w:p>
    <w:p w14:paraId="1A38CA9C" w14:textId="1A44C487" w:rsidR="006E4972" w:rsidRPr="00EB5963" w:rsidRDefault="006E4972" w:rsidP="00FE44FD">
      <w:pPr>
        <w:pStyle w:val="ListParagraph"/>
        <w:numPr>
          <w:ilvl w:val="2"/>
          <w:numId w:val="1"/>
        </w:numPr>
        <w:rPr>
          <w:highlight w:val="yellow"/>
        </w:rPr>
      </w:pPr>
      <w:r w:rsidRPr="00EB5963">
        <w:rPr>
          <w:highlight w:val="yellow"/>
        </w:rPr>
        <w:t>CID 4001 (GEN)</w:t>
      </w:r>
    </w:p>
    <w:p w14:paraId="5B343E64" w14:textId="78023247" w:rsidR="006E4972" w:rsidRDefault="00C93804" w:rsidP="006E4972">
      <w:pPr>
        <w:pStyle w:val="ListParagraph"/>
        <w:numPr>
          <w:ilvl w:val="3"/>
          <w:numId w:val="1"/>
        </w:numPr>
      </w:pPr>
      <w:r>
        <w:t>Review Comment</w:t>
      </w:r>
    </w:p>
    <w:p w14:paraId="074FC8AE" w14:textId="4F42EF32" w:rsidR="00C93804" w:rsidRDefault="00C93804" w:rsidP="006E4972">
      <w:pPr>
        <w:pStyle w:val="ListParagraph"/>
        <w:numPr>
          <w:ilvl w:val="3"/>
          <w:numId w:val="1"/>
        </w:numPr>
      </w:pPr>
      <w:r>
        <w:t>Review history</w:t>
      </w:r>
      <w:r w:rsidR="008101DF">
        <w:t xml:space="preserve"> of discussion on </w:t>
      </w:r>
      <w:r w:rsidR="00774088">
        <w:t>CID proposals.</w:t>
      </w:r>
    </w:p>
    <w:p w14:paraId="65289156" w14:textId="0C03AD9B" w:rsidR="00C93804" w:rsidRDefault="00774088" w:rsidP="006E4972">
      <w:pPr>
        <w:pStyle w:val="ListParagraph"/>
        <w:numPr>
          <w:ilvl w:val="3"/>
          <w:numId w:val="1"/>
        </w:numPr>
      </w:pPr>
      <w:r>
        <w:t xml:space="preserve">Discussion: </w:t>
      </w:r>
    </w:p>
    <w:p w14:paraId="0427D16E" w14:textId="0862FDA7" w:rsidR="00774088" w:rsidRDefault="00242DE3" w:rsidP="00774088">
      <w:pPr>
        <w:pStyle w:val="ListParagraph"/>
        <w:numPr>
          <w:ilvl w:val="4"/>
          <w:numId w:val="1"/>
        </w:numPr>
      </w:pPr>
      <w:r>
        <w:t>Should this be restricted to only Beacons, or should we include FILS discovery etc.?</w:t>
      </w:r>
    </w:p>
    <w:p w14:paraId="1A5DA9CA" w14:textId="1A62F096" w:rsidR="00242DE3" w:rsidRDefault="00242DE3" w:rsidP="00774088">
      <w:pPr>
        <w:pStyle w:val="ListParagraph"/>
        <w:numPr>
          <w:ilvl w:val="4"/>
          <w:numId w:val="1"/>
        </w:numPr>
      </w:pPr>
      <w:r>
        <w:t xml:space="preserve">Long CCA wording may need </w:t>
      </w:r>
      <w:r w:rsidR="0080748B">
        <w:t>a different description.</w:t>
      </w:r>
    </w:p>
    <w:p w14:paraId="60B46576" w14:textId="3C8C8746" w:rsidR="0080748B" w:rsidRDefault="00D63EF5" w:rsidP="00774088">
      <w:pPr>
        <w:pStyle w:val="ListParagraph"/>
        <w:numPr>
          <w:ilvl w:val="4"/>
          <w:numId w:val="1"/>
        </w:numPr>
      </w:pPr>
      <w:r>
        <w:t>It should be “medium busy”.</w:t>
      </w:r>
    </w:p>
    <w:p w14:paraId="762E4F29" w14:textId="5CF6E900" w:rsidR="00D63EF5" w:rsidRDefault="00842E30" w:rsidP="00774088">
      <w:pPr>
        <w:pStyle w:val="ListParagraph"/>
        <w:numPr>
          <w:ilvl w:val="4"/>
          <w:numId w:val="1"/>
        </w:numPr>
      </w:pPr>
      <w:r>
        <w:t>Extended period – should it be quantified?</w:t>
      </w:r>
    </w:p>
    <w:p w14:paraId="075580F1" w14:textId="292A5352" w:rsidR="00842E30" w:rsidRDefault="003B6F83" w:rsidP="00774088">
      <w:pPr>
        <w:pStyle w:val="ListParagraph"/>
        <w:numPr>
          <w:ilvl w:val="4"/>
          <w:numId w:val="1"/>
        </w:numPr>
      </w:pPr>
      <w:r>
        <w:t xml:space="preserve">Discussion on what the </w:t>
      </w:r>
      <w:r w:rsidR="00BB49FD">
        <w:t>values should be used in the quantification.</w:t>
      </w:r>
    </w:p>
    <w:p w14:paraId="57CB3EB7" w14:textId="16CB5A66" w:rsidR="00BB49FD" w:rsidRDefault="005D249A" w:rsidP="00774088">
      <w:pPr>
        <w:pStyle w:val="ListParagraph"/>
        <w:numPr>
          <w:ilvl w:val="4"/>
          <w:numId w:val="1"/>
        </w:numPr>
      </w:pPr>
      <w:r>
        <w:t xml:space="preserve">Discussion on the </w:t>
      </w:r>
      <w:r w:rsidR="005D637E">
        <w:t>topic will need more work.</w:t>
      </w:r>
    </w:p>
    <w:p w14:paraId="1257CA1B" w14:textId="6A6E0678" w:rsidR="005D637E" w:rsidRDefault="005D637E" w:rsidP="00774088">
      <w:pPr>
        <w:pStyle w:val="ListParagraph"/>
        <w:numPr>
          <w:ilvl w:val="4"/>
          <w:numId w:val="1"/>
        </w:numPr>
      </w:pPr>
      <w:r>
        <w:t xml:space="preserve">Menzo to send to the reflector for more </w:t>
      </w:r>
      <w:r w:rsidR="00EB5963">
        <w:t>feedback.</w:t>
      </w:r>
    </w:p>
    <w:p w14:paraId="19FB27B3" w14:textId="18D41759" w:rsidR="00EB5963" w:rsidRDefault="00EB5963" w:rsidP="00774088">
      <w:pPr>
        <w:pStyle w:val="ListParagraph"/>
        <w:numPr>
          <w:ilvl w:val="4"/>
          <w:numId w:val="1"/>
        </w:numPr>
      </w:pPr>
      <w:r>
        <w:t>Plan to close during the AdHoc.</w:t>
      </w:r>
    </w:p>
    <w:p w14:paraId="1B9078BE" w14:textId="6A7FBD96" w:rsidR="00EB5963" w:rsidRPr="00EB5963" w:rsidRDefault="00EB5963" w:rsidP="00EB5963">
      <w:pPr>
        <w:pStyle w:val="ListParagraph"/>
        <w:numPr>
          <w:ilvl w:val="2"/>
          <w:numId w:val="1"/>
        </w:numPr>
        <w:rPr>
          <w:highlight w:val="cyan"/>
        </w:rPr>
      </w:pPr>
      <w:r w:rsidRPr="00EB5963">
        <w:rPr>
          <w:highlight w:val="cyan"/>
        </w:rPr>
        <w:t xml:space="preserve">CID 4002 </w:t>
      </w:r>
      <w:r w:rsidR="005A2F0F">
        <w:rPr>
          <w:highlight w:val="cyan"/>
        </w:rPr>
        <w:t>(MAC</w:t>
      </w:r>
      <w:r w:rsidRPr="00EB5963">
        <w:rPr>
          <w:highlight w:val="cyan"/>
        </w:rPr>
        <w:t>)</w:t>
      </w:r>
    </w:p>
    <w:p w14:paraId="1A35073A" w14:textId="71677398" w:rsidR="00DA03FD" w:rsidRDefault="00CA1F0B" w:rsidP="00CA1F0B">
      <w:pPr>
        <w:pStyle w:val="ListParagraph"/>
        <w:numPr>
          <w:ilvl w:val="3"/>
          <w:numId w:val="1"/>
        </w:numPr>
      </w:pPr>
      <w:r>
        <w:t>Review Comment</w:t>
      </w:r>
    </w:p>
    <w:p w14:paraId="28CA8FEC" w14:textId="6C4D92E9" w:rsidR="00CA1F0B" w:rsidRDefault="00CA1F0B" w:rsidP="00CA1F0B">
      <w:pPr>
        <w:pStyle w:val="ListParagraph"/>
        <w:numPr>
          <w:ilvl w:val="3"/>
          <w:numId w:val="1"/>
        </w:numPr>
      </w:pPr>
      <w:r>
        <w:t>Review Resolution that was</w:t>
      </w:r>
      <w:r w:rsidR="005A2F0F">
        <w:t xml:space="preserve"> previously</w:t>
      </w:r>
      <w:r>
        <w:t xml:space="preserve"> prepared</w:t>
      </w:r>
      <w:r w:rsidR="005A2F0F">
        <w:t xml:space="preserve">: </w:t>
      </w:r>
      <w:r w:rsidR="005A2F0F" w:rsidRPr="005A2F0F">
        <w:t>(MAC: 2020-01-15 00:41:35Z)</w:t>
      </w:r>
    </w:p>
    <w:p w14:paraId="22054FF8" w14:textId="6EF6866D" w:rsidR="005A2F0F" w:rsidRDefault="00F93A40" w:rsidP="00CA1F0B">
      <w:pPr>
        <w:pStyle w:val="ListParagraph"/>
        <w:numPr>
          <w:ilvl w:val="3"/>
          <w:numId w:val="1"/>
        </w:numPr>
      </w:pPr>
      <w:r>
        <w:t>Review proposed update to the proposed resolution.</w:t>
      </w:r>
    </w:p>
    <w:p w14:paraId="6CB0322D" w14:textId="77777777" w:rsidR="00C348C5" w:rsidRDefault="00BD4C10" w:rsidP="00C348C5">
      <w:pPr>
        <w:pStyle w:val="ListParagraph"/>
        <w:numPr>
          <w:ilvl w:val="3"/>
          <w:numId w:val="1"/>
        </w:numPr>
      </w:pPr>
      <w:r>
        <w:t xml:space="preserve">Proposed Resolution: </w:t>
      </w:r>
      <w:r w:rsidR="00C348C5">
        <w:t>CID 4002 (MAC): REVISED (MAC: 2020-02-07 15:53:07Z) -</w:t>
      </w:r>
    </w:p>
    <w:p w14:paraId="3E81DDC3" w14:textId="77777777" w:rsidR="00C348C5" w:rsidRDefault="00C348C5" w:rsidP="00C348C5">
      <w:pPr>
        <w:ind w:left="2880"/>
      </w:pPr>
      <w:r>
        <w:t>At 992.60 replace the paragraph (which continues on the next page) with the following two paragraphs:</w:t>
      </w:r>
    </w:p>
    <w:p w14:paraId="0D1E8C33" w14:textId="77777777" w:rsidR="00C348C5" w:rsidRDefault="00C348C5" w:rsidP="00C348C5">
      <w:pPr>
        <w:ind w:left="2880"/>
      </w:pPr>
      <w:r>
        <w:t xml:space="preserve">"The Supported Rates and BSS Membership Selectors element specifies any combination of up to eight BSS membership selectors and rates in the OperationalRateSet parameter, as described in the MLME-JOIN.request and MLME-START.request primitives. </w:t>
      </w:r>
    </w:p>
    <w:p w14:paraId="67F53B0B" w14:textId="77777777" w:rsidR="00C348C5" w:rsidRDefault="00C348C5" w:rsidP="00C348C5">
      <w:pPr>
        <w:ind w:left="2880"/>
      </w:pPr>
    </w:p>
    <w:p w14:paraId="45E70FE1" w14:textId="77777777" w:rsidR="00C348C5" w:rsidRDefault="00C348C5" w:rsidP="00C348C5">
      <w:pPr>
        <w:ind w:left="2880"/>
      </w:pPr>
      <w:r>
        <w:t>Each octet of the Supported Rates field describes a single supported rate or BSS membership selector (see Figure 9-147 (Supported Rates and BSS Membership Selectors element format))."</w:t>
      </w:r>
    </w:p>
    <w:p w14:paraId="4C590062" w14:textId="77777777" w:rsidR="00C348C5" w:rsidRDefault="00C348C5" w:rsidP="00C348C5">
      <w:pPr>
        <w:ind w:left="2880"/>
      </w:pPr>
    </w:p>
    <w:p w14:paraId="0D707AAF" w14:textId="77777777" w:rsidR="00C348C5" w:rsidRDefault="00C348C5" w:rsidP="00C348C5">
      <w:pPr>
        <w:ind w:left="2880"/>
      </w:pPr>
      <w:r>
        <w:t>At 1007.45 delete:</w:t>
      </w:r>
    </w:p>
    <w:p w14:paraId="5CC86722" w14:textId="77777777" w:rsidR="00C348C5" w:rsidRDefault="00C348C5" w:rsidP="00C348C5">
      <w:pPr>
        <w:ind w:left="2880"/>
      </w:pPr>
      <w:r>
        <w:t xml:space="preserve">"The Information field is encoded as 1 to 255 octets, where each octet describes a single supported rate or BSS membership selector (see Figure </w:t>
      </w:r>
      <w:r>
        <w:lastRenderedPageBreak/>
        <w:t>9-171 (Extended Supported Rates and BSS Membership Selectors element format)).".</w:t>
      </w:r>
    </w:p>
    <w:p w14:paraId="0F297ADE" w14:textId="77777777" w:rsidR="00C348C5" w:rsidRDefault="00C348C5" w:rsidP="00C348C5">
      <w:pPr>
        <w:ind w:left="2880"/>
      </w:pPr>
    </w:p>
    <w:p w14:paraId="5647AE59" w14:textId="455B3F42" w:rsidR="00F93A40" w:rsidRDefault="00C348C5" w:rsidP="00C348C5">
      <w:pPr>
        <w:ind w:left="2880"/>
      </w:pPr>
      <w:r>
        <w:t>The deleted sentence at 1007.45 is a duplication of the definition of the Information field below, which is then called Extended Supported Rates field.</w:t>
      </w:r>
    </w:p>
    <w:p w14:paraId="5889E1DB" w14:textId="53A5D51E" w:rsidR="00EE40D6" w:rsidRDefault="00EE40D6" w:rsidP="00CA1F0B">
      <w:pPr>
        <w:pStyle w:val="ListParagraph"/>
        <w:numPr>
          <w:ilvl w:val="3"/>
          <w:numId w:val="1"/>
        </w:numPr>
      </w:pPr>
      <w:r>
        <w:t>Updated the resolution – still ready for motion</w:t>
      </w:r>
    </w:p>
    <w:p w14:paraId="1BEDC7FA" w14:textId="056FBD8D" w:rsidR="00EE40D6" w:rsidRPr="001D758E" w:rsidRDefault="00363229" w:rsidP="00363229">
      <w:pPr>
        <w:pStyle w:val="ListParagraph"/>
        <w:numPr>
          <w:ilvl w:val="2"/>
          <w:numId w:val="1"/>
        </w:numPr>
        <w:rPr>
          <w:highlight w:val="yellow"/>
        </w:rPr>
      </w:pPr>
      <w:r w:rsidRPr="001D758E">
        <w:rPr>
          <w:highlight w:val="yellow"/>
        </w:rPr>
        <w:t>CID 4041</w:t>
      </w:r>
    </w:p>
    <w:p w14:paraId="2AC78D23" w14:textId="469656C7" w:rsidR="00363229" w:rsidRDefault="00363229" w:rsidP="00363229">
      <w:pPr>
        <w:pStyle w:val="ListParagraph"/>
        <w:numPr>
          <w:ilvl w:val="3"/>
          <w:numId w:val="1"/>
        </w:numPr>
      </w:pPr>
      <w:r>
        <w:t>Tomo is working on this CID.</w:t>
      </w:r>
    </w:p>
    <w:p w14:paraId="108BEC62" w14:textId="139DC020" w:rsidR="00363229" w:rsidRPr="001D758E" w:rsidRDefault="00363229" w:rsidP="00363229">
      <w:pPr>
        <w:pStyle w:val="ListParagraph"/>
        <w:numPr>
          <w:ilvl w:val="2"/>
          <w:numId w:val="1"/>
        </w:numPr>
        <w:rPr>
          <w:highlight w:val="yellow"/>
        </w:rPr>
      </w:pPr>
      <w:r w:rsidRPr="001D758E">
        <w:rPr>
          <w:highlight w:val="yellow"/>
        </w:rPr>
        <w:t>CID 4</w:t>
      </w:r>
      <w:r w:rsidR="00045858" w:rsidRPr="001D758E">
        <w:rPr>
          <w:highlight w:val="yellow"/>
        </w:rPr>
        <w:t>1</w:t>
      </w:r>
      <w:r w:rsidRPr="001D758E">
        <w:rPr>
          <w:highlight w:val="yellow"/>
        </w:rPr>
        <w:t>43</w:t>
      </w:r>
    </w:p>
    <w:p w14:paraId="27DF49E0" w14:textId="0D704DB4" w:rsidR="00363229" w:rsidRDefault="00363229" w:rsidP="00363229">
      <w:pPr>
        <w:pStyle w:val="ListParagraph"/>
        <w:numPr>
          <w:ilvl w:val="3"/>
          <w:numId w:val="1"/>
        </w:numPr>
      </w:pPr>
      <w:r>
        <w:t>Still being worked on</w:t>
      </w:r>
    </w:p>
    <w:p w14:paraId="2861989B" w14:textId="2BF48844" w:rsidR="00363229" w:rsidRPr="001D758E" w:rsidRDefault="00363229" w:rsidP="00363229">
      <w:pPr>
        <w:pStyle w:val="ListParagraph"/>
        <w:numPr>
          <w:ilvl w:val="2"/>
          <w:numId w:val="1"/>
        </w:numPr>
        <w:rPr>
          <w:highlight w:val="yellow"/>
        </w:rPr>
      </w:pPr>
      <w:r w:rsidRPr="001D758E">
        <w:rPr>
          <w:highlight w:val="yellow"/>
        </w:rPr>
        <w:t>CID 4</w:t>
      </w:r>
      <w:r w:rsidR="00045858" w:rsidRPr="001D758E">
        <w:rPr>
          <w:highlight w:val="yellow"/>
        </w:rPr>
        <w:t>1</w:t>
      </w:r>
      <w:r w:rsidRPr="001D758E">
        <w:rPr>
          <w:highlight w:val="yellow"/>
        </w:rPr>
        <w:t>44</w:t>
      </w:r>
      <w:r w:rsidR="00046ECB" w:rsidRPr="001D758E">
        <w:rPr>
          <w:highlight w:val="yellow"/>
        </w:rPr>
        <w:t xml:space="preserve"> and 4149</w:t>
      </w:r>
    </w:p>
    <w:p w14:paraId="69F73F77" w14:textId="32213385" w:rsidR="00363229" w:rsidRDefault="00363229" w:rsidP="00363229">
      <w:pPr>
        <w:pStyle w:val="ListParagraph"/>
        <w:numPr>
          <w:ilvl w:val="3"/>
          <w:numId w:val="1"/>
        </w:numPr>
      </w:pPr>
      <w:r>
        <w:t>Osama is working on</w:t>
      </w:r>
    </w:p>
    <w:p w14:paraId="3EC2318F" w14:textId="05394346" w:rsidR="00363229" w:rsidRPr="001D758E" w:rsidRDefault="00363229" w:rsidP="00363229">
      <w:pPr>
        <w:pStyle w:val="ListParagraph"/>
        <w:numPr>
          <w:ilvl w:val="2"/>
          <w:numId w:val="1"/>
        </w:numPr>
        <w:rPr>
          <w:highlight w:val="yellow"/>
        </w:rPr>
      </w:pPr>
      <w:r w:rsidRPr="001D758E">
        <w:rPr>
          <w:highlight w:val="yellow"/>
        </w:rPr>
        <w:t>CID 4</w:t>
      </w:r>
      <w:r w:rsidR="0083689A" w:rsidRPr="001D758E">
        <w:rPr>
          <w:highlight w:val="yellow"/>
        </w:rPr>
        <w:t>153 (MAC)</w:t>
      </w:r>
    </w:p>
    <w:p w14:paraId="00D699D1" w14:textId="5B73C325" w:rsidR="0083689A" w:rsidRDefault="009C620D" w:rsidP="0083689A">
      <w:pPr>
        <w:pStyle w:val="ListParagraph"/>
        <w:numPr>
          <w:ilvl w:val="3"/>
          <w:numId w:val="1"/>
        </w:numPr>
      </w:pPr>
      <w:r>
        <w:t>Still open</w:t>
      </w:r>
    </w:p>
    <w:p w14:paraId="0312438D" w14:textId="7695A4E7" w:rsidR="001E1D33" w:rsidRPr="001D758E" w:rsidRDefault="001E1D33" w:rsidP="001E1D33">
      <w:pPr>
        <w:pStyle w:val="ListParagraph"/>
        <w:numPr>
          <w:ilvl w:val="2"/>
          <w:numId w:val="1"/>
        </w:numPr>
        <w:rPr>
          <w:highlight w:val="yellow"/>
        </w:rPr>
      </w:pPr>
      <w:r w:rsidRPr="001D758E">
        <w:rPr>
          <w:highlight w:val="yellow"/>
        </w:rPr>
        <w:t>CID 4264 (MAC)</w:t>
      </w:r>
    </w:p>
    <w:p w14:paraId="65E42CF3" w14:textId="456152CD" w:rsidR="001E1D33" w:rsidRDefault="001E1D33" w:rsidP="001E1D33">
      <w:pPr>
        <w:pStyle w:val="ListParagraph"/>
        <w:numPr>
          <w:ilvl w:val="3"/>
          <w:numId w:val="1"/>
        </w:numPr>
      </w:pPr>
      <w:r>
        <w:t>Assign to Mark RISON</w:t>
      </w:r>
    </w:p>
    <w:p w14:paraId="5DC9F914" w14:textId="26CAE289" w:rsidR="009C620D" w:rsidRPr="001D758E" w:rsidRDefault="009C620D" w:rsidP="009C620D">
      <w:pPr>
        <w:pStyle w:val="ListParagraph"/>
        <w:numPr>
          <w:ilvl w:val="2"/>
          <w:numId w:val="1"/>
        </w:numPr>
        <w:rPr>
          <w:highlight w:val="green"/>
        </w:rPr>
      </w:pPr>
      <w:r w:rsidRPr="001D758E">
        <w:rPr>
          <w:highlight w:val="green"/>
        </w:rPr>
        <w:t>CID 4270 (PHY)</w:t>
      </w:r>
    </w:p>
    <w:p w14:paraId="5061667A" w14:textId="6629C158" w:rsidR="009C620D" w:rsidRDefault="009C620D" w:rsidP="009C620D">
      <w:pPr>
        <w:pStyle w:val="ListParagraph"/>
        <w:numPr>
          <w:ilvl w:val="3"/>
          <w:numId w:val="1"/>
        </w:numPr>
      </w:pPr>
      <w:r>
        <w:t>Review Comment</w:t>
      </w:r>
    </w:p>
    <w:p w14:paraId="6AEB393D" w14:textId="779FACFE" w:rsidR="009C620D" w:rsidRDefault="00710B04" w:rsidP="009C620D">
      <w:pPr>
        <w:pStyle w:val="ListParagraph"/>
        <w:numPr>
          <w:ilvl w:val="3"/>
          <w:numId w:val="1"/>
        </w:numPr>
      </w:pPr>
      <w:r>
        <w:t>Discussion on the proposed changes</w:t>
      </w:r>
    </w:p>
    <w:p w14:paraId="43BC93BE" w14:textId="59C3F35B" w:rsidR="00710B04" w:rsidRDefault="00F5171F" w:rsidP="009C620D">
      <w:pPr>
        <w:pStyle w:val="ListParagraph"/>
        <w:numPr>
          <w:ilvl w:val="3"/>
          <w:numId w:val="1"/>
        </w:numPr>
      </w:pPr>
      <w:r>
        <w:t>Association does not maintain state, but Re-association does (should).</w:t>
      </w:r>
    </w:p>
    <w:p w14:paraId="4D5BCEFD" w14:textId="53F034B7" w:rsidR="00F5171F" w:rsidRDefault="00390348" w:rsidP="009C620D">
      <w:pPr>
        <w:pStyle w:val="ListParagraph"/>
        <w:numPr>
          <w:ilvl w:val="3"/>
          <w:numId w:val="1"/>
        </w:numPr>
      </w:pPr>
      <w:r w:rsidRPr="00390348">
        <w:t xml:space="preserve">"TDLS agreements" is expliclitly in the list that is _not_ affected by reassocaition to the same AP.  </w:t>
      </w:r>
      <w:r w:rsidR="00334F20">
        <w:t xml:space="preserve">See </w:t>
      </w:r>
      <w:r w:rsidRPr="00390348">
        <w:t>11.3.5.4</w:t>
      </w:r>
      <w:r w:rsidR="00334F20">
        <w:t>.</w:t>
      </w:r>
    </w:p>
    <w:p w14:paraId="2DB3985B" w14:textId="0478B84A" w:rsidR="00A42376" w:rsidRDefault="00BB4706" w:rsidP="00A42376">
      <w:pPr>
        <w:pStyle w:val="ListParagraph"/>
        <w:numPr>
          <w:ilvl w:val="3"/>
          <w:numId w:val="1"/>
        </w:numPr>
      </w:pPr>
      <w:r>
        <w:t xml:space="preserve">Proposed Resoution: </w:t>
      </w:r>
      <w:r w:rsidR="00A42376">
        <w:t>REVISED (PHY: 2020-02-07 16:04:35Z) - "A TDLS Teardown frame with Reason Code</w:t>
      </w:r>
      <w:r w:rsidR="008727D5">
        <w:t xml:space="preserve"> </w:t>
      </w:r>
      <w:r w:rsidR="00A42376">
        <w:t>LEAVING_NETWORK_DEAUTH shall be transmitted to all TDLS peer STAs (via the AP or via the direct path) prior to reassociation with a different AP, deauthentication, disassociation, or association."</w:t>
      </w:r>
    </w:p>
    <w:p w14:paraId="5DE8B75E" w14:textId="77777777" w:rsidR="00A42376" w:rsidRDefault="00A42376" w:rsidP="008727D5">
      <w:pPr>
        <w:pStyle w:val="ListParagraph"/>
        <w:ind w:left="2880"/>
      </w:pPr>
      <w:r>
        <w:t>to</w:t>
      </w:r>
    </w:p>
    <w:p w14:paraId="43CF88F5" w14:textId="77777777" w:rsidR="00A42376" w:rsidRDefault="00A42376" w:rsidP="008727D5">
      <w:pPr>
        <w:pStyle w:val="ListParagraph"/>
        <w:ind w:left="2880"/>
      </w:pPr>
      <w:r>
        <w:t>"A TDLS Teardown frame with Reason Code LEAVING_NETWORK_DEAUTH shall be transmitted to all TDLS peer STAs (via the AP or via the direct path) prior to transmitting a Disassociation frame or a Deauthentication frame to the AP."</w:t>
      </w:r>
    </w:p>
    <w:p w14:paraId="4774CAC9" w14:textId="77777777" w:rsidR="00A42376" w:rsidRDefault="00A42376" w:rsidP="008727D5">
      <w:pPr>
        <w:pStyle w:val="ListParagraph"/>
        <w:ind w:left="2880"/>
      </w:pPr>
    </w:p>
    <w:p w14:paraId="66944BA5" w14:textId="266DC3A5" w:rsidR="00A42376" w:rsidRDefault="008727D5" w:rsidP="008727D5">
      <w:pPr>
        <w:pStyle w:val="ListParagraph"/>
        <w:ind w:left="2880"/>
      </w:pPr>
      <w:r>
        <w:t xml:space="preserve">At </w:t>
      </w:r>
      <w:r w:rsidR="00A42376">
        <w:t>904.32, in the "Meaning" column, change</w:t>
      </w:r>
    </w:p>
    <w:p w14:paraId="0BB257CF" w14:textId="77777777" w:rsidR="00A42376" w:rsidRDefault="00A42376" w:rsidP="001D758E">
      <w:pPr>
        <w:pStyle w:val="ListParagraph"/>
        <w:ind w:left="2880"/>
      </w:pPr>
      <w:r>
        <w:t>"Deauthenticated because sending STA is leaving (or has left) the IBSS or ESS"</w:t>
      </w:r>
    </w:p>
    <w:p w14:paraId="53DF48BC" w14:textId="77777777" w:rsidR="00A42376" w:rsidRDefault="00A42376" w:rsidP="001D758E">
      <w:pPr>
        <w:pStyle w:val="ListParagraph"/>
        <w:ind w:left="2880"/>
      </w:pPr>
      <w:r>
        <w:t>to</w:t>
      </w:r>
    </w:p>
    <w:p w14:paraId="453A0957" w14:textId="37F63867" w:rsidR="00A42376" w:rsidRDefault="00A42376" w:rsidP="001D758E">
      <w:pPr>
        <w:pStyle w:val="ListParagraph"/>
        <w:ind w:left="2880"/>
      </w:pPr>
      <w:r>
        <w:t>"Deauthenticated because sending STA is leaving (or has left) the BSS"</w:t>
      </w:r>
    </w:p>
    <w:p w14:paraId="0600CE8A" w14:textId="77777777" w:rsidR="001D758E" w:rsidRDefault="001D758E" w:rsidP="009C620D">
      <w:pPr>
        <w:pStyle w:val="ListParagraph"/>
        <w:numPr>
          <w:ilvl w:val="3"/>
          <w:numId w:val="1"/>
        </w:numPr>
      </w:pPr>
      <w:r>
        <w:t>No objection – Mark Ready for Motion</w:t>
      </w:r>
    </w:p>
    <w:p w14:paraId="252889E4" w14:textId="604DDF01" w:rsidR="00A42376" w:rsidRPr="00CC6753" w:rsidRDefault="001D758E" w:rsidP="001D758E">
      <w:pPr>
        <w:pStyle w:val="ListParagraph"/>
        <w:numPr>
          <w:ilvl w:val="2"/>
          <w:numId w:val="1"/>
        </w:numPr>
        <w:rPr>
          <w:highlight w:val="green"/>
        </w:rPr>
      </w:pPr>
      <w:r w:rsidRPr="00CC6753">
        <w:rPr>
          <w:highlight w:val="green"/>
        </w:rPr>
        <w:t>CID 4271 (</w:t>
      </w:r>
      <w:r w:rsidR="009D6282" w:rsidRPr="00CC6753">
        <w:rPr>
          <w:highlight w:val="green"/>
        </w:rPr>
        <w:t>PHY)</w:t>
      </w:r>
    </w:p>
    <w:p w14:paraId="232D724B" w14:textId="30457D85" w:rsidR="00A42376" w:rsidRDefault="009D6282" w:rsidP="009C620D">
      <w:pPr>
        <w:pStyle w:val="ListParagraph"/>
        <w:numPr>
          <w:ilvl w:val="3"/>
          <w:numId w:val="1"/>
        </w:numPr>
      </w:pPr>
      <w:r>
        <w:t xml:space="preserve"> Review comment</w:t>
      </w:r>
    </w:p>
    <w:p w14:paraId="017CEAB9" w14:textId="73F08B87" w:rsidR="009D6282" w:rsidRDefault="00FE534A" w:rsidP="009C620D">
      <w:pPr>
        <w:pStyle w:val="ListParagraph"/>
        <w:numPr>
          <w:ilvl w:val="3"/>
          <w:numId w:val="1"/>
        </w:numPr>
      </w:pPr>
      <w:r>
        <w:t xml:space="preserve"> </w:t>
      </w:r>
      <w:r w:rsidR="00EE568F">
        <w:t>Review Proposed changes.</w:t>
      </w:r>
    </w:p>
    <w:p w14:paraId="6E25B6A5" w14:textId="25F50FC4" w:rsidR="00466FB3" w:rsidRDefault="00466FB3" w:rsidP="009C620D">
      <w:pPr>
        <w:pStyle w:val="ListParagraph"/>
        <w:numPr>
          <w:ilvl w:val="3"/>
          <w:numId w:val="1"/>
        </w:numPr>
      </w:pPr>
      <w:r>
        <w:t xml:space="preserve"> Discussion on the MIB access methods</w:t>
      </w:r>
    </w:p>
    <w:p w14:paraId="66F06807" w14:textId="77777777" w:rsidR="00346CA7" w:rsidRDefault="0024112E" w:rsidP="009C620D">
      <w:pPr>
        <w:pStyle w:val="ListParagraph"/>
        <w:numPr>
          <w:ilvl w:val="3"/>
          <w:numId w:val="1"/>
        </w:numPr>
      </w:pPr>
      <w:r>
        <w:t xml:space="preserve"> </w:t>
      </w:r>
      <w:r w:rsidR="00E725C1">
        <w:t>Proposed resolution:</w:t>
      </w:r>
      <w:r w:rsidR="002718FA">
        <w:t xml:space="preserve"> </w:t>
      </w:r>
      <w:r w:rsidR="002718FA" w:rsidRPr="002718FA">
        <w:t xml:space="preserve">REVISED (PHY: 2020-02-07 16:20:23Z) - Incorporate the changes in document </w:t>
      </w:r>
      <w:r w:rsidR="00FE0F3F">
        <w:t>11-20/0150r7</w:t>
      </w:r>
    </w:p>
    <w:p w14:paraId="373B4C9F" w14:textId="2AD41F74" w:rsidR="00EE568F" w:rsidRDefault="004C3E44" w:rsidP="004C3E44">
      <w:pPr>
        <w:pStyle w:val="ListParagraph"/>
        <w:ind w:left="2880"/>
      </w:pPr>
      <w:r>
        <w:t>&lt;</w:t>
      </w:r>
      <w:hyperlink r:id="rId15" w:history="1">
        <w:r w:rsidRPr="00C10B71">
          <w:rPr>
            <w:rStyle w:val="Hyperlink"/>
          </w:rPr>
          <w:t>https://mentor.ieee.org/802.11/dcn/20/11-20-0150-07-000m-assorted-crs-revmd-draft-3-0.docx</w:t>
        </w:r>
      </w:hyperlink>
      <w:r>
        <w:t xml:space="preserve"> &gt;</w:t>
      </w:r>
      <w:r w:rsidR="002718FA" w:rsidRPr="002718FA">
        <w:t xml:space="preserve"> under CID 4271 after "Changes:"</w:t>
      </w:r>
    </w:p>
    <w:p w14:paraId="2E363E30" w14:textId="75CC2E0E" w:rsidR="00E725C1" w:rsidRDefault="00E725C1" w:rsidP="009C620D">
      <w:pPr>
        <w:pStyle w:val="ListParagraph"/>
        <w:numPr>
          <w:ilvl w:val="3"/>
          <w:numId w:val="1"/>
        </w:numPr>
      </w:pPr>
      <w:r>
        <w:t xml:space="preserve"> No objection – Mark Ready for Motion</w:t>
      </w:r>
    </w:p>
    <w:p w14:paraId="5A3ECB3C" w14:textId="48F6C5B8" w:rsidR="00A42376" w:rsidRPr="002436E5" w:rsidRDefault="00162746" w:rsidP="00CC3709">
      <w:pPr>
        <w:pStyle w:val="ListParagraph"/>
        <w:numPr>
          <w:ilvl w:val="2"/>
          <w:numId w:val="1"/>
        </w:numPr>
        <w:rPr>
          <w:highlight w:val="yellow"/>
        </w:rPr>
      </w:pPr>
      <w:r w:rsidRPr="002436E5">
        <w:rPr>
          <w:highlight w:val="yellow"/>
        </w:rPr>
        <w:t xml:space="preserve">CID </w:t>
      </w:r>
      <w:r w:rsidR="002436E5" w:rsidRPr="002436E5">
        <w:rPr>
          <w:highlight w:val="yellow"/>
        </w:rPr>
        <w:t>4289 (PHY)</w:t>
      </w:r>
    </w:p>
    <w:p w14:paraId="3E0C0ACC" w14:textId="29CAF7CE" w:rsidR="002436E5" w:rsidRDefault="002436E5" w:rsidP="002436E5">
      <w:pPr>
        <w:pStyle w:val="ListParagraph"/>
        <w:numPr>
          <w:ilvl w:val="3"/>
          <w:numId w:val="1"/>
        </w:numPr>
      </w:pPr>
      <w:r>
        <w:t xml:space="preserve"> Still open</w:t>
      </w:r>
    </w:p>
    <w:p w14:paraId="6A916B81" w14:textId="74727E58" w:rsidR="002436E5" w:rsidRPr="00FE0F3F" w:rsidRDefault="002436E5" w:rsidP="002436E5">
      <w:pPr>
        <w:pStyle w:val="ListParagraph"/>
        <w:numPr>
          <w:ilvl w:val="2"/>
          <w:numId w:val="1"/>
        </w:numPr>
        <w:rPr>
          <w:highlight w:val="yellow"/>
        </w:rPr>
      </w:pPr>
      <w:r w:rsidRPr="00FE0F3F">
        <w:rPr>
          <w:highlight w:val="yellow"/>
        </w:rPr>
        <w:t>CID 4291 (PHY)</w:t>
      </w:r>
    </w:p>
    <w:p w14:paraId="5CBA1930" w14:textId="171AD5CB" w:rsidR="002436E5" w:rsidRDefault="002436E5" w:rsidP="002436E5">
      <w:pPr>
        <w:pStyle w:val="ListParagraph"/>
        <w:numPr>
          <w:ilvl w:val="3"/>
          <w:numId w:val="1"/>
        </w:numPr>
      </w:pPr>
      <w:r>
        <w:t xml:space="preserve"> </w:t>
      </w:r>
      <w:r w:rsidR="00EB09C8">
        <w:t>Review Comment</w:t>
      </w:r>
    </w:p>
    <w:p w14:paraId="7B887B0C" w14:textId="2505BB82" w:rsidR="00A50403" w:rsidRDefault="00A50403" w:rsidP="002436E5">
      <w:pPr>
        <w:pStyle w:val="ListParagraph"/>
        <w:numPr>
          <w:ilvl w:val="3"/>
          <w:numId w:val="1"/>
        </w:numPr>
      </w:pPr>
      <w:r>
        <w:t xml:space="preserve"> </w:t>
      </w:r>
      <w:r w:rsidR="00AA3DF3">
        <w:t>Need to update resolution to the CID.</w:t>
      </w:r>
    </w:p>
    <w:p w14:paraId="67F72C9C" w14:textId="075242F3" w:rsidR="00AA3DF3" w:rsidRDefault="00FB5588" w:rsidP="002436E5">
      <w:pPr>
        <w:pStyle w:val="ListParagraph"/>
        <w:numPr>
          <w:ilvl w:val="3"/>
          <w:numId w:val="1"/>
        </w:numPr>
      </w:pPr>
      <w:r>
        <w:lastRenderedPageBreak/>
        <w:t xml:space="preserve"> Discussion on the </w:t>
      </w:r>
      <w:r w:rsidR="00766202">
        <w:t>syntax of using the “()” around the “QOS”.</w:t>
      </w:r>
    </w:p>
    <w:p w14:paraId="79DF1401" w14:textId="6EE32019" w:rsidR="00766202" w:rsidRDefault="00766202" w:rsidP="002436E5">
      <w:pPr>
        <w:pStyle w:val="ListParagraph"/>
        <w:numPr>
          <w:ilvl w:val="3"/>
          <w:numId w:val="1"/>
        </w:numPr>
      </w:pPr>
      <w:r>
        <w:t xml:space="preserve"> </w:t>
      </w:r>
      <w:r w:rsidR="00C778C3">
        <w:t>More work is needed</w:t>
      </w:r>
    </w:p>
    <w:p w14:paraId="5C952BDD" w14:textId="7829E511" w:rsidR="009C5B3D" w:rsidRDefault="00644D27" w:rsidP="000D266A">
      <w:pPr>
        <w:pStyle w:val="ListParagraph"/>
        <w:numPr>
          <w:ilvl w:val="1"/>
          <w:numId w:val="1"/>
        </w:numPr>
      </w:pPr>
      <w:r w:rsidRPr="008D5499">
        <w:rPr>
          <w:b/>
          <w:bCs/>
        </w:rPr>
        <w:t xml:space="preserve">Review </w:t>
      </w:r>
      <w:r w:rsidR="009C5B3D" w:rsidRPr="008D5499">
        <w:rPr>
          <w:b/>
          <w:bCs/>
        </w:rPr>
        <w:t>GEN AdHoc comments</w:t>
      </w:r>
      <w:r w:rsidR="009C5B3D">
        <w:t xml:space="preserve"> – Jon </w:t>
      </w:r>
      <w:r w:rsidR="00CD2D71">
        <w:t xml:space="preserve">ROSDAHL </w:t>
      </w:r>
      <w:r>
        <w:t>(Qualcomm)</w:t>
      </w:r>
    </w:p>
    <w:p w14:paraId="70077B7A" w14:textId="77777777" w:rsidR="00B3299F" w:rsidRPr="0004125F" w:rsidRDefault="00B3299F" w:rsidP="00644D27">
      <w:pPr>
        <w:pStyle w:val="ListParagraph"/>
        <w:numPr>
          <w:ilvl w:val="2"/>
          <w:numId w:val="1"/>
        </w:numPr>
        <w:rPr>
          <w:highlight w:val="yellow"/>
        </w:rPr>
      </w:pPr>
      <w:r w:rsidRPr="0004125F">
        <w:rPr>
          <w:highlight w:val="yellow"/>
          <w:lang w:val="en-CA"/>
        </w:rPr>
        <w:t>CID 4783 (GEN)</w:t>
      </w:r>
    </w:p>
    <w:p w14:paraId="6A18E17E" w14:textId="77777777" w:rsidR="00B3299F" w:rsidRPr="006D518B" w:rsidRDefault="00B3299F" w:rsidP="00644D27">
      <w:pPr>
        <w:pStyle w:val="ListParagraph"/>
        <w:numPr>
          <w:ilvl w:val="3"/>
          <w:numId w:val="1"/>
        </w:numPr>
      </w:pPr>
      <w:r>
        <w:rPr>
          <w:lang w:val="en-CA"/>
        </w:rPr>
        <w:t>Emily QI will take an action to check whether a MIB variable name can be changed.</w:t>
      </w:r>
    </w:p>
    <w:p w14:paraId="578F8772" w14:textId="77777777" w:rsidR="00B3299F" w:rsidRPr="006D518B" w:rsidRDefault="00B3299F" w:rsidP="0004125F">
      <w:pPr>
        <w:pStyle w:val="ListParagraph"/>
        <w:numPr>
          <w:ilvl w:val="3"/>
          <w:numId w:val="1"/>
        </w:numPr>
      </w:pPr>
      <w:r>
        <w:rPr>
          <w:lang w:val="en-CA"/>
        </w:rPr>
        <w:t>There are other variables in the MIB where names can be changed.</w:t>
      </w:r>
    </w:p>
    <w:p w14:paraId="384C171A" w14:textId="77777777" w:rsidR="00B3299F" w:rsidRPr="006D518B" w:rsidRDefault="00B3299F" w:rsidP="0004125F">
      <w:pPr>
        <w:pStyle w:val="ListParagraph"/>
        <w:numPr>
          <w:ilvl w:val="3"/>
          <w:numId w:val="1"/>
        </w:numPr>
      </w:pPr>
      <w:r>
        <w:rPr>
          <w:lang w:val="en-CA"/>
        </w:rPr>
        <w:t>Wait for feedback from Emily</w:t>
      </w:r>
    </w:p>
    <w:p w14:paraId="5A1F0F7E" w14:textId="77777777" w:rsidR="00B3299F" w:rsidRPr="00610CF0" w:rsidRDefault="00B3299F" w:rsidP="00F74ACD">
      <w:pPr>
        <w:pStyle w:val="ListParagraph"/>
        <w:numPr>
          <w:ilvl w:val="2"/>
          <w:numId w:val="1"/>
        </w:numPr>
        <w:rPr>
          <w:highlight w:val="green"/>
        </w:rPr>
      </w:pPr>
      <w:r w:rsidRPr="00610CF0">
        <w:rPr>
          <w:highlight w:val="green"/>
          <w:lang w:val="en-CA"/>
        </w:rPr>
        <w:t>CID 4539 (GEN)</w:t>
      </w:r>
    </w:p>
    <w:p w14:paraId="3E5F3100" w14:textId="12C56866" w:rsidR="00F74ACD" w:rsidRPr="00F74ACD" w:rsidRDefault="00F74ACD" w:rsidP="00F74ACD">
      <w:pPr>
        <w:pStyle w:val="ListParagraph"/>
        <w:numPr>
          <w:ilvl w:val="3"/>
          <w:numId w:val="1"/>
        </w:numPr>
      </w:pPr>
      <w:r>
        <w:t xml:space="preserve"> Review Comment</w:t>
      </w:r>
    </w:p>
    <w:p w14:paraId="74A246D0" w14:textId="472F4655" w:rsidR="00B3299F" w:rsidRPr="006D518B" w:rsidRDefault="00F32AE6" w:rsidP="00F74ACD">
      <w:pPr>
        <w:pStyle w:val="ListParagraph"/>
        <w:numPr>
          <w:ilvl w:val="3"/>
          <w:numId w:val="1"/>
        </w:numPr>
      </w:pPr>
      <w:r>
        <w:rPr>
          <w:lang w:val="en-CA"/>
        </w:rPr>
        <w:t xml:space="preserve"> Proposed Resolution:</w:t>
      </w:r>
      <w:r w:rsidRPr="00F32AE6">
        <w:t xml:space="preserve"> </w:t>
      </w:r>
      <w:r w:rsidRPr="00F32AE6">
        <w:rPr>
          <w:lang w:val="en-CA"/>
        </w:rPr>
        <w:t>ACCEPTED (GEN: 2020-02-07 16:41:50Z)</w:t>
      </w:r>
    </w:p>
    <w:p w14:paraId="108384F0" w14:textId="3999489E" w:rsidR="00B3299F" w:rsidRPr="006D518B" w:rsidRDefault="00F32AE6" w:rsidP="00F74ACD">
      <w:pPr>
        <w:pStyle w:val="ListParagraph"/>
        <w:numPr>
          <w:ilvl w:val="3"/>
          <w:numId w:val="1"/>
        </w:numPr>
      </w:pPr>
      <w:r>
        <w:rPr>
          <w:lang w:val="en-CA"/>
        </w:rPr>
        <w:t xml:space="preserve"> No objection – Mark </w:t>
      </w:r>
      <w:r w:rsidR="00B3299F">
        <w:rPr>
          <w:lang w:val="en-CA"/>
        </w:rPr>
        <w:t xml:space="preserve">Ready for </w:t>
      </w:r>
      <w:r>
        <w:rPr>
          <w:lang w:val="en-CA"/>
        </w:rPr>
        <w:t>M</w:t>
      </w:r>
      <w:r w:rsidR="00B3299F">
        <w:rPr>
          <w:lang w:val="en-CA"/>
        </w:rPr>
        <w:t>otion.</w:t>
      </w:r>
    </w:p>
    <w:p w14:paraId="208FA9E8" w14:textId="7FBEB8E7" w:rsidR="00B3299F" w:rsidRPr="004005D3" w:rsidRDefault="00B3299F" w:rsidP="00610CF0">
      <w:pPr>
        <w:pStyle w:val="ListParagraph"/>
        <w:numPr>
          <w:ilvl w:val="2"/>
          <w:numId w:val="1"/>
        </w:numPr>
        <w:rPr>
          <w:highlight w:val="green"/>
        </w:rPr>
      </w:pPr>
      <w:r w:rsidRPr="004005D3">
        <w:rPr>
          <w:highlight w:val="green"/>
          <w:lang w:val="en-CA"/>
        </w:rPr>
        <w:t>CID 4514 (GEN)</w:t>
      </w:r>
    </w:p>
    <w:p w14:paraId="52C87DB0" w14:textId="39D9EB5B" w:rsidR="004005D3" w:rsidRPr="006D518B" w:rsidRDefault="004005D3" w:rsidP="004005D3">
      <w:pPr>
        <w:pStyle w:val="ListParagraph"/>
        <w:numPr>
          <w:ilvl w:val="3"/>
          <w:numId w:val="1"/>
        </w:numPr>
      </w:pPr>
      <w:r>
        <w:rPr>
          <w:lang w:val="en-CA"/>
        </w:rPr>
        <w:t xml:space="preserve"> Review Comment</w:t>
      </w:r>
    </w:p>
    <w:p w14:paraId="4275DE08" w14:textId="5524CC4E" w:rsidR="00B3299F" w:rsidRDefault="00610CF0" w:rsidP="00610CF0">
      <w:pPr>
        <w:pStyle w:val="ListParagraph"/>
        <w:numPr>
          <w:ilvl w:val="3"/>
          <w:numId w:val="1"/>
        </w:numPr>
      </w:pPr>
      <w:r>
        <w:t xml:space="preserve"> Proposed Resolution: </w:t>
      </w:r>
      <w:r w:rsidR="004005D3" w:rsidRPr="004005D3">
        <w:t>ACCEPTED (GEN: 2020-02-07 16:43:24Z)</w:t>
      </w:r>
      <w:r w:rsidR="00B3299F">
        <w:t>.</w:t>
      </w:r>
    </w:p>
    <w:p w14:paraId="70131AD4" w14:textId="77777777" w:rsidR="003934AC" w:rsidRPr="006D518B" w:rsidRDefault="003934AC" w:rsidP="003934AC">
      <w:pPr>
        <w:pStyle w:val="ListParagraph"/>
        <w:numPr>
          <w:ilvl w:val="3"/>
          <w:numId w:val="1"/>
        </w:numPr>
      </w:pPr>
      <w:r>
        <w:rPr>
          <w:lang w:val="en-CA"/>
        </w:rPr>
        <w:t>No objection – Mark Ready for Motion.</w:t>
      </w:r>
    </w:p>
    <w:p w14:paraId="59C52356" w14:textId="77777777" w:rsidR="00B3299F" w:rsidRPr="00865C57" w:rsidRDefault="00B3299F" w:rsidP="00865C57">
      <w:pPr>
        <w:pStyle w:val="ListParagraph"/>
        <w:numPr>
          <w:ilvl w:val="2"/>
          <w:numId w:val="1"/>
        </w:numPr>
        <w:rPr>
          <w:highlight w:val="green"/>
        </w:rPr>
      </w:pPr>
      <w:r w:rsidRPr="00865C57">
        <w:rPr>
          <w:highlight w:val="green"/>
        </w:rPr>
        <w:t>CID 4475 (GEN)</w:t>
      </w:r>
    </w:p>
    <w:p w14:paraId="54627FE4" w14:textId="61D12977" w:rsidR="004F7F44" w:rsidRDefault="004F7F44" w:rsidP="00865C57">
      <w:pPr>
        <w:pStyle w:val="ListParagraph"/>
        <w:numPr>
          <w:ilvl w:val="3"/>
          <w:numId w:val="1"/>
        </w:numPr>
      </w:pPr>
      <w:r>
        <w:t xml:space="preserve"> Review Comment</w:t>
      </w:r>
    </w:p>
    <w:p w14:paraId="2EF22B26" w14:textId="77777777" w:rsidR="004F7F44" w:rsidRDefault="004F7F44" w:rsidP="00865C57">
      <w:pPr>
        <w:pStyle w:val="ListParagraph"/>
        <w:numPr>
          <w:ilvl w:val="3"/>
          <w:numId w:val="1"/>
        </w:numPr>
      </w:pPr>
      <w:r>
        <w:t xml:space="preserve"> Discussion:</w:t>
      </w:r>
    </w:p>
    <w:p w14:paraId="7AE96ED5" w14:textId="5E383FBD" w:rsidR="00B3299F" w:rsidRDefault="00B3299F" w:rsidP="004F7F44">
      <w:pPr>
        <w:pStyle w:val="ListParagraph"/>
        <w:numPr>
          <w:ilvl w:val="4"/>
          <w:numId w:val="1"/>
        </w:numPr>
      </w:pPr>
      <w:r>
        <w:t>We try to minimize the use of hyphenation, but in some cases, it is required.</w:t>
      </w:r>
    </w:p>
    <w:p w14:paraId="684DE45A" w14:textId="3B77F2E8" w:rsidR="00B3299F" w:rsidRDefault="00B3299F" w:rsidP="004F7F44">
      <w:pPr>
        <w:pStyle w:val="ListParagraph"/>
        <w:numPr>
          <w:ilvl w:val="4"/>
          <w:numId w:val="1"/>
        </w:numPr>
      </w:pPr>
      <w:r>
        <w:t xml:space="preserve">The issue is that when the document is prepared and formatted, automatic </w:t>
      </w:r>
      <w:r w:rsidR="00CD2D71">
        <w:t>hyphens</w:t>
      </w:r>
      <w:r>
        <w:t xml:space="preserve"> are added at the end of lines.</w:t>
      </w:r>
    </w:p>
    <w:p w14:paraId="0F3E3E05" w14:textId="77777777" w:rsidR="00B3299F" w:rsidRDefault="00B3299F" w:rsidP="004F7F44">
      <w:pPr>
        <w:pStyle w:val="ListParagraph"/>
        <w:numPr>
          <w:ilvl w:val="4"/>
          <w:numId w:val="1"/>
        </w:numPr>
      </w:pPr>
      <w:r>
        <w:t>The issue is not technical or editorial with the draft. It’s a tool issue.</w:t>
      </w:r>
    </w:p>
    <w:p w14:paraId="61DDF9D1" w14:textId="77777777" w:rsidR="00B3299F" w:rsidRDefault="00B3299F" w:rsidP="004F7F44">
      <w:pPr>
        <w:pStyle w:val="ListParagraph"/>
        <w:numPr>
          <w:ilvl w:val="4"/>
          <w:numId w:val="1"/>
        </w:numPr>
      </w:pPr>
      <w:r>
        <w:t>The Editors do not how to resolve this.</w:t>
      </w:r>
    </w:p>
    <w:p w14:paraId="1BC5A304" w14:textId="77777777" w:rsidR="00B3299F" w:rsidRDefault="00B3299F" w:rsidP="004F7F44">
      <w:pPr>
        <w:pStyle w:val="ListParagraph"/>
        <w:numPr>
          <w:ilvl w:val="4"/>
          <w:numId w:val="1"/>
        </w:numPr>
      </w:pPr>
      <w:r>
        <w:t xml:space="preserve">There could be a PDF viewer that would allow hyphened variables </w:t>
      </w:r>
    </w:p>
    <w:p w14:paraId="080B8D00" w14:textId="1B6E2374" w:rsidR="00B3299F" w:rsidRDefault="004F7F44" w:rsidP="004F7F44">
      <w:pPr>
        <w:pStyle w:val="ListParagraph"/>
        <w:numPr>
          <w:ilvl w:val="3"/>
          <w:numId w:val="1"/>
        </w:numPr>
      </w:pPr>
      <w:r>
        <w:t xml:space="preserve"> </w:t>
      </w:r>
      <w:r w:rsidR="00B3299F">
        <w:t>The comment does not propose a technical or editorial change to the document.</w:t>
      </w:r>
    </w:p>
    <w:p w14:paraId="3E2CE37C" w14:textId="5933043C" w:rsidR="00B3299F" w:rsidRDefault="004F7F44" w:rsidP="004F7F44">
      <w:pPr>
        <w:pStyle w:val="ListParagraph"/>
        <w:numPr>
          <w:ilvl w:val="3"/>
          <w:numId w:val="1"/>
        </w:numPr>
      </w:pPr>
      <w:r>
        <w:t xml:space="preserve">Proposed Resolution: </w:t>
      </w:r>
      <w:r w:rsidR="00B3299F">
        <w:t xml:space="preserve">REJECTED. </w:t>
      </w:r>
      <w:r w:rsidR="00B3299F" w:rsidRPr="00EE64C9">
        <w:t xml:space="preserve">(GEN) REJECTED (GEN: 2020-02-07 16:54:57Z) It is not known how to resolve this request with the </w:t>
      </w:r>
      <w:r w:rsidR="00CD2D71" w:rsidRPr="00EE64C9">
        <w:t>FrameMaker</w:t>
      </w:r>
      <w:r w:rsidR="00B3299F" w:rsidRPr="00EE64C9">
        <w:t xml:space="preserve"> tool. This document will be professionally edited during publication. This request will be referred to the publication editor.</w:t>
      </w:r>
    </w:p>
    <w:p w14:paraId="058E17A8" w14:textId="2CCFC292" w:rsidR="00E97B44" w:rsidRPr="006D518B" w:rsidRDefault="00E97B44" w:rsidP="00E97B44">
      <w:pPr>
        <w:pStyle w:val="ListParagraph"/>
        <w:numPr>
          <w:ilvl w:val="3"/>
          <w:numId w:val="1"/>
        </w:numPr>
      </w:pPr>
      <w:r>
        <w:rPr>
          <w:lang w:val="en-CA"/>
        </w:rPr>
        <w:t xml:space="preserve"> </w:t>
      </w:r>
      <w:r>
        <w:rPr>
          <w:lang w:val="en-CA"/>
        </w:rPr>
        <w:t>No objection – Mark Ready for Motion.</w:t>
      </w:r>
    </w:p>
    <w:p w14:paraId="71B4A7C8" w14:textId="77777777" w:rsidR="00B3299F" w:rsidRPr="001C0D7F" w:rsidRDefault="00B3299F" w:rsidP="001C0D7F">
      <w:pPr>
        <w:pStyle w:val="ListParagraph"/>
        <w:numPr>
          <w:ilvl w:val="2"/>
          <w:numId w:val="1"/>
        </w:numPr>
        <w:rPr>
          <w:highlight w:val="yellow"/>
        </w:rPr>
      </w:pPr>
      <w:r w:rsidRPr="001C0D7F">
        <w:rPr>
          <w:highlight w:val="yellow"/>
        </w:rPr>
        <w:t>CID 4416 (GEN)</w:t>
      </w:r>
    </w:p>
    <w:p w14:paraId="6B3AE0A0" w14:textId="30145433" w:rsidR="001C0D7F" w:rsidRDefault="001C0D7F" w:rsidP="001C0D7F">
      <w:pPr>
        <w:pStyle w:val="ListParagraph"/>
        <w:numPr>
          <w:ilvl w:val="3"/>
          <w:numId w:val="1"/>
        </w:numPr>
      </w:pPr>
      <w:r>
        <w:t>Review comment</w:t>
      </w:r>
    </w:p>
    <w:p w14:paraId="3A9591A7" w14:textId="64F37776" w:rsidR="00B3299F" w:rsidRDefault="00B3299F" w:rsidP="001C0D7F">
      <w:pPr>
        <w:pStyle w:val="ListParagraph"/>
        <w:numPr>
          <w:ilvl w:val="3"/>
          <w:numId w:val="1"/>
        </w:numPr>
      </w:pPr>
      <w:r>
        <w:t>Menzo WENTINK worked on a similar comment.</w:t>
      </w:r>
    </w:p>
    <w:p w14:paraId="17018006" w14:textId="77777777" w:rsidR="00B3299F" w:rsidRDefault="00B3299F" w:rsidP="001C0D7F">
      <w:pPr>
        <w:pStyle w:val="ListParagraph"/>
        <w:numPr>
          <w:ilvl w:val="3"/>
          <w:numId w:val="1"/>
        </w:numPr>
      </w:pPr>
      <w:r>
        <w:t>Assign CID 4416 to Menzo.</w:t>
      </w:r>
    </w:p>
    <w:p w14:paraId="2F991D2E" w14:textId="77777777" w:rsidR="00B3299F" w:rsidRPr="00E97B44" w:rsidRDefault="00B3299F" w:rsidP="00E97B44">
      <w:pPr>
        <w:pStyle w:val="ListParagraph"/>
        <w:numPr>
          <w:ilvl w:val="2"/>
          <w:numId w:val="1"/>
        </w:numPr>
        <w:rPr>
          <w:highlight w:val="green"/>
        </w:rPr>
      </w:pPr>
      <w:r w:rsidRPr="00E97B44">
        <w:rPr>
          <w:highlight w:val="green"/>
        </w:rPr>
        <w:t>CID 4409 (GEN)</w:t>
      </w:r>
    </w:p>
    <w:p w14:paraId="20012DA1" w14:textId="639EFA41" w:rsidR="00B3299F" w:rsidRDefault="00E97B44" w:rsidP="00E97B44">
      <w:pPr>
        <w:pStyle w:val="ListParagraph"/>
        <w:numPr>
          <w:ilvl w:val="3"/>
          <w:numId w:val="1"/>
        </w:numPr>
      </w:pPr>
      <w:r>
        <w:t xml:space="preserve">Proposed Resolution: </w:t>
      </w:r>
      <w:r w:rsidR="001C0D7F" w:rsidRPr="001C0D7F">
        <w:t>ACCEPTED (GEN: 2020-02-07 16:58:31Z)</w:t>
      </w:r>
    </w:p>
    <w:p w14:paraId="6A4467A1" w14:textId="263559EF" w:rsidR="00E97B44" w:rsidRPr="006D518B" w:rsidRDefault="00E97B44" w:rsidP="00E97B44">
      <w:pPr>
        <w:pStyle w:val="ListParagraph"/>
        <w:numPr>
          <w:ilvl w:val="3"/>
          <w:numId w:val="1"/>
        </w:numPr>
      </w:pPr>
      <w:r>
        <w:rPr>
          <w:lang w:val="en-CA"/>
        </w:rPr>
        <w:t xml:space="preserve"> </w:t>
      </w:r>
      <w:r>
        <w:rPr>
          <w:lang w:val="en-CA"/>
        </w:rPr>
        <w:t>No objection – Mark Ready for Motion.</w:t>
      </w:r>
    </w:p>
    <w:p w14:paraId="56BCB0C4" w14:textId="499834EE" w:rsidR="00760BED" w:rsidRDefault="00231938" w:rsidP="00760BED">
      <w:pPr>
        <w:pStyle w:val="ListParagraph"/>
        <w:numPr>
          <w:ilvl w:val="2"/>
          <w:numId w:val="1"/>
        </w:numPr>
      </w:pPr>
      <w:r>
        <w:t xml:space="preserve">Updated GEN </w:t>
      </w:r>
      <w:r w:rsidR="00760BED">
        <w:t xml:space="preserve">Comment Spreadsheet </w:t>
      </w:r>
      <w:r>
        <w:t>11-20/147r3 to be posted:</w:t>
      </w:r>
    </w:p>
    <w:p w14:paraId="23B46443" w14:textId="3D12B81A" w:rsidR="00231938" w:rsidRDefault="00231938" w:rsidP="00231938">
      <w:pPr>
        <w:pStyle w:val="ListParagraph"/>
        <w:numPr>
          <w:ilvl w:val="3"/>
          <w:numId w:val="1"/>
        </w:numPr>
      </w:pPr>
      <w:hyperlink r:id="rId16" w:history="1">
        <w:r w:rsidRPr="00C10B71">
          <w:rPr>
            <w:rStyle w:val="Hyperlink"/>
          </w:rPr>
          <w:t>https://mentor.ieee.org/802.11/dcn/20/11-20-0147-03-000m-sb1-revmd-gen-comments.xls</w:t>
        </w:r>
      </w:hyperlink>
      <w:r>
        <w:t xml:space="preserve"> </w:t>
      </w:r>
    </w:p>
    <w:p w14:paraId="50B9DC10" w14:textId="1229555E" w:rsidR="00B3299F" w:rsidRDefault="00763110" w:rsidP="00763110">
      <w:pPr>
        <w:pStyle w:val="ListParagraph"/>
        <w:numPr>
          <w:ilvl w:val="1"/>
          <w:numId w:val="1"/>
        </w:numPr>
      </w:pPr>
      <w:r>
        <w:t>Confirmed April AdHoc is in Cambridge England</w:t>
      </w:r>
      <w:r w:rsidR="00CD2D71">
        <w:t xml:space="preserve"> – April </w:t>
      </w:r>
      <w:r w:rsidR="001F37FA">
        <w:t>21-23, 2020</w:t>
      </w:r>
      <w:r>
        <w:t>.</w:t>
      </w:r>
    </w:p>
    <w:p w14:paraId="12EABA7D" w14:textId="7506CA7D" w:rsidR="00763110" w:rsidRDefault="00763110" w:rsidP="00763110">
      <w:pPr>
        <w:pStyle w:val="ListParagraph"/>
        <w:numPr>
          <w:ilvl w:val="2"/>
          <w:numId w:val="1"/>
        </w:numPr>
      </w:pPr>
      <w:r>
        <w:t>Mark RISON (Samsung) is host.</w:t>
      </w:r>
    </w:p>
    <w:p w14:paraId="20931D17" w14:textId="75D0BE09" w:rsidR="00763110" w:rsidRDefault="00763110" w:rsidP="00763110">
      <w:pPr>
        <w:pStyle w:val="ListParagraph"/>
        <w:numPr>
          <w:ilvl w:val="2"/>
          <w:numId w:val="1"/>
        </w:numPr>
      </w:pPr>
      <w:r>
        <w:t>Please send</w:t>
      </w:r>
      <w:r w:rsidR="002C2AC5">
        <w:t xml:space="preserve"> RSVP via</w:t>
      </w:r>
      <w:r>
        <w:t xml:space="preserve"> </w:t>
      </w:r>
      <w:r w:rsidR="002C2AC5">
        <w:t>e</w:t>
      </w:r>
      <w:r>
        <w:t>mail</w:t>
      </w:r>
      <w:r w:rsidR="002C2AC5">
        <w:t>.</w:t>
      </w:r>
    </w:p>
    <w:p w14:paraId="01366134" w14:textId="65B31D89" w:rsidR="00763110" w:rsidRDefault="00763110" w:rsidP="00763110">
      <w:pPr>
        <w:pStyle w:val="ListParagraph"/>
        <w:numPr>
          <w:ilvl w:val="1"/>
          <w:numId w:val="1"/>
        </w:numPr>
      </w:pPr>
      <w:r>
        <w:t>February</w:t>
      </w:r>
      <w:r w:rsidR="002C2AC5">
        <w:t xml:space="preserve"> REVmd CRC AdHoc in Sunrise Fl – Feb 18-20</w:t>
      </w:r>
      <w:r w:rsidR="001F37FA">
        <w:t>, 2020</w:t>
      </w:r>
    </w:p>
    <w:p w14:paraId="7A6F9CB7" w14:textId="705193AC" w:rsidR="002C2AC5" w:rsidRDefault="002C2AC5" w:rsidP="002C2AC5">
      <w:pPr>
        <w:pStyle w:val="ListParagraph"/>
        <w:numPr>
          <w:ilvl w:val="2"/>
          <w:numId w:val="1"/>
        </w:numPr>
      </w:pPr>
      <w:r>
        <w:t>Please Send Graham SMITH (Sr Technologies) RSVP via email.</w:t>
      </w:r>
    </w:p>
    <w:p w14:paraId="20CFE32F" w14:textId="15DAEEB4" w:rsidR="00DA03FD" w:rsidRDefault="00644D27" w:rsidP="00DA03FD">
      <w:pPr>
        <w:pStyle w:val="ListParagraph"/>
        <w:numPr>
          <w:ilvl w:val="1"/>
          <w:numId w:val="1"/>
        </w:numPr>
      </w:pPr>
      <w:r>
        <w:t>Adjourned 12:01 pm ET</w:t>
      </w:r>
    </w:p>
    <w:p w14:paraId="120D9734" w14:textId="77777777" w:rsidR="00CA09B2" w:rsidRDefault="00CA09B2"/>
    <w:p w14:paraId="2E6E71B8" w14:textId="77777777" w:rsidR="00CA09B2" w:rsidRDefault="00CA09B2"/>
    <w:p w14:paraId="5E0D72CA" w14:textId="77777777" w:rsidR="00CA09B2" w:rsidRDefault="00CA09B2">
      <w:pPr>
        <w:rPr>
          <w:b/>
          <w:sz w:val="24"/>
        </w:rPr>
      </w:pPr>
      <w:r>
        <w:br w:type="page"/>
      </w:r>
      <w:r>
        <w:rPr>
          <w:b/>
          <w:sz w:val="24"/>
        </w:rPr>
        <w:lastRenderedPageBreak/>
        <w:t>References:</w:t>
      </w:r>
    </w:p>
    <w:p w14:paraId="19610FBB" w14:textId="3690BD31" w:rsidR="003B652A" w:rsidRDefault="003B652A" w:rsidP="00231938">
      <w:pPr>
        <w:pStyle w:val="ListParagraph"/>
        <w:numPr>
          <w:ilvl w:val="0"/>
          <w:numId w:val="5"/>
        </w:numPr>
      </w:pPr>
      <w:hyperlink r:id="rId17" w:history="1">
        <w:r w:rsidRPr="00C10B71">
          <w:rPr>
            <w:rStyle w:val="Hyperlink"/>
          </w:rPr>
          <w:t>https://mentor.ieee.org/802.11/dcn/20/11-20-0234-03-000m-2020-jan-mar-teleconference-and-adhoc-agendas.docx</w:t>
        </w:r>
      </w:hyperlink>
    </w:p>
    <w:p w14:paraId="44F98C25" w14:textId="029F8DB1" w:rsidR="00CA09B2" w:rsidRPr="00231938" w:rsidRDefault="0018781A" w:rsidP="00231938">
      <w:pPr>
        <w:pStyle w:val="ListParagraph"/>
        <w:numPr>
          <w:ilvl w:val="0"/>
          <w:numId w:val="5"/>
        </w:numPr>
        <w:rPr>
          <w:rStyle w:val="Hyperlink"/>
          <w:szCs w:val="22"/>
          <w:lang w:val="en-US"/>
        </w:rPr>
      </w:pPr>
      <w:hyperlink r:id="rId18" w:tgtFrame="_blank" w:history="1">
        <w:r w:rsidRPr="00231938">
          <w:rPr>
            <w:rStyle w:val="Hyperlink"/>
            <w:szCs w:val="22"/>
            <w:lang w:val="en-US"/>
          </w:rPr>
          <w:t>https://mentor.ieee.org/802-ec/dcn/16/ec-16-0180-05-00EC-ieee-802-participation-slide.pptx</w:t>
        </w:r>
      </w:hyperlink>
    </w:p>
    <w:p w14:paraId="3E0B6C7C" w14:textId="37ABE3FA" w:rsidR="001F37FA" w:rsidRDefault="001F37FA" w:rsidP="00231938">
      <w:pPr>
        <w:pStyle w:val="ListParagraph"/>
        <w:numPr>
          <w:ilvl w:val="0"/>
          <w:numId w:val="5"/>
        </w:numPr>
      </w:pPr>
      <w:hyperlink r:id="rId19" w:history="1">
        <w:r w:rsidRPr="00C10B71">
          <w:rPr>
            <w:rStyle w:val="Hyperlink"/>
          </w:rPr>
          <w:t>https://mentor.ieee.org/802.11/dcn/20/11-20-0282-00-000m-sb1-revmd-phy-sec-comment-resolutions.docx</w:t>
        </w:r>
      </w:hyperlink>
    </w:p>
    <w:p w14:paraId="5855CF73" w14:textId="285B1949" w:rsidR="001F37FA" w:rsidRDefault="001F37FA" w:rsidP="00231938">
      <w:pPr>
        <w:pStyle w:val="ListParagraph"/>
        <w:numPr>
          <w:ilvl w:val="0"/>
          <w:numId w:val="5"/>
        </w:numPr>
      </w:pPr>
      <w:hyperlink r:id="rId20" w:history="1">
        <w:r w:rsidRPr="00C10B71">
          <w:rPr>
            <w:rStyle w:val="Hyperlink"/>
          </w:rPr>
          <w:t>https://mentor.ieee.org/802.11/dcn/20/11-20-0150-06-000m-assorted-crs-revmd-draft-3-0.docx</w:t>
        </w:r>
      </w:hyperlink>
    </w:p>
    <w:p w14:paraId="61DD5268" w14:textId="77777777" w:rsidR="00231938" w:rsidRDefault="004C3E44" w:rsidP="00231938">
      <w:pPr>
        <w:pStyle w:val="ListParagraph"/>
        <w:numPr>
          <w:ilvl w:val="0"/>
          <w:numId w:val="5"/>
        </w:numPr>
      </w:pPr>
      <w:hyperlink r:id="rId21" w:history="1">
        <w:r w:rsidRPr="00C10B71">
          <w:rPr>
            <w:rStyle w:val="Hyperlink"/>
          </w:rPr>
          <w:t>https://mentor.ieee.org/802.11/dcn/20/11-20-0150-07-000m-assorted-crs-revmd-draft-3-0.docx</w:t>
        </w:r>
      </w:hyperlink>
    </w:p>
    <w:bookmarkStart w:id="0" w:name="_GoBack"/>
    <w:bookmarkEnd w:id="0"/>
    <w:p w14:paraId="25FACD24" w14:textId="6E4EC92C" w:rsidR="004C3E44" w:rsidRDefault="00AB52EF" w:rsidP="00231938">
      <w:pPr>
        <w:pStyle w:val="ListParagraph"/>
        <w:numPr>
          <w:ilvl w:val="0"/>
          <w:numId w:val="5"/>
        </w:numPr>
      </w:pPr>
      <w:r>
        <w:fldChar w:fldCharType="begin"/>
      </w:r>
      <w:r>
        <w:instrText xml:space="preserve"> HYPERLINK "</w:instrText>
      </w:r>
      <w:r w:rsidRPr="00AB52EF">
        <w:instrText>https://mentor.ieee.org/802.11/dcn/20/11-20-0147-03-000m-sb1-revmd-gen-comments.xls</w:instrText>
      </w:r>
      <w:r>
        <w:instrText xml:space="preserve">" </w:instrText>
      </w:r>
      <w:r>
        <w:fldChar w:fldCharType="separate"/>
      </w:r>
      <w:r w:rsidRPr="00C10B71">
        <w:rPr>
          <w:rStyle w:val="Hyperlink"/>
        </w:rPr>
        <w:t>https://mentor.ieee.org/802.11/dcn/20/11-20-0147-03-000m-sb1-revmd-gen-comments.xls</w:t>
      </w:r>
      <w:r>
        <w:fldChar w:fldCharType="end"/>
      </w:r>
      <w:r w:rsidR="00760BED">
        <w:t xml:space="preserve"> </w:t>
      </w:r>
    </w:p>
    <w:sectPr w:rsidR="004C3E44">
      <w:headerReference w:type="default" r:id="rId22"/>
      <w:footerReference w:type="default" r:id="rId2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55A84" w14:textId="77777777" w:rsidR="00971945" w:rsidRDefault="00971945">
      <w:r>
        <w:separator/>
      </w:r>
    </w:p>
  </w:endnote>
  <w:endnote w:type="continuationSeparator" w:id="0">
    <w:p w14:paraId="70019A67" w14:textId="77777777" w:rsidR="00971945" w:rsidRDefault="00971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BD602" w14:textId="5D3DE1CA" w:rsidR="0029020B" w:rsidRDefault="0029020B">
    <w:pPr>
      <w:pStyle w:val="Footer"/>
      <w:tabs>
        <w:tab w:val="clear" w:pos="6480"/>
        <w:tab w:val="center" w:pos="4680"/>
        <w:tab w:val="right" w:pos="9360"/>
      </w:tabs>
    </w:pPr>
    <w:fldSimple w:instr=" SUBJECT  \* MERGEFORMAT ">
      <w:r w:rsidR="00305392">
        <w:t>Minutes</w:t>
      </w:r>
    </w:fldSimple>
    <w:r>
      <w:tab/>
      <w:t xml:space="preserve">page </w:t>
    </w:r>
    <w:r>
      <w:fldChar w:fldCharType="begin"/>
    </w:r>
    <w:r>
      <w:instrText xml:space="preserve">page </w:instrText>
    </w:r>
    <w:r>
      <w:fldChar w:fldCharType="separate"/>
    </w:r>
    <w:r w:rsidR="009F2FBC">
      <w:rPr>
        <w:noProof/>
      </w:rPr>
      <w:t>2</w:t>
    </w:r>
    <w:r>
      <w:fldChar w:fldCharType="end"/>
    </w:r>
    <w:r>
      <w:tab/>
    </w:r>
    <w:fldSimple w:instr=" COMMENTS  \* MERGEFORMAT ">
      <w:r w:rsidR="00305392">
        <w:t>Jon Rosdahl, Qualcomm</w:t>
      </w:r>
    </w:fldSimple>
  </w:p>
  <w:p w14:paraId="242DF607"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CA99F" w14:textId="77777777" w:rsidR="00971945" w:rsidRDefault="00971945">
      <w:r>
        <w:separator/>
      </w:r>
    </w:p>
  </w:footnote>
  <w:footnote w:type="continuationSeparator" w:id="0">
    <w:p w14:paraId="3E782321" w14:textId="77777777" w:rsidR="00971945" w:rsidRDefault="00971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35046" w14:textId="6D827803" w:rsidR="0029020B" w:rsidRDefault="0029020B">
    <w:pPr>
      <w:pStyle w:val="Header"/>
      <w:tabs>
        <w:tab w:val="clear" w:pos="6480"/>
        <w:tab w:val="center" w:pos="4680"/>
        <w:tab w:val="right" w:pos="9360"/>
      </w:tabs>
    </w:pPr>
    <w:fldSimple w:instr=" KEYWORDS  \* MERGEFORMAT ">
      <w:r w:rsidR="00305392">
        <w:t>February 2020</w:t>
      </w:r>
    </w:fldSimple>
    <w:r>
      <w:tab/>
    </w:r>
    <w:r>
      <w:tab/>
    </w:r>
    <w:fldSimple w:instr=" TITLE  \* MERGEFORMAT ">
      <w:r w:rsidR="00305392">
        <w:t>doc.: IEEE 802.11-20/0260r0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A174D"/>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A5947A9"/>
    <w:multiLevelType w:val="multilevel"/>
    <w:tmpl w:val="7EA2959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4"/>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F0D3C5D"/>
    <w:multiLevelType w:val="hybridMultilevel"/>
    <w:tmpl w:val="E46C9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2A6EC0"/>
    <w:multiLevelType w:val="multilevel"/>
    <w:tmpl w:val="F9C236E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945"/>
    <w:rsid w:val="0004125F"/>
    <w:rsid w:val="000423D6"/>
    <w:rsid w:val="00045858"/>
    <w:rsid w:val="00046ECB"/>
    <w:rsid w:val="000C0438"/>
    <w:rsid w:val="000D266A"/>
    <w:rsid w:val="00162746"/>
    <w:rsid w:val="0018781A"/>
    <w:rsid w:val="00197F9F"/>
    <w:rsid w:val="001C0D7F"/>
    <w:rsid w:val="001C4914"/>
    <w:rsid w:val="001D328A"/>
    <w:rsid w:val="001D723B"/>
    <w:rsid w:val="001D758E"/>
    <w:rsid w:val="001E1D33"/>
    <w:rsid w:val="001F37FA"/>
    <w:rsid w:val="00211EEA"/>
    <w:rsid w:val="00231938"/>
    <w:rsid w:val="0024112E"/>
    <w:rsid w:val="00242DE3"/>
    <w:rsid w:val="002436E5"/>
    <w:rsid w:val="00245550"/>
    <w:rsid w:val="002718FA"/>
    <w:rsid w:val="0029020B"/>
    <w:rsid w:val="002A7FD4"/>
    <w:rsid w:val="002C2AC5"/>
    <w:rsid w:val="002D44BE"/>
    <w:rsid w:val="00305392"/>
    <w:rsid w:val="00332D85"/>
    <w:rsid w:val="00334F20"/>
    <w:rsid w:val="00346CA7"/>
    <w:rsid w:val="00363229"/>
    <w:rsid w:val="00363612"/>
    <w:rsid w:val="00377760"/>
    <w:rsid w:val="00390348"/>
    <w:rsid w:val="003934AC"/>
    <w:rsid w:val="003A64A5"/>
    <w:rsid w:val="003B652A"/>
    <w:rsid w:val="003B6F83"/>
    <w:rsid w:val="003D1F7B"/>
    <w:rsid w:val="003D6A35"/>
    <w:rsid w:val="004005D3"/>
    <w:rsid w:val="00403E96"/>
    <w:rsid w:val="00442037"/>
    <w:rsid w:val="00466FB3"/>
    <w:rsid w:val="004B064B"/>
    <w:rsid w:val="004C3E44"/>
    <w:rsid w:val="004F0308"/>
    <w:rsid w:val="004F7F44"/>
    <w:rsid w:val="005A2F0F"/>
    <w:rsid w:val="005D249A"/>
    <w:rsid w:val="005D637E"/>
    <w:rsid w:val="00610CF0"/>
    <w:rsid w:val="0062440B"/>
    <w:rsid w:val="00644D27"/>
    <w:rsid w:val="00683C94"/>
    <w:rsid w:val="00694D5F"/>
    <w:rsid w:val="006A47CE"/>
    <w:rsid w:val="006C0727"/>
    <w:rsid w:val="006E145F"/>
    <w:rsid w:val="006E4972"/>
    <w:rsid w:val="00710B04"/>
    <w:rsid w:val="00714F06"/>
    <w:rsid w:val="00741F4F"/>
    <w:rsid w:val="00760BED"/>
    <w:rsid w:val="00763110"/>
    <w:rsid w:val="00766202"/>
    <w:rsid w:val="00770572"/>
    <w:rsid w:val="00774088"/>
    <w:rsid w:val="007E544B"/>
    <w:rsid w:val="0080748B"/>
    <w:rsid w:val="008101DF"/>
    <w:rsid w:val="008328C5"/>
    <w:rsid w:val="0083689A"/>
    <w:rsid w:val="00842E30"/>
    <w:rsid w:val="00846D8F"/>
    <w:rsid w:val="00865C57"/>
    <w:rsid w:val="008727D5"/>
    <w:rsid w:val="008C3B20"/>
    <w:rsid w:val="008D5499"/>
    <w:rsid w:val="00971945"/>
    <w:rsid w:val="0097646E"/>
    <w:rsid w:val="009C5B3D"/>
    <w:rsid w:val="009C620D"/>
    <w:rsid w:val="009D6282"/>
    <w:rsid w:val="009F2FBC"/>
    <w:rsid w:val="00A42376"/>
    <w:rsid w:val="00A50403"/>
    <w:rsid w:val="00A94B3D"/>
    <w:rsid w:val="00AA0E65"/>
    <w:rsid w:val="00AA3DF3"/>
    <w:rsid w:val="00AA427C"/>
    <w:rsid w:val="00AB52EF"/>
    <w:rsid w:val="00AE1A4B"/>
    <w:rsid w:val="00AF523F"/>
    <w:rsid w:val="00B3299F"/>
    <w:rsid w:val="00BB1FB0"/>
    <w:rsid w:val="00BB4706"/>
    <w:rsid w:val="00BB49FD"/>
    <w:rsid w:val="00BD4C10"/>
    <w:rsid w:val="00BD6CCD"/>
    <w:rsid w:val="00BE68C2"/>
    <w:rsid w:val="00BF0640"/>
    <w:rsid w:val="00C1292A"/>
    <w:rsid w:val="00C348C5"/>
    <w:rsid w:val="00C41B36"/>
    <w:rsid w:val="00C506F8"/>
    <w:rsid w:val="00C778C3"/>
    <w:rsid w:val="00C82FB6"/>
    <w:rsid w:val="00C93804"/>
    <w:rsid w:val="00CA09B2"/>
    <w:rsid w:val="00CA1F0B"/>
    <w:rsid w:val="00CC3709"/>
    <w:rsid w:val="00CC6753"/>
    <w:rsid w:val="00CD2D71"/>
    <w:rsid w:val="00CE107D"/>
    <w:rsid w:val="00D16F92"/>
    <w:rsid w:val="00D60D24"/>
    <w:rsid w:val="00D63EF5"/>
    <w:rsid w:val="00D733D8"/>
    <w:rsid w:val="00D903B4"/>
    <w:rsid w:val="00DA03FD"/>
    <w:rsid w:val="00DC5A7B"/>
    <w:rsid w:val="00DE6DF8"/>
    <w:rsid w:val="00E109A4"/>
    <w:rsid w:val="00E21A50"/>
    <w:rsid w:val="00E725C1"/>
    <w:rsid w:val="00E97B44"/>
    <w:rsid w:val="00EB09C8"/>
    <w:rsid w:val="00EB5963"/>
    <w:rsid w:val="00EE0061"/>
    <w:rsid w:val="00EE40D6"/>
    <w:rsid w:val="00EE568F"/>
    <w:rsid w:val="00F13D41"/>
    <w:rsid w:val="00F32AE6"/>
    <w:rsid w:val="00F5171F"/>
    <w:rsid w:val="00F52EFD"/>
    <w:rsid w:val="00F74ACD"/>
    <w:rsid w:val="00F93A40"/>
    <w:rsid w:val="00F94CF1"/>
    <w:rsid w:val="00FB5588"/>
    <w:rsid w:val="00FC3D22"/>
    <w:rsid w:val="00FE0F3F"/>
    <w:rsid w:val="00FE44FD"/>
    <w:rsid w:val="00FE534A"/>
    <w:rsid w:val="00FE7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B80283"/>
  <w15:chartTrackingRefBased/>
  <w15:docId w15:val="{F5B8A807-2E9F-4C95-8E40-0FD1FBD94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0423D6"/>
    <w:pPr>
      <w:ind w:left="720"/>
      <w:contextualSpacing/>
    </w:pPr>
  </w:style>
  <w:style w:type="paragraph" w:customStyle="1" w:styleId="m-4890597653018465012gmail-msolistparagraph">
    <w:name w:val="m_-4890597653018465012gmail-msolistparagraph"/>
    <w:basedOn w:val="Normal"/>
    <w:rsid w:val="003A64A5"/>
    <w:pPr>
      <w:spacing w:before="100" w:beforeAutospacing="1" w:after="100" w:afterAutospacing="1"/>
    </w:pPr>
    <w:rPr>
      <w:sz w:val="24"/>
      <w:szCs w:val="24"/>
      <w:lang w:eastAsia="en-GB"/>
    </w:rPr>
  </w:style>
  <w:style w:type="character" w:customStyle="1" w:styleId="ynrlnc">
    <w:name w:val="ynrlnc"/>
    <w:basedOn w:val="DefaultParagraphFont"/>
    <w:rsid w:val="00AA0E65"/>
  </w:style>
  <w:style w:type="character" w:customStyle="1" w:styleId="il">
    <w:name w:val="il"/>
    <w:basedOn w:val="DefaultParagraphFont"/>
    <w:rsid w:val="00377760"/>
  </w:style>
  <w:style w:type="character" w:styleId="UnresolvedMention">
    <w:name w:val="Unresolved Mention"/>
    <w:basedOn w:val="DefaultParagraphFont"/>
    <w:uiPriority w:val="99"/>
    <w:semiHidden/>
    <w:unhideWhenUsed/>
    <w:rsid w:val="006E49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ntor.ieee.org/802.11/dcn/20/11-20-0282-00-000m-sb1-revmd-phy-sec-comment-resolutions.docx" TargetMode="External"/><Relationship Id="rId18" Type="http://schemas.openxmlformats.org/officeDocument/2006/relationships/hyperlink" Target="https://mentor.ieee.org/802-ec/dcn/16/ec-16-0180-05-00EC-ieee-802-participation-slide.pptx" TargetMode="External"/><Relationship Id="rId3" Type="http://schemas.openxmlformats.org/officeDocument/2006/relationships/customXml" Target="../customXml/item3.xml"/><Relationship Id="rId21" Type="http://schemas.openxmlformats.org/officeDocument/2006/relationships/hyperlink" Target="https://mentor.ieee.org/802.11/dcn/20/11-20-0150-07-000m-assorted-crs-revmd-draft-3-0.docx" TargetMode="External"/><Relationship Id="rId7" Type="http://schemas.openxmlformats.org/officeDocument/2006/relationships/webSettings" Target="webSetting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0234-03-000m-2020-jan-mar-teleconference-and-adhoc-agendas.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ntor.ieee.org/802.11/dcn/20/11-20-0147-03-000m-sb1-revmd-gen-comments.xls" TargetMode="External"/><Relationship Id="rId20" Type="http://schemas.openxmlformats.org/officeDocument/2006/relationships/hyperlink" Target="https://mentor.ieee.org/802.11/dcn/20/11-20-0150-06-000m-assorted-crs-revmd-draft-3-0.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com@ieee.org"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mentor.ieee.org/802.11/dcn/20/11-20-0150-07-000m-assorted-crs-revmd-draft-3-0.docx" TargetMode="External"/><Relationship Id="rId23" Type="http://schemas.openxmlformats.org/officeDocument/2006/relationships/footer" Target="footer1.xml"/><Relationship Id="rId10" Type="http://schemas.openxmlformats.org/officeDocument/2006/relationships/hyperlink" Target="https://mentor.ieee.org/802-ec/dcn/16/ec-16-0180-05-00EC-ieee-802-participation-slide.pptx" TargetMode="External"/><Relationship Id="rId19" Type="http://schemas.openxmlformats.org/officeDocument/2006/relationships/hyperlink" Target="https://mentor.ieee.org/802.11/dcn/20/11-20-0282-00-000m-sb1-revmd-phy-sec-comment-resolutions.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ntor.ieee.org/802.11/dcn/20/11-20-0150-06-000m-assorted-crs-revmd-draft-3-0.docx"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0" ma:contentTypeDescription="Create a new document." ma:contentTypeScope="" ma:versionID="4311f4cbb163929799635b3533086bc5">
  <xsd:schema xmlns:xsd="http://www.w3.org/2001/XMLSchema" xmlns:xs="http://www.w3.org/2001/XMLSchema" xmlns:p="http://schemas.microsoft.com/office/2006/metadata/properties" xmlns:ns3="cc9c437c-ae0c-4066-8d90-a0f7de786127" targetNamespace="http://schemas.microsoft.com/office/2006/metadata/properties" ma:root="true" ma:fieldsID="d379333b328fc1e174c551e0217d7026" ns3:_="">
    <xsd:import namespace="cc9c437c-ae0c-4066-8d90-a0f7de7861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4D4B86-82C3-4DFA-A552-B4369DCBD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23B884-CA7B-45BD-B989-DD6DB291D1AD}">
  <ds:schemaRefs>
    <ds:schemaRef ds:uri="http://schemas.microsoft.com/sharepoint/v3/contenttype/forms"/>
  </ds:schemaRefs>
</ds:datastoreItem>
</file>

<file path=customXml/itemProps3.xml><?xml version="1.0" encoding="utf-8"?>
<ds:datastoreItem xmlns:ds="http://schemas.openxmlformats.org/officeDocument/2006/customXml" ds:itemID="{0E02AD26-AD91-4AB3-8AC1-40F3229411FC}">
  <ds:schemaRefs>
    <ds:schemaRef ds:uri="http://schemas.microsoft.com/office/2006/metadata/properties"/>
    <ds:schemaRef ds:uri="cc9c437c-ae0c-4066-8d90-a0f7de78612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1273</TotalTime>
  <Pages>6</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 IEEE 802.11-20/0260r0</vt:lpstr>
    </vt:vector>
  </TitlesOfParts>
  <Company>Qualcomm Technologies, Inc.</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802.11-20/0260r0</dc:title>
  <dc:subject>Minutes</dc:subject>
  <dc:creator>Jon Rosdahl</dc:creator>
  <cp:keywords>February 2020</cp:keywords>
  <dc:description>Jon Rosdahl, Qualcomm</dc:description>
  <cp:lastModifiedBy>Jon Rosdahl</cp:lastModifiedBy>
  <cp:revision>132</cp:revision>
  <cp:lastPrinted>1601-01-01T00:00:00Z</cp:lastPrinted>
  <dcterms:created xsi:type="dcterms:W3CDTF">2020-02-07T14:54:00Z</dcterms:created>
  <dcterms:modified xsi:type="dcterms:W3CDTF">2020-02-08T17:46:00Z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