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35FC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591"/>
        <w:gridCol w:w="2814"/>
        <w:gridCol w:w="982"/>
        <w:gridCol w:w="2380"/>
      </w:tblGrid>
      <w:tr w:rsidR="00CA09B2" w14:paraId="09886267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7AF421F" w14:textId="77777777" w:rsidR="00CA09B2" w:rsidRDefault="00F941E6">
            <w:pPr>
              <w:pStyle w:val="T2"/>
            </w:pPr>
            <w:r>
              <w:t>Minutes for Task Group (TG) 802.11 be</w:t>
            </w:r>
            <w:r>
              <w:br/>
              <w:t>Extremely High Throughput</w:t>
            </w:r>
            <w:r>
              <w:br/>
              <w:t>Telephone Conferences in October and November 2019</w:t>
            </w:r>
          </w:p>
        </w:tc>
      </w:tr>
      <w:tr w:rsidR="00CA09B2" w14:paraId="6A727F6A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033B34D" w14:textId="1C18898B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941E6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F941E6">
              <w:rPr>
                <w:b w:val="0"/>
                <w:sz w:val="20"/>
              </w:rPr>
              <w:t>10</w:t>
            </w:r>
            <w:r>
              <w:rPr>
                <w:b w:val="0"/>
                <w:sz w:val="20"/>
              </w:rPr>
              <w:t>-</w:t>
            </w:r>
            <w:r w:rsidR="00F941E6">
              <w:rPr>
                <w:b w:val="0"/>
                <w:sz w:val="20"/>
              </w:rPr>
              <w:t>1</w:t>
            </w:r>
            <w:r w:rsidR="00590FA8">
              <w:rPr>
                <w:b w:val="0"/>
                <w:sz w:val="20"/>
              </w:rPr>
              <w:t>4</w:t>
            </w:r>
          </w:p>
        </w:tc>
      </w:tr>
      <w:tr w:rsidR="00CA09B2" w14:paraId="1959BA1F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58EFBA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680B587" w14:textId="77777777" w:rsidTr="00F941E6">
        <w:trPr>
          <w:jc w:val="center"/>
        </w:trPr>
        <w:tc>
          <w:tcPr>
            <w:tcW w:w="1809" w:type="dxa"/>
            <w:vAlign w:val="center"/>
          </w:tcPr>
          <w:p w14:paraId="2245F96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91" w:type="dxa"/>
            <w:vAlign w:val="center"/>
          </w:tcPr>
          <w:p w14:paraId="717E8CFB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EF376D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982" w:type="dxa"/>
            <w:vAlign w:val="center"/>
          </w:tcPr>
          <w:p w14:paraId="7D22E11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380" w:type="dxa"/>
            <w:vAlign w:val="center"/>
          </w:tcPr>
          <w:p w14:paraId="3E22C23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CC01FA5" w14:textId="77777777" w:rsidTr="00F941E6">
        <w:trPr>
          <w:jc w:val="center"/>
        </w:trPr>
        <w:tc>
          <w:tcPr>
            <w:tcW w:w="1809" w:type="dxa"/>
            <w:vAlign w:val="center"/>
          </w:tcPr>
          <w:p w14:paraId="22C0F32E" w14:textId="77777777" w:rsidR="00CA09B2" w:rsidRDefault="00F941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Dennis Sundman</w:t>
            </w:r>
          </w:p>
        </w:tc>
        <w:tc>
          <w:tcPr>
            <w:tcW w:w="1591" w:type="dxa"/>
            <w:vAlign w:val="center"/>
          </w:tcPr>
          <w:p w14:paraId="5F3DFE35" w14:textId="77777777" w:rsidR="00CA09B2" w:rsidRDefault="00F941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Ericsson</w:t>
            </w:r>
          </w:p>
        </w:tc>
        <w:tc>
          <w:tcPr>
            <w:tcW w:w="2814" w:type="dxa"/>
            <w:vAlign w:val="center"/>
          </w:tcPr>
          <w:p w14:paraId="684E109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82" w:type="dxa"/>
            <w:vAlign w:val="center"/>
          </w:tcPr>
          <w:p w14:paraId="15DE784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12B9CB7C" w14:textId="77777777" w:rsidR="00CA09B2" w:rsidRDefault="00F941E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dennis.sundman@ericsson.com</w:t>
            </w:r>
          </w:p>
        </w:tc>
      </w:tr>
      <w:tr w:rsidR="00CA09B2" w14:paraId="52FDF008" w14:textId="77777777" w:rsidTr="00F941E6">
        <w:trPr>
          <w:jc w:val="center"/>
        </w:trPr>
        <w:tc>
          <w:tcPr>
            <w:tcW w:w="1809" w:type="dxa"/>
            <w:vAlign w:val="center"/>
          </w:tcPr>
          <w:p w14:paraId="718B07B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91" w:type="dxa"/>
            <w:vAlign w:val="center"/>
          </w:tcPr>
          <w:p w14:paraId="7DB393E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D3CF29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82" w:type="dxa"/>
            <w:vAlign w:val="center"/>
          </w:tcPr>
          <w:p w14:paraId="563321D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02A6C5C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2EE3819" w14:textId="77777777" w:rsidR="00CA09B2" w:rsidRDefault="009B1CAF">
      <w:pPr>
        <w:pStyle w:val="T1"/>
        <w:spacing w:after="120"/>
        <w:rPr>
          <w:sz w:val="22"/>
        </w:rPr>
      </w:pPr>
      <w:r>
        <w:rPr>
          <w:noProof/>
        </w:rPr>
        <w:pict w14:anchorId="5C411F7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251657728;mso-position-horizontal-relative:text;mso-position-vertical-relative:text" o:allowincell="f" stroked="f">
            <v:textbox style="mso-next-textbox:#_x0000_s1027">
              <w:txbxContent>
                <w:p w14:paraId="6EC2D81D" w14:textId="77777777"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14:paraId="43E9B0F8" w14:textId="77777777" w:rsidR="0029020B" w:rsidRDefault="00F941E6">
                  <w:pPr>
                    <w:jc w:val="both"/>
                  </w:pPr>
                  <w:r>
                    <w:t>This document contains the meeting minutes for the 4 telephone conferences held in October and November 2019.</w:t>
                  </w:r>
                </w:p>
                <w:p w14:paraId="7736EB3D" w14:textId="77777777" w:rsidR="00F941E6" w:rsidRDefault="00F941E6">
                  <w:pPr>
                    <w:jc w:val="both"/>
                  </w:pPr>
                </w:p>
                <w:p w14:paraId="10EB7880" w14:textId="77777777" w:rsidR="00F941E6" w:rsidRDefault="00F941E6">
                  <w:pPr>
                    <w:jc w:val="both"/>
                  </w:pPr>
                  <w:r>
                    <w:t>Revisions:</w:t>
                  </w:r>
                </w:p>
                <w:p w14:paraId="347A8B5C" w14:textId="77777777" w:rsidR="00F941E6" w:rsidRDefault="00F941E6" w:rsidP="00F941E6">
                  <w:pPr>
                    <w:numPr>
                      <w:ilvl w:val="0"/>
                      <w:numId w:val="4"/>
                    </w:numPr>
                    <w:jc w:val="both"/>
                  </w:pPr>
                  <w:r>
                    <w:t>Rev0: Added the telephone conference held the 10</w:t>
                  </w:r>
                  <w:r w:rsidRPr="00F941E6">
                    <w:rPr>
                      <w:vertAlign w:val="superscript"/>
                    </w:rPr>
                    <w:t>th</w:t>
                  </w:r>
                  <w:r>
                    <w:t xml:space="preserve"> of October.</w:t>
                  </w:r>
                </w:p>
              </w:txbxContent>
            </v:textbox>
          </v:shape>
        </w:pict>
      </w:r>
    </w:p>
    <w:p w14:paraId="4A139C86" w14:textId="77777777" w:rsidR="00CA09B2" w:rsidRDefault="00CA09B2" w:rsidP="00F941E6"/>
    <w:p w14:paraId="6D68A767" w14:textId="77777777" w:rsidR="00CA09B2" w:rsidRDefault="00CA09B2"/>
    <w:p w14:paraId="62EB1BBE" w14:textId="77777777" w:rsidR="00CA09B2" w:rsidRDefault="00CA09B2">
      <w:pPr>
        <w:rPr>
          <w:b/>
          <w:u w:val="single"/>
        </w:rPr>
      </w:pPr>
      <w:r>
        <w:br w:type="page"/>
      </w:r>
      <w:r w:rsidR="00474A38" w:rsidRPr="00474A38">
        <w:rPr>
          <w:b/>
          <w:u w:val="single"/>
        </w:rPr>
        <w:lastRenderedPageBreak/>
        <w:t>Thursday 10 October 2019, 10:00 – 12:30 ET</w:t>
      </w:r>
    </w:p>
    <w:p w14:paraId="709435A4" w14:textId="77777777" w:rsidR="00474A38" w:rsidRDefault="00474A38">
      <w:pPr>
        <w:rPr>
          <w:b/>
          <w:u w:val="single"/>
        </w:rPr>
      </w:pPr>
    </w:p>
    <w:p w14:paraId="00DACAD2" w14:textId="77777777" w:rsidR="00474A38" w:rsidRDefault="00474A38">
      <w:pPr>
        <w:rPr>
          <w:b/>
        </w:rPr>
      </w:pPr>
      <w:r>
        <w:rPr>
          <w:b/>
        </w:rPr>
        <w:t>Introduction</w:t>
      </w:r>
    </w:p>
    <w:p w14:paraId="64A37FAD" w14:textId="77777777" w:rsidR="00474A38" w:rsidRDefault="00474A38" w:rsidP="00A25B5A">
      <w:pPr>
        <w:numPr>
          <w:ilvl w:val="0"/>
          <w:numId w:val="1"/>
        </w:numPr>
      </w:pPr>
      <w:r>
        <w:t xml:space="preserve">The Chair (Alfred </w:t>
      </w:r>
      <w:proofErr w:type="spellStart"/>
      <w:r>
        <w:t>Asterjadhi</w:t>
      </w:r>
      <w:proofErr w:type="spellEnd"/>
      <w:r>
        <w:t>, Qualcomm) calls the meeting to order at 10:0</w:t>
      </w:r>
      <w:r w:rsidR="00B97A11">
        <w:t>7</w:t>
      </w:r>
      <w:r>
        <w:t>.</w:t>
      </w:r>
      <w:r w:rsidR="00B97A11">
        <w:t xml:space="preserve"> The Chair introduces himself and the Secretary, Dennis Sundman (Ericsson)</w:t>
      </w:r>
    </w:p>
    <w:p w14:paraId="6F660230" w14:textId="77777777" w:rsidR="00474A38" w:rsidRDefault="00474A38" w:rsidP="00A25B5A">
      <w:pPr>
        <w:numPr>
          <w:ilvl w:val="0"/>
          <w:numId w:val="1"/>
        </w:numPr>
      </w:pPr>
      <w:r>
        <w:t xml:space="preserve">The Chair reminds that the agenda can be found in </w:t>
      </w:r>
      <w:r w:rsidR="00B97A11">
        <w:t>11-19/1720r0</w:t>
      </w:r>
      <w:r>
        <w:t xml:space="preserve">. </w:t>
      </w:r>
      <w:r w:rsidR="00B97A11">
        <w:t>Today we will go through submissions related to multi-AP.</w:t>
      </w:r>
    </w:p>
    <w:p w14:paraId="376ED7C9" w14:textId="77777777" w:rsidR="00474A38" w:rsidRDefault="00474A38" w:rsidP="00A25B5A">
      <w:pPr>
        <w:numPr>
          <w:ilvl w:val="0"/>
          <w:numId w:val="1"/>
        </w:numPr>
      </w:pPr>
      <w:r>
        <w:t>The Chair goes through the 802 and 802.11 IPR policy and procedures and asks if there is anyone that is aware of any potentially essential patents. Nobody speaks up.</w:t>
      </w:r>
    </w:p>
    <w:p w14:paraId="325906AC" w14:textId="18262D52" w:rsidR="00474A38" w:rsidRPr="00474A38" w:rsidRDefault="00474A38" w:rsidP="00A25B5A">
      <w:pPr>
        <w:numPr>
          <w:ilvl w:val="0"/>
          <w:numId w:val="1"/>
        </w:numPr>
      </w:pPr>
      <w:r>
        <w:t xml:space="preserve">The Chair reminds about attendance, send an e-mail to </w:t>
      </w:r>
      <w:r w:rsidR="00B97A11">
        <w:t xml:space="preserve">the </w:t>
      </w:r>
      <w:r w:rsidR="00624DA8">
        <w:t>S</w:t>
      </w:r>
      <w:r w:rsidR="00B97A11">
        <w:t>ecretary</w:t>
      </w:r>
      <w:r>
        <w:t xml:space="preserve">. </w:t>
      </w:r>
      <w:r w:rsidR="00B97A11">
        <w:t>Based</w:t>
      </w:r>
      <w:r>
        <w:t xml:space="preserve"> on the join.me app, it appears to be around </w:t>
      </w:r>
      <w:r w:rsidR="00541BC2">
        <w:t>100</w:t>
      </w:r>
      <w:r>
        <w:t xml:space="preserve"> people in the call.</w:t>
      </w:r>
      <w:r>
        <w:br/>
      </w:r>
      <w:r>
        <w:br/>
      </w:r>
      <w:r w:rsidRPr="00977953">
        <w:rPr>
          <w:b/>
        </w:rPr>
        <w:t>Recorded attendance through the join.me app and</w:t>
      </w:r>
      <w:r>
        <w:rPr>
          <w:b/>
        </w:rPr>
        <w:t>/or reported attendance</w:t>
      </w:r>
      <w:r w:rsidRPr="00977953">
        <w:rPr>
          <w:b/>
        </w:rPr>
        <w:t xml:space="preserve"> through e-mail:</w:t>
      </w:r>
    </w:p>
    <w:p w14:paraId="1297C72A" w14:textId="77777777" w:rsidR="00A25B5A" w:rsidRDefault="00A25B5A" w:rsidP="00B97A11">
      <w:pPr>
        <w:numPr>
          <w:ilvl w:val="1"/>
          <w:numId w:val="1"/>
        </w:numPr>
      </w:pPr>
      <w:r>
        <w:t>Akira Kishida (NTT)</w:t>
      </w:r>
    </w:p>
    <w:p w14:paraId="63C045FC" w14:textId="77777777" w:rsidR="00A25B5A" w:rsidRDefault="00A25B5A" w:rsidP="00B97A11">
      <w:pPr>
        <w:numPr>
          <w:ilvl w:val="1"/>
          <w:numId w:val="1"/>
        </w:numPr>
      </w:pPr>
      <w:r>
        <w:t xml:space="preserve">AL </w:t>
      </w:r>
      <w:proofErr w:type="spellStart"/>
      <w:r>
        <w:t>Petrick</w:t>
      </w:r>
      <w:proofErr w:type="spellEnd"/>
    </w:p>
    <w:p w14:paraId="6249C96F" w14:textId="77777777" w:rsidR="00A25B5A" w:rsidRDefault="00A25B5A" w:rsidP="00B97A11">
      <w:pPr>
        <w:numPr>
          <w:ilvl w:val="1"/>
          <w:numId w:val="1"/>
        </w:numPr>
      </w:pPr>
      <w:r>
        <w:t xml:space="preserve">Albert </w:t>
      </w:r>
      <w:proofErr w:type="spellStart"/>
      <w:r>
        <w:t>Bredewoud</w:t>
      </w:r>
      <w:proofErr w:type="spellEnd"/>
    </w:p>
    <w:p w14:paraId="43C18EF3" w14:textId="77777777" w:rsidR="00A25B5A" w:rsidRDefault="00A25B5A" w:rsidP="00B97A11">
      <w:pPr>
        <w:numPr>
          <w:ilvl w:val="1"/>
          <w:numId w:val="1"/>
        </w:numPr>
      </w:pPr>
      <w:r>
        <w:t xml:space="preserve">Alfred </w:t>
      </w:r>
      <w:proofErr w:type="spellStart"/>
      <w:r>
        <w:t>Asterjadhi</w:t>
      </w:r>
      <w:proofErr w:type="spellEnd"/>
      <w:r>
        <w:t xml:space="preserve"> (Qualcomm)</w:t>
      </w:r>
    </w:p>
    <w:p w14:paraId="7395E222" w14:textId="77777777" w:rsidR="00A25B5A" w:rsidRDefault="00A25B5A" w:rsidP="00B97A11">
      <w:pPr>
        <w:numPr>
          <w:ilvl w:val="1"/>
          <w:numId w:val="1"/>
        </w:numPr>
      </w:pPr>
      <w:r>
        <w:t>Andy Wang</w:t>
      </w:r>
      <w:bookmarkStart w:id="0" w:name="_GoBack"/>
      <w:bookmarkEnd w:id="0"/>
    </w:p>
    <w:p w14:paraId="581114BB" w14:textId="77777777" w:rsidR="00A25B5A" w:rsidRDefault="00A25B5A" w:rsidP="00B97A11">
      <w:pPr>
        <w:numPr>
          <w:ilvl w:val="1"/>
          <w:numId w:val="1"/>
        </w:numPr>
      </w:pPr>
      <w:r>
        <w:t>Assaf Kasher</w:t>
      </w:r>
    </w:p>
    <w:p w14:paraId="225536CE" w14:textId="77777777" w:rsidR="00A25B5A" w:rsidRDefault="00A25B5A" w:rsidP="008C2096">
      <w:pPr>
        <w:numPr>
          <w:ilvl w:val="1"/>
          <w:numId w:val="1"/>
        </w:numPr>
      </w:pPr>
      <w:r>
        <w:t>Boyce Bo Yang (Huawei)</w:t>
      </w:r>
    </w:p>
    <w:p w14:paraId="3A2453C1" w14:textId="77777777" w:rsidR="00A25B5A" w:rsidRDefault="00A25B5A" w:rsidP="008C2096">
      <w:pPr>
        <w:numPr>
          <w:ilvl w:val="1"/>
          <w:numId w:val="1"/>
        </w:numPr>
      </w:pPr>
      <w:r>
        <w:t>Carl Kain (USDOT)</w:t>
      </w:r>
    </w:p>
    <w:p w14:paraId="1EADE191" w14:textId="77777777" w:rsidR="00A25B5A" w:rsidRDefault="00A25B5A" w:rsidP="008C2096">
      <w:pPr>
        <w:numPr>
          <w:ilvl w:val="1"/>
          <w:numId w:val="1"/>
        </w:numPr>
      </w:pPr>
      <w:r>
        <w:t>Cheng Chen (Intel)</w:t>
      </w:r>
    </w:p>
    <w:p w14:paraId="0FB331F9" w14:textId="77777777" w:rsidR="00A25B5A" w:rsidRDefault="00A25B5A" w:rsidP="00B97A11">
      <w:pPr>
        <w:numPr>
          <w:ilvl w:val="1"/>
          <w:numId w:val="1"/>
        </w:numPr>
      </w:pPr>
      <w:proofErr w:type="spellStart"/>
      <w:r>
        <w:t>Dandan</w:t>
      </w:r>
      <w:proofErr w:type="spellEnd"/>
      <w:r>
        <w:t xml:space="preserve"> Liang (Huawei)</w:t>
      </w:r>
    </w:p>
    <w:p w14:paraId="6890DD12" w14:textId="77777777" w:rsidR="00A25B5A" w:rsidRDefault="00A25B5A" w:rsidP="008C2096">
      <w:pPr>
        <w:numPr>
          <w:ilvl w:val="1"/>
          <w:numId w:val="1"/>
        </w:numPr>
      </w:pPr>
      <w:r>
        <w:t xml:space="preserve">David </w:t>
      </w:r>
      <w:proofErr w:type="spellStart"/>
      <w:r>
        <w:t>Kloper</w:t>
      </w:r>
      <w:proofErr w:type="spellEnd"/>
    </w:p>
    <w:p w14:paraId="187DDD8C" w14:textId="77777777" w:rsidR="00A25B5A" w:rsidRDefault="00A25B5A" w:rsidP="008C2096">
      <w:pPr>
        <w:numPr>
          <w:ilvl w:val="1"/>
          <w:numId w:val="1"/>
        </w:numPr>
      </w:pPr>
      <w:r>
        <w:t>David Lopez-Perez</w:t>
      </w:r>
    </w:p>
    <w:p w14:paraId="2FA90DD1" w14:textId="77777777" w:rsidR="00A25B5A" w:rsidRDefault="00A25B5A" w:rsidP="008C2096">
      <w:pPr>
        <w:numPr>
          <w:ilvl w:val="1"/>
          <w:numId w:val="1"/>
        </w:numPr>
      </w:pPr>
      <w:r>
        <w:t xml:space="preserve">Dmitry </w:t>
      </w:r>
      <w:proofErr w:type="spellStart"/>
      <w:r>
        <w:t>Akhmetov</w:t>
      </w:r>
      <w:proofErr w:type="spellEnd"/>
    </w:p>
    <w:p w14:paraId="0383C91F" w14:textId="77777777" w:rsidR="00A25B5A" w:rsidRDefault="00A25B5A" w:rsidP="008C2096">
      <w:pPr>
        <w:numPr>
          <w:ilvl w:val="1"/>
          <w:numId w:val="1"/>
        </w:numPr>
      </w:pPr>
      <w:r>
        <w:t>Edward Au</w:t>
      </w:r>
    </w:p>
    <w:p w14:paraId="71C75498" w14:textId="77777777" w:rsidR="00A25B5A" w:rsidRDefault="00A25B5A" w:rsidP="008C2096">
      <w:pPr>
        <w:numPr>
          <w:ilvl w:val="1"/>
          <w:numId w:val="1"/>
        </w:numPr>
      </w:pPr>
      <w:r>
        <w:t>Gaurav Patwardhan</w:t>
      </w:r>
    </w:p>
    <w:p w14:paraId="07053D1D" w14:textId="77777777" w:rsidR="00A25B5A" w:rsidRDefault="00A25B5A" w:rsidP="008C2096">
      <w:pPr>
        <w:numPr>
          <w:ilvl w:val="1"/>
          <w:numId w:val="1"/>
        </w:numPr>
      </w:pPr>
      <w:r>
        <w:t xml:space="preserve">George </w:t>
      </w:r>
      <w:proofErr w:type="spellStart"/>
      <w:r>
        <w:t>Calcev</w:t>
      </w:r>
      <w:proofErr w:type="spellEnd"/>
      <w:r>
        <w:t xml:space="preserve"> </w:t>
      </w:r>
    </w:p>
    <w:p w14:paraId="6F06389B" w14:textId="77777777" w:rsidR="00A25B5A" w:rsidRDefault="00A25B5A" w:rsidP="008C2096">
      <w:pPr>
        <w:numPr>
          <w:ilvl w:val="1"/>
          <w:numId w:val="1"/>
        </w:numPr>
      </w:pPr>
      <w:proofErr w:type="spellStart"/>
      <w:r>
        <w:t>Gongsu</w:t>
      </w:r>
      <w:proofErr w:type="spellEnd"/>
      <w:r>
        <w:t xml:space="preserve"> </w:t>
      </w:r>
      <w:proofErr w:type="spellStart"/>
      <w:r>
        <w:t>Gwak</w:t>
      </w:r>
      <w:proofErr w:type="spellEnd"/>
      <w:r>
        <w:t xml:space="preserve"> (KNUT)</w:t>
      </w:r>
    </w:p>
    <w:p w14:paraId="5CB67F8D" w14:textId="77777777" w:rsidR="00A25B5A" w:rsidRDefault="00A25B5A" w:rsidP="008C2096">
      <w:pPr>
        <w:numPr>
          <w:ilvl w:val="1"/>
          <w:numId w:val="1"/>
        </w:numPr>
      </w:pPr>
      <w:proofErr w:type="spellStart"/>
      <w:r>
        <w:t>Hanseul</w:t>
      </w:r>
      <w:proofErr w:type="spellEnd"/>
      <w:r>
        <w:t xml:space="preserve"> Hong (Yonsei Univ.)</w:t>
      </w:r>
    </w:p>
    <w:p w14:paraId="60483E21" w14:textId="77777777" w:rsidR="00A25B5A" w:rsidRDefault="00A25B5A" w:rsidP="008C2096">
      <w:pPr>
        <w:numPr>
          <w:ilvl w:val="1"/>
          <w:numId w:val="1"/>
        </w:numPr>
      </w:pPr>
      <w:proofErr w:type="spellStart"/>
      <w:r>
        <w:t>Insun</w:t>
      </w:r>
      <w:proofErr w:type="spellEnd"/>
      <w:r>
        <w:t xml:space="preserve"> Jang</w:t>
      </w:r>
    </w:p>
    <w:p w14:paraId="4E846622" w14:textId="77777777" w:rsidR="00A25B5A" w:rsidRDefault="00A25B5A" w:rsidP="008C2096">
      <w:pPr>
        <w:numPr>
          <w:ilvl w:val="1"/>
          <w:numId w:val="1"/>
        </w:numPr>
      </w:pPr>
      <w:r>
        <w:t xml:space="preserve">Jarkko </w:t>
      </w:r>
      <w:proofErr w:type="spellStart"/>
      <w:r>
        <w:t>Kneckt</w:t>
      </w:r>
      <w:proofErr w:type="spellEnd"/>
      <w:r>
        <w:t xml:space="preserve"> (Apple)</w:t>
      </w:r>
    </w:p>
    <w:p w14:paraId="484F00A4" w14:textId="77777777" w:rsidR="00A25B5A" w:rsidRDefault="00A25B5A" w:rsidP="008C2096">
      <w:pPr>
        <w:numPr>
          <w:ilvl w:val="1"/>
          <w:numId w:val="1"/>
        </w:numPr>
      </w:pPr>
      <w:r>
        <w:t xml:space="preserve">Jason </w:t>
      </w:r>
      <w:proofErr w:type="spellStart"/>
      <w:r>
        <w:t>Yuchen</w:t>
      </w:r>
      <w:proofErr w:type="spellEnd"/>
      <w:r>
        <w:t xml:space="preserve"> Guo</w:t>
      </w:r>
    </w:p>
    <w:p w14:paraId="19D868B3" w14:textId="77777777" w:rsidR="00A25B5A" w:rsidRDefault="00A25B5A" w:rsidP="008C2096">
      <w:pPr>
        <w:numPr>
          <w:ilvl w:val="1"/>
          <w:numId w:val="1"/>
        </w:numPr>
      </w:pPr>
      <w:r>
        <w:t xml:space="preserve">Jia </w:t>
      </w:r>
      <w:proofErr w:type="spellStart"/>
      <w:r>
        <w:t>Jia</w:t>
      </w:r>
      <w:proofErr w:type="spellEnd"/>
    </w:p>
    <w:p w14:paraId="1E355BB1" w14:textId="77777777" w:rsidR="00A25B5A" w:rsidRDefault="00A25B5A" w:rsidP="008C2096">
      <w:pPr>
        <w:numPr>
          <w:ilvl w:val="1"/>
          <w:numId w:val="1"/>
        </w:numPr>
      </w:pPr>
      <w:proofErr w:type="spellStart"/>
      <w:r>
        <w:t>Jinmin</w:t>
      </w:r>
      <w:proofErr w:type="spellEnd"/>
      <w:r>
        <w:t xml:space="preserve"> Kim</w:t>
      </w:r>
    </w:p>
    <w:p w14:paraId="000B65C7" w14:textId="77777777" w:rsidR="00A25B5A" w:rsidRDefault="00A25B5A" w:rsidP="008C2096">
      <w:pPr>
        <w:numPr>
          <w:ilvl w:val="1"/>
          <w:numId w:val="1"/>
        </w:numPr>
      </w:pPr>
      <w:proofErr w:type="spellStart"/>
      <w:r>
        <w:t>Jinsoo</w:t>
      </w:r>
      <w:proofErr w:type="spellEnd"/>
      <w:r>
        <w:t xml:space="preserve"> Choi</w:t>
      </w:r>
    </w:p>
    <w:p w14:paraId="504C39EA" w14:textId="77777777" w:rsidR="00A25B5A" w:rsidRDefault="00A25B5A" w:rsidP="008C2096">
      <w:pPr>
        <w:numPr>
          <w:ilvl w:val="1"/>
          <w:numId w:val="1"/>
        </w:numPr>
      </w:pPr>
      <w:r>
        <w:t>John Son (WILUS)</w:t>
      </w:r>
    </w:p>
    <w:p w14:paraId="1756AFD0" w14:textId="77777777" w:rsidR="00A25B5A" w:rsidRDefault="00A25B5A" w:rsidP="008C2096">
      <w:pPr>
        <w:numPr>
          <w:ilvl w:val="1"/>
          <w:numId w:val="1"/>
        </w:numPr>
      </w:pPr>
      <w:r>
        <w:t>Joseph Levy (</w:t>
      </w:r>
      <w:proofErr w:type="spellStart"/>
      <w:r>
        <w:t>InterDigital</w:t>
      </w:r>
      <w:proofErr w:type="spellEnd"/>
      <w:r>
        <w:t>)</w:t>
      </w:r>
    </w:p>
    <w:p w14:paraId="73A36B97" w14:textId="77777777" w:rsidR="00A25B5A" w:rsidRDefault="00A25B5A" w:rsidP="008C2096">
      <w:pPr>
        <w:numPr>
          <w:ilvl w:val="1"/>
          <w:numId w:val="1"/>
        </w:numPr>
      </w:pPr>
      <w:proofErr w:type="spellStart"/>
      <w:r>
        <w:t>Junghoon</w:t>
      </w:r>
      <w:proofErr w:type="spellEnd"/>
      <w:r>
        <w:t xml:space="preserve"> Suh</w:t>
      </w:r>
    </w:p>
    <w:p w14:paraId="5F63866D" w14:textId="77777777" w:rsidR="00A25B5A" w:rsidRDefault="00A25B5A" w:rsidP="008C2096">
      <w:pPr>
        <w:numPr>
          <w:ilvl w:val="1"/>
          <w:numId w:val="1"/>
        </w:numPr>
      </w:pPr>
      <w:r>
        <w:t>Kazuto Yano (ATR)</w:t>
      </w:r>
    </w:p>
    <w:p w14:paraId="0828E622" w14:textId="77777777" w:rsidR="00A25B5A" w:rsidRDefault="00A25B5A" w:rsidP="008C2096">
      <w:pPr>
        <w:numPr>
          <w:ilvl w:val="1"/>
          <w:numId w:val="1"/>
        </w:numPr>
      </w:pPr>
      <w:r>
        <w:t xml:space="preserve">Kosuke </w:t>
      </w:r>
      <w:proofErr w:type="spellStart"/>
      <w:r>
        <w:t>Aio</w:t>
      </w:r>
      <w:proofErr w:type="spellEnd"/>
      <w:r>
        <w:t xml:space="preserve"> (Sony)</w:t>
      </w:r>
    </w:p>
    <w:p w14:paraId="2411545C" w14:textId="77777777" w:rsidR="00A25B5A" w:rsidRDefault="00A25B5A" w:rsidP="008C2096">
      <w:pPr>
        <w:numPr>
          <w:ilvl w:val="1"/>
          <w:numId w:val="1"/>
        </w:numPr>
      </w:pPr>
      <w:r>
        <w:t>Lei Wang</w:t>
      </w:r>
    </w:p>
    <w:p w14:paraId="47DE1521" w14:textId="77777777" w:rsidR="00A25B5A" w:rsidRDefault="00A25B5A" w:rsidP="008C2096">
      <w:pPr>
        <w:numPr>
          <w:ilvl w:val="1"/>
          <w:numId w:val="1"/>
        </w:numPr>
      </w:pPr>
      <w:r>
        <w:t xml:space="preserve">Lily </w:t>
      </w:r>
      <w:proofErr w:type="spellStart"/>
      <w:r>
        <w:t>Lyu</w:t>
      </w:r>
      <w:proofErr w:type="spellEnd"/>
    </w:p>
    <w:p w14:paraId="2DDD664F" w14:textId="77777777" w:rsidR="00A25B5A" w:rsidRDefault="00A25B5A" w:rsidP="008C2096">
      <w:pPr>
        <w:numPr>
          <w:ilvl w:val="1"/>
          <w:numId w:val="1"/>
        </w:numPr>
      </w:pPr>
      <w:r>
        <w:t>Lorenzo Galati Giordano (Nokia Bell Labs)</w:t>
      </w:r>
    </w:p>
    <w:p w14:paraId="21AABDF1" w14:textId="77777777" w:rsidR="00A25B5A" w:rsidRDefault="00A25B5A" w:rsidP="008C2096">
      <w:pPr>
        <w:numPr>
          <w:ilvl w:val="1"/>
          <w:numId w:val="1"/>
        </w:numPr>
      </w:pPr>
      <w:proofErr w:type="spellStart"/>
      <w:r>
        <w:t>Namyeong</w:t>
      </w:r>
      <w:proofErr w:type="spellEnd"/>
      <w:r>
        <w:t xml:space="preserve"> Kim</w:t>
      </w:r>
    </w:p>
    <w:p w14:paraId="2E4586D7" w14:textId="77777777" w:rsidR="00A25B5A" w:rsidRDefault="00A25B5A" w:rsidP="008C2096">
      <w:pPr>
        <w:numPr>
          <w:ilvl w:val="1"/>
          <w:numId w:val="1"/>
        </w:numPr>
      </w:pPr>
      <w:r>
        <w:t xml:space="preserve">Patrice </w:t>
      </w:r>
      <w:proofErr w:type="spellStart"/>
      <w:r>
        <w:t>Nezou</w:t>
      </w:r>
      <w:proofErr w:type="spellEnd"/>
    </w:p>
    <w:p w14:paraId="3C52BA1A" w14:textId="77777777" w:rsidR="00A25B5A" w:rsidRDefault="00A25B5A" w:rsidP="008C2096">
      <w:pPr>
        <w:numPr>
          <w:ilvl w:val="1"/>
          <w:numId w:val="1"/>
        </w:numPr>
      </w:pPr>
      <w:r>
        <w:t>Ross Yu</w:t>
      </w:r>
    </w:p>
    <w:p w14:paraId="4CBA42AC" w14:textId="77777777" w:rsidR="00A25B5A" w:rsidRDefault="00A25B5A" w:rsidP="008C2096">
      <w:pPr>
        <w:numPr>
          <w:ilvl w:val="1"/>
          <w:numId w:val="1"/>
        </w:numPr>
      </w:pPr>
      <w:r>
        <w:t>Rui Yang</w:t>
      </w:r>
    </w:p>
    <w:p w14:paraId="209CA86A" w14:textId="77777777" w:rsidR="00A25B5A" w:rsidRDefault="00A25B5A" w:rsidP="008C2096">
      <w:pPr>
        <w:numPr>
          <w:ilvl w:val="1"/>
          <w:numId w:val="1"/>
        </w:numPr>
      </w:pPr>
      <w:r>
        <w:t>Ryuichi Hirata (Sony)</w:t>
      </w:r>
    </w:p>
    <w:p w14:paraId="34F59B83" w14:textId="77777777" w:rsidR="00A25B5A" w:rsidRDefault="00A25B5A" w:rsidP="008C2096">
      <w:pPr>
        <w:numPr>
          <w:ilvl w:val="1"/>
          <w:numId w:val="1"/>
        </w:numPr>
      </w:pPr>
      <w:r>
        <w:t>Sang Kim (LGE)</w:t>
      </w:r>
    </w:p>
    <w:p w14:paraId="4D5BC27C" w14:textId="77777777" w:rsidR="00A25B5A" w:rsidRDefault="00A25B5A" w:rsidP="008C2096">
      <w:pPr>
        <w:numPr>
          <w:ilvl w:val="1"/>
          <w:numId w:val="1"/>
        </w:numPr>
      </w:pPr>
      <w:r>
        <w:lastRenderedPageBreak/>
        <w:t>Sang Sun</w:t>
      </w:r>
    </w:p>
    <w:p w14:paraId="5440FD57" w14:textId="77777777" w:rsidR="00A25B5A" w:rsidRDefault="00A25B5A" w:rsidP="008C2096">
      <w:pPr>
        <w:numPr>
          <w:ilvl w:val="1"/>
          <w:numId w:val="1"/>
        </w:numPr>
      </w:pPr>
      <w:r>
        <w:t>Sebastian Max (Ericsson)</w:t>
      </w:r>
    </w:p>
    <w:p w14:paraId="5C43DAD4" w14:textId="77777777" w:rsidR="00A25B5A" w:rsidRDefault="00A25B5A" w:rsidP="008C2096">
      <w:pPr>
        <w:numPr>
          <w:ilvl w:val="1"/>
          <w:numId w:val="1"/>
        </w:numPr>
      </w:pPr>
      <w:r>
        <w:t xml:space="preserve">Sigurd </w:t>
      </w:r>
      <w:proofErr w:type="spellStart"/>
      <w:r>
        <w:t>Schelstraete</w:t>
      </w:r>
      <w:proofErr w:type="spellEnd"/>
      <w:r>
        <w:t xml:space="preserve"> (</w:t>
      </w:r>
      <w:proofErr w:type="spellStart"/>
      <w:r>
        <w:t>Quantenna</w:t>
      </w:r>
      <w:proofErr w:type="spellEnd"/>
      <w:r>
        <w:t>)</w:t>
      </w:r>
    </w:p>
    <w:p w14:paraId="322EEA42" w14:textId="77777777" w:rsidR="00A25B5A" w:rsidRDefault="00A25B5A" w:rsidP="008C2096">
      <w:pPr>
        <w:numPr>
          <w:ilvl w:val="1"/>
          <w:numId w:val="1"/>
        </w:numPr>
      </w:pPr>
      <w:r>
        <w:t>Stephane Baron (Canon)</w:t>
      </w:r>
    </w:p>
    <w:p w14:paraId="4CDDA763" w14:textId="77777777" w:rsidR="00A25B5A" w:rsidRDefault="00A25B5A" w:rsidP="008C2096">
      <w:pPr>
        <w:numPr>
          <w:ilvl w:val="1"/>
          <w:numId w:val="1"/>
        </w:numPr>
      </w:pPr>
      <w:r>
        <w:t xml:space="preserve">Steve </w:t>
      </w:r>
      <w:proofErr w:type="spellStart"/>
      <w:r>
        <w:t>Shellhammer</w:t>
      </w:r>
      <w:proofErr w:type="spellEnd"/>
      <w:r>
        <w:t xml:space="preserve"> (Qualcomm)</w:t>
      </w:r>
    </w:p>
    <w:p w14:paraId="6E6B70C1" w14:textId="77777777" w:rsidR="00A25B5A" w:rsidRDefault="00A25B5A" w:rsidP="008C2096">
      <w:pPr>
        <w:numPr>
          <w:ilvl w:val="1"/>
          <w:numId w:val="1"/>
        </w:numPr>
      </w:pPr>
      <w:proofErr w:type="spellStart"/>
      <w:r>
        <w:t>Sungjin</w:t>
      </w:r>
      <w:proofErr w:type="spellEnd"/>
      <w:r>
        <w:t xml:space="preserve"> Park (LGE)</w:t>
      </w:r>
    </w:p>
    <w:p w14:paraId="2AD19C9E" w14:textId="77777777" w:rsidR="00A25B5A" w:rsidRDefault="00A25B5A" w:rsidP="008C2096">
      <w:pPr>
        <w:numPr>
          <w:ilvl w:val="1"/>
          <w:numId w:val="1"/>
        </w:numPr>
      </w:pPr>
      <w:proofErr w:type="spellStart"/>
      <w:r>
        <w:t>Taewon</w:t>
      </w:r>
      <w:proofErr w:type="spellEnd"/>
      <w:r>
        <w:t xml:space="preserve"> Song</w:t>
      </w:r>
    </w:p>
    <w:p w14:paraId="467220A8" w14:textId="77777777" w:rsidR="00A25B5A" w:rsidRDefault="00A25B5A" w:rsidP="008C2096">
      <w:pPr>
        <w:numPr>
          <w:ilvl w:val="1"/>
          <w:numId w:val="1"/>
        </w:numPr>
      </w:pPr>
      <w:r>
        <w:t xml:space="preserve">Thomas </w:t>
      </w:r>
      <w:proofErr w:type="spellStart"/>
      <w:r>
        <w:t>Handte</w:t>
      </w:r>
      <w:proofErr w:type="spellEnd"/>
      <w:r>
        <w:t xml:space="preserve"> (Sony)</w:t>
      </w:r>
    </w:p>
    <w:p w14:paraId="235B9CE8" w14:textId="77777777" w:rsidR="00A25B5A" w:rsidRDefault="00A25B5A" w:rsidP="008C2096">
      <w:pPr>
        <w:numPr>
          <w:ilvl w:val="1"/>
          <w:numId w:val="1"/>
        </w:numPr>
      </w:pPr>
      <w:r>
        <w:t xml:space="preserve">Xin </w:t>
      </w:r>
      <w:proofErr w:type="spellStart"/>
      <w:r>
        <w:t>Zuo</w:t>
      </w:r>
      <w:proofErr w:type="spellEnd"/>
      <w:r>
        <w:t xml:space="preserve"> (Tencent)</w:t>
      </w:r>
    </w:p>
    <w:p w14:paraId="0C9F3BE3" w14:textId="77777777" w:rsidR="00A25B5A" w:rsidRDefault="00A25B5A" w:rsidP="008C2096">
      <w:pPr>
        <w:numPr>
          <w:ilvl w:val="1"/>
          <w:numId w:val="1"/>
        </w:numPr>
      </w:pPr>
      <w:r>
        <w:t>Yan Xin</w:t>
      </w:r>
    </w:p>
    <w:p w14:paraId="53C93181" w14:textId="304ED7ED" w:rsidR="00A25B5A" w:rsidRDefault="00A25B5A" w:rsidP="008C2096">
      <w:pPr>
        <w:numPr>
          <w:ilvl w:val="1"/>
          <w:numId w:val="1"/>
        </w:numPr>
      </w:pPr>
      <w:proofErr w:type="spellStart"/>
      <w:r>
        <w:t>Yonggang</w:t>
      </w:r>
      <w:proofErr w:type="spellEnd"/>
      <w:r>
        <w:br/>
      </w:r>
    </w:p>
    <w:p w14:paraId="21E48FF9" w14:textId="77777777" w:rsidR="00B97A11" w:rsidRDefault="00B97A11" w:rsidP="00B97A11">
      <w:pPr>
        <w:numPr>
          <w:ilvl w:val="0"/>
          <w:numId w:val="1"/>
        </w:numPr>
      </w:pPr>
      <w:r>
        <w:t>The Chair asks if there are any announcements. Nobody speaks up.</w:t>
      </w:r>
    </w:p>
    <w:p w14:paraId="5873FF8C" w14:textId="77777777" w:rsidR="00B97A11" w:rsidRDefault="00B97A11" w:rsidP="00B97A11">
      <w:pPr>
        <w:numPr>
          <w:ilvl w:val="0"/>
          <w:numId w:val="1"/>
        </w:numPr>
      </w:pPr>
      <w:r>
        <w:t>The Chair asks if there is any objection to continue with the agenda with the submission in the listed order. Nobody speaks up, agenda approved.</w:t>
      </w:r>
    </w:p>
    <w:p w14:paraId="751F919F" w14:textId="77777777" w:rsidR="00B97A11" w:rsidRDefault="00B97A11" w:rsidP="00B97A11"/>
    <w:p w14:paraId="572272F4" w14:textId="77777777" w:rsidR="00B97A11" w:rsidRPr="00B97A11" w:rsidRDefault="00B97A11" w:rsidP="00B97A11">
      <w:pPr>
        <w:rPr>
          <w:b/>
        </w:rPr>
      </w:pPr>
      <w:r w:rsidRPr="00B97A11">
        <w:rPr>
          <w:b/>
        </w:rPr>
        <w:t>Submissions</w:t>
      </w:r>
    </w:p>
    <w:p w14:paraId="5FA0CD96" w14:textId="41AB05A8" w:rsidR="00B97A11" w:rsidRDefault="00B97A11" w:rsidP="00B97A11">
      <w:pPr>
        <w:numPr>
          <w:ilvl w:val="0"/>
          <w:numId w:val="2"/>
        </w:numPr>
      </w:pPr>
      <w:r w:rsidRPr="00D26531">
        <w:rPr>
          <w:b/>
        </w:rPr>
        <w:t xml:space="preserve">11-19/1554r1, “Data Sharing for Multi-AP Coordination” – </w:t>
      </w:r>
      <w:proofErr w:type="spellStart"/>
      <w:r w:rsidRPr="00D26531">
        <w:rPr>
          <w:b/>
        </w:rPr>
        <w:t>Sungjin</w:t>
      </w:r>
      <w:proofErr w:type="spellEnd"/>
      <w:r w:rsidRPr="00D26531">
        <w:rPr>
          <w:b/>
        </w:rPr>
        <w:t xml:space="preserve"> Park (LG)</w:t>
      </w:r>
      <w:r>
        <w:br/>
      </w:r>
      <w:r>
        <w:br/>
      </w:r>
      <w:r w:rsidRPr="00D26531">
        <w:rPr>
          <w:b/>
        </w:rPr>
        <w:t>Summary:</w:t>
      </w:r>
      <w:r>
        <w:t xml:space="preserve"> The authors consider data sharing for joint transmission </w:t>
      </w:r>
      <w:r w:rsidR="0047418A">
        <w:t>using a</w:t>
      </w:r>
      <w:r>
        <w:t xml:space="preserve"> wireless link.</w:t>
      </w:r>
      <w:r w:rsidR="00D26531">
        <w:t xml:space="preserve"> They introduce several methods: Method1: Unicast data sharing, Method2: Broadcast data sharing, and Method3: Multicast data sharing.</w:t>
      </w:r>
      <w:r>
        <w:br/>
      </w:r>
      <w:r w:rsidR="008B5F9A">
        <w:br/>
      </w:r>
      <w:r w:rsidR="008B5F9A" w:rsidRPr="008B5F9A">
        <w:rPr>
          <w:b/>
        </w:rPr>
        <w:t>Discussion:</w:t>
      </w:r>
      <w:r>
        <w:br/>
      </w:r>
      <w:r w:rsidR="00D26531" w:rsidRPr="0047418A">
        <w:rPr>
          <w:b/>
        </w:rPr>
        <w:t>C:</w:t>
      </w:r>
      <w:r w:rsidR="00D26531">
        <w:t xml:space="preserve"> </w:t>
      </w:r>
      <w:r w:rsidR="00541BC2">
        <w:t>Slide4. Are STAs a and b associated with S-APs as well as the M-AP?</w:t>
      </w:r>
      <w:r w:rsidR="00541BC2">
        <w:br/>
      </w:r>
      <w:r w:rsidR="00541BC2" w:rsidRPr="0047418A">
        <w:rPr>
          <w:b/>
        </w:rPr>
        <w:t>A:</w:t>
      </w:r>
      <w:r w:rsidR="00541BC2">
        <w:t xml:space="preserve"> No.</w:t>
      </w:r>
      <w:r w:rsidR="00541BC2">
        <w:br/>
      </w:r>
      <w:r w:rsidR="00541BC2" w:rsidRPr="0047418A">
        <w:rPr>
          <w:b/>
        </w:rPr>
        <w:t>C:</w:t>
      </w:r>
      <w:r w:rsidR="00541BC2">
        <w:t xml:space="preserve"> In this scenario, if you need to share the data first. The STAs have already the opportunity to receive the data when it is shared to S-AP. Is there really a gain to use joint transmission in this case?</w:t>
      </w:r>
      <w:r w:rsidR="00541BC2">
        <w:br/>
      </w:r>
      <w:r w:rsidR="00541BC2" w:rsidRPr="0047418A">
        <w:rPr>
          <w:b/>
        </w:rPr>
        <w:t>A:</w:t>
      </w:r>
      <w:r w:rsidR="00541BC2">
        <w:t xml:space="preserve"> We can use more streams to the STA for the JT.</w:t>
      </w:r>
      <w:r>
        <w:br/>
      </w:r>
      <w:r w:rsidR="00541BC2" w:rsidRPr="0047418A">
        <w:rPr>
          <w:b/>
        </w:rPr>
        <w:t>C:</w:t>
      </w:r>
      <w:r w:rsidR="00541BC2">
        <w:t xml:space="preserve"> How would you deal with the case if the links from the M-AP to the S-AP has errors?</w:t>
      </w:r>
      <w:r w:rsidR="00541BC2">
        <w:br/>
      </w:r>
      <w:r w:rsidR="00541BC2" w:rsidRPr="0047418A">
        <w:rPr>
          <w:b/>
        </w:rPr>
        <w:t>A:</w:t>
      </w:r>
      <w:r w:rsidR="00541BC2">
        <w:t xml:space="preserve"> We haven’t considered errors at this point.</w:t>
      </w:r>
      <w:r w:rsidR="00541BC2">
        <w:br/>
      </w:r>
      <w:r w:rsidR="00541BC2" w:rsidRPr="0047418A">
        <w:rPr>
          <w:b/>
        </w:rPr>
        <w:t>C:</w:t>
      </w:r>
      <w:r w:rsidR="00541BC2">
        <w:t xml:space="preserve"> Do you believe the S-AP should be associated to the M-AP.</w:t>
      </w:r>
      <w:r w:rsidR="00541BC2">
        <w:br/>
      </w:r>
      <w:r w:rsidR="00541BC2" w:rsidRPr="0047418A">
        <w:rPr>
          <w:b/>
        </w:rPr>
        <w:t>A:</w:t>
      </w:r>
      <w:r w:rsidR="00541BC2">
        <w:t xml:space="preserve"> Yes.</w:t>
      </w:r>
      <w:r w:rsidR="00541BC2">
        <w:br/>
      </w:r>
      <w:r w:rsidR="00541BC2" w:rsidRPr="0047418A">
        <w:rPr>
          <w:b/>
        </w:rPr>
        <w:t>C:</w:t>
      </w:r>
      <w:r w:rsidR="00541BC2">
        <w:t xml:space="preserve"> </w:t>
      </w:r>
      <w:r w:rsidR="004B4168">
        <w:t>S</w:t>
      </w:r>
      <w:r w:rsidR="00541BC2">
        <w:t>lide 7. Why do we need an announcement frame?</w:t>
      </w:r>
      <w:r w:rsidR="00541BC2">
        <w:br/>
      </w:r>
      <w:r w:rsidR="00541BC2" w:rsidRPr="0047418A">
        <w:rPr>
          <w:b/>
        </w:rPr>
        <w:t>A:</w:t>
      </w:r>
      <w:r w:rsidR="00541BC2">
        <w:t xml:space="preserve"> The announcement frame is needed for grouping</w:t>
      </w:r>
      <w:r w:rsidR="004B4168">
        <w:t xml:space="preserve"> the S-APs</w:t>
      </w:r>
      <w:r w:rsidR="00541BC2">
        <w:t>.</w:t>
      </w:r>
      <w:r w:rsidR="008C2096">
        <w:br/>
      </w:r>
    </w:p>
    <w:p w14:paraId="36FBD041" w14:textId="0815B1D0" w:rsidR="0046557E" w:rsidRDefault="008C2096" w:rsidP="0046557E">
      <w:pPr>
        <w:numPr>
          <w:ilvl w:val="0"/>
          <w:numId w:val="2"/>
        </w:numPr>
      </w:pPr>
      <w:r w:rsidRPr="00011D9C">
        <w:rPr>
          <w:b/>
        </w:rPr>
        <w:t xml:space="preserve">11-19/1573, “Channel Info. Feedback Method 4 Multi-AP </w:t>
      </w:r>
      <w:proofErr w:type="spellStart"/>
      <w:r w:rsidRPr="00011D9C">
        <w:rPr>
          <w:b/>
        </w:rPr>
        <w:t>Coordation</w:t>
      </w:r>
      <w:proofErr w:type="spellEnd"/>
      <w:r w:rsidRPr="00011D9C">
        <w:rPr>
          <w:b/>
        </w:rPr>
        <w:t xml:space="preserve">” – </w:t>
      </w:r>
      <w:proofErr w:type="spellStart"/>
      <w:r w:rsidRPr="00011D9C">
        <w:rPr>
          <w:b/>
        </w:rPr>
        <w:t>Dandan</w:t>
      </w:r>
      <w:proofErr w:type="spellEnd"/>
      <w:r w:rsidRPr="00011D9C">
        <w:rPr>
          <w:b/>
        </w:rPr>
        <w:t xml:space="preserve"> Liang (Huawei)</w:t>
      </w:r>
      <w:r>
        <w:br/>
      </w:r>
      <w:r>
        <w:br/>
      </w:r>
      <w:r w:rsidRPr="00011D9C">
        <w:rPr>
          <w:b/>
        </w:rPr>
        <w:t>Summary:</w:t>
      </w:r>
      <w:r>
        <w:t xml:space="preserve"> The authors propose a scheme where STAs only reports BFR to APs if the channel is good enough. For the APs with poor </w:t>
      </w:r>
      <w:r w:rsidR="00011D9C">
        <w:t>channels, the STA either sends nothing or reports the CQI</w:t>
      </w:r>
      <w:r>
        <w:t>.</w:t>
      </w:r>
      <w:r w:rsidR="00011D9C">
        <w:br/>
      </w:r>
      <w:r w:rsidR="008B5F9A">
        <w:br/>
      </w:r>
      <w:r w:rsidR="008B5F9A" w:rsidRPr="008B5F9A">
        <w:rPr>
          <w:b/>
        </w:rPr>
        <w:t>Discussion:</w:t>
      </w:r>
      <w:r w:rsidR="00011D9C">
        <w:br/>
      </w:r>
      <w:r w:rsidR="00011D9C" w:rsidRPr="0029442E">
        <w:rPr>
          <w:b/>
        </w:rPr>
        <w:t>C:</w:t>
      </w:r>
      <w:r w:rsidR="00011D9C">
        <w:t xml:space="preserve"> Can we do the same thing with RSSI? So that the STA selects APs before sounding procedure.</w:t>
      </w:r>
      <w:r w:rsidR="00011D9C">
        <w:br/>
      </w:r>
      <w:r w:rsidR="00011D9C" w:rsidRPr="0029442E">
        <w:rPr>
          <w:b/>
        </w:rPr>
        <w:t>A:</w:t>
      </w:r>
      <w:r w:rsidR="00011D9C">
        <w:t xml:space="preserve"> Yes</w:t>
      </w:r>
      <w:r w:rsidR="00952E42">
        <w:t>,</w:t>
      </w:r>
      <w:r w:rsidR="00011D9C">
        <w:t xml:space="preserve"> I think that may work.</w:t>
      </w:r>
      <w:r w:rsidR="00011D9C">
        <w:br/>
      </w:r>
      <w:r w:rsidR="00011D9C" w:rsidRPr="0029442E">
        <w:rPr>
          <w:b/>
        </w:rPr>
        <w:t>C:</w:t>
      </w:r>
      <w:r w:rsidR="00011D9C">
        <w:t xml:space="preserve"> In Option 2.</w:t>
      </w:r>
      <w:r w:rsidR="0046557E">
        <w:t xml:space="preserve"> If we are going to have CQI and not BFR information, is this really useful?</w:t>
      </w:r>
      <w:r w:rsidR="0046557E">
        <w:br/>
      </w:r>
      <w:r w:rsidR="0046557E" w:rsidRPr="00C45434">
        <w:rPr>
          <w:b/>
        </w:rPr>
        <w:t>A:</w:t>
      </w:r>
      <w:r w:rsidR="0046557E">
        <w:t xml:space="preserve"> It is good to tell the </w:t>
      </w:r>
      <w:proofErr w:type="gramStart"/>
      <w:r w:rsidR="0046557E">
        <w:t>AP</w:t>
      </w:r>
      <w:proofErr w:type="gramEnd"/>
      <w:r w:rsidR="0046557E">
        <w:t xml:space="preserve"> so it knows how bad the channel is.</w:t>
      </w:r>
      <w:r w:rsidR="0046557E">
        <w:br/>
      </w:r>
      <w:r w:rsidR="0046557E" w:rsidRPr="00C45434">
        <w:rPr>
          <w:b/>
        </w:rPr>
        <w:t>C:</w:t>
      </w:r>
      <w:r w:rsidR="0046557E">
        <w:t xml:space="preserve"> What is this information supposed to be used for? Joint transmission, coordinated beamforming…?</w:t>
      </w:r>
      <w:r w:rsidR="0046557E">
        <w:br/>
      </w:r>
      <w:r w:rsidR="0046557E" w:rsidRPr="00C45434">
        <w:rPr>
          <w:b/>
        </w:rPr>
        <w:t>A:</w:t>
      </w:r>
      <w:r w:rsidR="0046557E">
        <w:t xml:space="preserve"> It could be any underlying method.</w:t>
      </w:r>
      <w:r w:rsidR="0046557E">
        <w:br/>
      </w:r>
    </w:p>
    <w:p w14:paraId="75712281" w14:textId="6B1A92CA" w:rsidR="000C5295" w:rsidRDefault="0046557E" w:rsidP="000C5295">
      <w:pPr>
        <w:numPr>
          <w:ilvl w:val="0"/>
          <w:numId w:val="2"/>
        </w:numPr>
      </w:pPr>
      <w:r w:rsidRPr="000C5295">
        <w:rPr>
          <w:b/>
        </w:rPr>
        <w:lastRenderedPageBreak/>
        <w:t xml:space="preserve">11-19/1588r0, “Multi-AP backhaul analysis” – Sigurd </w:t>
      </w:r>
      <w:proofErr w:type="spellStart"/>
      <w:r w:rsidRPr="000C5295">
        <w:rPr>
          <w:b/>
        </w:rPr>
        <w:t>Schelstraete</w:t>
      </w:r>
      <w:proofErr w:type="spellEnd"/>
      <w:r w:rsidRPr="000C5295">
        <w:rPr>
          <w:b/>
        </w:rPr>
        <w:t xml:space="preserve"> (</w:t>
      </w:r>
      <w:proofErr w:type="spellStart"/>
      <w:r w:rsidRPr="000C5295">
        <w:rPr>
          <w:b/>
        </w:rPr>
        <w:t>Quantenna</w:t>
      </w:r>
      <w:proofErr w:type="spellEnd"/>
      <w:r w:rsidRPr="000C5295">
        <w:rPr>
          <w:b/>
        </w:rPr>
        <w:t>)</w:t>
      </w:r>
      <w:r>
        <w:br/>
      </w:r>
      <w:r>
        <w:br/>
      </w:r>
      <w:r w:rsidRPr="000C5295">
        <w:rPr>
          <w:b/>
        </w:rPr>
        <w:t>Summary:</w:t>
      </w:r>
      <w:r>
        <w:t xml:space="preserve"> </w:t>
      </w:r>
      <w:r w:rsidR="000B1944">
        <w:t xml:space="preserve">The authors </w:t>
      </w:r>
      <w:r w:rsidR="008006C1">
        <w:t>provide</w:t>
      </w:r>
      <w:r w:rsidR="000B1944">
        <w:t xml:space="preserve"> some analysis </w:t>
      </w:r>
      <w:r w:rsidR="008006C1">
        <w:t xml:space="preserve">on </w:t>
      </w:r>
      <w:r w:rsidR="000B1944">
        <w:t>impact of backhaul rate</w:t>
      </w:r>
      <w:proofErr w:type="gramStart"/>
      <w:r w:rsidR="008006C1">
        <w:t xml:space="preserve">. </w:t>
      </w:r>
      <w:proofErr w:type="gramEnd"/>
      <w:r w:rsidR="008006C1">
        <w:t xml:space="preserve">They consider in-channel and </w:t>
      </w:r>
      <w:r w:rsidR="007D7EC3">
        <w:t>off-channel backhauls, where in-channel shares the resources with the primary transmission</w:t>
      </w:r>
      <w:r w:rsidR="000B1944">
        <w:t>. In-channel backhaul on effective throughput evaluations suggest that all gains from joint transmissions is lost due to the backhaul. For off-channel backhaul, the authors look at two scenarios: using the same antennas</w:t>
      </w:r>
      <w:r w:rsidR="00282AF8">
        <w:t xml:space="preserve"> </w:t>
      </w:r>
      <w:r w:rsidR="00A60736">
        <w:t xml:space="preserve">(same antennas as main transmission) </w:t>
      </w:r>
      <w:r w:rsidR="000B1944">
        <w:t xml:space="preserve">for backhaul, or separate antennas for the backhaul. For separate antennas in the backhaul, with high backhaul rate, we can see that the JT is useful. </w:t>
      </w:r>
      <w:r w:rsidR="00757D97">
        <w:t>Note that o</w:t>
      </w:r>
      <w:r w:rsidR="000B1944">
        <w:t xml:space="preserve">ff-channel </w:t>
      </w:r>
      <w:r w:rsidR="00757D97">
        <w:t xml:space="preserve">transmission </w:t>
      </w:r>
      <w:r w:rsidR="000B1944">
        <w:t>is not “free”</w:t>
      </w:r>
      <w:r w:rsidR="00757D97">
        <w:t>, spectrum resources are being used that could have been used otherwise</w:t>
      </w:r>
      <w:r w:rsidR="000B1944">
        <w:t xml:space="preserve">. </w:t>
      </w:r>
      <w:r w:rsidR="000C5295">
        <w:t xml:space="preserve">The author’s conclusion is that the only backhaul option that seems practical is off-channel wireless with dedicated </w:t>
      </w:r>
      <w:proofErr w:type="gramStart"/>
      <w:r w:rsidR="000C5295">
        <w:t>resources</w:t>
      </w:r>
      <w:r w:rsidR="00CD39E6">
        <w:t>,</w:t>
      </w:r>
      <w:r w:rsidR="000C5295">
        <w:t xml:space="preserve"> or</w:t>
      </w:r>
      <w:proofErr w:type="gramEnd"/>
      <w:r w:rsidR="000C5295">
        <w:t xml:space="preserve"> wired backhaul.</w:t>
      </w:r>
      <w:r w:rsidR="000C5295">
        <w:br/>
      </w:r>
      <w:r w:rsidR="008B5F9A">
        <w:br/>
      </w:r>
      <w:r w:rsidR="008B5F9A" w:rsidRPr="008B5F9A">
        <w:rPr>
          <w:b/>
        </w:rPr>
        <w:t>Discussion:</w:t>
      </w:r>
      <w:r w:rsidR="000C5295">
        <w:br/>
      </w:r>
      <w:r w:rsidR="000C5295" w:rsidRPr="00114874">
        <w:rPr>
          <w:b/>
        </w:rPr>
        <w:t>C:</w:t>
      </w:r>
      <w:r w:rsidR="000C5295">
        <w:t xml:space="preserve"> Are you assuming that the S-AP is receiving backhaul data and transmitting to the STA simultaneously? In the dedicated antenna case.</w:t>
      </w:r>
      <w:r w:rsidR="000C5295">
        <w:br/>
      </w:r>
      <w:r w:rsidR="000C5295" w:rsidRPr="00114874">
        <w:rPr>
          <w:b/>
        </w:rPr>
        <w:t>A:</w:t>
      </w:r>
      <w:r w:rsidR="000C5295">
        <w:t xml:space="preserve"> I assumed they could operate simultaneously.</w:t>
      </w:r>
      <w:r w:rsidR="000C5295">
        <w:br/>
      </w:r>
      <w:r w:rsidR="000C5295" w:rsidRPr="00114874">
        <w:rPr>
          <w:b/>
        </w:rPr>
        <w:t>C:</w:t>
      </w:r>
      <w:r w:rsidR="000C5295">
        <w:t xml:space="preserve"> Do you have any assumptions on the fronthaul?</w:t>
      </w:r>
      <w:r w:rsidR="00CA367E">
        <w:t xml:space="preserve"> For </w:t>
      </w:r>
      <w:proofErr w:type="gramStart"/>
      <w:r w:rsidR="00CA367E">
        <w:t>example</w:t>
      </w:r>
      <w:proofErr w:type="gramEnd"/>
      <w:r w:rsidR="00CA367E">
        <w:t xml:space="preserve"> if the STA is very poorly placed so only very low data rate could be used</w:t>
      </w:r>
      <w:r w:rsidR="00B109EF">
        <w:t>.</w:t>
      </w:r>
      <w:r w:rsidR="000C5295">
        <w:br/>
      </w:r>
      <w:r w:rsidR="000C5295" w:rsidRPr="00114874">
        <w:rPr>
          <w:b/>
        </w:rPr>
        <w:t>A:</w:t>
      </w:r>
      <w:r w:rsidR="000C5295">
        <w:t xml:space="preserve"> I didn’t change any settings in the fronthaul. So, this could be studied further.</w:t>
      </w:r>
      <w:r w:rsidR="000C5295">
        <w:br/>
      </w:r>
    </w:p>
    <w:p w14:paraId="1045A75A" w14:textId="6729F03C" w:rsidR="003B6917" w:rsidRDefault="000C5295" w:rsidP="003B6917">
      <w:pPr>
        <w:numPr>
          <w:ilvl w:val="0"/>
          <w:numId w:val="2"/>
        </w:numPr>
      </w:pPr>
      <w:r w:rsidRPr="002C578D">
        <w:rPr>
          <w:b/>
        </w:rPr>
        <w:t xml:space="preserve">11-19/1592r1, “Simulation Results for </w:t>
      </w:r>
      <w:r w:rsidR="004C5BA1">
        <w:rPr>
          <w:b/>
        </w:rPr>
        <w:t>C</w:t>
      </w:r>
      <w:r w:rsidRPr="002C578D">
        <w:rPr>
          <w:b/>
        </w:rPr>
        <w:t xml:space="preserve">oordinated OFDMA in multi-AP operation” – Jason </w:t>
      </w:r>
      <w:proofErr w:type="spellStart"/>
      <w:r w:rsidRPr="002C578D">
        <w:rPr>
          <w:b/>
        </w:rPr>
        <w:t>Yuchen</w:t>
      </w:r>
      <w:proofErr w:type="spellEnd"/>
      <w:r w:rsidRPr="002C578D">
        <w:rPr>
          <w:b/>
        </w:rPr>
        <w:t xml:space="preserve"> Guo (</w:t>
      </w:r>
      <w:r w:rsidR="00D164F1" w:rsidRPr="002C578D">
        <w:rPr>
          <w:b/>
        </w:rPr>
        <w:t>Huawei)</w:t>
      </w:r>
      <w:r w:rsidR="00D164F1">
        <w:br/>
      </w:r>
      <w:r w:rsidR="00D164F1">
        <w:br/>
      </w:r>
      <w:r w:rsidR="00D164F1" w:rsidRPr="00B109EF">
        <w:rPr>
          <w:b/>
        </w:rPr>
        <w:t>Summary:</w:t>
      </w:r>
      <w:r w:rsidR="00D164F1">
        <w:t xml:space="preserve"> The authors have performed coordinated OFDMA simulations on system level.</w:t>
      </w:r>
      <w:r w:rsidR="003B6917">
        <w:t xml:space="preserve"> </w:t>
      </w:r>
      <w:r w:rsidR="009C660C">
        <w:t xml:space="preserve">The coordinated OFDMA chooses resources in a random manner, which may not be optimal. </w:t>
      </w:r>
      <w:r w:rsidR="003B6917">
        <w:t>Although they don’t see much gain with coordinated OFDMA they encourage other people to perform simulations.</w:t>
      </w:r>
      <w:r w:rsidR="003B6917">
        <w:br/>
      </w:r>
      <w:r w:rsidR="00F821D8">
        <w:br/>
      </w:r>
      <w:r w:rsidR="00F821D8" w:rsidRPr="008B5F9A">
        <w:rPr>
          <w:b/>
        </w:rPr>
        <w:t>Discussion:</w:t>
      </w:r>
      <w:r w:rsidR="003B6917">
        <w:br/>
      </w:r>
      <w:r w:rsidR="003B6917" w:rsidRPr="006E2A69">
        <w:rPr>
          <w:b/>
        </w:rPr>
        <w:t>C:</w:t>
      </w:r>
      <w:r w:rsidR="003B6917">
        <w:t xml:space="preserve"> Slide3. What’s the assumption on the path loss model between the APs and STAs?</w:t>
      </w:r>
      <w:r w:rsidR="003B6917">
        <w:br/>
      </w:r>
      <w:r w:rsidR="003B6917" w:rsidRPr="006E2A69">
        <w:rPr>
          <w:b/>
        </w:rPr>
        <w:t>A:</w:t>
      </w:r>
      <w:r w:rsidR="003B6917">
        <w:t xml:space="preserve"> I used the model in simulation document in 802.11ax.</w:t>
      </w:r>
      <w:r w:rsidR="003B6917">
        <w:br/>
      </w:r>
      <w:r w:rsidR="003B6917" w:rsidRPr="006E2A69">
        <w:rPr>
          <w:b/>
        </w:rPr>
        <w:t xml:space="preserve">C: </w:t>
      </w:r>
      <w:r w:rsidR="003B6917">
        <w:t xml:space="preserve">Why did you choose this scenario with </w:t>
      </w:r>
      <w:proofErr w:type="spellStart"/>
      <w:r w:rsidR="003B6917">
        <w:t>bursty</w:t>
      </w:r>
      <w:proofErr w:type="spellEnd"/>
      <w:r w:rsidR="003B6917">
        <w:t xml:space="preserve"> intervals?</w:t>
      </w:r>
      <w:r w:rsidR="003B6917">
        <w:br/>
      </w:r>
      <w:r w:rsidR="003B6917" w:rsidRPr="006E2A69">
        <w:rPr>
          <w:b/>
        </w:rPr>
        <w:t>A:</w:t>
      </w:r>
      <w:r w:rsidR="003B6917">
        <w:t xml:space="preserve"> I believe this is how data appears in practice.</w:t>
      </w:r>
      <w:r w:rsidR="003B6917">
        <w:br/>
      </w:r>
      <w:r w:rsidR="003B6917" w:rsidRPr="006E2A69">
        <w:rPr>
          <w:b/>
        </w:rPr>
        <w:t>C:</w:t>
      </w:r>
      <w:r w:rsidR="003B6917">
        <w:t xml:space="preserve"> How do you consider collision between APs?</w:t>
      </w:r>
      <w:r w:rsidR="003B6917">
        <w:br/>
      </w:r>
      <w:r w:rsidR="003B6917" w:rsidRPr="006E2A69">
        <w:rPr>
          <w:b/>
        </w:rPr>
        <w:t>A:</w:t>
      </w:r>
      <w:r w:rsidR="003B6917">
        <w:t xml:space="preserve"> There </w:t>
      </w:r>
      <w:r w:rsidR="00C66DF8">
        <w:t>are</w:t>
      </w:r>
      <w:r w:rsidR="003B6917">
        <w:t xml:space="preserve"> some collisions between the two APs.</w:t>
      </w:r>
      <w:r w:rsidR="00157DFD">
        <w:t xml:space="preserve"> Since they are competing on the same channel</w:t>
      </w:r>
      <w:r w:rsidR="006E2A69">
        <w:t>,</w:t>
      </w:r>
      <w:r w:rsidR="00157DFD">
        <w:t xml:space="preserve"> they </w:t>
      </w:r>
      <w:r w:rsidR="006E2A69">
        <w:t xml:space="preserve">sometimes </w:t>
      </w:r>
      <w:r w:rsidR="00157DFD">
        <w:t>collide.</w:t>
      </w:r>
      <w:r w:rsidR="00157DFD">
        <w:br/>
      </w:r>
      <w:r w:rsidR="00157DFD" w:rsidRPr="006E2A69">
        <w:rPr>
          <w:b/>
        </w:rPr>
        <w:t xml:space="preserve">C: </w:t>
      </w:r>
      <w:r w:rsidR="00157DFD">
        <w:t xml:space="preserve">With probability p = 0, both </w:t>
      </w:r>
      <w:r w:rsidR="00C66DF8">
        <w:t xml:space="preserve">BSSs </w:t>
      </w:r>
      <w:r w:rsidR="00157DFD">
        <w:t xml:space="preserve">can use the full 160 MHz? </w:t>
      </w:r>
      <w:r w:rsidR="007C6CD3">
        <w:t>This does not really make sense to me. It would make more sense to allocate based on traffic. I think we should dynamically allocate the BW in cooperative OFDMA.</w:t>
      </w:r>
      <w:r w:rsidR="007C6CD3">
        <w:br/>
      </w:r>
      <w:r w:rsidR="007C6CD3" w:rsidRPr="006E2A69">
        <w:rPr>
          <w:b/>
        </w:rPr>
        <w:t>A:</w:t>
      </w:r>
      <w:r w:rsidR="007C6CD3">
        <w:t xml:space="preserve"> Good comment.</w:t>
      </w:r>
      <w:r w:rsidR="007C6CD3">
        <w:br/>
      </w:r>
    </w:p>
    <w:p w14:paraId="5B31DE2B" w14:textId="3BB0699D" w:rsidR="00AE607F" w:rsidRDefault="007C6CD3" w:rsidP="00AE607F">
      <w:pPr>
        <w:numPr>
          <w:ilvl w:val="0"/>
          <w:numId w:val="2"/>
        </w:numPr>
      </w:pPr>
      <w:r w:rsidRPr="002C578D">
        <w:rPr>
          <w:b/>
        </w:rPr>
        <w:t>11-19/1593</w:t>
      </w:r>
      <w:r w:rsidR="002C578D" w:rsidRPr="002C578D">
        <w:rPr>
          <w:b/>
        </w:rPr>
        <w:t xml:space="preserve">r0, “Joint Sounding for Multi-AP Systems” – </w:t>
      </w:r>
      <w:proofErr w:type="spellStart"/>
      <w:r w:rsidR="002C578D" w:rsidRPr="002C578D">
        <w:rPr>
          <w:b/>
        </w:rPr>
        <w:t>Jianhan</w:t>
      </w:r>
      <w:proofErr w:type="spellEnd"/>
      <w:r w:rsidR="002C578D" w:rsidRPr="002C578D">
        <w:rPr>
          <w:b/>
        </w:rPr>
        <w:t xml:space="preserve"> Liu (MediaTek)</w:t>
      </w:r>
      <w:r w:rsidR="002C578D" w:rsidRPr="002C578D">
        <w:rPr>
          <w:b/>
        </w:rPr>
        <w:br/>
      </w:r>
      <w:r w:rsidR="002C578D">
        <w:br/>
      </w:r>
      <w:r w:rsidR="002C578D" w:rsidRPr="00BC178B">
        <w:rPr>
          <w:b/>
        </w:rPr>
        <w:t>Summary:</w:t>
      </w:r>
      <w:r w:rsidR="002C578D">
        <w:t xml:space="preserve"> The authors investigate different channel sounding techniques for multi-AP. They claim that a sequential sounding </w:t>
      </w:r>
      <w:proofErr w:type="spellStart"/>
      <w:r w:rsidR="002C578D">
        <w:t>can not</w:t>
      </w:r>
      <w:proofErr w:type="spellEnd"/>
      <w:r w:rsidR="002C578D">
        <w:t xml:space="preserve"> enable joint transmissions, so a joint feedback is required. They provide two options. Option 2a: global antenna indexing</w:t>
      </w:r>
      <w:r w:rsidR="004325BE">
        <w:t>, so you potentially need a very large “P-matrix”. Option 2b: interleaving subcarriers from different APs to reduce size of P-matrix. The interleaved scheme seems to provide similar performance as the baseline (large P-matrix).</w:t>
      </w:r>
      <w:r w:rsidR="004325BE">
        <w:br/>
      </w:r>
      <w:r w:rsidR="00F821D8">
        <w:br/>
      </w:r>
      <w:r w:rsidR="00F821D8" w:rsidRPr="008B5F9A">
        <w:rPr>
          <w:b/>
        </w:rPr>
        <w:t>Discussion:</w:t>
      </w:r>
      <w:r w:rsidR="004325BE">
        <w:br/>
      </w:r>
      <w:r w:rsidR="004325BE" w:rsidRPr="00792F28">
        <w:rPr>
          <w:b/>
        </w:rPr>
        <w:t>C:</w:t>
      </w:r>
      <w:r w:rsidR="004325BE">
        <w:t xml:space="preserve"> Slide3. Sequential channel sounding is not appropriate for several reasons, but you claim on this slide that you cannot use sequential channel sounding.</w:t>
      </w:r>
      <w:r w:rsidR="004325BE">
        <w:br/>
      </w:r>
      <w:r w:rsidR="004325BE" w:rsidRPr="00792F28">
        <w:rPr>
          <w:b/>
        </w:rPr>
        <w:lastRenderedPageBreak/>
        <w:t>A:</w:t>
      </w:r>
      <w:r w:rsidR="004325BE">
        <w:t xml:space="preserve"> In sequential channel sounding, the STA will feedback the V</w:t>
      </w:r>
      <w:r w:rsidR="0019195D">
        <w:t>1</w:t>
      </w:r>
      <w:r w:rsidR="004325BE">
        <w:t xml:space="preserve"> matrix between the AP1 and STA1, then you will get the V2 from AP2 and STA1. When you want to do the </w:t>
      </w:r>
      <w:proofErr w:type="gramStart"/>
      <w:r w:rsidR="004325BE">
        <w:t>encoding</w:t>
      </w:r>
      <w:proofErr w:type="gramEnd"/>
      <w:r w:rsidR="004325BE">
        <w:t xml:space="preserve"> you put V1 and V2 together. It has to do with the compressing. What you need to do is to stack the H matrices together and then calculate one big V-matrix.</w:t>
      </w:r>
      <w:r w:rsidR="00AE607F">
        <w:br/>
      </w:r>
      <w:r w:rsidR="00AE607F" w:rsidRPr="00792F28">
        <w:rPr>
          <w:b/>
        </w:rPr>
        <w:t>C:</w:t>
      </w:r>
      <w:r w:rsidR="00AE607F">
        <w:t xml:space="preserve"> You mention that the large P matrix increases CFO estimation and correction.</w:t>
      </w:r>
      <w:r w:rsidR="00AE607F">
        <w:br/>
      </w:r>
      <w:r w:rsidR="00AE607F" w:rsidRPr="00792F28">
        <w:rPr>
          <w:b/>
        </w:rPr>
        <w:t>A:</w:t>
      </w:r>
      <w:r w:rsidR="00AE607F">
        <w:t xml:space="preserve"> I will go through the maths next time.</w:t>
      </w:r>
      <w:r w:rsidR="00AE607F">
        <w:br/>
      </w:r>
      <w:r w:rsidR="00AE607F" w:rsidRPr="00792F28">
        <w:rPr>
          <w:b/>
        </w:rPr>
        <w:t>C:</w:t>
      </w:r>
      <w:r w:rsidR="00AE607F">
        <w:t xml:space="preserve"> Which sequence did you use for LTF interleaving?</w:t>
      </w:r>
      <w:r w:rsidR="00AE607F">
        <w:br/>
      </w:r>
      <w:r w:rsidR="00AE607F" w:rsidRPr="00792F28">
        <w:rPr>
          <w:b/>
        </w:rPr>
        <w:t>A:</w:t>
      </w:r>
      <w:r w:rsidR="00AE607F">
        <w:t xml:space="preserve"> We took the .11ax 2x LTF.</w:t>
      </w:r>
    </w:p>
    <w:p w14:paraId="2324F37C" w14:textId="1EDB000D" w:rsidR="00AE607F" w:rsidRPr="00A55DD5" w:rsidRDefault="00A55DD5" w:rsidP="00AE607F">
      <w:pPr>
        <w:rPr>
          <w:b/>
        </w:rPr>
      </w:pPr>
      <w:r>
        <w:br/>
      </w:r>
      <w:r w:rsidRPr="00A55DD5">
        <w:rPr>
          <w:b/>
        </w:rPr>
        <w:t>Concluding remarks</w:t>
      </w:r>
    </w:p>
    <w:p w14:paraId="5B9DAA0C" w14:textId="696E62A0" w:rsidR="00AE607F" w:rsidRPr="00A55DD5" w:rsidRDefault="00AE607F" w:rsidP="00A55DD5">
      <w:pPr>
        <w:numPr>
          <w:ilvl w:val="0"/>
          <w:numId w:val="5"/>
        </w:numPr>
        <w:rPr>
          <w:b/>
        </w:rPr>
      </w:pPr>
      <w:proofErr w:type="spellStart"/>
      <w:r w:rsidRPr="00AE607F">
        <w:rPr>
          <w:b/>
        </w:rPr>
        <w:t>AoB</w:t>
      </w:r>
      <w:proofErr w:type="spellEnd"/>
      <w:r w:rsidRPr="00AE607F">
        <w:rPr>
          <w:b/>
        </w:rPr>
        <w:t>.</w:t>
      </w:r>
      <w:r>
        <w:rPr>
          <w:b/>
        </w:rPr>
        <w:t xml:space="preserve"> </w:t>
      </w:r>
      <w:r w:rsidR="00B9371A" w:rsidRPr="00B9371A">
        <w:t>Nobody speaks up.</w:t>
      </w:r>
    </w:p>
    <w:p w14:paraId="1155B463" w14:textId="77777777" w:rsidR="00A55DD5" w:rsidRDefault="00A55DD5" w:rsidP="00AE607F">
      <w:pPr>
        <w:rPr>
          <w:b/>
          <w:u w:val="single"/>
        </w:rPr>
      </w:pPr>
    </w:p>
    <w:p w14:paraId="47D89861" w14:textId="1B61C881" w:rsidR="00AE607F" w:rsidRPr="00B9371A" w:rsidRDefault="00AE607F" w:rsidP="00AE607F">
      <w:pPr>
        <w:rPr>
          <w:b/>
          <w:u w:val="single"/>
        </w:rPr>
      </w:pPr>
      <w:r w:rsidRPr="00B9371A">
        <w:rPr>
          <w:b/>
          <w:u w:val="single"/>
        </w:rPr>
        <w:t>Adjourned.</w:t>
      </w:r>
    </w:p>
    <w:p w14:paraId="5B5AA0FF" w14:textId="77777777" w:rsidR="00CA09B2" w:rsidRDefault="00CA09B2"/>
    <w:p w14:paraId="141CC0F1" w14:textId="770F2D0D" w:rsidR="00CA09B2" w:rsidRDefault="00CA09B2"/>
    <w:sectPr w:rsidR="00CA09B2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D87C6" w14:textId="77777777" w:rsidR="00757C14" w:rsidRDefault="00757C14">
      <w:r>
        <w:separator/>
      </w:r>
    </w:p>
  </w:endnote>
  <w:endnote w:type="continuationSeparator" w:id="0">
    <w:p w14:paraId="2A8E9797" w14:textId="77777777" w:rsidR="00757C14" w:rsidRDefault="0075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5E7BD" w14:textId="408B618D" w:rsidR="00590FA8" w:rsidRDefault="009B1CAF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474A38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590FA8">
      <w:t>Dennis Sundman, Ericsson</w:t>
    </w:r>
  </w:p>
  <w:p w14:paraId="361085FA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08E54" w14:textId="77777777" w:rsidR="00757C14" w:rsidRDefault="00757C14">
      <w:r>
        <w:separator/>
      </w:r>
    </w:p>
  </w:footnote>
  <w:footnote w:type="continuationSeparator" w:id="0">
    <w:p w14:paraId="5191036F" w14:textId="77777777" w:rsidR="00757C14" w:rsidRDefault="0075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46C2E" w14:textId="50770653" w:rsidR="0029020B" w:rsidRDefault="00590FA8">
    <w:pPr>
      <w:pStyle w:val="Header"/>
      <w:tabs>
        <w:tab w:val="clear" w:pos="6480"/>
        <w:tab w:val="center" w:pos="4680"/>
        <w:tab w:val="right" w:pos="9360"/>
      </w:tabs>
    </w:pPr>
    <w:r>
      <w:t>October 2019</w:t>
    </w:r>
    <w:r w:rsidR="0029020B">
      <w:tab/>
    </w:r>
    <w:r w:rsidR="0029020B">
      <w:tab/>
    </w:r>
    <w:r w:rsidR="009B1CAF">
      <w:fldChar w:fldCharType="begin"/>
    </w:r>
    <w:r w:rsidR="009B1CAF">
      <w:instrText xml:space="preserve"> TITLE  \* MERGEFORMAT </w:instrText>
    </w:r>
    <w:r w:rsidR="009B1CAF">
      <w:fldChar w:fldCharType="separate"/>
    </w:r>
    <w:r w:rsidR="00474A38">
      <w:t>doc.: IEEE 802.11-</w:t>
    </w:r>
    <w:r w:rsidR="006145A5">
      <w:t>19</w:t>
    </w:r>
    <w:r w:rsidR="00474A38">
      <w:t>/</w:t>
    </w:r>
    <w:r w:rsidR="006145A5" w:rsidRPr="006145A5">
      <w:t>1764</w:t>
    </w:r>
    <w:r w:rsidR="00474A38">
      <w:t>r0</w:t>
    </w:r>
    <w:r w:rsidR="009B1CAF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90D07"/>
    <w:multiLevelType w:val="hybridMultilevel"/>
    <w:tmpl w:val="FB04661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B3BDB"/>
    <w:multiLevelType w:val="hybridMultilevel"/>
    <w:tmpl w:val="CDD4E6B8"/>
    <w:lvl w:ilvl="0" w:tplc="3CEA3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12B18"/>
    <w:multiLevelType w:val="hybridMultilevel"/>
    <w:tmpl w:val="5A643B92"/>
    <w:lvl w:ilvl="0" w:tplc="D3DC17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6C144A"/>
    <w:multiLevelType w:val="hybridMultilevel"/>
    <w:tmpl w:val="2344364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D17A1"/>
    <w:multiLevelType w:val="hybridMultilevel"/>
    <w:tmpl w:val="AA6216D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4A38"/>
    <w:rsid w:val="00011D9C"/>
    <w:rsid w:val="00093DDB"/>
    <w:rsid w:val="000B1944"/>
    <w:rsid w:val="000C5295"/>
    <w:rsid w:val="00114874"/>
    <w:rsid w:val="00157DFD"/>
    <w:rsid w:val="0019195D"/>
    <w:rsid w:val="001D723B"/>
    <w:rsid w:val="00282AF8"/>
    <w:rsid w:val="0029020B"/>
    <w:rsid w:val="0029442E"/>
    <w:rsid w:val="002C578D"/>
    <w:rsid w:val="002D44BE"/>
    <w:rsid w:val="003B6917"/>
    <w:rsid w:val="004325BE"/>
    <w:rsid w:val="00442037"/>
    <w:rsid w:val="0046557E"/>
    <w:rsid w:val="0047418A"/>
    <w:rsid w:val="00474A38"/>
    <w:rsid w:val="004A38C4"/>
    <w:rsid w:val="004B064B"/>
    <w:rsid w:val="004B4168"/>
    <w:rsid w:val="004C5BA1"/>
    <w:rsid w:val="005203EE"/>
    <w:rsid w:val="00541BC2"/>
    <w:rsid w:val="00590FA8"/>
    <w:rsid w:val="006145A5"/>
    <w:rsid w:val="0062440B"/>
    <w:rsid w:val="00624DA8"/>
    <w:rsid w:val="006C0727"/>
    <w:rsid w:val="006E145F"/>
    <w:rsid w:val="006E2A69"/>
    <w:rsid w:val="00757C14"/>
    <w:rsid w:val="00757D97"/>
    <w:rsid w:val="007655EB"/>
    <w:rsid w:val="00770572"/>
    <w:rsid w:val="00792F28"/>
    <w:rsid w:val="007C6CD3"/>
    <w:rsid w:val="007D7EC3"/>
    <w:rsid w:val="008006C1"/>
    <w:rsid w:val="008B5F9A"/>
    <w:rsid w:val="008C2096"/>
    <w:rsid w:val="009204AD"/>
    <w:rsid w:val="00952E42"/>
    <w:rsid w:val="009B1CAF"/>
    <w:rsid w:val="009C660C"/>
    <w:rsid w:val="009D1B30"/>
    <w:rsid w:val="009F2FBC"/>
    <w:rsid w:val="00A25B5A"/>
    <w:rsid w:val="00A539A2"/>
    <w:rsid w:val="00A55DD5"/>
    <w:rsid w:val="00A60736"/>
    <w:rsid w:val="00AA427C"/>
    <w:rsid w:val="00AE607F"/>
    <w:rsid w:val="00B109EF"/>
    <w:rsid w:val="00B9371A"/>
    <w:rsid w:val="00B97A11"/>
    <w:rsid w:val="00BC178B"/>
    <w:rsid w:val="00BE68C2"/>
    <w:rsid w:val="00C45434"/>
    <w:rsid w:val="00C66DF8"/>
    <w:rsid w:val="00CA09B2"/>
    <w:rsid w:val="00CA367E"/>
    <w:rsid w:val="00CD39E6"/>
    <w:rsid w:val="00D164F1"/>
    <w:rsid w:val="00D26531"/>
    <w:rsid w:val="00D516E3"/>
    <w:rsid w:val="00DC5A7B"/>
    <w:rsid w:val="00EF524E"/>
    <w:rsid w:val="00F415CA"/>
    <w:rsid w:val="00F821D8"/>
    <w:rsid w:val="00F9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33FB1A"/>
  <w15:chartTrackingRefBased/>
  <w15:docId w15:val="{DEBE71D9-0FF7-4585-9194-67B71DC62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unden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955</TotalTime>
  <Pages>5</Pages>
  <Words>1186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802.11-19/1764r0</dc:title>
  <dc:subject>Submission</dc:subject>
  <dc:creator>Dennis Sundman</dc:creator>
  <cp:keywords>October 2019</cp:keywords>
  <dc:description>Dennis Sundman, Ericsson</dc:description>
  <cp:lastModifiedBy>Dennis Sundman</cp:lastModifiedBy>
  <cp:revision>41</cp:revision>
  <cp:lastPrinted>1899-12-31T23:00:00Z</cp:lastPrinted>
  <dcterms:created xsi:type="dcterms:W3CDTF">2019-10-10T13:53:00Z</dcterms:created>
  <dcterms:modified xsi:type="dcterms:W3CDTF">2019-10-14T07:55:00Z</dcterms:modified>
</cp:coreProperties>
</file>