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A607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814CAE1" w14:textId="77777777">
        <w:trPr>
          <w:trHeight w:val="485"/>
          <w:jc w:val="center"/>
        </w:trPr>
        <w:tc>
          <w:tcPr>
            <w:tcW w:w="9576" w:type="dxa"/>
            <w:gridSpan w:val="5"/>
            <w:vAlign w:val="center"/>
          </w:tcPr>
          <w:p w14:paraId="5794873B" w14:textId="77777777" w:rsidR="00CA09B2" w:rsidRDefault="007304AD">
            <w:pPr>
              <w:pStyle w:val="T2"/>
            </w:pPr>
            <w:r>
              <w:t>TGmd 2019 July, August, September teleconference Minutes</w:t>
            </w:r>
          </w:p>
        </w:tc>
      </w:tr>
      <w:tr w:rsidR="00CA09B2" w14:paraId="42F8B697" w14:textId="77777777">
        <w:trPr>
          <w:trHeight w:val="359"/>
          <w:jc w:val="center"/>
        </w:trPr>
        <w:tc>
          <w:tcPr>
            <w:tcW w:w="9576" w:type="dxa"/>
            <w:gridSpan w:val="5"/>
            <w:vAlign w:val="center"/>
          </w:tcPr>
          <w:p w14:paraId="50B821E2" w14:textId="77777777" w:rsidR="00CA09B2" w:rsidRDefault="00CA09B2">
            <w:pPr>
              <w:pStyle w:val="T2"/>
              <w:ind w:left="0"/>
              <w:rPr>
                <w:sz w:val="20"/>
              </w:rPr>
            </w:pPr>
            <w:r>
              <w:rPr>
                <w:sz w:val="20"/>
              </w:rPr>
              <w:t>Date:</w:t>
            </w:r>
            <w:r>
              <w:rPr>
                <w:b w:val="0"/>
                <w:sz w:val="20"/>
              </w:rPr>
              <w:t xml:space="preserve">  </w:t>
            </w:r>
            <w:r w:rsidR="007304AD">
              <w:rPr>
                <w:b w:val="0"/>
                <w:sz w:val="20"/>
              </w:rPr>
              <w:t>2019-07-30</w:t>
            </w:r>
          </w:p>
        </w:tc>
      </w:tr>
      <w:tr w:rsidR="00CA09B2" w14:paraId="378CA4B1" w14:textId="77777777">
        <w:trPr>
          <w:cantSplit/>
          <w:jc w:val="center"/>
        </w:trPr>
        <w:tc>
          <w:tcPr>
            <w:tcW w:w="9576" w:type="dxa"/>
            <w:gridSpan w:val="5"/>
            <w:vAlign w:val="center"/>
          </w:tcPr>
          <w:p w14:paraId="5A819060" w14:textId="77777777" w:rsidR="00CA09B2" w:rsidRDefault="00CA09B2">
            <w:pPr>
              <w:pStyle w:val="T2"/>
              <w:spacing w:after="0"/>
              <w:ind w:left="0" w:right="0"/>
              <w:jc w:val="left"/>
              <w:rPr>
                <w:sz w:val="20"/>
              </w:rPr>
            </w:pPr>
            <w:r>
              <w:rPr>
                <w:sz w:val="20"/>
              </w:rPr>
              <w:t>Author(s):</w:t>
            </w:r>
          </w:p>
        </w:tc>
      </w:tr>
      <w:tr w:rsidR="00CA09B2" w14:paraId="13E4A78C" w14:textId="77777777">
        <w:trPr>
          <w:jc w:val="center"/>
        </w:trPr>
        <w:tc>
          <w:tcPr>
            <w:tcW w:w="1336" w:type="dxa"/>
            <w:vAlign w:val="center"/>
          </w:tcPr>
          <w:p w14:paraId="2996F0C5" w14:textId="77777777" w:rsidR="00CA09B2" w:rsidRDefault="00CA09B2">
            <w:pPr>
              <w:pStyle w:val="T2"/>
              <w:spacing w:after="0"/>
              <w:ind w:left="0" w:right="0"/>
              <w:jc w:val="left"/>
              <w:rPr>
                <w:sz w:val="20"/>
              </w:rPr>
            </w:pPr>
            <w:r>
              <w:rPr>
                <w:sz w:val="20"/>
              </w:rPr>
              <w:t>Name</w:t>
            </w:r>
          </w:p>
        </w:tc>
        <w:tc>
          <w:tcPr>
            <w:tcW w:w="2064" w:type="dxa"/>
            <w:vAlign w:val="center"/>
          </w:tcPr>
          <w:p w14:paraId="1E9F8092" w14:textId="77777777" w:rsidR="00CA09B2" w:rsidRDefault="0062440B">
            <w:pPr>
              <w:pStyle w:val="T2"/>
              <w:spacing w:after="0"/>
              <w:ind w:left="0" w:right="0"/>
              <w:jc w:val="left"/>
              <w:rPr>
                <w:sz w:val="20"/>
              </w:rPr>
            </w:pPr>
            <w:r>
              <w:rPr>
                <w:sz w:val="20"/>
              </w:rPr>
              <w:t>Affiliation</w:t>
            </w:r>
          </w:p>
        </w:tc>
        <w:tc>
          <w:tcPr>
            <w:tcW w:w="2814" w:type="dxa"/>
            <w:vAlign w:val="center"/>
          </w:tcPr>
          <w:p w14:paraId="6814340F" w14:textId="77777777" w:rsidR="00CA09B2" w:rsidRDefault="00CA09B2">
            <w:pPr>
              <w:pStyle w:val="T2"/>
              <w:spacing w:after="0"/>
              <w:ind w:left="0" w:right="0"/>
              <w:jc w:val="left"/>
              <w:rPr>
                <w:sz w:val="20"/>
              </w:rPr>
            </w:pPr>
            <w:r>
              <w:rPr>
                <w:sz w:val="20"/>
              </w:rPr>
              <w:t>Address</w:t>
            </w:r>
          </w:p>
        </w:tc>
        <w:tc>
          <w:tcPr>
            <w:tcW w:w="1715" w:type="dxa"/>
            <w:vAlign w:val="center"/>
          </w:tcPr>
          <w:p w14:paraId="6A1E072D" w14:textId="77777777" w:rsidR="00CA09B2" w:rsidRDefault="00CA09B2">
            <w:pPr>
              <w:pStyle w:val="T2"/>
              <w:spacing w:after="0"/>
              <w:ind w:left="0" w:right="0"/>
              <w:jc w:val="left"/>
              <w:rPr>
                <w:sz w:val="20"/>
              </w:rPr>
            </w:pPr>
            <w:r>
              <w:rPr>
                <w:sz w:val="20"/>
              </w:rPr>
              <w:t>Phone</w:t>
            </w:r>
          </w:p>
        </w:tc>
        <w:tc>
          <w:tcPr>
            <w:tcW w:w="1647" w:type="dxa"/>
            <w:vAlign w:val="center"/>
          </w:tcPr>
          <w:p w14:paraId="1D06407C" w14:textId="77777777" w:rsidR="00CA09B2" w:rsidRDefault="00CA09B2">
            <w:pPr>
              <w:pStyle w:val="T2"/>
              <w:spacing w:after="0"/>
              <w:ind w:left="0" w:right="0"/>
              <w:jc w:val="left"/>
              <w:rPr>
                <w:sz w:val="20"/>
              </w:rPr>
            </w:pPr>
            <w:r>
              <w:rPr>
                <w:sz w:val="20"/>
              </w:rPr>
              <w:t>email</w:t>
            </w:r>
          </w:p>
        </w:tc>
      </w:tr>
      <w:tr w:rsidR="00CA09B2" w14:paraId="24C8C0B7" w14:textId="77777777">
        <w:trPr>
          <w:jc w:val="center"/>
        </w:trPr>
        <w:tc>
          <w:tcPr>
            <w:tcW w:w="1336" w:type="dxa"/>
            <w:vAlign w:val="center"/>
          </w:tcPr>
          <w:p w14:paraId="45FC58D0" w14:textId="77777777" w:rsidR="00CA09B2" w:rsidRDefault="007304AD">
            <w:pPr>
              <w:pStyle w:val="T2"/>
              <w:spacing w:after="0"/>
              <w:ind w:left="0" w:right="0"/>
              <w:rPr>
                <w:b w:val="0"/>
                <w:sz w:val="20"/>
              </w:rPr>
            </w:pPr>
            <w:r>
              <w:rPr>
                <w:b w:val="0"/>
                <w:sz w:val="20"/>
              </w:rPr>
              <w:t>Jon Rosdahl</w:t>
            </w:r>
          </w:p>
        </w:tc>
        <w:tc>
          <w:tcPr>
            <w:tcW w:w="2064" w:type="dxa"/>
            <w:vAlign w:val="center"/>
          </w:tcPr>
          <w:p w14:paraId="7CE7EAD1" w14:textId="77777777" w:rsidR="00CA09B2" w:rsidRDefault="007304AD">
            <w:pPr>
              <w:pStyle w:val="T2"/>
              <w:spacing w:after="0"/>
              <w:ind w:left="0" w:right="0"/>
              <w:rPr>
                <w:b w:val="0"/>
                <w:sz w:val="20"/>
              </w:rPr>
            </w:pPr>
            <w:r>
              <w:rPr>
                <w:b w:val="0"/>
                <w:sz w:val="20"/>
              </w:rPr>
              <w:t>Qualcomm Technologies, Inc.</w:t>
            </w:r>
          </w:p>
        </w:tc>
        <w:tc>
          <w:tcPr>
            <w:tcW w:w="2814" w:type="dxa"/>
            <w:vAlign w:val="center"/>
          </w:tcPr>
          <w:p w14:paraId="68284A29" w14:textId="77777777" w:rsidR="00CA09B2" w:rsidRDefault="007304AD">
            <w:pPr>
              <w:pStyle w:val="T2"/>
              <w:spacing w:after="0"/>
              <w:ind w:left="0" w:right="0"/>
              <w:rPr>
                <w:b w:val="0"/>
                <w:sz w:val="20"/>
              </w:rPr>
            </w:pPr>
            <w:r>
              <w:rPr>
                <w:b w:val="0"/>
                <w:sz w:val="20"/>
              </w:rPr>
              <w:t>10871 N 5750 W</w:t>
            </w:r>
          </w:p>
          <w:p w14:paraId="6CB1F902" w14:textId="77777777" w:rsidR="007304AD" w:rsidRDefault="007304AD">
            <w:pPr>
              <w:pStyle w:val="T2"/>
              <w:spacing w:after="0"/>
              <w:ind w:left="0" w:right="0"/>
              <w:rPr>
                <w:b w:val="0"/>
                <w:sz w:val="20"/>
              </w:rPr>
            </w:pPr>
            <w:r>
              <w:rPr>
                <w:b w:val="0"/>
                <w:sz w:val="20"/>
              </w:rPr>
              <w:t>Highland, UT 84003</w:t>
            </w:r>
          </w:p>
        </w:tc>
        <w:tc>
          <w:tcPr>
            <w:tcW w:w="1715" w:type="dxa"/>
            <w:vAlign w:val="center"/>
          </w:tcPr>
          <w:p w14:paraId="02AAB412" w14:textId="77777777" w:rsidR="00CA09B2" w:rsidRDefault="007304AD">
            <w:pPr>
              <w:pStyle w:val="T2"/>
              <w:spacing w:after="0"/>
              <w:ind w:left="0" w:right="0"/>
              <w:rPr>
                <w:b w:val="0"/>
                <w:sz w:val="20"/>
              </w:rPr>
            </w:pPr>
            <w:r>
              <w:rPr>
                <w:b w:val="0"/>
                <w:sz w:val="20"/>
              </w:rPr>
              <w:t>+1-80-1492-4023</w:t>
            </w:r>
          </w:p>
        </w:tc>
        <w:tc>
          <w:tcPr>
            <w:tcW w:w="1647" w:type="dxa"/>
            <w:vAlign w:val="center"/>
          </w:tcPr>
          <w:p w14:paraId="69CAD135" w14:textId="77777777" w:rsidR="00CA09B2" w:rsidRDefault="007304AD">
            <w:pPr>
              <w:pStyle w:val="T2"/>
              <w:spacing w:after="0"/>
              <w:ind w:left="0" w:right="0"/>
              <w:rPr>
                <w:b w:val="0"/>
                <w:sz w:val="16"/>
              </w:rPr>
            </w:pPr>
            <w:r>
              <w:rPr>
                <w:b w:val="0"/>
                <w:sz w:val="16"/>
              </w:rPr>
              <w:t>jrosdahl@ieee.org</w:t>
            </w:r>
          </w:p>
        </w:tc>
      </w:tr>
      <w:tr w:rsidR="00CA09B2" w14:paraId="3A6FF080" w14:textId="77777777">
        <w:trPr>
          <w:jc w:val="center"/>
        </w:trPr>
        <w:tc>
          <w:tcPr>
            <w:tcW w:w="1336" w:type="dxa"/>
            <w:vAlign w:val="center"/>
          </w:tcPr>
          <w:p w14:paraId="4495EA85" w14:textId="77777777" w:rsidR="00CA09B2" w:rsidRDefault="00CA09B2">
            <w:pPr>
              <w:pStyle w:val="T2"/>
              <w:spacing w:after="0"/>
              <w:ind w:left="0" w:right="0"/>
              <w:rPr>
                <w:b w:val="0"/>
                <w:sz w:val="20"/>
              </w:rPr>
            </w:pPr>
          </w:p>
        </w:tc>
        <w:tc>
          <w:tcPr>
            <w:tcW w:w="2064" w:type="dxa"/>
            <w:vAlign w:val="center"/>
          </w:tcPr>
          <w:p w14:paraId="4652D971" w14:textId="77777777" w:rsidR="00CA09B2" w:rsidRDefault="00CA09B2">
            <w:pPr>
              <w:pStyle w:val="T2"/>
              <w:spacing w:after="0"/>
              <w:ind w:left="0" w:right="0"/>
              <w:rPr>
                <w:b w:val="0"/>
                <w:sz w:val="20"/>
              </w:rPr>
            </w:pPr>
          </w:p>
        </w:tc>
        <w:tc>
          <w:tcPr>
            <w:tcW w:w="2814" w:type="dxa"/>
            <w:vAlign w:val="center"/>
          </w:tcPr>
          <w:p w14:paraId="736C97D1" w14:textId="77777777" w:rsidR="00CA09B2" w:rsidRDefault="00CA09B2">
            <w:pPr>
              <w:pStyle w:val="T2"/>
              <w:spacing w:after="0"/>
              <w:ind w:left="0" w:right="0"/>
              <w:rPr>
                <w:b w:val="0"/>
                <w:sz w:val="20"/>
              </w:rPr>
            </w:pPr>
          </w:p>
        </w:tc>
        <w:tc>
          <w:tcPr>
            <w:tcW w:w="1715" w:type="dxa"/>
            <w:vAlign w:val="center"/>
          </w:tcPr>
          <w:p w14:paraId="28092FFA" w14:textId="77777777" w:rsidR="00CA09B2" w:rsidRDefault="00CA09B2">
            <w:pPr>
              <w:pStyle w:val="T2"/>
              <w:spacing w:after="0"/>
              <w:ind w:left="0" w:right="0"/>
              <w:rPr>
                <w:b w:val="0"/>
                <w:sz w:val="20"/>
              </w:rPr>
            </w:pPr>
          </w:p>
        </w:tc>
        <w:tc>
          <w:tcPr>
            <w:tcW w:w="1647" w:type="dxa"/>
            <w:vAlign w:val="center"/>
          </w:tcPr>
          <w:p w14:paraId="038257D3" w14:textId="77777777" w:rsidR="00CA09B2" w:rsidRDefault="00CA09B2">
            <w:pPr>
              <w:pStyle w:val="T2"/>
              <w:spacing w:after="0"/>
              <w:ind w:left="0" w:right="0"/>
              <w:rPr>
                <w:b w:val="0"/>
                <w:sz w:val="16"/>
              </w:rPr>
            </w:pPr>
          </w:p>
        </w:tc>
      </w:tr>
    </w:tbl>
    <w:p w14:paraId="736A36D6" w14:textId="77777777" w:rsidR="00CA09B2" w:rsidRDefault="002C487E">
      <w:pPr>
        <w:pStyle w:val="T1"/>
        <w:spacing w:after="120"/>
        <w:rPr>
          <w:sz w:val="22"/>
        </w:rPr>
      </w:pPr>
      <w:r>
        <w:rPr>
          <w:noProof/>
        </w:rPr>
        <w:pict w14:anchorId="1CD2F015">
          <v:shapetype id="_x0000_t202" coordsize="21600,21600" o:spt="202" path="m,l,21600r21600,l21600,xe">
            <v:stroke joinstyle="miter"/>
            <v:path gradientshapeok="t" o:connecttype="rect"/>
          </v:shapetype>
          <v:shape id="_x0000_s1027" type="#_x0000_t202" style="position:absolute;left:0;text-align:left;margin-left:-4.95pt;margin-top:16.2pt;width:468pt;height:510.25pt;z-index:1;mso-position-horizontal-relative:text;mso-position-vertical-relative:text" o:allowincell="f" stroked="f">
            <v:textbox style="mso-next-textbox:#_x0000_s1027">
              <w:txbxContent>
                <w:p w14:paraId="7C96D417" w14:textId="77777777" w:rsidR="0029020B" w:rsidRDefault="0029020B">
                  <w:pPr>
                    <w:pStyle w:val="T1"/>
                    <w:spacing w:after="120"/>
                  </w:pPr>
                  <w:r>
                    <w:t>Abstract</w:t>
                  </w:r>
                </w:p>
                <w:p w14:paraId="41537C2D" w14:textId="77777777" w:rsidR="007304AD" w:rsidRDefault="007304AD" w:rsidP="007304AD">
                  <w:r>
                    <w:t xml:space="preserve">This document contains the draft minutes for the July, August and September 2019 </w:t>
                  </w:r>
                  <w:proofErr w:type="spellStart"/>
                  <w:r>
                    <w:t>TGmd</w:t>
                  </w:r>
                  <w:proofErr w:type="spellEnd"/>
                  <w:r>
                    <w:t xml:space="preserve"> teleconferences:</w:t>
                  </w:r>
                </w:p>
                <w:p w14:paraId="3ACFB412" w14:textId="77777777" w:rsidR="007304AD" w:rsidRPr="00587527" w:rsidRDefault="007304AD" w:rsidP="007304AD">
                  <w:pPr>
                    <w:numPr>
                      <w:ilvl w:val="0"/>
                      <w:numId w:val="1"/>
                    </w:numPr>
                  </w:pPr>
                  <w:r w:rsidRPr="00587527">
                    <w:rPr>
                      <w:lang w:val="en-US"/>
                    </w:rPr>
                    <w:t>Tuesday July 30, August 6, 27, Sept 3, at 3PM Eastern, 2 hours</w:t>
                  </w:r>
                </w:p>
                <w:p w14:paraId="4D3BFBB1" w14:textId="77777777" w:rsidR="007304AD" w:rsidRPr="007304AD" w:rsidRDefault="007304AD" w:rsidP="007304AD">
                  <w:pPr>
                    <w:numPr>
                      <w:ilvl w:val="0"/>
                      <w:numId w:val="1"/>
                    </w:numPr>
                  </w:pPr>
                  <w:r w:rsidRPr="00587527">
                    <w:rPr>
                      <w:lang w:val="en-US"/>
                    </w:rPr>
                    <w:t>Friday August 2, 9, Sept 6 10am Eastern 2 hours</w:t>
                  </w:r>
                </w:p>
                <w:p w14:paraId="11339763" w14:textId="77777777" w:rsidR="007304AD" w:rsidRPr="00587527" w:rsidRDefault="007304AD" w:rsidP="007304AD">
                  <w:pPr>
                    <w:numPr>
                      <w:ilvl w:val="0"/>
                      <w:numId w:val="1"/>
                    </w:numPr>
                  </w:pPr>
                </w:p>
                <w:p w14:paraId="03435B87" w14:textId="656F08C0" w:rsidR="0029020B" w:rsidRDefault="007304AD" w:rsidP="007304AD">
                  <w:pPr>
                    <w:pBdr>
                      <w:bottom w:val="single" w:sz="6" w:space="1" w:color="auto"/>
                    </w:pBdr>
                    <w:jc w:val="both"/>
                  </w:pPr>
                  <w:r>
                    <w:t xml:space="preserve">R0: July 30 </w:t>
                  </w:r>
                  <w:r w:rsidR="008A22C0">
                    <w:t>Minutes.</w:t>
                  </w:r>
                </w:p>
                <w:p w14:paraId="48167672" w14:textId="20CAE023" w:rsidR="008A22C0" w:rsidRDefault="008A22C0" w:rsidP="007304AD">
                  <w:pPr>
                    <w:pBdr>
                      <w:bottom w:val="single" w:sz="6" w:space="1" w:color="auto"/>
                    </w:pBdr>
                    <w:jc w:val="both"/>
                  </w:pPr>
                </w:p>
                <w:p w14:paraId="220567B2" w14:textId="77777777" w:rsidR="008A22C0" w:rsidRDefault="008A22C0" w:rsidP="007304AD">
                  <w:pPr>
                    <w:pBdr>
                      <w:bottom w:val="single" w:sz="6" w:space="1" w:color="auto"/>
                    </w:pBdr>
                    <w:jc w:val="both"/>
                  </w:pPr>
                </w:p>
                <w:p w14:paraId="55A501E3" w14:textId="77777777" w:rsidR="008A22C0" w:rsidRPr="00AB75EF" w:rsidRDefault="008A22C0" w:rsidP="008A22C0">
                  <w:pPr>
                    <w:spacing w:before="100" w:beforeAutospacing="1" w:after="240"/>
                    <w:rPr>
                      <w:bCs/>
                      <w:szCs w:val="22"/>
                    </w:rPr>
                  </w:pPr>
                  <w:r w:rsidRPr="00AB75EF">
                    <w:rPr>
                      <w:bCs/>
                      <w:szCs w:val="22"/>
                    </w:rPr>
                    <w:t xml:space="preserve">We’ll use the </w:t>
                  </w:r>
                  <w:hyperlink r:id="rId7" w:tgtFrame="_blank" w:history="1">
                    <w:r w:rsidRPr="00AB75EF">
                      <w:rPr>
                        <w:rStyle w:val="Hyperlink"/>
                        <w:bCs/>
                        <w:szCs w:val="22"/>
                      </w:rPr>
                      <w:t>join.me</w:t>
                    </w:r>
                  </w:hyperlink>
                  <w:r w:rsidRPr="00AB75EF">
                    <w:rPr>
                      <w:bCs/>
                      <w:szCs w:val="22"/>
                    </w:rPr>
                    <w:t xml:space="preserve"> bridge:  </w:t>
                  </w:r>
                  <w:hyperlink r:id="rId8" w:tgtFrame="_blank" w:history="1">
                    <w:r w:rsidRPr="00AB75EF">
                      <w:rPr>
                        <w:rStyle w:val="Hyperlink"/>
                        <w:bCs/>
                        <w:szCs w:val="22"/>
                      </w:rPr>
                      <w:t>https://join.me/ieee802.11</w:t>
                    </w:r>
                  </w:hyperlink>
                  <w:r w:rsidRPr="00AB75EF">
                    <w:rPr>
                      <w:bCs/>
                      <w:szCs w:val="22"/>
                    </w:rPr>
                    <w:t xml:space="preserve">, see </w:t>
                  </w:r>
                  <w:hyperlink r:id="rId9" w:tgtFrame="_blank" w:history="1">
                    <w:r w:rsidRPr="00AB75EF">
                      <w:rPr>
                        <w:rStyle w:val="Hyperlink"/>
                        <w:bCs/>
                        <w:szCs w:val="22"/>
                      </w:rPr>
                      <w:t>http://grouper.ieee.org/groups/802/11/joinme.html</w:t>
                    </w:r>
                  </w:hyperlink>
                  <w:r w:rsidRPr="00AB75EF">
                    <w:rPr>
                      <w:bCs/>
                      <w:szCs w:val="22"/>
                    </w:rPr>
                    <w:t xml:space="preserve"> for more detailed instructions.</w:t>
                  </w:r>
                </w:p>
                <w:p w14:paraId="36464FFC" w14:textId="77777777" w:rsidR="008A22C0" w:rsidRPr="00AB75EF" w:rsidRDefault="008A22C0" w:rsidP="008A22C0">
                  <w:pPr>
                    <w:ind w:left="720"/>
                    <w:rPr>
                      <w:szCs w:val="22"/>
                    </w:rPr>
                  </w:pPr>
                  <w:r w:rsidRPr="00AB75EF">
                    <w:rPr>
                      <w:rStyle w:val="il"/>
                      <w:szCs w:val="22"/>
                    </w:rPr>
                    <w:t>Teleconferences</w:t>
                  </w:r>
                  <w:r w:rsidRPr="00AB75EF">
                    <w:rPr>
                      <w:szCs w:val="22"/>
                    </w:rPr>
                    <w:t xml:space="preserve"> are subject to applicable policies and procedures, see below.</w:t>
                  </w:r>
                </w:p>
                <w:p w14:paraId="42774D50" w14:textId="77777777" w:rsidR="008A22C0" w:rsidRPr="00AB75EF" w:rsidRDefault="008A22C0" w:rsidP="008A22C0">
                  <w:pPr>
                    <w:ind w:left="720"/>
                    <w:rPr>
                      <w:szCs w:val="22"/>
                    </w:rPr>
                  </w:pPr>
                  <w:r w:rsidRPr="00AB75EF">
                    <w:rPr>
                      <w:szCs w:val="22"/>
                    </w:rPr>
                    <w:t>==================================================</w:t>
                  </w:r>
                </w:p>
                <w:p w14:paraId="75DDDCF0" w14:textId="77777777" w:rsidR="008A22C0" w:rsidRPr="00AB75EF" w:rsidRDefault="008A22C0" w:rsidP="008A22C0">
                  <w:pPr>
                    <w:ind w:left="720"/>
                    <w:rPr>
                      <w:szCs w:val="22"/>
                      <w:lang w:eastAsia="en-GB"/>
                    </w:rPr>
                  </w:pPr>
                  <w:r w:rsidRPr="00AB75EF">
                    <w:rPr>
                      <w:szCs w:val="22"/>
                    </w:rPr>
                    <w:t>Teleconferences are subject to applicable policies and procedures, see below.</w:t>
                  </w:r>
                </w:p>
                <w:p w14:paraId="5B71CC16" w14:textId="77777777" w:rsidR="008A22C0" w:rsidRPr="00AB75EF" w:rsidRDefault="008A22C0" w:rsidP="008A22C0">
                  <w:pPr>
                    <w:ind w:left="720"/>
                    <w:rPr>
                      <w:szCs w:val="22"/>
                    </w:rPr>
                  </w:pPr>
                  <w:r w:rsidRPr="00AB75EF">
                    <w:rPr>
                      <w:szCs w:val="22"/>
                    </w:rPr>
                    <w:t> </w:t>
                  </w:r>
                  <w:r w:rsidRPr="00AB75EF">
                    <w:rPr>
                      <w:szCs w:val="22"/>
                    </w:rPr>
                    <w:tab/>
                    <w:t>•       IEEE Code of Ethics</w:t>
                  </w:r>
                </w:p>
                <w:p w14:paraId="37AF4D39" w14:textId="77777777" w:rsidR="008A22C0" w:rsidRPr="00AB75EF" w:rsidRDefault="008A22C0" w:rsidP="008A22C0">
                  <w:pPr>
                    <w:spacing w:line="252" w:lineRule="auto"/>
                    <w:ind w:left="2160"/>
                    <w:rPr>
                      <w:szCs w:val="22"/>
                    </w:rPr>
                  </w:pPr>
                  <w:r w:rsidRPr="00AB75EF">
                    <w:rPr>
                      <w:szCs w:val="22"/>
                    </w:rPr>
                    <w:t xml:space="preserve">–       </w:t>
                  </w:r>
                  <w:hyperlink r:id="rId10" w:tgtFrame="_blank" w:history="1">
                    <w:r w:rsidRPr="00AB75EF">
                      <w:rPr>
                        <w:rStyle w:val="Hyperlink"/>
                        <w:szCs w:val="22"/>
                      </w:rPr>
                      <w:t>https://www.ieee.org/about/corporate/governance/p7-8.html</w:t>
                    </w:r>
                  </w:hyperlink>
                  <w:r w:rsidRPr="00AB75EF">
                    <w:rPr>
                      <w:szCs w:val="22"/>
                    </w:rPr>
                    <w:t xml:space="preserve">  </w:t>
                  </w:r>
                </w:p>
                <w:p w14:paraId="5B324664" w14:textId="77777777" w:rsidR="008A22C0" w:rsidRPr="00AB75EF" w:rsidRDefault="008A22C0" w:rsidP="008A22C0">
                  <w:pPr>
                    <w:spacing w:line="252" w:lineRule="auto"/>
                    <w:ind w:left="1440"/>
                    <w:rPr>
                      <w:szCs w:val="22"/>
                    </w:rPr>
                  </w:pPr>
                  <w:r w:rsidRPr="00AB75EF">
                    <w:rPr>
                      <w:szCs w:val="22"/>
                    </w:rPr>
                    <w:t>•       IEEE Standards Association (IEEE-SA) Affiliation FAQ</w:t>
                  </w:r>
                </w:p>
                <w:p w14:paraId="32C35D7E" w14:textId="77777777" w:rsidR="008A22C0" w:rsidRPr="00AB75EF" w:rsidRDefault="008A22C0" w:rsidP="008A22C0">
                  <w:pPr>
                    <w:spacing w:line="252" w:lineRule="auto"/>
                    <w:ind w:left="2160"/>
                    <w:rPr>
                      <w:szCs w:val="22"/>
                    </w:rPr>
                  </w:pPr>
                  <w:r w:rsidRPr="00AB75EF">
                    <w:rPr>
                      <w:szCs w:val="22"/>
                    </w:rPr>
                    <w:t xml:space="preserve">–       </w:t>
                  </w:r>
                  <w:hyperlink r:id="rId11" w:tgtFrame="_blank" w:history="1">
                    <w:r w:rsidRPr="00AB75EF">
                      <w:rPr>
                        <w:rStyle w:val="Hyperlink"/>
                        <w:szCs w:val="22"/>
                      </w:rPr>
                      <w:t>https://standards.ieee.org/faqs/affiliation.html</w:t>
                    </w:r>
                  </w:hyperlink>
                  <w:r w:rsidRPr="00AB75EF">
                    <w:rPr>
                      <w:szCs w:val="22"/>
                    </w:rPr>
                    <w:t xml:space="preserve"> </w:t>
                  </w:r>
                </w:p>
                <w:p w14:paraId="0BE68B96" w14:textId="77777777" w:rsidR="008A22C0" w:rsidRPr="00AB75EF" w:rsidRDefault="008A22C0" w:rsidP="008A22C0">
                  <w:pPr>
                    <w:spacing w:line="252" w:lineRule="auto"/>
                    <w:ind w:left="1440"/>
                    <w:rPr>
                      <w:szCs w:val="22"/>
                    </w:rPr>
                  </w:pPr>
                  <w:r w:rsidRPr="00AB75EF">
                    <w:rPr>
                      <w:szCs w:val="22"/>
                    </w:rPr>
                    <w:t>•       Antitrust and Competition Policy</w:t>
                  </w:r>
                </w:p>
                <w:p w14:paraId="2685A0AE" w14:textId="77777777" w:rsidR="008A22C0" w:rsidRPr="00AB75EF" w:rsidRDefault="008A22C0" w:rsidP="008A22C0">
                  <w:pPr>
                    <w:spacing w:line="252" w:lineRule="auto"/>
                    <w:ind w:left="2160"/>
                    <w:rPr>
                      <w:szCs w:val="22"/>
                    </w:rPr>
                  </w:pPr>
                  <w:r w:rsidRPr="00AB75EF">
                    <w:rPr>
                      <w:szCs w:val="22"/>
                    </w:rPr>
                    <w:t xml:space="preserve">–       </w:t>
                  </w:r>
                  <w:hyperlink r:id="rId12" w:tgtFrame="_blank" w:history="1">
                    <w:r w:rsidRPr="00AB75EF">
                      <w:rPr>
                        <w:rStyle w:val="Hyperlink"/>
                        <w:szCs w:val="22"/>
                      </w:rPr>
                      <w:t>https://standards.ieee.org/content/dam/ieee-standards/standards/web/documents/other/antitrust.pdf</w:t>
                    </w:r>
                  </w:hyperlink>
                  <w:r w:rsidRPr="00AB75EF">
                    <w:rPr>
                      <w:szCs w:val="22"/>
                    </w:rPr>
                    <w:t xml:space="preserve"> </w:t>
                  </w:r>
                </w:p>
                <w:p w14:paraId="6F720CF9" w14:textId="77777777" w:rsidR="008A22C0" w:rsidRPr="00AB75EF" w:rsidRDefault="008A22C0" w:rsidP="008A22C0">
                  <w:pPr>
                    <w:spacing w:line="252" w:lineRule="auto"/>
                    <w:ind w:left="1440"/>
                    <w:rPr>
                      <w:szCs w:val="22"/>
                    </w:rPr>
                  </w:pPr>
                  <w:r w:rsidRPr="00AB75EF">
                    <w:rPr>
                      <w:szCs w:val="22"/>
                    </w:rPr>
                    <w:t>•       IEEE-SA Patent Policy</w:t>
                  </w:r>
                </w:p>
                <w:p w14:paraId="05689D87" w14:textId="77777777" w:rsidR="008A22C0" w:rsidRPr="00AB75EF" w:rsidRDefault="008A22C0" w:rsidP="008A22C0">
                  <w:pPr>
                    <w:spacing w:line="252" w:lineRule="auto"/>
                    <w:ind w:left="2160"/>
                    <w:rPr>
                      <w:szCs w:val="22"/>
                    </w:rPr>
                  </w:pPr>
                  <w:r w:rsidRPr="00AB75EF">
                    <w:rPr>
                      <w:szCs w:val="22"/>
                    </w:rPr>
                    <w:t xml:space="preserve">–       </w:t>
                  </w:r>
                  <w:hyperlink r:id="rId13" w:tgtFrame="_blank" w:history="1">
                    <w:r w:rsidRPr="00AB75EF">
                      <w:rPr>
                        <w:rStyle w:val="Hyperlink"/>
                        <w:szCs w:val="22"/>
                        <w:lang w:val="en-US"/>
                      </w:rPr>
                      <w:t>http://standards.ieee.org/develop/policies/bylaws/sect6-7.html</w:t>
                    </w:r>
                  </w:hyperlink>
                  <w:r w:rsidRPr="00AB75EF">
                    <w:rPr>
                      <w:szCs w:val="22"/>
                    </w:rPr>
                    <w:t xml:space="preserve">  </w:t>
                  </w:r>
                </w:p>
                <w:p w14:paraId="196FFB45" w14:textId="77777777" w:rsidR="008A22C0" w:rsidRPr="00AB75EF" w:rsidRDefault="008A22C0" w:rsidP="008A22C0">
                  <w:pPr>
                    <w:spacing w:line="252" w:lineRule="auto"/>
                    <w:ind w:left="2160"/>
                    <w:rPr>
                      <w:szCs w:val="22"/>
                    </w:rPr>
                  </w:pPr>
                  <w:r w:rsidRPr="00AB75EF">
                    <w:rPr>
                      <w:szCs w:val="22"/>
                    </w:rPr>
                    <w:t xml:space="preserve">–       </w:t>
                  </w:r>
                  <w:hyperlink r:id="rId14" w:tgtFrame="_blank" w:history="1">
                    <w:r w:rsidRPr="00AB75EF">
                      <w:rPr>
                        <w:rStyle w:val="Hyperlink"/>
                        <w:szCs w:val="22"/>
                      </w:rPr>
                      <w:t>https://standards.ieee.org/about/sasb/patcom/</w:t>
                    </w:r>
                  </w:hyperlink>
                  <w:r w:rsidRPr="00AB75EF">
                    <w:rPr>
                      <w:szCs w:val="22"/>
                    </w:rPr>
                    <w:t xml:space="preserve"> </w:t>
                  </w:r>
                </w:p>
                <w:p w14:paraId="78073485" w14:textId="77777777" w:rsidR="008A22C0" w:rsidRPr="00AB75EF" w:rsidRDefault="008A22C0" w:rsidP="008A22C0">
                  <w:pPr>
                    <w:spacing w:line="252" w:lineRule="auto"/>
                    <w:ind w:left="1440"/>
                    <w:rPr>
                      <w:szCs w:val="22"/>
                    </w:rPr>
                  </w:pPr>
                  <w:r w:rsidRPr="00AB75EF">
                    <w:rPr>
                      <w:szCs w:val="22"/>
                    </w:rPr>
                    <w:t xml:space="preserve"> •       IEEE 802 Working Group Policies &amp;Procedures (29 Jul 2016) </w:t>
                  </w:r>
                </w:p>
                <w:p w14:paraId="4776C3D5" w14:textId="77777777" w:rsidR="008A22C0" w:rsidRPr="00AB75EF" w:rsidRDefault="008A22C0" w:rsidP="008A22C0">
                  <w:pPr>
                    <w:spacing w:line="252" w:lineRule="auto"/>
                    <w:ind w:left="2160"/>
                    <w:rPr>
                      <w:szCs w:val="22"/>
                    </w:rPr>
                  </w:pPr>
                  <w:r w:rsidRPr="00AB75EF">
                    <w:rPr>
                      <w:szCs w:val="22"/>
                    </w:rPr>
                    <w:t xml:space="preserve">–       </w:t>
                  </w:r>
                  <w:hyperlink r:id="rId15" w:tgtFrame="_blank" w:history="1">
                    <w:r w:rsidRPr="00AB75EF">
                      <w:rPr>
                        <w:rStyle w:val="Hyperlink"/>
                        <w:szCs w:val="22"/>
                        <w:lang w:val="en-US"/>
                      </w:rPr>
                      <w:t>http://</w:t>
                    </w:r>
                  </w:hyperlink>
                  <w:hyperlink r:id="rId16" w:tgtFrame="_blank" w:history="1">
                    <w:r w:rsidRPr="00AB75EF">
                      <w:rPr>
                        <w:rStyle w:val="Hyperlink"/>
                        <w:szCs w:val="22"/>
                        <w:lang w:val="en-US"/>
                      </w:rPr>
                      <w:t>www.ieee802.org/PNP/approved/IEEE_802_WG_PandP_v19.pdf</w:t>
                    </w:r>
                  </w:hyperlink>
                  <w:r w:rsidRPr="00AB75EF">
                    <w:rPr>
                      <w:szCs w:val="22"/>
                    </w:rPr>
                    <w:t xml:space="preserve"> </w:t>
                  </w:r>
                </w:p>
                <w:p w14:paraId="3243A36A" w14:textId="77777777" w:rsidR="008A22C0" w:rsidRPr="00AB75EF" w:rsidRDefault="008A22C0" w:rsidP="008A22C0">
                  <w:pPr>
                    <w:spacing w:line="252" w:lineRule="auto"/>
                    <w:ind w:left="1440"/>
                    <w:rPr>
                      <w:szCs w:val="22"/>
                    </w:rPr>
                  </w:pPr>
                  <w:r w:rsidRPr="00AB75EF">
                    <w:rPr>
                      <w:szCs w:val="22"/>
                    </w:rPr>
                    <w:t>•       IEEE 802 LMSC Chair's Guidelines (Approved 13 Jul 2018)</w:t>
                  </w:r>
                </w:p>
                <w:p w14:paraId="66D006E2" w14:textId="77777777" w:rsidR="008A22C0" w:rsidRDefault="008A22C0" w:rsidP="007304AD">
                  <w:pPr>
                    <w:jc w:val="both"/>
                  </w:pPr>
                </w:p>
              </w:txbxContent>
            </v:textbox>
          </v:shape>
        </w:pict>
      </w:r>
    </w:p>
    <w:p w14:paraId="56D73E78" w14:textId="17EF7BC2" w:rsidR="008A22C0" w:rsidRPr="003102D9" w:rsidRDefault="00CA09B2" w:rsidP="008A22C0">
      <w:pPr>
        <w:numPr>
          <w:ilvl w:val="0"/>
          <w:numId w:val="12"/>
        </w:numPr>
        <w:rPr>
          <w:b/>
          <w:szCs w:val="22"/>
          <w:lang w:val="en-US"/>
        </w:rPr>
      </w:pPr>
      <w:r>
        <w:br w:type="page"/>
      </w:r>
      <w:r w:rsidR="008A22C0" w:rsidRPr="003102D9">
        <w:rPr>
          <w:b/>
          <w:szCs w:val="22"/>
        </w:rPr>
        <w:lastRenderedPageBreak/>
        <w:t xml:space="preserve">802.11md - </w:t>
      </w:r>
      <w:proofErr w:type="spellStart"/>
      <w:r w:rsidR="008A22C0" w:rsidRPr="003102D9">
        <w:rPr>
          <w:b/>
          <w:szCs w:val="22"/>
        </w:rPr>
        <w:t>REVmd</w:t>
      </w:r>
      <w:proofErr w:type="spellEnd"/>
      <w:r w:rsidR="008A22C0" w:rsidRPr="003102D9">
        <w:rPr>
          <w:b/>
          <w:szCs w:val="22"/>
        </w:rPr>
        <w:t xml:space="preserve"> – Telecon, </w:t>
      </w:r>
      <w:r w:rsidR="008A22C0" w:rsidRPr="003102D9">
        <w:rPr>
          <w:b/>
          <w:szCs w:val="22"/>
        </w:rPr>
        <w:t>Tuesday</w:t>
      </w:r>
      <w:r w:rsidR="008A22C0" w:rsidRPr="003102D9">
        <w:rPr>
          <w:b/>
          <w:szCs w:val="22"/>
        </w:rPr>
        <w:t xml:space="preserve"> </w:t>
      </w:r>
      <w:r w:rsidR="008A22C0" w:rsidRPr="003102D9">
        <w:rPr>
          <w:b/>
          <w:szCs w:val="22"/>
        </w:rPr>
        <w:t>30</w:t>
      </w:r>
      <w:r w:rsidR="008A22C0" w:rsidRPr="003102D9">
        <w:rPr>
          <w:b/>
          <w:szCs w:val="22"/>
        </w:rPr>
        <w:t xml:space="preserve"> </w:t>
      </w:r>
      <w:r w:rsidR="008A22C0" w:rsidRPr="003102D9">
        <w:rPr>
          <w:b/>
          <w:szCs w:val="22"/>
        </w:rPr>
        <w:t>July</w:t>
      </w:r>
      <w:r w:rsidR="008A22C0" w:rsidRPr="003102D9">
        <w:rPr>
          <w:b/>
          <w:szCs w:val="22"/>
        </w:rPr>
        <w:t xml:space="preserve"> 2019, </w:t>
      </w:r>
      <w:r w:rsidR="008A22C0" w:rsidRPr="003102D9">
        <w:rPr>
          <w:b/>
          <w:szCs w:val="22"/>
        </w:rPr>
        <w:t>15</w:t>
      </w:r>
      <w:r w:rsidR="008A22C0" w:rsidRPr="003102D9">
        <w:rPr>
          <w:b/>
          <w:szCs w:val="22"/>
        </w:rPr>
        <w:t>:00- 1</w:t>
      </w:r>
      <w:r w:rsidR="008A22C0" w:rsidRPr="003102D9">
        <w:rPr>
          <w:b/>
          <w:szCs w:val="22"/>
        </w:rPr>
        <w:t>7</w:t>
      </w:r>
      <w:r w:rsidR="008A22C0" w:rsidRPr="003102D9">
        <w:rPr>
          <w:b/>
          <w:szCs w:val="22"/>
        </w:rPr>
        <w:t>:00 ET</w:t>
      </w:r>
    </w:p>
    <w:p w14:paraId="1A846F5E" w14:textId="51CEF245" w:rsidR="008A22C0" w:rsidRPr="003102D9" w:rsidRDefault="008A22C0" w:rsidP="008A22C0">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w:t>
      </w:r>
      <w:r w:rsidRPr="003102D9">
        <w:rPr>
          <w:sz w:val="22"/>
          <w:szCs w:val="22"/>
        </w:rPr>
        <w:t>3:05pm</w:t>
      </w:r>
      <w:r w:rsidRPr="003102D9">
        <w:rPr>
          <w:sz w:val="22"/>
          <w:szCs w:val="22"/>
        </w:rPr>
        <w:t xml:space="preserve"> ET by the TG Chair, Dorothy STANLEY (HPE)</w:t>
      </w:r>
    </w:p>
    <w:p w14:paraId="65B12098" w14:textId="361267D7" w:rsidR="008A22C0" w:rsidRPr="003102D9" w:rsidRDefault="008A22C0" w:rsidP="008A22C0">
      <w:pPr>
        <w:numPr>
          <w:ilvl w:val="1"/>
          <w:numId w:val="12"/>
        </w:numPr>
        <w:rPr>
          <w:b/>
          <w:szCs w:val="22"/>
        </w:rPr>
      </w:pPr>
      <w:r w:rsidRPr="003102D9">
        <w:rPr>
          <w:b/>
          <w:szCs w:val="22"/>
        </w:rPr>
        <w:t>Attendance:</w:t>
      </w:r>
    </w:p>
    <w:p w14:paraId="562BA362"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0AA04F1D" w14:textId="77777777" w:rsidR="008A22C0" w:rsidRPr="003102D9" w:rsidRDefault="008A22C0" w:rsidP="008A22C0">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FC10332"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Mark RISON (Samsung)</w:t>
      </w:r>
    </w:p>
    <w:p w14:paraId="3AA4876E"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54EC60E0" w14:textId="42D89AC4"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0AB622F4" w14:textId="58A67CF4" w:rsidR="008A22C0" w:rsidRPr="003102D9" w:rsidRDefault="008A22C0" w:rsidP="008A22C0">
      <w:pPr>
        <w:pStyle w:val="ListParagraph"/>
        <w:numPr>
          <w:ilvl w:val="2"/>
          <w:numId w:val="12"/>
        </w:numPr>
        <w:spacing w:after="160" w:line="256" w:lineRule="auto"/>
        <w:rPr>
          <w:rFonts w:ascii="Times New Roman" w:hAnsi="Times New Roman"/>
          <w:sz w:val="22"/>
          <w:szCs w:val="22"/>
        </w:rPr>
      </w:pPr>
      <w:proofErr w:type="spellStart"/>
      <w:r w:rsidRPr="003102D9">
        <w:rPr>
          <w:rFonts w:ascii="Times New Roman" w:hAnsi="Times New Roman"/>
          <w:sz w:val="22"/>
          <w:szCs w:val="22"/>
        </w:rPr>
        <w:t>Emilly</w:t>
      </w:r>
      <w:proofErr w:type="spellEnd"/>
      <w:r w:rsidRPr="003102D9">
        <w:rPr>
          <w:rFonts w:ascii="Times New Roman" w:hAnsi="Times New Roman"/>
          <w:sz w:val="22"/>
          <w:szCs w:val="22"/>
        </w:rPr>
        <w:t xml:space="preserve"> QI (Intel)</w:t>
      </w:r>
    </w:p>
    <w:p w14:paraId="0E30A51A"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E7DADD1"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3B31037E"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Reviewed Policy – Call for Patents made</w:t>
      </w:r>
    </w:p>
    <w:p w14:paraId="6BC05EAC" w14:textId="77777777" w:rsidR="008A22C0" w:rsidRPr="003102D9" w:rsidRDefault="00A02DFF"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50C6D25C"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59295AE3" w14:textId="77777777" w:rsidR="008A22C0" w:rsidRPr="003102D9" w:rsidRDefault="008A22C0" w:rsidP="008A22C0">
      <w:pPr>
        <w:pStyle w:val="ListParagraph"/>
        <w:numPr>
          <w:ilvl w:val="2"/>
          <w:numId w:val="12"/>
        </w:numPr>
        <w:spacing w:after="160" w:line="256" w:lineRule="auto"/>
        <w:rPr>
          <w:rFonts w:ascii="Times New Roman" w:hAnsi="Times New Roman"/>
          <w:b/>
          <w:sz w:val="22"/>
          <w:szCs w:val="22"/>
        </w:rPr>
      </w:pPr>
      <w:hyperlink r:id="rId17" w:history="1">
        <w:r w:rsidRPr="003102D9">
          <w:rPr>
            <w:rStyle w:val="Hyperlink"/>
            <w:rFonts w:ascii="Times New Roman" w:hAnsi="Times New Roman"/>
            <w:sz w:val="22"/>
            <w:szCs w:val="22"/>
          </w:rPr>
          <w:t>https://mentor.ieee.org/802-ec/dcn/16/ec-16-0180-05-00EC-ieee-802-participation-slide.pptx</w:t>
        </w:r>
      </w:hyperlink>
    </w:p>
    <w:p w14:paraId="33B5C490" w14:textId="229094E0" w:rsidR="00A02DFF" w:rsidRPr="003102D9" w:rsidRDefault="00A02DFF" w:rsidP="008A22C0">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11-19/1367r1</w:t>
      </w:r>
    </w:p>
    <w:p w14:paraId="720D73BF" w14:textId="77777777" w:rsidR="008A22C0" w:rsidRPr="003102D9" w:rsidRDefault="008A22C0" w:rsidP="008A22C0">
      <w:pPr>
        <w:pStyle w:val="ListParagraph"/>
        <w:numPr>
          <w:ilvl w:val="2"/>
          <w:numId w:val="12"/>
        </w:numPr>
        <w:spacing w:after="160" w:line="256" w:lineRule="auto"/>
        <w:rPr>
          <w:rStyle w:val="Hyperlink"/>
          <w:rFonts w:ascii="Times New Roman" w:hAnsi="Times New Roman"/>
          <w:color w:val="auto"/>
          <w:sz w:val="22"/>
          <w:szCs w:val="22"/>
          <w:u w:val="none"/>
        </w:rPr>
      </w:pPr>
      <w:hyperlink r:id="rId18" w:history="1">
        <w:r w:rsidRPr="003102D9">
          <w:rPr>
            <w:rStyle w:val="Hyperlink"/>
            <w:rFonts w:ascii="Times New Roman" w:hAnsi="Times New Roman"/>
            <w:sz w:val="22"/>
            <w:szCs w:val="22"/>
          </w:rPr>
          <w:t>https://mentor.ieee.org/802.11/dcn/19/11-19-1367-01-000m-2019-july-aug-sept-tgmd-teleconference-agendas.docx</w:t>
        </w:r>
      </w:hyperlink>
    </w:p>
    <w:p w14:paraId="54985132" w14:textId="726FD376" w:rsidR="00401068" w:rsidRPr="003102D9" w:rsidRDefault="00A02DFF"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Change order</w:t>
      </w:r>
      <w:r w:rsidR="00604659" w:rsidRPr="003102D9">
        <w:rPr>
          <w:rStyle w:val="Hyperlink"/>
          <w:rFonts w:ascii="Times New Roman" w:hAnsi="Times New Roman"/>
          <w:color w:val="auto"/>
          <w:sz w:val="22"/>
          <w:szCs w:val="22"/>
          <w:u w:val="none"/>
        </w:rPr>
        <w:t xml:space="preserve"> to put Menzo after Mark</w:t>
      </w:r>
    </w:p>
    <w:p w14:paraId="57DCCCA1" w14:textId="77777777" w:rsidR="00401068" w:rsidRPr="003102D9" w:rsidRDefault="00401068" w:rsidP="00401068">
      <w:pPr>
        <w:pStyle w:val="ListParagraph"/>
        <w:numPr>
          <w:ilvl w:val="2"/>
          <w:numId w:val="12"/>
        </w:numPr>
        <w:spacing w:line="256" w:lineRule="auto"/>
        <w:rPr>
          <w:rFonts w:ascii="Times New Roman" w:hAnsi="Times New Roman"/>
          <w:sz w:val="22"/>
          <w:szCs w:val="22"/>
        </w:rPr>
      </w:pPr>
      <w:r w:rsidRPr="003102D9">
        <w:rPr>
          <w:rFonts w:ascii="Times New Roman" w:hAnsi="Times New Roman"/>
          <w:b/>
          <w:bCs/>
          <w:sz w:val="22"/>
          <w:szCs w:val="22"/>
          <w:lang w:eastAsia="en-GB"/>
        </w:rPr>
        <w:t>2019-07-30 Tuesday 3PM Eastern, 2 hours</w:t>
      </w:r>
    </w:p>
    <w:p w14:paraId="4CA333A0" w14:textId="77777777" w:rsidR="00401068" w:rsidRPr="003102D9" w:rsidRDefault="00401068" w:rsidP="00401068">
      <w:pPr>
        <w:numPr>
          <w:ilvl w:val="3"/>
          <w:numId w:val="7"/>
        </w:numPr>
        <w:rPr>
          <w:szCs w:val="22"/>
        </w:rPr>
      </w:pPr>
      <w:r w:rsidRPr="003102D9">
        <w:rPr>
          <w:szCs w:val="22"/>
          <w:lang w:val="en-US"/>
        </w:rPr>
        <w:t>GEN CIDS – Jon ROSDAHL</w:t>
      </w:r>
    </w:p>
    <w:p w14:paraId="2C00539F" w14:textId="77777777" w:rsidR="00401068" w:rsidRPr="003102D9" w:rsidRDefault="00401068" w:rsidP="00401068">
      <w:pPr>
        <w:numPr>
          <w:ilvl w:val="3"/>
          <w:numId w:val="7"/>
        </w:numPr>
        <w:rPr>
          <w:szCs w:val="22"/>
        </w:rPr>
      </w:pPr>
      <w:r w:rsidRPr="003102D9">
        <w:rPr>
          <w:szCs w:val="22"/>
          <w:lang w:val="en-US"/>
        </w:rPr>
        <w:t>11-19-0856 - Mark RISON CIDs 2316, 2366, 2606, 2584/2585, 2604, 2582</w:t>
      </w:r>
    </w:p>
    <w:p w14:paraId="2394D414" w14:textId="77777777" w:rsidR="00401068" w:rsidRPr="003102D9" w:rsidRDefault="00401068" w:rsidP="00401068">
      <w:pPr>
        <w:numPr>
          <w:ilvl w:val="3"/>
          <w:numId w:val="7"/>
        </w:numPr>
        <w:rPr>
          <w:szCs w:val="22"/>
        </w:rPr>
      </w:pPr>
      <w:r w:rsidRPr="003102D9">
        <w:rPr>
          <w:szCs w:val="22"/>
          <w:lang w:val="en-US"/>
        </w:rPr>
        <w:t>11-19-1195 – Menzo WENTINK</w:t>
      </w:r>
    </w:p>
    <w:p w14:paraId="79853CF4" w14:textId="77777777" w:rsidR="00401068" w:rsidRPr="003102D9" w:rsidRDefault="00604659"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 to change ordering</w:t>
      </w:r>
      <w:r w:rsidR="00401068" w:rsidRPr="003102D9">
        <w:rPr>
          <w:rStyle w:val="Hyperlink"/>
          <w:rFonts w:ascii="Times New Roman" w:hAnsi="Times New Roman"/>
          <w:color w:val="auto"/>
          <w:sz w:val="22"/>
          <w:szCs w:val="22"/>
          <w:u w:val="none"/>
        </w:rPr>
        <w:t xml:space="preserve"> of Agenda</w:t>
      </w:r>
      <w:r w:rsidRPr="003102D9">
        <w:rPr>
          <w:rStyle w:val="Hyperlink"/>
          <w:rFonts w:ascii="Times New Roman" w:hAnsi="Times New Roman"/>
          <w:color w:val="auto"/>
          <w:sz w:val="22"/>
          <w:szCs w:val="22"/>
          <w:u w:val="none"/>
        </w:rPr>
        <w:t>:</w:t>
      </w:r>
    </w:p>
    <w:p w14:paraId="391D824E" w14:textId="77777777" w:rsidR="00401068" w:rsidRPr="003102D9" w:rsidRDefault="00401068"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Will post 11-19/1367r2.</w:t>
      </w:r>
    </w:p>
    <w:p w14:paraId="010944AC" w14:textId="77777777" w:rsidR="00401068" w:rsidRPr="003102D9" w:rsidRDefault="00A02DFF" w:rsidP="00401068">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sidR="00604659" w:rsidRPr="003102D9">
        <w:rPr>
          <w:rFonts w:ascii="Times New Roman" w:hAnsi="Times New Roman"/>
          <w:sz w:val="22"/>
          <w:szCs w:val="22"/>
        </w:rPr>
        <w:t>11-18/611r22</w:t>
      </w:r>
      <w:r w:rsidR="00604659" w:rsidRPr="003102D9">
        <w:rPr>
          <w:rFonts w:ascii="Times New Roman" w:hAnsi="Times New Roman"/>
          <w:sz w:val="22"/>
          <w:szCs w:val="22"/>
        </w:rPr>
        <w:t xml:space="preserve"> -</w:t>
      </w:r>
      <w:r w:rsidRPr="003102D9">
        <w:rPr>
          <w:rFonts w:ascii="Times New Roman" w:hAnsi="Times New Roman"/>
          <w:sz w:val="22"/>
          <w:szCs w:val="22"/>
        </w:rPr>
        <w:t>Emily QI</w:t>
      </w:r>
      <w:r w:rsidR="00604659" w:rsidRPr="003102D9">
        <w:rPr>
          <w:rFonts w:ascii="Times New Roman" w:hAnsi="Times New Roman"/>
          <w:sz w:val="22"/>
          <w:szCs w:val="22"/>
        </w:rPr>
        <w:t xml:space="preserve"> (Intel) </w:t>
      </w:r>
      <w:r w:rsidRPr="003102D9">
        <w:rPr>
          <w:rFonts w:ascii="Times New Roman" w:hAnsi="Times New Roman"/>
          <w:sz w:val="22"/>
          <w:szCs w:val="22"/>
        </w:rPr>
        <w:t xml:space="preserve">/Edward AU </w:t>
      </w:r>
      <w:r w:rsidR="00604659" w:rsidRPr="003102D9">
        <w:rPr>
          <w:rFonts w:ascii="Times New Roman" w:hAnsi="Times New Roman"/>
          <w:sz w:val="22"/>
          <w:szCs w:val="22"/>
        </w:rPr>
        <w:t>(Huawei)</w:t>
      </w:r>
    </w:p>
    <w:p w14:paraId="492E2BF3" w14:textId="77777777" w:rsidR="00401068" w:rsidRPr="003102D9" w:rsidRDefault="00401068" w:rsidP="00401068">
      <w:pPr>
        <w:pStyle w:val="ListParagraph"/>
        <w:numPr>
          <w:ilvl w:val="2"/>
          <w:numId w:val="12"/>
        </w:numPr>
        <w:spacing w:after="160" w:line="256" w:lineRule="auto"/>
        <w:rPr>
          <w:rFonts w:ascii="Times New Roman" w:hAnsi="Times New Roman"/>
          <w:sz w:val="22"/>
          <w:szCs w:val="22"/>
        </w:rPr>
      </w:pPr>
      <w:hyperlink r:id="rId19" w:history="1">
        <w:r w:rsidRPr="003102D9">
          <w:rPr>
            <w:rStyle w:val="Hyperlink"/>
            <w:rFonts w:ascii="Times New Roman" w:hAnsi="Times New Roman"/>
            <w:sz w:val="22"/>
            <w:szCs w:val="22"/>
          </w:rPr>
          <w:t>https://mentor.ieee.org/802.11/dcn/18/11-18-0611-22-000m-revmd-wg-ballot-comments.xls</w:t>
        </w:r>
      </w:hyperlink>
    </w:p>
    <w:p w14:paraId="3E3100DB" w14:textId="77777777" w:rsidR="00401068" w:rsidRPr="003102D9" w:rsidRDefault="00604659"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T</w:t>
      </w:r>
      <w:r w:rsidR="00A02DFF" w:rsidRPr="003102D9">
        <w:rPr>
          <w:rFonts w:ascii="Times New Roman" w:hAnsi="Times New Roman"/>
          <w:sz w:val="22"/>
          <w:szCs w:val="22"/>
        </w:rPr>
        <w:t>hanks for Edward covering in Emily’s absence.</w:t>
      </w:r>
    </w:p>
    <w:p w14:paraId="07D0E20E"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 comments that were approved in July – </w:t>
      </w:r>
      <w:r w:rsidR="00401068" w:rsidRPr="003102D9">
        <w:rPr>
          <w:rFonts w:ascii="Times New Roman" w:hAnsi="Times New Roman"/>
          <w:sz w:val="22"/>
          <w:szCs w:val="22"/>
        </w:rPr>
        <w:t>see tab “201907 Approved” 180 CIDs.</w:t>
      </w:r>
    </w:p>
    <w:p w14:paraId="1235DF19"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Great progress has been </w:t>
      </w:r>
      <w:r w:rsidR="00401068" w:rsidRPr="003102D9">
        <w:rPr>
          <w:rFonts w:ascii="Times New Roman" w:hAnsi="Times New Roman"/>
          <w:sz w:val="22"/>
          <w:szCs w:val="22"/>
        </w:rPr>
        <w:t>made</w:t>
      </w:r>
      <w:r w:rsidRPr="003102D9">
        <w:rPr>
          <w:rFonts w:ascii="Times New Roman" w:hAnsi="Times New Roman"/>
          <w:sz w:val="22"/>
          <w:szCs w:val="22"/>
        </w:rPr>
        <w:t>.</w:t>
      </w:r>
    </w:p>
    <w:p w14:paraId="1D59BF24" w14:textId="77777777" w:rsidR="003102D9" w:rsidRPr="003102D9" w:rsidRDefault="00604659"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W</w:t>
      </w:r>
      <w:r w:rsidR="00A02DFF" w:rsidRPr="003102D9">
        <w:rPr>
          <w:rFonts w:ascii="Times New Roman" w:hAnsi="Times New Roman"/>
          <w:sz w:val="22"/>
          <w:szCs w:val="22"/>
        </w:rPr>
        <w:t>ill edit approved comment changes into the draft and about 2 weeks a review of updates to be conducted.</w:t>
      </w:r>
    </w:p>
    <w:p w14:paraId="222AA0C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We have about 180 </w:t>
      </w:r>
      <w:r w:rsidR="00604659" w:rsidRPr="003102D9">
        <w:rPr>
          <w:rFonts w:ascii="Times New Roman" w:hAnsi="Times New Roman"/>
          <w:sz w:val="22"/>
          <w:szCs w:val="22"/>
        </w:rPr>
        <w:t xml:space="preserve">CIDs </w:t>
      </w:r>
      <w:r w:rsidRPr="003102D9">
        <w:rPr>
          <w:rFonts w:ascii="Times New Roman" w:hAnsi="Times New Roman"/>
          <w:sz w:val="22"/>
          <w:szCs w:val="22"/>
        </w:rPr>
        <w:t>left to go</w:t>
      </w:r>
    </w:p>
    <w:p w14:paraId="36DA65B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Target for a D2.4 for the </w:t>
      </w:r>
      <w:proofErr w:type="spellStart"/>
      <w:r w:rsidRPr="003102D9">
        <w:rPr>
          <w:rFonts w:ascii="Times New Roman" w:hAnsi="Times New Roman"/>
          <w:sz w:val="22"/>
          <w:szCs w:val="22"/>
        </w:rPr>
        <w:t>Adhoc</w:t>
      </w:r>
      <w:proofErr w:type="spellEnd"/>
      <w:r w:rsidRPr="003102D9">
        <w:rPr>
          <w:rFonts w:ascii="Times New Roman" w:hAnsi="Times New Roman"/>
          <w:sz w:val="22"/>
          <w:szCs w:val="22"/>
        </w:rPr>
        <w:t xml:space="preserve"> in August.</w:t>
      </w:r>
    </w:p>
    <w:p w14:paraId="5BE11252" w14:textId="77777777" w:rsidR="003102D9" w:rsidRPr="003102D9" w:rsidRDefault="00604659" w:rsidP="003102D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A02DFF" w:rsidRPr="003102D9">
        <w:rPr>
          <w:rFonts w:ascii="Times New Roman" w:hAnsi="Times New Roman"/>
          <w:b/>
          <w:sz w:val="22"/>
          <w:szCs w:val="22"/>
        </w:rPr>
        <w:t>GEN CIDS</w:t>
      </w:r>
      <w:r w:rsidR="00A02DFF" w:rsidRPr="003102D9">
        <w:rPr>
          <w:rFonts w:ascii="Times New Roman" w:hAnsi="Times New Roman"/>
          <w:sz w:val="22"/>
          <w:szCs w:val="22"/>
        </w:rPr>
        <w:t xml:space="preserve"> – Jon ROSDAHL</w:t>
      </w:r>
      <w:r w:rsidRPr="003102D9">
        <w:rPr>
          <w:rFonts w:ascii="Times New Roman" w:hAnsi="Times New Roman"/>
          <w:sz w:val="22"/>
          <w:szCs w:val="22"/>
        </w:rPr>
        <w:t xml:space="preserve"> (Qualcomm)</w:t>
      </w:r>
    </w:p>
    <w:p w14:paraId="683FFA9B"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“Discuss” category comments, to identify a direction</w:t>
      </w:r>
    </w:p>
    <w:p w14:paraId="6332071C"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green"/>
        </w:rPr>
        <w:t>CID 2336</w:t>
      </w:r>
      <w:r w:rsidRPr="003102D9">
        <w:rPr>
          <w:rFonts w:ascii="Times New Roman" w:hAnsi="Times New Roman"/>
          <w:sz w:val="22"/>
          <w:szCs w:val="22"/>
          <w:highlight w:val="green"/>
        </w:rPr>
        <w:t xml:space="preserve"> (GEN)</w:t>
      </w:r>
    </w:p>
    <w:p w14:paraId="6D3D1229"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Reviewed the comment. Several changes are suggested by the commenter.</w:t>
      </w:r>
    </w:p>
    <w:p w14:paraId="323BB0D6"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No non-primary in a 20 MHz channel.</w:t>
      </w:r>
    </w:p>
    <w:p w14:paraId="3594F92A"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Primary channel definition and secondary channel definition, discussion on the proposed change which includes “20 MHz” appended.</w:t>
      </w:r>
    </w:p>
    <w:p w14:paraId="4257A831"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Table 8-5, channel list parameter refers to the primary 20 MHz channel.</w:t>
      </w:r>
    </w:p>
    <w:p w14:paraId="40577EEF"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P192L34 primary 20 MHz - includes 20 MHz</w:t>
      </w:r>
    </w:p>
    <w:p w14:paraId="3A877ADC"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Have we gone through use of the terms in the standard?</w:t>
      </w:r>
    </w:p>
    <w:p w14:paraId="27B402B0" w14:textId="12320794"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Believe spec has been written to assume this.</w:t>
      </w:r>
    </w:p>
    <w:p w14:paraId="53A1C7D3" w14:textId="3FD7E23F" w:rsid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Proposed </w:t>
      </w:r>
      <w:r w:rsidR="003102D9" w:rsidRPr="003102D9">
        <w:rPr>
          <w:rFonts w:ascii="Times New Roman" w:hAnsi="Times New Roman"/>
          <w:sz w:val="22"/>
          <w:szCs w:val="22"/>
        </w:rPr>
        <w:t>Resolution</w:t>
      </w:r>
      <w:r w:rsidRPr="003102D9">
        <w:rPr>
          <w:rFonts w:ascii="Times New Roman" w:hAnsi="Times New Roman"/>
          <w:sz w:val="22"/>
          <w:szCs w:val="22"/>
        </w:rPr>
        <w:t xml:space="preserve">: </w:t>
      </w:r>
      <w:r w:rsidRPr="003102D9">
        <w:rPr>
          <w:rFonts w:ascii="Times New Roman" w:hAnsi="Times New Roman"/>
          <w:sz w:val="22"/>
          <w:szCs w:val="22"/>
        </w:rPr>
        <w:t xml:space="preserve">REVISED (GEN: 2019-07-30 19:44:15Z) </w:t>
      </w:r>
      <w:r w:rsidRPr="003102D9">
        <w:rPr>
          <w:rFonts w:ascii="Times New Roman" w:hAnsi="Times New Roman"/>
          <w:sz w:val="22"/>
          <w:szCs w:val="22"/>
        </w:rPr>
        <w:t xml:space="preserve">– </w:t>
      </w:r>
    </w:p>
    <w:p w14:paraId="0F6687E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lastRenderedPageBreak/>
        <w:t xml:space="preserve">1. At the end of the definition of "primary channel" append "For example, in a 20 MHz, 40 MHz, 80 MHz, 160 MHz or 80+80 MHz basic service set (BSS) the primary channel is a primary 20 MHz channel."  </w:t>
      </w:r>
    </w:p>
    <w:p w14:paraId="6B78E24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In the definition of "nonprimary channel", "primary 20 MHz channel", "primary 40 MHz channel", "primary 80 MHz channel" delete "very high throughput (VHT)".  </w:t>
      </w:r>
    </w:p>
    <w:p w14:paraId="178E1943"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3. In the definition of "primary 20 MHz channel" delete "In a VHT BSS, the primary 20 MHz channel is also the primary channel."  </w:t>
      </w:r>
    </w:p>
    <w:p w14:paraId="416BD3D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4. Change the definition of "secondary channel" to</w:t>
      </w:r>
    </w:p>
    <w:p w14:paraId="60ABABC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 "A channel associated with a primary channel used to create a channel wider than the primary channel. In a 40 MHz, 80 MHz, 160 MHz or 80+80 MHz basic service set (BSS) the secondary channel is a secondary 20 MHz channel."  </w:t>
      </w:r>
    </w:p>
    <w:p w14:paraId="580F54BA" w14:textId="34EA2A71" w:rsid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5. Change the definition of "20 MHz basic service set" to "A BSS in which there is a primary 20 MHz channel and no secondary channel.",</w:t>
      </w:r>
    </w:p>
    <w:p w14:paraId="77889000"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Pr>
          <w:szCs w:val="22"/>
        </w:rPr>
        <w:t xml:space="preserve"> No objection - </w:t>
      </w:r>
      <w:r w:rsidR="00957300" w:rsidRPr="003102D9">
        <w:rPr>
          <w:szCs w:val="22"/>
        </w:rPr>
        <w:t xml:space="preserve">Mark Ready </w:t>
      </w:r>
      <w:r w:rsidRPr="003102D9">
        <w:rPr>
          <w:szCs w:val="22"/>
        </w:rPr>
        <w:t>for</w:t>
      </w:r>
      <w:r w:rsidR="00957300" w:rsidRPr="003102D9">
        <w:rPr>
          <w:szCs w:val="22"/>
        </w:rPr>
        <w:t xml:space="preserve"> Motion</w:t>
      </w:r>
    </w:p>
    <w:p w14:paraId="257EE97E" w14:textId="77777777" w:rsidR="003102D9" w:rsidRPr="003102D9" w:rsidRDefault="00E3338B" w:rsidP="003102D9">
      <w:pPr>
        <w:pStyle w:val="ListParagraph"/>
        <w:numPr>
          <w:ilvl w:val="2"/>
          <w:numId w:val="12"/>
        </w:numPr>
        <w:spacing w:after="160" w:line="256" w:lineRule="auto"/>
        <w:rPr>
          <w:rFonts w:ascii="Times New Roman" w:hAnsi="Times New Roman"/>
          <w:sz w:val="22"/>
          <w:szCs w:val="22"/>
        </w:rPr>
      </w:pPr>
      <w:r w:rsidRPr="003102D9">
        <w:rPr>
          <w:szCs w:val="22"/>
          <w:highlight w:val="green"/>
        </w:rPr>
        <w:t>CID 2395 (GEN)</w:t>
      </w:r>
    </w:p>
    <w:p w14:paraId="75B8ED53"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 comment</w:t>
      </w:r>
    </w:p>
    <w:p w14:paraId="1434FB78"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25AEC" w:rsidRPr="003102D9">
        <w:rPr>
          <w:rFonts w:ascii="Times New Roman" w:hAnsi="Times New Roman"/>
          <w:sz w:val="22"/>
          <w:szCs w:val="22"/>
        </w:rPr>
        <w:t>Discussion</w:t>
      </w:r>
      <w:r w:rsidRPr="003102D9">
        <w:rPr>
          <w:rFonts w:ascii="Times New Roman" w:hAnsi="Times New Roman"/>
          <w:sz w:val="22"/>
          <w:szCs w:val="22"/>
        </w:rPr>
        <w:t xml:space="preserve"> on if definition or </w:t>
      </w:r>
      <w:r w:rsidR="00325AEC" w:rsidRPr="003102D9">
        <w:rPr>
          <w:rFonts w:ascii="Times New Roman" w:hAnsi="Times New Roman"/>
          <w:sz w:val="22"/>
          <w:szCs w:val="22"/>
        </w:rPr>
        <w:t>explicit</w:t>
      </w:r>
      <w:r w:rsidRPr="003102D9">
        <w:rPr>
          <w:rFonts w:ascii="Times New Roman" w:hAnsi="Times New Roman"/>
          <w:sz w:val="22"/>
          <w:szCs w:val="22"/>
        </w:rPr>
        <w:t xml:space="preserve"> expansion should be done.</w:t>
      </w:r>
    </w:p>
    <w:p w14:paraId="482B5C4F" w14:textId="77777777" w:rsidR="003102D9" w:rsidRPr="003102D9" w:rsidRDefault="00325AEC"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There are 153 occurrences of VHT MU PHY PPDU in the document.</w:t>
      </w:r>
    </w:p>
    <w:p w14:paraId="25A471BD"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There was a debate in </w:t>
      </w:r>
      <w:proofErr w:type="spellStart"/>
      <w:r w:rsidRPr="003102D9">
        <w:rPr>
          <w:rFonts w:ascii="Times New Roman" w:hAnsi="Times New Roman"/>
          <w:sz w:val="22"/>
          <w:szCs w:val="22"/>
        </w:rPr>
        <w:t>TGax</w:t>
      </w:r>
      <w:proofErr w:type="spellEnd"/>
      <w:r w:rsidRPr="003102D9">
        <w:rPr>
          <w:rFonts w:ascii="Times New Roman" w:hAnsi="Times New Roman"/>
          <w:sz w:val="22"/>
          <w:szCs w:val="22"/>
        </w:rPr>
        <w:t xml:space="preserve"> on the term VHT MU PHY PPDU and what it means.</w:t>
      </w:r>
    </w:p>
    <w:p w14:paraId="566BBEF8"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If there are 153 occurrences, perhaps we should add a definition.</w:t>
      </w:r>
    </w:p>
    <w:p w14:paraId="1D7D2F15"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There is already a definition for VHT SU PHY PPDU</w:t>
      </w:r>
    </w:p>
    <w:p w14:paraId="109161D9"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This term is used extensively in the document.</w:t>
      </w:r>
    </w:p>
    <w:p w14:paraId="547C08A1"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 definition of VHT SU PHY PPDU refers to a few TX Vector parameters. The VHT MU PHY PPDU is more descriptive.</w:t>
      </w:r>
    </w:p>
    <w:p w14:paraId="42DF9AEA"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An alternate way forward could be to change the definition, deleting “format equal to VHT and”</w:t>
      </w:r>
    </w:p>
    <w:p w14:paraId="6AEAE64C"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Now there’s a discrepancy between the MU and SU definitions.</w:t>
      </w:r>
    </w:p>
    <w:p w14:paraId="0A811EF6"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Keep the descriptive text for MU and modify the SU to be more descriptive.</w:t>
      </w:r>
    </w:p>
    <w:p w14:paraId="75E547CE" w14:textId="51A9A43D" w:rsid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 xml:space="preserve">Proposed Resolution: </w:t>
      </w:r>
      <w:r w:rsidR="0022725F" w:rsidRPr="003102D9">
        <w:rPr>
          <w:rFonts w:ascii="Times New Roman" w:hAnsi="Times New Roman"/>
          <w:sz w:val="22"/>
          <w:szCs w:val="22"/>
        </w:rPr>
        <w:t xml:space="preserve">REVISED (GEN: 2019-07-30 20:02:38Z) </w:t>
      </w:r>
      <w:r>
        <w:rPr>
          <w:rFonts w:ascii="Times New Roman" w:hAnsi="Times New Roman"/>
          <w:sz w:val="22"/>
          <w:szCs w:val="22"/>
        </w:rPr>
        <w:t>–</w:t>
      </w:r>
      <w:r w:rsidR="0022725F" w:rsidRPr="003102D9">
        <w:rPr>
          <w:rFonts w:ascii="Times New Roman" w:hAnsi="Times New Roman"/>
          <w:sz w:val="22"/>
          <w:szCs w:val="22"/>
        </w:rPr>
        <w:t xml:space="preserve"> </w:t>
      </w:r>
    </w:p>
    <w:p w14:paraId="592BD66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1. Change the definition of "very high throughput (VHT) single-user (SU) physical layer (PHY) protocol data unit (PPDU)" to </w:t>
      </w:r>
    </w:p>
    <w:p w14:paraId="01CD606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carries one PHY service data unit (PSDU) for one user and is not transmitted using the downlink multi-user multiple input, multiple output (DL-MU-MIMO) technique."</w:t>
      </w:r>
    </w:p>
    <w:p w14:paraId="3EF8E6C0"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Change the definition of "very high throughput (VHT) multi-user (MU) physical layer (PHY) protocol data unit (PPDU)" to </w:t>
      </w:r>
    </w:p>
    <w:p w14:paraId="740E88DB" w14:textId="6DB93395"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is capable of carrying up to four PHY service data units (PSDUs) for up to four users and is transmitted using the downlink multi-user multiple input, multiple output (DL-MU-MIMO) technique."</w:t>
      </w:r>
    </w:p>
    <w:p w14:paraId="4B4C857B"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No Objection – Mark Ready for Motion</w:t>
      </w:r>
    </w:p>
    <w:p w14:paraId="34C60AAC" w14:textId="77777777" w:rsidR="003102D9" w:rsidRP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t xml:space="preserve">CID 2644 (GEN) </w:t>
      </w:r>
    </w:p>
    <w:p w14:paraId="2449F3E6"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Start to Review CID and Mark RISON volunteered to prepare a submission.</w:t>
      </w:r>
    </w:p>
    <w:p w14:paraId="7FA0194A"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Mark “Submission Required” and move to “Gen Assigned CID” tab</w:t>
      </w:r>
    </w:p>
    <w:p w14:paraId="04D090D5" w14:textId="77777777" w:rsid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lastRenderedPageBreak/>
        <w:t>CID 2224 (GEN)</w:t>
      </w:r>
    </w:p>
    <w:p w14:paraId="60D09A38"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szCs w:val="22"/>
        </w:rPr>
        <w:t>Review Comment</w:t>
      </w:r>
    </w:p>
    <w:p w14:paraId="5887F44F"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The new definition does not allow classification to occur above the MAC SAP.</w:t>
      </w:r>
    </w:p>
    <w:p w14:paraId="005B967D"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This is really a MAC comment.</w:t>
      </w:r>
    </w:p>
    <w:p w14:paraId="66E0A605" w14:textId="77777777" w:rsid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 xml:space="preserve"> </w:t>
      </w:r>
      <w:r w:rsidR="0022725F" w:rsidRPr="003102D9">
        <w:rPr>
          <w:szCs w:val="22"/>
        </w:rPr>
        <w:t xml:space="preserve">Assign to “EDCA” Comment Group and move to MAC </w:t>
      </w:r>
      <w:proofErr w:type="spellStart"/>
      <w:r w:rsidR="0022725F" w:rsidRPr="003102D9">
        <w:rPr>
          <w:szCs w:val="22"/>
        </w:rPr>
        <w:t>adhoc</w:t>
      </w:r>
      <w:proofErr w:type="spellEnd"/>
      <w:r w:rsidR="0022725F" w:rsidRPr="003102D9">
        <w:rPr>
          <w:szCs w:val="22"/>
        </w:rPr>
        <w:t xml:space="preserve"> group.</w:t>
      </w:r>
    </w:p>
    <w:p w14:paraId="6943B9E0" w14:textId="77777777"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No other GEN comments to discuss today.</w:t>
      </w:r>
    </w:p>
    <w:p w14:paraId="4FFC6D6D" w14:textId="77777777" w:rsidR="003102D9" w:rsidRPr="002A08F6" w:rsidRDefault="00604659" w:rsidP="003102D9">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 xml:space="preserve">Review Doc </w:t>
      </w:r>
      <w:r w:rsidR="00A02DFF" w:rsidRPr="002A08F6">
        <w:rPr>
          <w:rFonts w:ascii="Times New Roman" w:hAnsi="Times New Roman"/>
          <w:b/>
          <w:sz w:val="22"/>
          <w:szCs w:val="22"/>
        </w:rPr>
        <w:t>11-19-0856</w:t>
      </w:r>
      <w:r w:rsidR="00A02DFF" w:rsidRPr="002A08F6">
        <w:rPr>
          <w:rFonts w:ascii="Times New Roman" w:hAnsi="Times New Roman"/>
          <w:sz w:val="22"/>
          <w:szCs w:val="22"/>
        </w:rPr>
        <w:t xml:space="preserve"> - Mark RISON </w:t>
      </w:r>
      <w:r w:rsidRPr="002A08F6">
        <w:rPr>
          <w:rFonts w:ascii="Times New Roman" w:hAnsi="Times New Roman"/>
          <w:sz w:val="22"/>
          <w:szCs w:val="22"/>
        </w:rPr>
        <w:t>(Samsung)</w:t>
      </w:r>
    </w:p>
    <w:p w14:paraId="0D8993E7" w14:textId="3A12B94F" w:rsidR="003102D9" w:rsidRPr="002A08F6" w:rsidRDefault="003102D9"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w:t>
      </w:r>
      <w:r w:rsidR="00A02DFF" w:rsidRPr="002A08F6">
        <w:rPr>
          <w:rFonts w:ascii="Times New Roman" w:hAnsi="Times New Roman"/>
          <w:sz w:val="22"/>
          <w:szCs w:val="22"/>
        </w:rPr>
        <w:t>CIDs 2316, 2366, 2606, 2584/2585, 2604, 2582</w:t>
      </w:r>
    </w:p>
    <w:p w14:paraId="794D83DD" w14:textId="77777777" w:rsidR="003102D9" w:rsidRPr="002A08F6" w:rsidRDefault="008D627C" w:rsidP="003102D9">
      <w:pPr>
        <w:pStyle w:val="ListParagraph"/>
        <w:numPr>
          <w:ilvl w:val="2"/>
          <w:numId w:val="12"/>
        </w:numPr>
        <w:spacing w:after="160" w:line="256" w:lineRule="auto"/>
        <w:rPr>
          <w:rFonts w:ascii="Times New Roman" w:hAnsi="Times New Roman"/>
          <w:sz w:val="22"/>
          <w:szCs w:val="22"/>
        </w:rPr>
      </w:pPr>
      <w:hyperlink r:id="rId20" w:history="1">
        <w:r w:rsidRPr="002A08F6">
          <w:rPr>
            <w:rStyle w:val="Hyperlink"/>
            <w:rFonts w:ascii="Times New Roman" w:hAnsi="Times New Roman"/>
            <w:sz w:val="22"/>
            <w:szCs w:val="22"/>
          </w:rPr>
          <w:t>https://mentor.ieee.org/802.11/dcn/19/11-19-0856-06-000m-resolutions-for-some-comments-on-11md-d2-0-lb236.docx</w:t>
        </w:r>
      </w:hyperlink>
    </w:p>
    <w:p w14:paraId="3F0C9294" w14:textId="77777777"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2316 (MAC)</w:t>
      </w:r>
    </w:p>
    <w:p w14:paraId="418174BB" w14:textId="77777777" w:rsidR="003102D9" w:rsidRPr="002A08F6" w:rsidRDefault="008A22C0" w:rsidP="003102D9">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The comment is not ready for discussion</w:t>
      </w:r>
    </w:p>
    <w:p w14:paraId="526EC393" w14:textId="77777777" w:rsidR="003102D9" w:rsidRPr="002A08F6" w:rsidRDefault="008D627C"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2366 (MAC)</w:t>
      </w:r>
    </w:p>
    <w:p w14:paraId="614893A1"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Review comment</w:t>
      </w:r>
    </w:p>
    <w:p w14:paraId="40538075"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proposed changes</w:t>
      </w:r>
    </w:p>
    <w:p w14:paraId="5E6D5592"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The MAC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and the PHY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are </w:t>
      </w:r>
      <w:r w:rsidR="00325AEC" w:rsidRPr="002A08F6">
        <w:rPr>
          <w:rFonts w:ascii="Times New Roman" w:hAnsi="Times New Roman"/>
          <w:sz w:val="22"/>
          <w:szCs w:val="22"/>
        </w:rPr>
        <w:t>distinct</w:t>
      </w:r>
      <w:r w:rsidRPr="002A08F6">
        <w:rPr>
          <w:rFonts w:ascii="Times New Roman" w:hAnsi="Times New Roman"/>
          <w:sz w:val="22"/>
          <w:szCs w:val="22"/>
        </w:rPr>
        <w:t xml:space="preserve"> and need to be unambiguous definition.</w:t>
      </w:r>
    </w:p>
    <w:p w14:paraId="161802B9"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Discussion of the deletion “</w:t>
      </w:r>
      <w:r w:rsidRPr="002A08F6">
        <w:rPr>
          <w:rFonts w:ascii="Times New Roman" w:hAnsi="Times New Roman"/>
          <w:sz w:val="22"/>
          <w:szCs w:val="22"/>
        </w:rPr>
        <w:t xml:space="preserve">At D2.2/2958.33 delete “A STA shall use short slot if the BSS indicates short slot.”  </w:t>
      </w:r>
    </w:p>
    <w:p w14:paraId="5B01B569"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w:t>
      </w:r>
      <w:proofErr w:type="spellStart"/>
      <w:r w:rsidRPr="002A08F6">
        <w:rPr>
          <w:rFonts w:ascii="Times New Roman" w:hAnsi="Times New Roman"/>
          <w:sz w:val="22"/>
          <w:szCs w:val="22"/>
        </w:rPr>
        <w:t>aCWmin</w:t>
      </w:r>
      <w:proofErr w:type="spellEnd"/>
      <w:r w:rsidRPr="002A08F6">
        <w:rPr>
          <w:rFonts w:ascii="Times New Roman" w:hAnsi="Times New Roman"/>
          <w:sz w:val="22"/>
          <w:szCs w:val="22"/>
        </w:rPr>
        <w:t xml:space="preserve"> – MAC and PHY versions.</w:t>
      </w:r>
    </w:p>
    <w:p w14:paraId="06C7ABF6"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Local Variable to MAC Variables changes.</w:t>
      </w:r>
    </w:p>
    <w:p w14:paraId="32398509"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Proposed Resolution: </w:t>
      </w:r>
      <w:r w:rsidRPr="002A08F6">
        <w:rPr>
          <w:rFonts w:ascii="Times New Roman" w:hAnsi="Times New Roman"/>
          <w:sz w:val="22"/>
          <w:szCs w:val="22"/>
        </w:rPr>
        <w:t xml:space="preserve">Make the changes shown under “Proposed changes” for CID  in </w:t>
      </w:r>
      <w:r w:rsidRPr="002A08F6">
        <w:rPr>
          <w:rFonts w:ascii="Times New Roman" w:hAnsi="Times New Roman"/>
          <w:sz w:val="22"/>
          <w:szCs w:val="22"/>
        </w:rPr>
        <w:t>11-19/856r7 &lt;</w:t>
      </w:r>
      <w:hyperlink r:id="rId21" w:history="1">
        <w:r w:rsidRPr="002A08F6">
          <w:rPr>
            <w:rStyle w:val="Hyperlink"/>
            <w:rFonts w:ascii="Times New Roman" w:hAnsi="Times New Roman"/>
            <w:sz w:val="22"/>
            <w:szCs w:val="22"/>
          </w:rPr>
          <w:t>https://mentor.ieee.org/802.11/dcn/19/11-19-0856-0</w:t>
        </w:r>
        <w:r w:rsidRPr="002A08F6">
          <w:rPr>
            <w:rStyle w:val="Hyperlink"/>
            <w:rFonts w:ascii="Times New Roman" w:hAnsi="Times New Roman"/>
            <w:sz w:val="22"/>
            <w:szCs w:val="22"/>
          </w:rPr>
          <w:t>7</w:t>
        </w:r>
        <w:r w:rsidRPr="002A08F6">
          <w:rPr>
            <w:rStyle w:val="Hyperlink"/>
            <w:rFonts w:ascii="Times New Roman" w:hAnsi="Times New Roman"/>
            <w:sz w:val="22"/>
            <w:szCs w:val="22"/>
          </w:rPr>
          <w:t>-000m-resolutions-for-some-comments-on-11md-d2-0-lb236.docx</w:t>
        </w:r>
      </w:hyperlink>
      <w:r w:rsidRPr="002A08F6">
        <w:rPr>
          <w:rFonts w:ascii="Times New Roman" w:hAnsi="Times New Roman"/>
          <w:sz w:val="22"/>
          <w:szCs w:val="22"/>
        </w:rPr>
        <w:t xml:space="preserve"> </w:t>
      </w:r>
      <w:r w:rsidRPr="002A08F6">
        <w:rPr>
          <w:rFonts w:ascii="Times New Roman" w:hAnsi="Times New Roman"/>
          <w:sz w:val="22"/>
          <w:szCs w:val="22"/>
        </w:rPr>
        <w:t xml:space="preserve"> which make clear distinctions between MAC variables (including state variables), PHY characteristics and MIB attributes</w:t>
      </w:r>
      <w:r w:rsidR="002A08F6" w:rsidRPr="002A08F6">
        <w:rPr>
          <w:rFonts w:ascii="Times New Roman" w:hAnsi="Times New Roman"/>
          <w:sz w:val="22"/>
          <w:szCs w:val="22"/>
        </w:rPr>
        <w:t>.</w:t>
      </w:r>
    </w:p>
    <w:p w14:paraId="210684F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2185311" w14:textId="77777777" w:rsidR="002A08F6" w:rsidRPr="002A08F6" w:rsidRDefault="00FC7D9B"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2606 (MAC)</w:t>
      </w:r>
    </w:p>
    <w:p w14:paraId="64A8E1BA" w14:textId="3543CB2E"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3EF5806F" w14:textId="077BD916"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rules for “can”.</w:t>
      </w:r>
    </w:p>
    <w:p w14:paraId="6A00F44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other editorial changes briefly but spent more time on the substantive changes.</w:t>
      </w:r>
    </w:p>
    <w:p w14:paraId="4BB7C64D" w14:textId="2F1F976D" w:rsidR="002A08F6" w:rsidRPr="002A08F6" w:rsidRDefault="00FC7D9B" w:rsidP="002A08F6">
      <w:pPr>
        <w:pStyle w:val="ListParagraph"/>
        <w:numPr>
          <w:ilvl w:val="3"/>
          <w:numId w:val="12"/>
        </w:numPr>
        <w:spacing w:line="256" w:lineRule="auto"/>
        <w:rPr>
          <w:rFonts w:ascii="Times New Roman" w:hAnsi="Times New Roman"/>
          <w:sz w:val="22"/>
          <w:szCs w:val="22"/>
        </w:rPr>
      </w:pPr>
      <w:r w:rsidRPr="002A08F6">
        <w:rPr>
          <w:rFonts w:ascii="Times New Roman" w:hAnsi="Times New Roman"/>
          <w:sz w:val="22"/>
          <w:szCs w:val="22"/>
        </w:rPr>
        <w:t xml:space="preserve">Proposed </w:t>
      </w:r>
      <w:r w:rsidR="00325AEC" w:rsidRPr="002A08F6">
        <w:rPr>
          <w:rFonts w:ascii="Times New Roman" w:hAnsi="Times New Roman"/>
          <w:sz w:val="22"/>
          <w:szCs w:val="22"/>
        </w:rPr>
        <w:t>Resolution</w:t>
      </w:r>
      <w:r w:rsidR="00FE0260" w:rsidRPr="002A08F6">
        <w:rPr>
          <w:rFonts w:ascii="Times New Roman" w:hAnsi="Times New Roman"/>
          <w:sz w:val="22"/>
          <w:szCs w:val="22"/>
        </w:rPr>
        <w:t xml:space="preserve">: </w:t>
      </w:r>
      <w:r w:rsidR="00FE0260" w:rsidRPr="002A08F6">
        <w:rPr>
          <w:rFonts w:ascii="Times New Roman" w:hAnsi="Times New Roman"/>
          <w:sz w:val="22"/>
          <w:szCs w:val="22"/>
        </w:rPr>
        <w:t>REVISED</w:t>
      </w:r>
      <w:r w:rsidR="002A08F6" w:rsidRPr="002A08F6">
        <w:rPr>
          <w:rFonts w:ascii="Times New Roman" w:hAnsi="Times New Roman"/>
          <w:sz w:val="22"/>
          <w:szCs w:val="22"/>
        </w:rPr>
        <w:t xml:space="preserve">; </w:t>
      </w:r>
      <w:r w:rsidR="002A08F6" w:rsidRPr="002A08F6">
        <w:rPr>
          <w:rFonts w:ascii="Times New Roman" w:hAnsi="Times New Roman"/>
          <w:sz w:val="22"/>
          <w:szCs w:val="22"/>
        </w:rPr>
        <w:t>1.4 allows both “present” and “included”, so those changes are not necessary.</w:t>
      </w:r>
    </w:p>
    <w:p w14:paraId="643F4D8A" w14:textId="77777777" w:rsidR="002A08F6" w:rsidRPr="002A08F6" w:rsidRDefault="002A08F6" w:rsidP="002A08F6">
      <w:pPr>
        <w:ind w:left="2880"/>
        <w:rPr>
          <w:szCs w:val="22"/>
        </w:rPr>
      </w:pPr>
      <w:r w:rsidRPr="002A08F6">
        <w:rPr>
          <w:szCs w:val="22"/>
        </w:rPr>
        <w:t>Make the following changes in D2.2:</w:t>
      </w:r>
    </w:p>
    <w:p w14:paraId="6B8E919B" w14:textId="77777777" w:rsidR="002A08F6" w:rsidRPr="002A08F6" w:rsidRDefault="002A08F6" w:rsidP="002A08F6">
      <w:pPr>
        <w:ind w:left="2880"/>
        <w:rPr>
          <w:szCs w:val="22"/>
        </w:rPr>
      </w:pPr>
      <w:r w:rsidRPr="002A08F6">
        <w:rPr>
          <w:szCs w:val="22"/>
        </w:rPr>
        <w:t xml:space="preserve">At 1014.18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5774C56B" w14:textId="77777777" w:rsidR="002A08F6" w:rsidRPr="002A08F6" w:rsidRDefault="002A08F6" w:rsidP="002A08F6">
      <w:pPr>
        <w:ind w:left="2880"/>
        <w:rPr>
          <w:szCs w:val="22"/>
        </w:rPr>
      </w:pPr>
      <w:r w:rsidRPr="002A08F6">
        <w:rPr>
          <w:szCs w:val="22"/>
        </w:rPr>
        <w:t xml:space="preserve">At 1014.53 change “Multiple AP Channel Report and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AP Channel Report </w:t>
      </w:r>
      <w:proofErr w:type="spellStart"/>
      <w:r w:rsidRPr="002A08F6">
        <w:rPr>
          <w:szCs w:val="22"/>
        </w:rPr>
        <w:t>subelements</w:t>
      </w:r>
      <w:proofErr w:type="spellEnd"/>
      <w:r w:rsidRPr="002A08F6">
        <w:rPr>
          <w:szCs w:val="22"/>
        </w:rPr>
        <w:t xml:space="preserve"> and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35C6791B" w14:textId="77777777" w:rsidR="002A08F6" w:rsidRPr="002A08F6" w:rsidRDefault="002A08F6" w:rsidP="002A08F6">
      <w:pPr>
        <w:ind w:left="2880"/>
        <w:rPr>
          <w:szCs w:val="22"/>
        </w:rPr>
      </w:pPr>
      <w:r w:rsidRPr="002A08F6">
        <w:rPr>
          <w:szCs w:val="22"/>
        </w:rPr>
        <w:t xml:space="preserve">At 1029.60, 1072.59, 1073.3, 1547.1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1A20D57B" w14:textId="77777777" w:rsidR="002A08F6" w:rsidRPr="002A08F6" w:rsidRDefault="002A08F6" w:rsidP="002A08F6">
      <w:pPr>
        <w:ind w:left="2880"/>
        <w:rPr>
          <w:szCs w:val="22"/>
        </w:rPr>
      </w:pPr>
      <w:r w:rsidRPr="002A08F6">
        <w:rPr>
          <w:szCs w:val="22"/>
        </w:rPr>
        <w:t xml:space="preserve">At 1033.63, 1081.50, 1083.2, 1084.14, 1085.60 change “Multiple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78AA8CE6" w14:textId="77777777" w:rsidR="002A08F6" w:rsidRPr="002A08F6" w:rsidRDefault="002A08F6" w:rsidP="002A08F6">
      <w:pPr>
        <w:ind w:left="2880"/>
        <w:rPr>
          <w:szCs w:val="22"/>
        </w:rPr>
      </w:pPr>
      <w:r w:rsidRPr="002A08F6">
        <w:rPr>
          <w:szCs w:val="22"/>
        </w:rPr>
        <w:lastRenderedPageBreak/>
        <w:t xml:space="preserve">At 1036.54 change “Multiple Vendor Specific </w:t>
      </w:r>
      <w:proofErr w:type="spellStart"/>
      <w:r w:rsidRPr="002A08F6">
        <w:rPr>
          <w:szCs w:val="22"/>
        </w:rPr>
        <w:t>subelements</w:t>
      </w:r>
      <w:proofErr w:type="spellEnd"/>
      <w:r w:rsidRPr="002A08F6">
        <w:rPr>
          <w:szCs w:val="22"/>
        </w:rPr>
        <w:t xml:space="preserve"> can be included in the Optional </w:t>
      </w:r>
      <w:proofErr w:type="spellStart"/>
      <w:r w:rsidRPr="002A08F6">
        <w:rPr>
          <w:szCs w:val="22"/>
        </w:rPr>
        <w:t>Subelements</w:t>
      </w:r>
      <w:proofErr w:type="spellEnd"/>
      <w:r w:rsidRPr="002A08F6">
        <w:rPr>
          <w:szCs w:val="22"/>
        </w:rPr>
        <w:t xml:space="preserve"> field.”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41EC3CC1" w14:textId="77777777" w:rsidR="002A08F6" w:rsidRPr="002A08F6" w:rsidRDefault="002A08F6" w:rsidP="002A08F6">
      <w:pPr>
        <w:ind w:left="2880"/>
        <w:rPr>
          <w:szCs w:val="22"/>
        </w:rPr>
      </w:pPr>
      <w:r w:rsidRPr="002A08F6">
        <w:rPr>
          <w:szCs w:val="22"/>
        </w:rPr>
        <w:t xml:space="preserve">At 1210.50 change “list of Optional </w:t>
      </w:r>
      <w:proofErr w:type="spellStart"/>
      <w:r w:rsidRPr="002A08F6">
        <w:rPr>
          <w:szCs w:val="22"/>
        </w:rPr>
        <w:t>subelements</w:t>
      </w:r>
      <w:proofErr w:type="spellEnd"/>
      <w:r w:rsidRPr="002A08F6">
        <w:rPr>
          <w:szCs w:val="22"/>
        </w:rPr>
        <w:t xml:space="preserve">” to “list of optional </w:t>
      </w:r>
      <w:proofErr w:type="spellStart"/>
      <w:r w:rsidRPr="002A08F6">
        <w:rPr>
          <w:szCs w:val="22"/>
        </w:rPr>
        <w:t>subelements</w:t>
      </w:r>
      <w:proofErr w:type="spellEnd"/>
      <w:r w:rsidRPr="002A08F6">
        <w:rPr>
          <w:szCs w:val="22"/>
        </w:rPr>
        <w:t>”.</w:t>
      </w:r>
    </w:p>
    <w:p w14:paraId="1EE392DB" w14:textId="77777777" w:rsidR="002A08F6" w:rsidRPr="002A08F6" w:rsidRDefault="002A08F6" w:rsidP="002A08F6">
      <w:pPr>
        <w:ind w:left="2880"/>
        <w:rPr>
          <w:szCs w:val="22"/>
        </w:rPr>
      </w:pPr>
      <w:r w:rsidRPr="002A08F6">
        <w:rPr>
          <w:szCs w:val="22"/>
        </w:rPr>
        <w:t xml:space="preserve">At 1150.65 delete “More than one Multiple BSSID element can be included in a Beacon, S1G </w:t>
      </w:r>
      <w:proofErr w:type="gramStart"/>
      <w:r w:rsidRPr="002A08F6">
        <w:rPr>
          <w:szCs w:val="22"/>
        </w:rPr>
        <w:t>Beacon,(</w:t>
      </w:r>
      <w:proofErr w:type="gramEnd"/>
      <w:r w:rsidRPr="002A08F6">
        <w:rPr>
          <w:szCs w:val="22"/>
        </w:rPr>
        <w:t>11ah) or DMG Beacon frame.”</w:t>
      </w:r>
    </w:p>
    <w:p w14:paraId="1B858DC3" w14:textId="77777777" w:rsidR="002A08F6" w:rsidRPr="002A08F6" w:rsidRDefault="002A08F6" w:rsidP="002A08F6">
      <w:pPr>
        <w:ind w:left="2880"/>
        <w:rPr>
          <w:szCs w:val="22"/>
        </w:rPr>
      </w:pPr>
      <w:r w:rsidRPr="002A08F6">
        <w:rPr>
          <w:szCs w:val="22"/>
        </w:rPr>
        <w:t>At 1458.1 delete “Zero or more Venue Name fields can be included in the same or different languages.” (cf. line 17).</w:t>
      </w:r>
    </w:p>
    <w:p w14:paraId="7DCFD4AD" w14:textId="5617210C" w:rsidR="002A08F6" w:rsidRPr="002A08F6" w:rsidRDefault="002A08F6" w:rsidP="002A08F6">
      <w:pPr>
        <w:ind w:left="2880"/>
        <w:rPr>
          <w:szCs w:val="22"/>
        </w:rPr>
      </w:pPr>
      <w:r w:rsidRPr="002A08F6">
        <w:rPr>
          <w:szCs w:val="22"/>
        </w:rP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346F1E57"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11B6FDCB" w14:textId="77777777" w:rsidR="002A08F6" w:rsidRPr="002A08F6" w:rsidRDefault="00FE0260"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2584 and 2585 (MAC)</w:t>
      </w:r>
    </w:p>
    <w:p w14:paraId="6BED251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1AB42FF5"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Discussion of the meaning of “Extensible”.</w:t>
      </w:r>
    </w:p>
    <w:p w14:paraId="73A10F50"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Add page and line number (990.1) to the resolution.</w:t>
      </w:r>
    </w:p>
    <w:p w14:paraId="27B9242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Quotes in 10.29.8 and 10.29.9, so the quote marks should be added.</w:t>
      </w:r>
    </w:p>
    <w:p w14:paraId="229EAF77" w14:textId="77777777" w:rsidR="002A08F6" w:rsidRPr="002A08F6" w:rsidRDefault="00A04AC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on if the cells that are blank in a table should be filled in </w:t>
      </w:r>
      <w:r w:rsidR="00610CEF" w:rsidRPr="002A08F6">
        <w:rPr>
          <w:rFonts w:ascii="Times New Roman" w:hAnsi="Times New Roman"/>
          <w:sz w:val="22"/>
          <w:szCs w:val="22"/>
        </w:rPr>
        <w:t>with” No</w:t>
      </w:r>
      <w:r w:rsidRPr="002A08F6">
        <w:rPr>
          <w:rFonts w:ascii="Times New Roman" w:hAnsi="Times New Roman"/>
          <w:sz w:val="22"/>
          <w:szCs w:val="22"/>
        </w:rPr>
        <w:t>” or not.</w:t>
      </w:r>
    </w:p>
    <w:p w14:paraId="74C4877C"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CID 1105 had a resolution “</w:t>
      </w:r>
      <w:r w:rsidRPr="002A08F6">
        <w:rPr>
          <w:rFonts w:ascii="Times New Roman" w:hAnsi="Times New Roman"/>
          <w:sz w:val="22"/>
          <w:szCs w:val="22"/>
        </w:rPr>
        <w:t>REVISED (MAC: 2018-08-01 23:28:12Z): REVISED – Add a “No” to the Extensible column for all rows that currently have a blank cell (except for the reserved rows).</w:t>
      </w:r>
      <w:r w:rsidRPr="002A08F6">
        <w:rPr>
          <w:rFonts w:ascii="Times New Roman" w:hAnsi="Times New Roman"/>
          <w:sz w:val="22"/>
          <w:szCs w:val="22"/>
        </w:rPr>
        <w:t>”</w:t>
      </w:r>
    </w:p>
    <w:p w14:paraId="67212991"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Was this just for the cited table or not.</w:t>
      </w:r>
    </w:p>
    <w:p w14:paraId="28C38114"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Vendor Specific is often Extensible, so we may have trouble knowing if it is extensible or not.</w:t>
      </w:r>
    </w:p>
    <w:p w14:paraId="5B98786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We should change the resolution to allow for Vendor Defined for Vendor Specific, and leave Reserved blank, but can fill in the others with “No”.</w:t>
      </w:r>
    </w:p>
    <w:p w14:paraId="7F8FC5E0"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This would also require changing the table CID 1105 changed to “No” to change to “Vendor defined”.</w:t>
      </w:r>
    </w:p>
    <w:p w14:paraId="648256A7"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Running out of time – need more review and bring back later.</w:t>
      </w:r>
    </w:p>
    <w:p w14:paraId="67ED00A9" w14:textId="77777777"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2418 (MAC)</w:t>
      </w:r>
    </w:p>
    <w:p w14:paraId="0B24926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Comment – not ready </w:t>
      </w:r>
    </w:p>
    <w:p w14:paraId="5710CDCB" w14:textId="77777777"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2582 (MAC)</w:t>
      </w:r>
    </w:p>
    <w:p w14:paraId="203BA3C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75BF684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identification of “PCP” not being included in the clause.</w:t>
      </w:r>
    </w:p>
    <w:p w14:paraId="31031054" w14:textId="56122459" w:rsidR="002A08F6" w:rsidRPr="002A08F6" w:rsidRDefault="00610CE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Next Call</w:t>
      </w:r>
      <w:r w:rsidRPr="002A08F6">
        <w:rPr>
          <w:rFonts w:ascii="Times New Roman" w:hAnsi="Times New Roman"/>
          <w:sz w:val="22"/>
          <w:szCs w:val="22"/>
        </w:rPr>
        <w:t xml:space="preserve"> </w:t>
      </w:r>
      <w:r w:rsidR="00957300" w:rsidRPr="002A08F6">
        <w:rPr>
          <w:rFonts w:ascii="Times New Roman" w:hAnsi="Times New Roman"/>
          <w:sz w:val="22"/>
          <w:szCs w:val="22"/>
        </w:rPr>
        <w:t xml:space="preserve">Aug 2 - </w:t>
      </w:r>
      <w:r w:rsidRPr="002A08F6">
        <w:rPr>
          <w:rFonts w:ascii="Times New Roman" w:hAnsi="Times New Roman"/>
          <w:sz w:val="22"/>
          <w:szCs w:val="22"/>
        </w:rPr>
        <w:t>Friday Morning</w:t>
      </w:r>
    </w:p>
    <w:p w14:paraId="2A66CAB8" w14:textId="77777777" w:rsidR="002A08F6" w:rsidRPr="002A08F6" w:rsidRDefault="002A08F6" w:rsidP="002A08F6">
      <w:pPr>
        <w:pStyle w:val="ListParagraph"/>
        <w:numPr>
          <w:ilvl w:val="2"/>
          <w:numId w:val="12"/>
        </w:numPr>
        <w:spacing w:line="256" w:lineRule="auto"/>
        <w:rPr>
          <w:rFonts w:ascii="Times New Roman" w:hAnsi="Times New Roman"/>
          <w:sz w:val="22"/>
          <w:szCs w:val="22"/>
        </w:rPr>
      </w:pPr>
      <w:bookmarkStart w:id="0" w:name="_GoBack"/>
      <w:r w:rsidRPr="002A08F6">
        <w:rPr>
          <w:rFonts w:ascii="Times New Roman" w:hAnsi="Times New Roman"/>
          <w:sz w:val="22"/>
          <w:szCs w:val="22"/>
        </w:rPr>
        <w:t>2019-08-02 Friday 10am Eastern, 2 hours</w:t>
      </w:r>
    </w:p>
    <w:p w14:paraId="447BC877" w14:textId="77777777" w:rsidR="002A08F6" w:rsidRPr="002A08F6" w:rsidRDefault="002A08F6" w:rsidP="002A08F6">
      <w:pPr>
        <w:numPr>
          <w:ilvl w:val="0"/>
          <w:numId w:val="9"/>
        </w:numPr>
        <w:rPr>
          <w:szCs w:val="22"/>
        </w:rPr>
      </w:pPr>
      <w:r w:rsidRPr="002A08F6">
        <w:rPr>
          <w:szCs w:val="22"/>
        </w:rPr>
        <w:t>11-19-1297 CIDs 2537-2539 – Stephen MCCANN</w:t>
      </w:r>
    </w:p>
    <w:p w14:paraId="5BC64BFB" w14:textId="77777777" w:rsidR="002A08F6" w:rsidRPr="002A08F6" w:rsidRDefault="002A08F6" w:rsidP="002A08F6">
      <w:pPr>
        <w:numPr>
          <w:ilvl w:val="0"/>
          <w:numId w:val="9"/>
        </w:numPr>
        <w:rPr>
          <w:szCs w:val="22"/>
        </w:rPr>
      </w:pPr>
      <w:r w:rsidRPr="002A08F6">
        <w:rPr>
          <w:szCs w:val="22"/>
        </w:rPr>
        <w:t>FILS CIDs – Marc EMMELMANN</w:t>
      </w:r>
    </w:p>
    <w:p w14:paraId="615DB259" w14:textId="77777777" w:rsidR="002A08F6" w:rsidRPr="002A08F6" w:rsidRDefault="002A08F6" w:rsidP="002A08F6">
      <w:pPr>
        <w:numPr>
          <w:ilvl w:val="0"/>
          <w:numId w:val="9"/>
        </w:numPr>
        <w:rPr>
          <w:szCs w:val="22"/>
        </w:rPr>
      </w:pPr>
      <w:r w:rsidRPr="002A08F6">
        <w:rPr>
          <w:szCs w:val="22"/>
        </w:rPr>
        <w:t>11-19-1195 – Menzo WENTINK</w:t>
      </w:r>
    </w:p>
    <w:p w14:paraId="11093C9B" w14:textId="2CA3A250" w:rsidR="002A08F6" w:rsidRPr="002A08F6" w:rsidRDefault="002A08F6" w:rsidP="002A08F6">
      <w:pPr>
        <w:numPr>
          <w:ilvl w:val="0"/>
          <w:numId w:val="9"/>
        </w:numPr>
        <w:rPr>
          <w:szCs w:val="22"/>
        </w:rPr>
      </w:pPr>
      <w:r w:rsidRPr="002A08F6">
        <w:rPr>
          <w:szCs w:val="22"/>
        </w:rPr>
        <w:t xml:space="preserve">11-19-0856 - Mark RISON CIDs 2316, 2366, 2606, 2584/2585, 2604, 2582 </w:t>
      </w:r>
    </w:p>
    <w:p w14:paraId="3A5FE57B" w14:textId="77777777" w:rsidR="002A08F6" w:rsidRPr="002A08F6" w:rsidRDefault="00325AEC"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 xml:space="preserve">Jon and Mark H will not be on </w:t>
      </w:r>
      <w:bookmarkEnd w:id="0"/>
      <w:r w:rsidR="00957300" w:rsidRPr="002A08F6">
        <w:rPr>
          <w:rFonts w:ascii="Times New Roman" w:hAnsi="Times New Roman"/>
          <w:sz w:val="22"/>
          <w:szCs w:val="22"/>
        </w:rPr>
        <w:t>call.</w:t>
      </w:r>
    </w:p>
    <w:p w14:paraId="48F40FE2" w14:textId="77777777" w:rsidR="002A08F6" w:rsidRPr="002A08F6" w:rsidRDefault="00325AEC"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Michael MONTEMURRO to take minutes</w:t>
      </w:r>
    </w:p>
    <w:p w14:paraId="358FFC48" w14:textId="1624D96A" w:rsidR="00CA09B2" w:rsidRPr="002A08F6" w:rsidRDefault="00A02DF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A</w:t>
      </w:r>
      <w:r w:rsidRPr="002A08F6">
        <w:rPr>
          <w:rFonts w:ascii="Times New Roman" w:hAnsi="Times New Roman"/>
          <w:b/>
          <w:sz w:val="22"/>
          <w:szCs w:val="22"/>
        </w:rPr>
        <w:t>djourn</w:t>
      </w:r>
      <w:r w:rsidR="00957300" w:rsidRPr="002A08F6">
        <w:rPr>
          <w:rFonts w:ascii="Times New Roman" w:hAnsi="Times New Roman"/>
          <w:b/>
          <w:sz w:val="22"/>
          <w:szCs w:val="22"/>
        </w:rPr>
        <w:t xml:space="preserve"> at 5:02pm ET</w:t>
      </w:r>
    </w:p>
    <w:p w14:paraId="6FCE2308" w14:textId="77777777" w:rsidR="00CA09B2" w:rsidRDefault="00CA09B2">
      <w:pPr>
        <w:rPr>
          <w:b/>
          <w:sz w:val="24"/>
        </w:rPr>
      </w:pPr>
      <w:r>
        <w:br w:type="page"/>
      </w:r>
      <w:r>
        <w:rPr>
          <w:b/>
          <w:sz w:val="24"/>
        </w:rPr>
        <w:lastRenderedPageBreak/>
        <w:t>References:</w:t>
      </w:r>
    </w:p>
    <w:p w14:paraId="5222D1AE" w14:textId="7472915A" w:rsidR="00CA09B2" w:rsidRDefault="008A22C0">
      <w:r>
        <w:t>July 30:</w:t>
      </w:r>
    </w:p>
    <w:p w14:paraId="6A3F2267" w14:textId="78BB2417" w:rsidR="008A22C0" w:rsidRDefault="008A22C0" w:rsidP="002A08F6">
      <w:pPr>
        <w:numPr>
          <w:ilvl w:val="0"/>
          <w:numId w:val="16"/>
        </w:numPr>
        <w:rPr>
          <w:szCs w:val="22"/>
        </w:rPr>
      </w:pPr>
      <w:hyperlink r:id="rId22" w:history="1">
        <w:r w:rsidRPr="008A22C0">
          <w:rPr>
            <w:rStyle w:val="Hyperlink"/>
            <w:szCs w:val="22"/>
            <w:lang w:val="en-US"/>
          </w:rPr>
          <w:t>https://mentor.ieee.org/802-ec/dcn/16/ec-16-0180-05-00EC-ieee-802-participation-slide.pptx</w:t>
        </w:r>
      </w:hyperlink>
    </w:p>
    <w:p w14:paraId="3E64892E" w14:textId="6B82F424" w:rsidR="008A22C0" w:rsidRDefault="008A22C0" w:rsidP="002A08F6">
      <w:pPr>
        <w:numPr>
          <w:ilvl w:val="0"/>
          <w:numId w:val="16"/>
        </w:numPr>
      </w:pPr>
      <w:hyperlink r:id="rId23" w:history="1">
        <w:r w:rsidRPr="00D862C4">
          <w:rPr>
            <w:rStyle w:val="Hyperlink"/>
          </w:rPr>
          <w:t>https://mentor.ieee.org/802.11/dcn/19/11-19-1367-01-000m-2019-july-aug-sept-tgmd-teleconference-agendas.docx</w:t>
        </w:r>
      </w:hyperlink>
    </w:p>
    <w:p w14:paraId="2AAC5FDC" w14:textId="55359474" w:rsidR="008A22C0" w:rsidRDefault="00401068" w:rsidP="002A08F6">
      <w:pPr>
        <w:numPr>
          <w:ilvl w:val="0"/>
          <w:numId w:val="16"/>
        </w:numPr>
        <w:rPr>
          <w:szCs w:val="22"/>
        </w:rPr>
      </w:pPr>
      <w:hyperlink r:id="rId24" w:history="1">
        <w:r w:rsidRPr="00D862C4">
          <w:rPr>
            <w:rStyle w:val="Hyperlink"/>
            <w:szCs w:val="22"/>
          </w:rPr>
          <w:t>https://mentor.ieee.org/802.11/dcn/18/11-18-0611-22-000m-revmd-wg-ballot-comments.xls</w:t>
        </w:r>
      </w:hyperlink>
    </w:p>
    <w:p w14:paraId="038D19D5" w14:textId="0458A147" w:rsidR="00401068" w:rsidRDefault="002A08F6" w:rsidP="002A08F6">
      <w:pPr>
        <w:numPr>
          <w:ilvl w:val="0"/>
          <w:numId w:val="16"/>
        </w:numPr>
        <w:rPr>
          <w:szCs w:val="22"/>
        </w:rPr>
      </w:pPr>
      <w:hyperlink r:id="rId25" w:history="1">
        <w:r w:rsidRPr="002A08F6">
          <w:rPr>
            <w:rStyle w:val="Hyperlink"/>
            <w:szCs w:val="22"/>
          </w:rPr>
          <w:t>https://mentor.ieee.org/802.11/dcn/19/11-19-0856-06-000m-resolutions-for-some-comments-on-11md-d2-0-lb236.docx</w:t>
        </w:r>
      </w:hyperlink>
    </w:p>
    <w:p w14:paraId="572FC7D4" w14:textId="652F4C7B" w:rsidR="002A08F6" w:rsidRDefault="002A08F6" w:rsidP="002A08F6">
      <w:pPr>
        <w:numPr>
          <w:ilvl w:val="0"/>
          <w:numId w:val="16"/>
        </w:numPr>
        <w:rPr>
          <w:szCs w:val="22"/>
        </w:rPr>
      </w:pPr>
      <w:hyperlink r:id="rId26" w:history="1">
        <w:r w:rsidRPr="00D862C4">
          <w:rPr>
            <w:rStyle w:val="Hyperlink"/>
            <w:szCs w:val="22"/>
          </w:rPr>
          <w:t>https://mentor.ieee.org/802.11/dcn/19/11-19-0856-0</w:t>
        </w:r>
        <w:r w:rsidRPr="00D862C4">
          <w:rPr>
            <w:rStyle w:val="Hyperlink"/>
            <w:szCs w:val="22"/>
          </w:rPr>
          <w:t>7</w:t>
        </w:r>
        <w:r w:rsidRPr="00D862C4">
          <w:rPr>
            <w:rStyle w:val="Hyperlink"/>
            <w:szCs w:val="22"/>
          </w:rPr>
          <w:t>-000m-resolutions-for-some-comments-on-11md-d2-0-lb236.docx</w:t>
        </w:r>
      </w:hyperlink>
    </w:p>
    <w:p w14:paraId="6295EF3C" w14:textId="77777777" w:rsidR="002A08F6" w:rsidRDefault="002A08F6"/>
    <w:sectPr w:rsidR="002A08F6">
      <w:headerReference w:type="default" r:id="rId27"/>
      <w:footerReference w:type="default" r:id="rId2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D8998" w14:textId="77777777" w:rsidR="002C487E" w:rsidRDefault="002C487E">
      <w:r>
        <w:separator/>
      </w:r>
    </w:p>
  </w:endnote>
  <w:endnote w:type="continuationSeparator" w:id="0">
    <w:p w14:paraId="35242D8D" w14:textId="77777777" w:rsidR="002C487E" w:rsidRDefault="002C4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50BAD" w14:textId="2291C0C4" w:rsidR="0029020B" w:rsidRDefault="002C487E">
    <w:pPr>
      <w:pStyle w:val="Footer"/>
      <w:tabs>
        <w:tab w:val="clear" w:pos="6480"/>
        <w:tab w:val="center" w:pos="4680"/>
        <w:tab w:val="right" w:pos="9360"/>
      </w:tabs>
    </w:pPr>
    <w:r>
      <w:fldChar w:fldCharType="begin"/>
    </w:r>
    <w:r>
      <w:instrText xml:space="preserve"> SUBJECT  \* MERGEFORMAT </w:instrText>
    </w:r>
    <w:r>
      <w:fldChar w:fldCharType="separate"/>
    </w:r>
    <w:r w:rsidR="00325AEC">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325AEC">
      <w:t>Jon Rosdahl, Qualcomm</w:t>
    </w:r>
    <w:r>
      <w:fldChar w:fldCharType="end"/>
    </w:r>
  </w:p>
  <w:p w14:paraId="628DD006"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F795B" w14:textId="77777777" w:rsidR="002C487E" w:rsidRDefault="002C487E">
      <w:r>
        <w:separator/>
      </w:r>
    </w:p>
  </w:footnote>
  <w:footnote w:type="continuationSeparator" w:id="0">
    <w:p w14:paraId="6E9A67D0" w14:textId="77777777" w:rsidR="002C487E" w:rsidRDefault="002C4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045C2" w14:textId="616BE88A" w:rsidR="0029020B" w:rsidRDefault="002C487E">
    <w:pPr>
      <w:pStyle w:val="Header"/>
      <w:tabs>
        <w:tab w:val="clear" w:pos="6480"/>
        <w:tab w:val="center" w:pos="4680"/>
        <w:tab w:val="right" w:pos="9360"/>
      </w:tabs>
    </w:pPr>
    <w:r>
      <w:fldChar w:fldCharType="begin"/>
    </w:r>
    <w:r>
      <w:instrText xml:space="preserve"> KEYWORDS  \* MERGEFORMAT </w:instrText>
    </w:r>
    <w:r>
      <w:fldChar w:fldCharType="separate"/>
    </w:r>
    <w:r w:rsidR="00325AEC">
      <w:t>July 2019</w:t>
    </w:r>
    <w:r>
      <w:fldChar w:fldCharType="end"/>
    </w:r>
    <w:r w:rsidR="0029020B">
      <w:tab/>
    </w:r>
    <w:r w:rsidR="0029020B">
      <w:tab/>
    </w:r>
    <w:r>
      <w:fldChar w:fldCharType="begin"/>
    </w:r>
    <w:r>
      <w:instrText xml:space="preserve"> TIT</w:instrText>
    </w:r>
    <w:r>
      <w:instrText xml:space="preserve">LE  \* MERGEFORMAT </w:instrText>
    </w:r>
    <w:r>
      <w:fldChar w:fldCharType="separate"/>
    </w:r>
    <w:r w:rsidR="00325AEC">
      <w:t>doc.: IEEE 802.11-19/1382r0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2D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EB3381"/>
    <w:multiLevelType w:val="hybridMultilevel"/>
    <w:tmpl w:val="DF382B60"/>
    <w:lvl w:ilvl="0" w:tplc="8FA4ED5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03189"/>
    <w:multiLevelType w:val="hybridMultilevel"/>
    <w:tmpl w:val="31F6F126"/>
    <w:lvl w:ilvl="0" w:tplc="B59831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14546"/>
    <w:multiLevelType w:val="hybridMultilevel"/>
    <w:tmpl w:val="9E9417CE"/>
    <w:lvl w:ilvl="0" w:tplc="08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20870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2B10A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43112A6A"/>
    <w:multiLevelType w:val="multilevel"/>
    <w:tmpl w:val="10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5C73292"/>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1" w15:restartNumberingAfterBreak="0">
    <w:nsid w:val="4DF159F1"/>
    <w:multiLevelType w:val="hybridMultilevel"/>
    <w:tmpl w:val="63CC026E"/>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50504B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024D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4" w15:restartNumberingAfterBreak="0">
    <w:nsid w:val="58E34618"/>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num w:numId="1">
    <w:abstractNumId w:val="15"/>
  </w:num>
  <w:num w:numId="2">
    <w:abstractNumId w:val="14"/>
  </w:num>
  <w:num w:numId="3">
    <w:abstractNumId w:val="10"/>
  </w:num>
  <w:num w:numId="4">
    <w:abstractNumId w:val="7"/>
  </w:num>
  <w:num w:numId="5">
    <w:abstractNumId w:val="6"/>
  </w:num>
  <w:num w:numId="6">
    <w:abstractNumId w:val="1"/>
  </w:num>
  <w:num w:numId="7">
    <w:abstractNumId w:val="2"/>
  </w:num>
  <w:num w:numId="8">
    <w:abstractNumId w:val="11"/>
  </w:num>
  <w:num w:numId="9">
    <w:abstractNumId w:val="3"/>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3"/>
  </w:num>
  <w:num w:numId="13">
    <w:abstractNumId w:val="9"/>
  </w:num>
  <w:num w:numId="14">
    <w:abstractNumId w:val="0"/>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04AD"/>
    <w:rsid w:val="001A577C"/>
    <w:rsid w:val="001D723B"/>
    <w:rsid w:val="0022725F"/>
    <w:rsid w:val="0029020B"/>
    <w:rsid w:val="002A08F6"/>
    <w:rsid w:val="002C487E"/>
    <w:rsid w:val="002D44BE"/>
    <w:rsid w:val="003102D9"/>
    <w:rsid w:val="00325AEC"/>
    <w:rsid w:val="003C2873"/>
    <w:rsid w:val="003C2A56"/>
    <w:rsid w:val="00401068"/>
    <w:rsid w:val="00442037"/>
    <w:rsid w:val="004B064B"/>
    <w:rsid w:val="00604659"/>
    <w:rsid w:val="00610CEF"/>
    <w:rsid w:val="0062440B"/>
    <w:rsid w:val="006C0727"/>
    <w:rsid w:val="006E145F"/>
    <w:rsid w:val="00712544"/>
    <w:rsid w:val="007304AD"/>
    <w:rsid w:val="00770572"/>
    <w:rsid w:val="008A22C0"/>
    <w:rsid w:val="008D627C"/>
    <w:rsid w:val="00957300"/>
    <w:rsid w:val="009A4BA1"/>
    <w:rsid w:val="009F2FBC"/>
    <w:rsid w:val="00A02DFF"/>
    <w:rsid w:val="00A04AC0"/>
    <w:rsid w:val="00AA427C"/>
    <w:rsid w:val="00BE68C2"/>
    <w:rsid w:val="00CA09B2"/>
    <w:rsid w:val="00CD2FB2"/>
    <w:rsid w:val="00DC5A7B"/>
    <w:rsid w:val="00E3338B"/>
    <w:rsid w:val="00F37EEF"/>
    <w:rsid w:val="00F63721"/>
    <w:rsid w:val="00FC7D9B"/>
    <w:rsid w:val="00FE0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1101F"/>
  <w15:chartTrackingRefBased/>
  <w15:docId w15:val="{795A96A1-BC70-40A3-BB0C-1D9093E22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1">
    <w:name w:val="highlight1"/>
    <w:rsid w:val="007304AD"/>
    <w:rPr>
      <w:b/>
      <w:bCs/>
    </w:rPr>
  </w:style>
  <w:style w:type="paragraph" w:customStyle="1" w:styleId="m-4890597653018465012gmail-msolistparagraph">
    <w:name w:val="m_-4890597653018465012gmail-msolistparagraph"/>
    <w:basedOn w:val="Normal"/>
    <w:rsid w:val="00A02DFF"/>
    <w:pPr>
      <w:spacing w:before="100" w:beforeAutospacing="1" w:after="100" w:afterAutospacing="1"/>
    </w:pPr>
    <w:rPr>
      <w:sz w:val="24"/>
      <w:szCs w:val="24"/>
      <w:lang w:eastAsia="en-GB"/>
    </w:rPr>
  </w:style>
  <w:style w:type="character" w:styleId="UnresolvedMention">
    <w:name w:val="Unresolved Mention"/>
    <w:uiPriority w:val="99"/>
    <w:semiHidden/>
    <w:unhideWhenUsed/>
    <w:rsid w:val="00A02DFF"/>
    <w:rPr>
      <w:color w:val="605E5C"/>
      <w:shd w:val="clear" w:color="auto" w:fill="E1DFDD"/>
    </w:rPr>
  </w:style>
  <w:style w:type="character" w:styleId="CommentReference">
    <w:name w:val="annotation reference"/>
    <w:rsid w:val="00FE0260"/>
    <w:rPr>
      <w:sz w:val="16"/>
      <w:szCs w:val="16"/>
    </w:rPr>
  </w:style>
  <w:style w:type="paragraph" w:styleId="CommentText">
    <w:name w:val="annotation text"/>
    <w:basedOn w:val="Normal"/>
    <w:link w:val="CommentTextChar"/>
    <w:rsid w:val="00FE0260"/>
    <w:rPr>
      <w:rFonts w:eastAsia="MS Mincho"/>
      <w:sz w:val="20"/>
    </w:rPr>
  </w:style>
  <w:style w:type="character" w:customStyle="1" w:styleId="CommentTextChar">
    <w:name w:val="Comment Text Char"/>
    <w:link w:val="CommentText"/>
    <w:rsid w:val="00FE0260"/>
    <w:rPr>
      <w:rFonts w:eastAsia="MS Mincho"/>
      <w:lang w:val="en-GB"/>
    </w:rPr>
  </w:style>
  <w:style w:type="paragraph" w:styleId="BalloonText">
    <w:name w:val="Balloon Text"/>
    <w:basedOn w:val="Normal"/>
    <w:link w:val="BalloonTextChar"/>
    <w:rsid w:val="00FE0260"/>
    <w:rPr>
      <w:rFonts w:ascii="Segoe UI" w:hAnsi="Segoe UI" w:cs="Segoe UI"/>
      <w:sz w:val="18"/>
      <w:szCs w:val="18"/>
    </w:rPr>
  </w:style>
  <w:style w:type="character" w:customStyle="1" w:styleId="BalloonTextChar">
    <w:name w:val="Balloon Text Char"/>
    <w:link w:val="BalloonText"/>
    <w:rsid w:val="00FE0260"/>
    <w:rPr>
      <w:rFonts w:ascii="Segoe UI" w:hAnsi="Segoe UI" w:cs="Segoe UI"/>
      <w:sz w:val="18"/>
      <w:szCs w:val="18"/>
      <w:lang w:val="en-GB"/>
    </w:rPr>
  </w:style>
  <w:style w:type="paragraph" w:styleId="ListParagraph">
    <w:name w:val="List Paragraph"/>
    <w:basedOn w:val="Normal"/>
    <w:uiPriority w:val="34"/>
    <w:qFormat/>
    <w:rsid w:val="008A22C0"/>
    <w:pPr>
      <w:ind w:left="720"/>
      <w:contextualSpacing/>
    </w:pPr>
    <w:rPr>
      <w:rFonts w:ascii="Calibri" w:eastAsia="Calibri" w:hAnsi="Calibri"/>
      <w:sz w:val="24"/>
      <w:szCs w:val="24"/>
      <w:lang w:val="en-US"/>
    </w:rPr>
  </w:style>
  <w:style w:type="character" w:customStyle="1" w:styleId="il">
    <w:name w:val="il"/>
    <w:rsid w:val="008A22C0"/>
  </w:style>
  <w:style w:type="paragraph" w:customStyle="1" w:styleId="m-7934039874210736691gmail-msolistparagraph">
    <w:name w:val="m_-7934039874210736691gmail-msolistparagraph"/>
    <w:basedOn w:val="Normal"/>
    <w:rsid w:val="008A22C0"/>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2636">
      <w:bodyDiv w:val="1"/>
      <w:marLeft w:val="0"/>
      <w:marRight w:val="0"/>
      <w:marTop w:val="0"/>
      <w:marBottom w:val="0"/>
      <w:divBdr>
        <w:top w:val="none" w:sz="0" w:space="0" w:color="auto"/>
        <w:left w:val="none" w:sz="0" w:space="0" w:color="auto"/>
        <w:bottom w:val="none" w:sz="0" w:space="0" w:color="auto"/>
        <w:right w:val="none" w:sz="0" w:space="0" w:color="auto"/>
      </w:divBdr>
    </w:div>
    <w:div w:id="334067054">
      <w:bodyDiv w:val="1"/>
      <w:marLeft w:val="0"/>
      <w:marRight w:val="0"/>
      <w:marTop w:val="0"/>
      <w:marBottom w:val="0"/>
      <w:divBdr>
        <w:top w:val="none" w:sz="0" w:space="0" w:color="auto"/>
        <w:left w:val="none" w:sz="0" w:space="0" w:color="auto"/>
        <w:bottom w:val="none" w:sz="0" w:space="0" w:color="auto"/>
        <w:right w:val="none" w:sz="0" w:space="0" w:color="auto"/>
      </w:divBdr>
    </w:div>
    <w:div w:id="1086539709">
      <w:bodyDiv w:val="1"/>
      <w:marLeft w:val="0"/>
      <w:marRight w:val="0"/>
      <w:marTop w:val="0"/>
      <w:marBottom w:val="0"/>
      <w:divBdr>
        <w:top w:val="none" w:sz="0" w:space="0" w:color="auto"/>
        <w:left w:val="none" w:sz="0" w:space="0" w:color="auto"/>
        <w:bottom w:val="none" w:sz="0" w:space="0" w:color="auto"/>
        <w:right w:val="none" w:sz="0" w:space="0" w:color="auto"/>
      </w:divBdr>
    </w:div>
    <w:div w:id="117388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in.me/ieee802.11" TargetMode="External"/><Relationship Id="rId13" Type="http://schemas.openxmlformats.org/officeDocument/2006/relationships/hyperlink" Target="http://standards.ieee.org/develop/policies/bylaws/sect6-7.html" TargetMode="External"/><Relationship Id="rId18" Type="http://schemas.openxmlformats.org/officeDocument/2006/relationships/hyperlink" Target="https://mentor.ieee.org/802.11/dcn/19/11-19-1367-01-000m-2019-july-aug-sept-tgmd-teleconference-agendas.docx" TargetMode="External"/><Relationship Id="rId26" Type="http://schemas.openxmlformats.org/officeDocument/2006/relationships/hyperlink" Target="https://mentor.ieee.org/802.11/dcn/19/11-19-0856-07-000m-resolutions-for-some-comments-on-11md-d2-0-lb236.docx" TargetMode="External"/><Relationship Id="rId3" Type="http://schemas.openxmlformats.org/officeDocument/2006/relationships/settings" Target="settings.xml"/><Relationship Id="rId21" Type="http://schemas.openxmlformats.org/officeDocument/2006/relationships/hyperlink" Target="https://mentor.ieee.org/802.11/dcn/19/11-19-0856-07-000m-resolutions-for-some-comments-on-11md-d2-0-lb236.docx" TargetMode="External"/><Relationship Id="rId7" Type="http://schemas.openxmlformats.org/officeDocument/2006/relationships/hyperlink" Target="http://join.me" TargetMode="External"/><Relationship Id="rId12" Type="http://schemas.openxmlformats.org/officeDocument/2006/relationships/hyperlink" Target="https://standards.ieee.org/content/dam/ieee-standards/standards/web/documents/other/antitrust.pdf" TargetMode="External"/><Relationship Id="rId17"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19/11-19-0856-06-000m-resolutions-for-some-comments-on-11md-d2-0-lb236.docx" TargetMode="External"/><Relationship Id="rId2" Type="http://schemas.openxmlformats.org/officeDocument/2006/relationships/styles" Target="styles.xml"/><Relationship Id="rId16" Type="http://schemas.openxmlformats.org/officeDocument/2006/relationships/hyperlink" Target="http://www.ieee802.org/PNP/approved/IEEE_802_WG_PandP_v19.pdf" TargetMode="External"/><Relationship Id="rId20" Type="http://schemas.openxmlformats.org/officeDocument/2006/relationships/hyperlink" Target="https://mentor.ieee.org/802.11/dcn/19/11-19-0856-06-000m-resolutions-for-some-comments-on-11md-d2-0-lb236.doc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ndards.ieee.org/faqs/affiliation.html" TargetMode="External"/><Relationship Id="rId24" Type="http://schemas.openxmlformats.org/officeDocument/2006/relationships/hyperlink" Target="https://mentor.ieee.org/802.11/dcn/18/11-18-0611-22-000m-revmd-wg-ballot-comments.xls" TargetMode="External"/><Relationship Id="rId5" Type="http://schemas.openxmlformats.org/officeDocument/2006/relationships/footnotes" Target="foot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mentor.ieee.org/802.11/dcn/19/11-19-1367-01-000m-2019-july-aug-sept-tgmd-teleconference-agendas.docx" TargetMode="External"/><Relationship Id="rId28" Type="http://schemas.openxmlformats.org/officeDocument/2006/relationships/footer" Target="footer1.xml"/><Relationship Id="rId10" Type="http://schemas.openxmlformats.org/officeDocument/2006/relationships/hyperlink" Target="https://www.ieee.org/about/corporate/governance/p7-8.html" TargetMode="External"/><Relationship Id="rId19" Type="http://schemas.openxmlformats.org/officeDocument/2006/relationships/hyperlink" Target="https://mentor.ieee.org/802.11/dcn/18/11-18-0611-22-000m-revmd-wg-ballot-comments.xls" TargetMode="External"/><Relationship Id="rId4" Type="http://schemas.openxmlformats.org/officeDocument/2006/relationships/webSettings" Target="webSettings.xml"/><Relationship Id="rId9" Type="http://schemas.openxmlformats.org/officeDocument/2006/relationships/hyperlink" Target="http://grouper.ieee.org/groups/802/11/joinme.html" TargetMode="External"/><Relationship Id="rId14" Type="http://schemas.openxmlformats.org/officeDocument/2006/relationships/hyperlink" Target="https://standards.ieee.org/about/sasb/patcom/" TargetMode="External"/><Relationship Id="rId22" Type="http://schemas.openxmlformats.org/officeDocument/2006/relationships/hyperlink" Target="https://mentor.ieee.org/802-ec/dcn/16/ec-16-0180-05-00EC-ieee-802-participation-slide.pptx"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522</TotalTime>
  <Pages>6</Pages>
  <Words>1698</Words>
  <Characters>9341</Characters>
  <Application>Microsoft Office Word</Application>
  <DocSecurity>0</DocSecurity>
  <Lines>266</Lines>
  <Paragraphs>197</Paragraphs>
  <ScaleCrop>false</ScaleCrop>
  <HeadingPairs>
    <vt:vector size="2" baseType="variant">
      <vt:variant>
        <vt:lpstr>Title</vt:lpstr>
      </vt:variant>
      <vt:variant>
        <vt:i4>1</vt:i4>
      </vt:variant>
    </vt:vector>
  </HeadingPairs>
  <TitlesOfParts>
    <vt:vector size="1" baseType="lpstr">
      <vt:lpstr>doc.: IEEE 802.11-19/1382r0</vt:lpstr>
    </vt:vector>
  </TitlesOfParts>
  <Company>Qualcomm Technologies, Inc.</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802.11-19/1382r0</dc:title>
  <dc:subject>Minutes</dc:subject>
  <dc:creator>Jon Rosdahl</dc:creator>
  <cp:keywords>July 2019</cp:keywords>
  <dc:description>Jon Rosdahl, Qualcomm</dc:description>
  <cp:lastModifiedBy>Jon Rosdahl</cp:lastModifiedBy>
  <cp:revision>6</cp:revision>
  <cp:lastPrinted>1900-01-01T07:00:00Z</cp:lastPrinted>
  <dcterms:created xsi:type="dcterms:W3CDTF">2019-07-30T18:55:00Z</dcterms:created>
  <dcterms:modified xsi:type="dcterms:W3CDTF">2019-08-01T13:56:00Z</dcterms:modified>
</cp:coreProperties>
</file>