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6"/>
        <w:gridCol w:w="2064"/>
        <w:gridCol w:w="2814"/>
        <w:gridCol w:w="1715"/>
        <w:gridCol w:w="1647"/>
      </w:tblGrid>
      <w:tr w:rsidR="00CA09B2">
        <w:trPr>
          <w:trHeight w:val="485"/>
          <w:jc w:val="center"/>
        </w:trPr>
        <w:tc>
          <w:tcPr>
            <w:tcW w:w="9576" w:type="dxa"/>
            <w:gridSpan w:val="5"/>
            <w:vAlign w:val="center"/>
          </w:tcPr>
          <w:p w:rsidR="00CA09B2" w:rsidRPr="008F65F5" w:rsidRDefault="008F65F5" w:rsidP="008F65F5">
            <w:pPr>
              <w:pStyle w:val="T2"/>
              <w:rPr>
                <w:szCs w:val="28"/>
              </w:rPr>
            </w:pPr>
            <w:r w:rsidRPr="00B1192B">
              <w:rPr>
                <w:rFonts w:ascii="Verdana" w:hAnsi="Verdana"/>
                <w:color w:val="000000"/>
                <w:szCs w:val="28"/>
                <w:lang w:val="en-US"/>
              </w:rPr>
              <w:t>TGmc</w:t>
            </w:r>
            <w:r w:rsidRPr="008F65F5">
              <w:rPr>
                <w:rFonts w:ascii="Verdana" w:hAnsi="Verdana"/>
                <w:color w:val="000000"/>
                <w:szCs w:val="28"/>
              </w:rPr>
              <w:t xml:space="preserve"> Telecon minutes April-May 2014</w:t>
            </w:r>
          </w:p>
        </w:tc>
      </w:tr>
      <w:tr w:rsidR="00CA09B2">
        <w:trPr>
          <w:trHeight w:val="359"/>
          <w:jc w:val="center"/>
        </w:trPr>
        <w:tc>
          <w:tcPr>
            <w:tcW w:w="9576" w:type="dxa"/>
            <w:gridSpan w:val="5"/>
            <w:vAlign w:val="center"/>
          </w:tcPr>
          <w:p w:rsidR="00CA09B2" w:rsidRDefault="00CA09B2" w:rsidP="000239AC">
            <w:pPr>
              <w:pStyle w:val="T2"/>
              <w:ind w:left="0"/>
              <w:rPr>
                <w:sz w:val="20"/>
              </w:rPr>
            </w:pPr>
            <w:r>
              <w:rPr>
                <w:sz w:val="20"/>
              </w:rPr>
              <w:t>Date:</w:t>
            </w:r>
            <w:r>
              <w:rPr>
                <w:b w:val="0"/>
                <w:sz w:val="20"/>
              </w:rPr>
              <w:t xml:space="preserve">  </w:t>
            </w:r>
            <w:r w:rsidR="000239AC">
              <w:rPr>
                <w:b w:val="0"/>
                <w:sz w:val="20"/>
              </w:rPr>
              <w:t>2014-04-11</w:t>
            </w:r>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CA09B2">
        <w:trPr>
          <w:jc w:val="center"/>
        </w:trPr>
        <w:tc>
          <w:tcPr>
            <w:tcW w:w="1336" w:type="dxa"/>
            <w:vAlign w:val="center"/>
          </w:tcPr>
          <w:p w:rsidR="00CA09B2" w:rsidRDefault="003C78DB">
            <w:pPr>
              <w:pStyle w:val="T2"/>
              <w:spacing w:after="0"/>
              <w:ind w:left="0" w:right="0"/>
              <w:rPr>
                <w:b w:val="0"/>
                <w:sz w:val="20"/>
              </w:rPr>
            </w:pPr>
            <w:r>
              <w:rPr>
                <w:b w:val="0"/>
                <w:sz w:val="20"/>
              </w:rPr>
              <w:t>Jon Rosdahl</w:t>
            </w:r>
          </w:p>
        </w:tc>
        <w:tc>
          <w:tcPr>
            <w:tcW w:w="2064" w:type="dxa"/>
            <w:vAlign w:val="center"/>
          </w:tcPr>
          <w:p w:rsidR="00CA09B2" w:rsidRDefault="003C78DB">
            <w:pPr>
              <w:pStyle w:val="T2"/>
              <w:spacing w:after="0"/>
              <w:ind w:left="0" w:right="0"/>
              <w:rPr>
                <w:b w:val="0"/>
                <w:sz w:val="20"/>
              </w:rPr>
            </w:pPr>
            <w:r>
              <w:rPr>
                <w:b w:val="0"/>
                <w:sz w:val="20"/>
              </w:rPr>
              <w:t>CSR Technologies Inc</w:t>
            </w:r>
          </w:p>
        </w:tc>
        <w:tc>
          <w:tcPr>
            <w:tcW w:w="2814" w:type="dxa"/>
            <w:vAlign w:val="center"/>
          </w:tcPr>
          <w:p w:rsidR="00CA09B2" w:rsidRDefault="003C78DB">
            <w:pPr>
              <w:pStyle w:val="T2"/>
              <w:spacing w:after="0"/>
              <w:ind w:left="0" w:right="0"/>
              <w:rPr>
                <w:b w:val="0"/>
                <w:sz w:val="20"/>
              </w:rPr>
            </w:pPr>
            <w:r>
              <w:rPr>
                <w:b w:val="0"/>
                <w:sz w:val="20"/>
              </w:rPr>
              <w:t>10871 N 5750 W</w:t>
            </w:r>
          </w:p>
          <w:p w:rsidR="003C78DB" w:rsidRDefault="003C78DB">
            <w:pPr>
              <w:pStyle w:val="T2"/>
              <w:spacing w:after="0"/>
              <w:ind w:left="0" w:right="0"/>
              <w:rPr>
                <w:b w:val="0"/>
                <w:sz w:val="20"/>
              </w:rPr>
            </w:pPr>
            <w:r>
              <w:rPr>
                <w:b w:val="0"/>
                <w:sz w:val="20"/>
              </w:rPr>
              <w:t>Highland, UT 84003</w:t>
            </w:r>
          </w:p>
        </w:tc>
        <w:tc>
          <w:tcPr>
            <w:tcW w:w="1715" w:type="dxa"/>
            <w:vAlign w:val="center"/>
          </w:tcPr>
          <w:p w:rsidR="00CA09B2" w:rsidRDefault="003C78DB">
            <w:pPr>
              <w:pStyle w:val="T2"/>
              <w:spacing w:after="0"/>
              <w:ind w:left="0" w:right="0"/>
              <w:rPr>
                <w:b w:val="0"/>
                <w:sz w:val="20"/>
              </w:rPr>
            </w:pPr>
            <w:r>
              <w:rPr>
                <w:b w:val="0"/>
                <w:sz w:val="20"/>
              </w:rPr>
              <w:t>+1-801-492-4023</w:t>
            </w:r>
          </w:p>
        </w:tc>
        <w:tc>
          <w:tcPr>
            <w:tcW w:w="1647" w:type="dxa"/>
            <w:vAlign w:val="center"/>
          </w:tcPr>
          <w:p w:rsidR="00CA09B2" w:rsidRDefault="003C78DB">
            <w:pPr>
              <w:pStyle w:val="T2"/>
              <w:spacing w:after="0"/>
              <w:ind w:left="0" w:right="0"/>
              <w:rPr>
                <w:b w:val="0"/>
                <w:sz w:val="16"/>
              </w:rPr>
            </w:pPr>
            <w:r>
              <w:rPr>
                <w:b w:val="0"/>
                <w:sz w:val="16"/>
              </w:rPr>
              <w:t>jrosdahl@ieee.org</w:t>
            </w:r>
          </w:p>
        </w:tc>
      </w:tr>
      <w:tr w:rsidR="00CA09B2">
        <w:trPr>
          <w:jc w:val="center"/>
        </w:trPr>
        <w:tc>
          <w:tcPr>
            <w:tcW w:w="1336" w:type="dxa"/>
            <w:vAlign w:val="center"/>
          </w:tcPr>
          <w:p w:rsidR="00CA09B2" w:rsidRDefault="00CA09B2">
            <w:pPr>
              <w:pStyle w:val="T2"/>
              <w:spacing w:after="0"/>
              <w:ind w:left="0" w:right="0"/>
              <w:rPr>
                <w:b w:val="0"/>
                <w:sz w:val="20"/>
              </w:rPr>
            </w:pPr>
          </w:p>
        </w:tc>
        <w:tc>
          <w:tcPr>
            <w:tcW w:w="2064" w:type="dxa"/>
            <w:vAlign w:val="center"/>
          </w:tcPr>
          <w:p w:rsidR="00CA09B2" w:rsidRDefault="00CA09B2">
            <w:pPr>
              <w:pStyle w:val="T2"/>
              <w:spacing w:after="0"/>
              <w:ind w:left="0" w:right="0"/>
              <w:rPr>
                <w:b w:val="0"/>
                <w:sz w:val="20"/>
              </w:rPr>
            </w:pPr>
          </w:p>
        </w:tc>
        <w:tc>
          <w:tcPr>
            <w:tcW w:w="2814" w:type="dxa"/>
            <w:vAlign w:val="center"/>
          </w:tcPr>
          <w:p w:rsidR="00CA09B2" w:rsidRDefault="00CA09B2">
            <w:pPr>
              <w:pStyle w:val="T2"/>
              <w:spacing w:after="0"/>
              <w:ind w:left="0" w:right="0"/>
              <w:rPr>
                <w:b w:val="0"/>
                <w:sz w:val="20"/>
              </w:rPr>
            </w:pPr>
          </w:p>
        </w:tc>
        <w:tc>
          <w:tcPr>
            <w:tcW w:w="1715" w:type="dxa"/>
            <w:vAlign w:val="center"/>
          </w:tcPr>
          <w:p w:rsidR="00CA09B2" w:rsidRDefault="00CA09B2">
            <w:pPr>
              <w:pStyle w:val="T2"/>
              <w:spacing w:after="0"/>
              <w:ind w:left="0" w:right="0"/>
              <w:rPr>
                <w:b w:val="0"/>
                <w:sz w:val="20"/>
              </w:rPr>
            </w:pPr>
          </w:p>
        </w:tc>
        <w:tc>
          <w:tcPr>
            <w:tcW w:w="1647" w:type="dxa"/>
            <w:vAlign w:val="center"/>
          </w:tcPr>
          <w:p w:rsidR="00CA09B2" w:rsidRDefault="00CA09B2">
            <w:pPr>
              <w:pStyle w:val="T2"/>
              <w:spacing w:after="0"/>
              <w:ind w:left="0" w:right="0"/>
              <w:rPr>
                <w:b w:val="0"/>
                <w:sz w:val="16"/>
              </w:rPr>
            </w:pPr>
          </w:p>
        </w:tc>
      </w:tr>
    </w:tbl>
    <w:p w:rsidR="00CA09B2" w:rsidRDefault="006A4236">
      <w:pPr>
        <w:pStyle w:val="T1"/>
        <w:spacing w:after="120"/>
        <w:rPr>
          <w:sz w:val="22"/>
        </w:rPr>
      </w:pPr>
      <w:r w:rsidRPr="006A4236">
        <w:rPr>
          <w:noProof/>
        </w:rPr>
        <w:pict>
          <v:shapetype id="_x0000_t202" coordsize="21600,21600" o:spt="202" path="m,l,21600r21600,l21600,xe">
            <v:stroke joinstyle="miter"/>
            <v:path gradientshapeok="t" o:connecttype="rect"/>
          </v:shapetype>
          <v:shape id="_x0000_s1027" type="#_x0000_t202" style="position:absolute;left:0;text-align:left;margin-left:-4.95pt;margin-top:16.2pt;width:468pt;height:353.6pt;z-index:1;mso-position-horizontal-relative:text;mso-position-vertical-relative:text" o:allowincell="f" stroked="f">
            <v:textbox style="mso-next-textbox:#_x0000_s1027">
              <w:txbxContent>
                <w:p w:rsidR="00921E4B" w:rsidRDefault="00921E4B">
                  <w:pPr>
                    <w:pStyle w:val="T1"/>
                    <w:spacing w:after="120"/>
                  </w:pPr>
                  <w:r>
                    <w:t>Abstract</w:t>
                  </w:r>
                </w:p>
                <w:p w:rsidR="00921E4B" w:rsidRDefault="00921E4B">
                  <w:pPr>
                    <w:jc w:val="both"/>
                  </w:pPr>
                  <w:r>
                    <w:t>Minutes from Telecons for 802.11REVmc:</w:t>
                  </w:r>
                </w:p>
                <w:p w:rsidR="00921E4B" w:rsidRDefault="00921E4B">
                  <w:pPr>
                    <w:jc w:val="both"/>
                  </w:pPr>
                </w:p>
                <w:p w:rsidR="00921E4B" w:rsidRDefault="00921E4B" w:rsidP="003C78DB">
                  <w:r>
                    <w:t>April 4</w:t>
                  </w:r>
                  <w:r w:rsidRPr="00D81391">
                    <w:rPr>
                      <w:vertAlign w:val="superscript"/>
                    </w:rPr>
                    <w:t>th</w:t>
                  </w:r>
                  <w:r>
                    <w:t xml:space="preserve">: Comment Resolution – </w:t>
                  </w:r>
                </w:p>
                <w:p w:rsidR="00921E4B" w:rsidRDefault="00921E4B" w:rsidP="003C78DB">
                  <w:pPr>
                    <w:ind w:left="1440"/>
                  </w:pPr>
                  <w:r>
                    <w:t>- 11-14-0029 (QOS Map Set) Stephen MCCANN</w:t>
                  </w:r>
                </w:p>
                <w:p w:rsidR="00921E4B" w:rsidRDefault="00921E4B" w:rsidP="003C78DB">
                  <w:pPr>
                    <w:ind w:left="1440"/>
                  </w:pPr>
                  <w:r>
                    <w:t>- CIDs 2463 and 2060 in 11-14-0344r1 (Annex O) Dorothy STANLEY</w:t>
                  </w:r>
                </w:p>
                <w:p w:rsidR="00921E4B" w:rsidRDefault="00921E4B" w:rsidP="003C78DB">
                  <w:pPr>
                    <w:ind w:left="1440"/>
                  </w:pPr>
                  <w:r>
                    <w:t>- CID 2401 in 11-14-0263r5, includes 11-14-0044 (Annex N) Dorothy STANLEY</w:t>
                  </w:r>
                </w:p>
                <w:p w:rsidR="00921E4B" w:rsidRDefault="00921E4B" w:rsidP="003C78DB">
                  <w:pPr>
                    <w:ind w:left="1440"/>
                  </w:pPr>
                  <w:r>
                    <w:t>11-14/207r5 – mostly MAC comments</w:t>
                  </w:r>
                </w:p>
                <w:p w:rsidR="00921E4B" w:rsidRDefault="00921E4B" w:rsidP="003C78DB">
                  <w:pPr>
                    <w:ind w:left="1440"/>
                  </w:pPr>
                </w:p>
                <w:p w:rsidR="00921E4B" w:rsidRDefault="00921E4B" w:rsidP="000239AC">
                  <w:r>
                    <w:t>April 11</w:t>
                  </w:r>
                  <w:r w:rsidRPr="000239AC">
                    <w:rPr>
                      <w:vertAlign w:val="superscript"/>
                    </w:rPr>
                    <w:t>th</w:t>
                  </w:r>
                  <w:r>
                    <w:t xml:space="preserve"> – Comment Resolution - CID 2425, 11-13-1345 (PICS)</w:t>
                  </w:r>
                </w:p>
                <w:p w:rsidR="00921E4B" w:rsidRDefault="00921E4B">
                  <w:pPr>
                    <w:jc w:val="both"/>
                  </w:pPr>
                </w:p>
                <w:p w:rsidR="00921E4B" w:rsidRDefault="00921E4B">
                  <w:pPr>
                    <w:jc w:val="both"/>
                  </w:pPr>
                </w:p>
                <w:p w:rsidR="00921E4B" w:rsidRDefault="00921E4B">
                  <w:pPr>
                    <w:jc w:val="both"/>
                  </w:pPr>
                </w:p>
                <w:p w:rsidR="00921E4B" w:rsidRDefault="00921E4B">
                  <w:pPr>
                    <w:jc w:val="both"/>
                  </w:pPr>
                </w:p>
                <w:p w:rsidR="00921E4B" w:rsidRDefault="00921E4B" w:rsidP="00D81391">
                  <w:pPr>
                    <w:pStyle w:val="NormalWeb"/>
                    <w:spacing w:before="0" w:beforeAutospacing="0" w:after="0" w:afterAutospacing="0"/>
                  </w:pPr>
                  <w:r>
                    <w:rPr>
                      <w:rFonts w:ascii="Arial" w:hAnsi="Arial" w:cs="Arial"/>
                      <w:sz w:val="20"/>
                      <w:szCs w:val="20"/>
                    </w:rPr>
                    <w:t>Note that teleconferences are subject to IEEE policies and procedures; see:</w:t>
                  </w:r>
                </w:p>
                <w:p w:rsidR="00921E4B" w:rsidRDefault="006A4236" w:rsidP="00D81391">
                  <w:pPr>
                    <w:ind w:left="720"/>
                  </w:pPr>
                  <w:hyperlink r:id="rId7" w:tgtFrame="_blank" w:tooltip="http://standards.ieee.org/board/pat/pat-slideset.ppt" w:history="1">
                    <w:r w:rsidR="00921E4B">
                      <w:rPr>
                        <w:rStyle w:val="Hyperlink"/>
                        <w:rFonts w:cs="Arial"/>
                        <w:color w:val="4F81BD"/>
                        <w:sz w:val="20"/>
                      </w:rPr>
                      <w:t>IEEE-SA PATENT POLICY</w:t>
                    </w:r>
                  </w:hyperlink>
                  <w:r w:rsidR="00921E4B">
                    <w:rPr>
                      <w:rFonts w:ascii="Arial" w:hAnsi="Arial" w:cs="Arial"/>
                      <w:color w:val="4F81BD"/>
                      <w:sz w:val="20"/>
                      <w:u w:val="single"/>
                    </w:rPr>
                    <w:br/>
                  </w:r>
                  <w:hyperlink r:id="rId8" w:tgtFrame="_blank" w:tooltip="http://www.ieee.org/web/membership/ethics/code_ethics.html" w:history="1">
                    <w:r w:rsidR="00921E4B">
                      <w:rPr>
                        <w:rStyle w:val="Hyperlink"/>
                        <w:rFonts w:cs="Arial"/>
                        <w:color w:val="4F81BD"/>
                        <w:sz w:val="20"/>
                      </w:rPr>
                      <w:t>IEEE CODE OF ETHICS</w:t>
                    </w:r>
                  </w:hyperlink>
                  <w:r w:rsidR="00921E4B">
                    <w:rPr>
                      <w:rFonts w:ascii="Arial" w:hAnsi="Arial" w:cs="Arial"/>
                      <w:color w:val="4F81BD"/>
                      <w:sz w:val="20"/>
                      <w:u w:val="single"/>
                    </w:rPr>
                    <w:t xml:space="preserve"> </w:t>
                  </w:r>
                  <w:r w:rsidR="00921E4B">
                    <w:rPr>
                      <w:rFonts w:ascii="Arial" w:hAnsi="Arial" w:cs="Arial"/>
                      <w:color w:val="4F81BD"/>
                      <w:sz w:val="20"/>
                      <w:u w:val="single"/>
                    </w:rPr>
                    <w:br/>
                  </w:r>
                  <w:hyperlink r:id="rId9" w:tgtFrame="_blank" w:tooltip="http://standards.ieee.org/faqs/affiliationFAQ.html" w:history="1">
                    <w:r w:rsidR="00921E4B">
                      <w:rPr>
                        <w:rStyle w:val="Hyperlink"/>
                        <w:rFonts w:cs="Arial"/>
                        <w:color w:val="4F81BD"/>
                        <w:sz w:val="20"/>
                      </w:rPr>
                      <w:t>IEEE-STANDARDS ASSOCIATION (IEEE-SA) AFFILATION FAQ</w:t>
                    </w:r>
                  </w:hyperlink>
                  <w:r w:rsidR="00921E4B">
                    <w:rPr>
                      <w:rFonts w:ascii="Arial" w:hAnsi="Arial" w:cs="Arial"/>
                      <w:color w:val="4F81BD"/>
                      <w:sz w:val="20"/>
                      <w:u w:val="single"/>
                    </w:rPr>
                    <w:t xml:space="preserve"> </w:t>
                  </w:r>
                  <w:r w:rsidR="00921E4B">
                    <w:rPr>
                      <w:rFonts w:ascii="Arial" w:hAnsi="Arial" w:cs="Arial"/>
                      <w:color w:val="4F81BD"/>
                      <w:sz w:val="20"/>
                      <w:u w:val="single"/>
                    </w:rPr>
                    <w:br/>
                  </w:r>
                  <w:hyperlink r:id="rId10" w:tgtFrame="_blank" w:tooltip="http://standards.ieee.org/resources/antitrust-guidelines.pdf" w:history="1">
                    <w:r w:rsidR="00921E4B">
                      <w:rPr>
                        <w:rStyle w:val="Hyperlink"/>
                        <w:rFonts w:cs="Arial"/>
                        <w:color w:val="4F81BD"/>
                        <w:sz w:val="20"/>
                      </w:rPr>
                      <w:t>IEEE-SA ANTITRUST AND COMPETITION POLICY</w:t>
                    </w:r>
                  </w:hyperlink>
                  <w:r w:rsidR="00921E4B">
                    <w:rPr>
                      <w:rFonts w:ascii="Arial" w:hAnsi="Arial" w:cs="Arial"/>
                      <w:color w:val="4F81BD"/>
                      <w:sz w:val="20"/>
                      <w:u w:val="single"/>
                    </w:rPr>
                    <w:t xml:space="preserve"> </w:t>
                  </w:r>
                  <w:r w:rsidR="00921E4B">
                    <w:rPr>
                      <w:rFonts w:ascii="Arial" w:hAnsi="Arial" w:cs="Arial"/>
                      <w:color w:val="4F81BD"/>
                      <w:sz w:val="20"/>
                      <w:u w:val="single"/>
                    </w:rPr>
                    <w:br/>
                  </w:r>
                  <w:hyperlink r:id="rId11" w:tgtFrame="_blank" w:tooltip="http://standards.ieee.org/board/pat/loa.pdf" w:history="1">
                    <w:r w:rsidR="00921E4B">
                      <w:rPr>
                        <w:rStyle w:val="Hyperlink"/>
                        <w:rFonts w:cs="Arial"/>
                        <w:color w:val="4F81BD"/>
                        <w:sz w:val="20"/>
                      </w:rPr>
                      <w:t>IEEE-SA LETTER OF ASSURANCE (LOA) FORM</w:t>
                    </w:r>
                  </w:hyperlink>
                  <w:r w:rsidR="00921E4B">
                    <w:rPr>
                      <w:rFonts w:ascii="Arial" w:hAnsi="Arial" w:cs="Arial"/>
                      <w:color w:val="4F81BD"/>
                      <w:sz w:val="20"/>
                      <w:u w:val="single"/>
                    </w:rPr>
                    <w:t xml:space="preserve"> </w:t>
                  </w:r>
                  <w:r w:rsidR="00921E4B">
                    <w:rPr>
                      <w:rFonts w:ascii="Arial" w:hAnsi="Arial" w:cs="Arial"/>
                      <w:color w:val="4F81BD"/>
                      <w:sz w:val="20"/>
                      <w:u w:val="single"/>
                    </w:rPr>
                    <w:br/>
                  </w:r>
                  <w:hyperlink r:id="rId12" w:tgtFrame="_blank" w:tooltip="http://standards.ieee.org/board/pat/index.html" w:history="1">
                    <w:r w:rsidR="00921E4B">
                      <w:rPr>
                        <w:rStyle w:val="Hyperlink"/>
                        <w:rFonts w:cs="Arial"/>
                        <w:color w:val="4F81BD"/>
                        <w:sz w:val="20"/>
                      </w:rPr>
                      <w:t>IEEE-SA STANDARDS BOARD PATENT COMMITTEE (PATCOM) INFORMATION</w:t>
                    </w:r>
                  </w:hyperlink>
                  <w:r w:rsidR="00921E4B">
                    <w:rPr>
                      <w:rFonts w:ascii="Arial" w:hAnsi="Arial" w:cs="Arial"/>
                      <w:color w:val="4F81BD"/>
                      <w:sz w:val="20"/>
                      <w:u w:val="single"/>
                    </w:rPr>
                    <w:t xml:space="preserve"> </w:t>
                  </w:r>
                  <w:r w:rsidR="00921E4B">
                    <w:rPr>
                      <w:rFonts w:ascii="Arial" w:hAnsi="Arial" w:cs="Arial"/>
                      <w:color w:val="4F81BD"/>
                      <w:sz w:val="20"/>
                      <w:u w:val="single"/>
                    </w:rPr>
                    <w:br/>
                  </w:r>
                  <w:hyperlink r:id="rId13" w:tgtFrame="_blank" w:tooltip="http://standards.ieee.org/board/pat/faq.pdf" w:history="1">
                    <w:r w:rsidR="00921E4B">
                      <w:rPr>
                        <w:rStyle w:val="Hyperlink"/>
                        <w:rFonts w:cs="Arial"/>
                        <w:color w:val="4F81BD"/>
                        <w:sz w:val="20"/>
                      </w:rPr>
                      <w:t>IEEE-SA PATENT FAQ</w:t>
                    </w:r>
                  </w:hyperlink>
                  <w:r w:rsidR="00921E4B">
                    <w:rPr>
                      <w:rFonts w:ascii="Arial" w:hAnsi="Arial" w:cs="Arial"/>
                      <w:color w:val="4F81BD"/>
                      <w:sz w:val="20"/>
                      <w:u w:val="single"/>
                    </w:rPr>
                    <w:t xml:space="preserve"> </w:t>
                  </w:r>
                  <w:r w:rsidR="00921E4B">
                    <w:rPr>
                      <w:rFonts w:ascii="Arial" w:hAnsi="Arial" w:cs="Arial"/>
                      <w:color w:val="4F81BD"/>
                      <w:sz w:val="20"/>
                      <w:u w:val="single"/>
                    </w:rPr>
                    <w:br/>
                  </w:r>
                  <w:hyperlink r:id="rId14" w:tgtFrame="_blank" w:tooltip="http://www.ieee802.org/policies-and-procedures.pdf" w:history="1">
                    <w:r w:rsidR="00921E4B">
                      <w:rPr>
                        <w:rStyle w:val="Hyperlink"/>
                        <w:rFonts w:cs="Arial"/>
                        <w:color w:val="4F81BD"/>
                        <w:sz w:val="20"/>
                      </w:rPr>
                      <w:t>IEEE 802 LAN/MAN STANDARDS COMMITTEE POLICIES &amp; PROCEDURES</w:t>
                    </w:r>
                  </w:hyperlink>
                  <w:r w:rsidR="00921E4B">
                    <w:rPr>
                      <w:rFonts w:ascii="Arial" w:hAnsi="Arial" w:cs="Arial"/>
                      <w:color w:val="4F81BD"/>
                      <w:sz w:val="20"/>
                      <w:u w:val="single"/>
                    </w:rPr>
                    <w:t xml:space="preserve"> </w:t>
                  </w:r>
                  <w:r w:rsidR="00921E4B">
                    <w:rPr>
                      <w:rFonts w:ascii="Arial" w:hAnsi="Arial" w:cs="Arial"/>
                      <w:color w:val="4F81BD"/>
                      <w:sz w:val="20"/>
                      <w:u w:val="single"/>
                    </w:rPr>
                    <w:br/>
                  </w:r>
                  <w:hyperlink r:id="rId15" w:tgtFrame="_blank" w:tooltip="http://www.ieee802.org/PNP/2008-11/LMSC_OM_approved_081114.pdf" w:history="1">
                    <w:r w:rsidR="00921E4B">
                      <w:rPr>
                        <w:rStyle w:val="Hyperlink"/>
                        <w:rFonts w:cs="Arial"/>
                        <w:color w:val="4F81BD"/>
                        <w:sz w:val="20"/>
                      </w:rPr>
                      <w:t>IEEE</w:t>
                    </w:r>
                  </w:hyperlink>
                  <w:r w:rsidR="00921E4B">
                    <w:rPr>
                      <w:rFonts w:ascii="Arial" w:hAnsi="Arial" w:cs="Arial"/>
                      <w:color w:val="4F81BD"/>
                      <w:sz w:val="20"/>
                      <w:u w:val="single"/>
                    </w:rPr>
                    <w:t xml:space="preserve"> 802.11 Working Group Policies and procedures</w:t>
                  </w:r>
                  <w:r w:rsidR="00921E4B">
                    <w:br/>
                  </w:r>
                </w:p>
                <w:p w:rsidR="00921E4B" w:rsidRDefault="00921E4B">
                  <w:pPr>
                    <w:jc w:val="both"/>
                  </w:pPr>
                </w:p>
              </w:txbxContent>
            </v:textbox>
          </v:shape>
        </w:pict>
      </w:r>
    </w:p>
    <w:p w:rsidR="00CA09B2" w:rsidRDefault="00CA09B2" w:rsidP="00D81391">
      <w:pPr>
        <w:numPr>
          <w:ilvl w:val="0"/>
          <w:numId w:val="2"/>
        </w:numPr>
      </w:pPr>
      <w:r>
        <w:br w:type="page"/>
      </w:r>
      <w:r w:rsidR="00682E9D">
        <w:lastRenderedPageBreak/>
        <w:t>IEEE 802.11 TG REVmc telecon 4 April 2014</w:t>
      </w:r>
    </w:p>
    <w:p w:rsidR="00D81391" w:rsidRDefault="00D81391" w:rsidP="00D81391">
      <w:pPr>
        <w:numPr>
          <w:ilvl w:val="1"/>
          <w:numId w:val="2"/>
        </w:numPr>
      </w:pPr>
      <w:r>
        <w:t>Proposed Agenda:</w:t>
      </w:r>
    </w:p>
    <w:p w:rsidR="00682E9D" w:rsidRDefault="00682E9D" w:rsidP="00D81391">
      <w:pPr>
        <w:ind w:left="1440"/>
      </w:pPr>
      <w:r>
        <w:t>1. Call to order, patent policy, and attendance</w:t>
      </w:r>
      <w:r>
        <w:br/>
        <w:t>2. Editor report</w:t>
      </w:r>
      <w:r>
        <w:br/>
        <w:t>3. Comment resolution</w:t>
      </w:r>
    </w:p>
    <w:p w:rsidR="00682E9D" w:rsidRDefault="00682E9D" w:rsidP="00D81391">
      <w:pPr>
        <w:ind w:left="1440"/>
      </w:pPr>
      <w:r>
        <w:t>- 11-14-0029 (QOS Map Set)</w:t>
      </w:r>
      <w:r w:rsidR="002800E6">
        <w:t xml:space="preserve"> Stephen MCCANN</w:t>
      </w:r>
    </w:p>
    <w:p w:rsidR="00682E9D" w:rsidRDefault="00682E9D" w:rsidP="00D81391">
      <w:pPr>
        <w:ind w:left="1440"/>
      </w:pPr>
      <w:r>
        <w:t>- CIDs 2463 and 2060 in 11-14-0344r1 (Annex O)</w:t>
      </w:r>
      <w:r w:rsidR="002800E6">
        <w:t xml:space="preserve"> Dorothy STANLEY</w:t>
      </w:r>
    </w:p>
    <w:p w:rsidR="00682E9D" w:rsidRDefault="00682E9D" w:rsidP="00D81391">
      <w:pPr>
        <w:ind w:left="1440"/>
      </w:pPr>
      <w:r>
        <w:t>- CID 2401 in 11-14-0263</w:t>
      </w:r>
      <w:r w:rsidR="002800E6">
        <w:t>r5</w:t>
      </w:r>
      <w:r>
        <w:t>, includes 11-14-0044 (Annex N)</w:t>
      </w:r>
      <w:r w:rsidR="002800E6">
        <w:t xml:space="preserve"> Dorothy STANLEY</w:t>
      </w:r>
    </w:p>
    <w:p w:rsidR="00682E9D" w:rsidRDefault="00682E9D" w:rsidP="00D81391">
      <w:pPr>
        <w:ind w:left="1440"/>
      </w:pPr>
      <w:r>
        <w:t xml:space="preserve">- CID 2413 - Graham </w:t>
      </w:r>
      <w:r w:rsidR="002800E6">
        <w:t>SMITH</w:t>
      </w:r>
    </w:p>
    <w:p w:rsidR="00682E9D" w:rsidRDefault="00682E9D" w:rsidP="00D81391">
      <w:pPr>
        <w:ind w:left="1440"/>
      </w:pPr>
      <w:r>
        <w:t xml:space="preserve">- Mark </w:t>
      </w:r>
      <w:r w:rsidR="002800E6">
        <w:t xml:space="preserve">HAMILTON </w:t>
      </w:r>
      <w:r>
        <w:t>CIDs</w:t>
      </w:r>
    </w:p>
    <w:p w:rsidR="00682E9D" w:rsidRDefault="00682E9D" w:rsidP="00D81391">
      <w:pPr>
        <w:ind w:left="1440"/>
      </w:pPr>
      <w:r>
        <w:t>Note proposed discussion topics for subsequent telecons:</w:t>
      </w:r>
      <w:r>
        <w:br/>
      </w:r>
      <w:r>
        <w:rPr>
          <w:rStyle w:val="aqj"/>
          <w:rFonts w:ascii="Calibri" w:hAnsi="Calibri"/>
        </w:rPr>
        <w:t>April 11</w:t>
      </w:r>
      <w:r>
        <w:t>: 11-13-1345 (PICS)</w:t>
      </w:r>
    </w:p>
    <w:p w:rsidR="00682E9D" w:rsidRDefault="00682E9D" w:rsidP="00D81391">
      <w:pPr>
        <w:ind w:left="1440"/>
      </w:pPr>
      <w:r>
        <w:rPr>
          <w:rStyle w:val="aqj"/>
          <w:rFonts w:ascii="Calibri" w:hAnsi="Calibri"/>
        </w:rPr>
        <w:t>May 2</w:t>
      </w:r>
      <w:r>
        <w:t>: 11-14-0275 ("shall ignore"), 11-14-0207</w:t>
      </w:r>
    </w:p>
    <w:p w:rsidR="00682E9D" w:rsidRDefault="00682E9D" w:rsidP="00D81391">
      <w:pPr>
        <w:ind w:left="1440"/>
      </w:pPr>
      <w:r>
        <w:t>4. AOB</w:t>
      </w:r>
      <w:r>
        <w:br/>
      </w:r>
      <w:r>
        <w:rPr>
          <w:rFonts w:ascii="Arial" w:hAnsi="Arial" w:cs="Arial"/>
          <w:sz w:val="20"/>
        </w:rPr>
        <w:t>5. Adjourn</w:t>
      </w:r>
    </w:p>
    <w:p w:rsidR="00CA09B2" w:rsidRDefault="00CA09B2"/>
    <w:p w:rsidR="002800E6" w:rsidRPr="002800E6" w:rsidRDefault="002800E6" w:rsidP="002800E6">
      <w:pPr>
        <w:numPr>
          <w:ilvl w:val="1"/>
          <w:numId w:val="2"/>
        </w:numPr>
      </w:pPr>
      <w:r>
        <w:rPr>
          <w:b/>
        </w:rPr>
        <w:t>Call to order by Dorothy STANLEY (Aruba) at 8:04 am ET</w:t>
      </w:r>
    </w:p>
    <w:p w:rsidR="002800E6" w:rsidRPr="002800E6" w:rsidRDefault="002800E6" w:rsidP="002800E6">
      <w:pPr>
        <w:numPr>
          <w:ilvl w:val="1"/>
          <w:numId w:val="2"/>
        </w:numPr>
      </w:pPr>
      <w:r>
        <w:rPr>
          <w:b/>
        </w:rPr>
        <w:t>Patent Policy was reviewed and noted</w:t>
      </w:r>
    </w:p>
    <w:p w:rsidR="002800E6" w:rsidRPr="002800E6" w:rsidRDefault="002800E6" w:rsidP="002800E6">
      <w:pPr>
        <w:numPr>
          <w:ilvl w:val="2"/>
          <w:numId w:val="2"/>
        </w:numPr>
      </w:pPr>
      <w:r>
        <w:rPr>
          <w:b/>
        </w:rPr>
        <w:t>No items from call for Patents</w:t>
      </w:r>
    </w:p>
    <w:p w:rsidR="002800E6" w:rsidRDefault="00682E9D" w:rsidP="002800E6">
      <w:pPr>
        <w:numPr>
          <w:ilvl w:val="1"/>
          <w:numId w:val="2"/>
        </w:numPr>
      </w:pPr>
      <w:r w:rsidRPr="002800E6">
        <w:rPr>
          <w:b/>
        </w:rPr>
        <w:t>Attendance</w:t>
      </w:r>
      <w:r>
        <w:t>: Adrian</w:t>
      </w:r>
      <w:r w:rsidR="00E82408">
        <w:t xml:space="preserve"> STEPHENS (Intel)</w:t>
      </w:r>
      <w:r>
        <w:t>, Dorothy</w:t>
      </w:r>
      <w:r w:rsidR="00E82408">
        <w:t xml:space="preserve"> STANLEY (Aruba)</w:t>
      </w:r>
      <w:r>
        <w:t>, Edward Au</w:t>
      </w:r>
      <w:r w:rsidR="00E82408">
        <w:t xml:space="preserve"> (Huwei)</w:t>
      </w:r>
      <w:r>
        <w:t>, Stephen McCann</w:t>
      </w:r>
      <w:r w:rsidR="00E82408">
        <w:t xml:space="preserve"> (Blackberry)</w:t>
      </w:r>
      <w:r>
        <w:t>, Jon</w:t>
      </w:r>
      <w:r w:rsidR="00E82408">
        <w:t xml:space="preserve"> ROSDAHL (CSR)</w:t>
      </w:r>
      <w:r w:rsidR="00832F91">
        <w:t>, Mark RISON (Samsung)</w:t>
      </w:r>
    </w:p>
    <w:p w:rsidR="00682E9D" w:rsidRPr="002800E6" w:rsidRDefault="00682E9D" w:rsidP="00D81391">
      <w:pPr>
        <w:numPr>
          <w:ilvl w:val="1"/>
          <w:numId w:val="2"/>
        </w:numPr>
        <w:rPr>
          <w:b/>
        </w:rPr>
      </w:pPr>
      <w:r w:rsidRPr="002800E6">
        <w:rPr>
          <w:b/>
        </w:rPr>
        <w:t>Editor Report</w:t>
      </w:r>
    </w:p>
    <w:p w:rsidR="00682E9D" w:rsidRDefault="00682E9D" w:rsidP="00D81391">
      <w:pPr>
        <w:numPr>
          <w:ilvl w:val="2"/>
          <w:numId w:val="2"/>
        </w:numPr>
        <w:ind w:left="1980" w:hanging="810"/>
      </w:pPr>
      <w:r>
        <w:t>D2.6 is ready for approval and contains approved resolutions from March</w:t>
      </w:r>
    </w:p>
    <w:p w:rsidR="00682E9D" w:rsidRDefault="00682E9D" w:rsidP="00D81391">
      <w:pPr>
        <w:numPr>
          <w:ilvl w:val="2"/>
          <w:numId w:val="2"/>
        </w:numPr>
        <w:ind w:left="1980" w:hanging="810"/>
      </w:pPr>
      <w:r>
        <w:t>D2.7 will include TGaf roll-in</w:t>
      </w:r>
    </w:p>
    <w:p w:rsidR="00682E9D" w:rsidRDefault="00682E9D" w:rsidP="00D81391">
      <w:pPr>
        <w:numPr>
          <w:ilvl w:val="2"/>
          <w:numId w:val="2"/>
        </w:numPr>
        <w:ind w:left="1980" w:hanging="810"/>
      </w:pPr>
      <w:r>
        <w:t>D2.8 will be targeted for defects as identified</w:t>
      </w:r>
    </w:p>
    <w:p w:rsidR="00682E9D" w:rsidRDefault="00682E9D" w:rsidP="00D81391">
      <w:pPr>
        <w:numPr>
          <w:ilvl w:val="2"/>
          <w:numId w:val="2"/>
        </w:numPr>
        <w:ind w:left="1980" w:hanging="810"/>
      </w:pPr>
      <w:r>
        <w:t>Target 2.7 for May, but may be able to have D2.8 by then as well.</w:t>
      </w:r>
    </w:p>
    <w:p w:rsidR="00682E9D" w:rsidRDefault="00682E9D" w:rsidP="00D81391">
      <w:pPr>
        <w:numPr>
          <w:ilvl w:val="2"/>
          <w:numId w:val="2"/>
        </w:numPr>
        <w:ind w:left="1980" w:hanging="810"/>
      </w:pPr>
      <w:r>
        <w:t>Will look for reviewers for D2.6 from the contributors</w:t>
      </w:r>
    </w:p>
    <w:p w:rsidR="00682E9D" w:rsidRDefault="00682E9D" w:rsidP="00D81391">
      <w:pPr>
        <w:numPr>
          <w:ilvl w:val="2"/>
          <w:numId w:val="2"/>
        </w:numPr>
        <w:ind w:left="1980" w:hanging="810"/>
      </w:pPr>
      <w:r>
        <w:t>Will look for TGaf experts for D2.7 review when it is ready for review</w:t>
      </w:r>
    </w:p>
    <w:p w:rsidR="00E82408" w:rsidRPr="002800E6" w:rsidRDefault="00E82408" w:rsidP="00D81391">
      <w:pPr>
        <w:numPr>
          <w:ilvl w:val="1"/>
          <w:numId w:val="2"/>
        </w:numPr>
        <w:rPr>
          <w:b/>
        </w:rPr>
      </w:pPr>
      <w:r w:rsidRPr="002800E6">
        <w:rPr>
          <w:b/>
        </w:rPr>
        <w:t>Comment Review</w:t>
      </w:r>
      <w:r w:rsidR="00D81391" w:rsidRPr="002800E6">
        <w:rPr>
          <w:b/>
        </w:rPr>
        <w:t xml:space="preserve"> Plan</w:t>
      </w:r>
    </w:p>
    <w:p w:rsidR="00E82408" w:rsidRDefault="00E82408" w:rsidP="00D81391">
      <w:pPr>
        <w:numPr>
          <w:ilvl w:val="2"/>
          <w:numId w:val="2"/>
        </w:numPr>
        <w:ind w:left="1980" w:hanging="810"/>
      </w:pPr>
      <w:r>
        <w:t>Note proposed discussion topics for subsequent telecons:</w:t>
      </w:r>
      <w:r>
        <w:br/>
      </w:r>
      <w:r>
        <w:rPr>
          <w:rStyle w:val="aqj"/>
          <w:rFonts w:ascii="Calibri" w:hAnsi="Calibri"/>
        </w:rPr>
        <w:t>April 11</w:t>
      </w:r>
      <w:r>
        <w:t>: 11-13-1345 (PICS)</w:t>
      </w:r>
    </w:p>
    <w:p w:rsidR="00E82408" w:rsidRDefault="00E82408" w:rsidP="00D81391">
      <w:pPr>
        <w:ind w:left="1980"/>
      </w:pPr>
      <w:r>
        <w:rPr>
          <w:rStyle w:val="aqj"/>
          <w:rFonts w:ascii="Calibri" w:hAnsi="Calibri"/>
        </w:rPr>
        <w:t>May 2</w:t>
      </w:r>
      <w:r>
        <w:t>: 11-14-0275 ("shall ignore"), 11-14-0207</w:t>
      </w:r>
    </w:p>
    <w:p w:rsidR="00E82408" w:rsidRPr="00D81391" w:rsidRDefault="00E82408" w:rsidP="002800E6">
      <w:pPr>
        <w:numPr>
          <w:ilvl w:val="1"/>
          <w:numId w:val="2"/>
        </w:numPr>
        <w:rPr>
          <w:b/>
        </w:rPr>
      </w:pPr>
      <w:r w:rsidRPr="00D81391">
        <w:rPr>
          <w:b/>
        </w:rPr>
        <w:t xml:space="preserve">Doc 11-14/0029r4 (QOS Map Set) – Stephen </w:t>
      </w:r>
      <w:r w:rsidR="00D81391" w:rsidRPr="00D81391">
        <w:rPr>
          <w:b/>
        </w:rPr>
        <w:t>MCCANN</w:t>
      </w:r>
    </w:p>
    <w:p w:rsidR="00E82408" w:rsidRDefault="00E82408" w:rsidP="002800E6">
      <w:pPr>
        <w:numPr>
          <w:ilvl w:val="2"/>
          <w:numId w:val="2"/>
        </w:numPr>
        <w:ind w:left="1980" w:hanging="810"/>
      </w:pPr>
      <w:r>
        <w:t>Review document showing the changes proposed</w:t>
      </w:r>
    </w:p>
    <w:p w:rsidR="00E82408" w:rsidRDefault="00E82408" w:rsidP="002800E6">
      <w:pPr>
        <w:numPr>
          <w:ilvl w:val="2"/>
          <w:numId w:val="2"/>
        </w:numPr>
        <w:ind w:left="1980" w:hanging="810"/>
      </w:pPr>
      <w:r>
        <w:t>The two clauses have needed to be rewritten (8.4.2.94 and 10.25.9)</w:t>
      </w:r>
    </w:p>
    <w:p w:rsidR="00E82408" w:rsidRDefault="00E82408" w:rsidP="002800E6">
      <w:pPr>
        <w:numPr>
          <w:ilvl w:val="2"/>
          <w:numId w:val="2"/>
        </w:numPr>
        <w:ind w:left="1980" w:hanging="810"/>
      </w:pPr>
      <w:r>
        <w:t>11-14/0029r2 was presented in January in LA.</w:t>
      </w:r>
    </w:p>
    <w:p w:rsidR="00E82408" w:rsidRDefault="00E82408" w:rsidP="002800E6">
      <w:pPr>
        <w:numPr>
          <w:ilvl w:val="2"/>
          <w:numId w:val="2"/>
        </w:numPr>
        <w:ind w:left="1980" w:hanging="810"/>
      </w:pPr>
      <w:r>
        <w:t>11-14/0029r3 was prepared for March, but did not get a chance to present.</w:t>
      </w:r>
    </w:p>
    <w:p w:rsidR="00E82408" w:rsidRDefault="00E82408" w:rsidP="002800E6">
      <w:pPr>
        <w:numPr>
          <w:ilvl w:val="2"/>
          <w:numId w:val="2"/>
        </w:numPr>
        <w:ind w:left="1980" w:hanging="810"/>
      </w:pPr>
      <w:r>
        <w:t>There is a “magic number” 21 that has not been corrected, but not sure where that number came from, but hesitant to change as it may affect existing implementations.</w:t>
      </w:r>
    </w:p>
    <w:p w:rsidR="00E82408" w:rsidRDefault="00E82408" w:rsidP="002800E6">
      <w:pPr>
        <w:numPr>
          <w:ilvl w:val="2"/>
          <w:numId w:val="2"/>
        </w:numPr>
        <w:ind w:left="1980" w:hanging="810"/>
      </w:pPr>
      <w:r>
        <w:t>No Objection to incorporating 11-14/29r4 text changes during the May meeting.</w:t>
      </w:r>
    </w:p>
    <w:p w:rsidR="00E82408" w:rsidRDefault="00E82408" w:rsidP="002800E6">
      <w:pPr>
        <w:numPr>
          <w:ilvl w:val="2"/>
          <w:numId w:val="2"/>
        </w:numPr>
        <w:ind w:left="1980" w:hanging="810"/>
      </w:pPr>
      <w:r>
        <w:t>Thanks to Mark RISON for his assistance in review and editing this version.</w:t>
      </w:r>
    </w:p>
    <w:p w:rsidR="00E82408" w:rsidRPr="002800E6" w:rsidRDefault="00E82408" w:rsidP="002800E6">
      <w:pPr>
        <w:numPr>
          <w:ilvl w:val="1"/>
          <w:numId w:val="2"/>
        </w:numPr>
        <w:rPr>
          <w:b/>
        </w:rPr>
      </w:pPr>
      <w:r w:rsidRPr="002800E6">
        <w:rPr>
          <w:b/>
        </w:rPr>
        <w:t>Doc 11-14/344r</w:t>
      </w:r>
      <w:r w:rsidR="002800E6">
        <w:rPr>
          <w:b/>
        </w:rPr>
        <w:t>1 Dorothy STANLEY</w:t>
      </w:r>
    </w:p>
    <w:p w:rsidR="00E82408" w:rsidRDefault="00E82408" w:rsidP="002800E6">
      <w:pPr>
        <w:numPr>
          <w:ilvl w:val="2"/>
          <w:numId w:val="2"/>
        </w:numPr>
        <w:ind w:left="1980" w:hanging="810"/>
      </w:pPr>
      <w:r>
        <w:t>CID 2463</w:t>
      </w:r>
      <w:r w:rsidR="002800E6">
        <w:t xml:space="preserve"> GEN</w:t>
      </w:r>
    </w:p>
    <w:p w:rsidR="00E82408" w:rsidRDefault="00E82408" w:rsidP="002800E6">
      <w:pPr>
        <w:numPr>
          <w:ilvl w:val="3"/>
          <w:numId w:val="2"/>
        </w:numPr>
        <w:ind w:left="2430"/>
      </w:pPr>
      <w:r>
        <w:t>Review comment</w:t>
      </w:r>
    </w:p>
    <w:p w:rsidR="00E82408" w:rsidRDefault="00E82408" w:rsidP="002800E6">
      <w:pPr>
        <w:numPr>
          <w:ilvl w:val="3"/>
          <w:numId w:val="2"/>
        </w:numPr>
        <w:ind w:left="2430"/>
      </w:pPr>
      <w:r>
        <w:t>This was also in Adrian’s Doc 11-14/207</w:t>
      </w:r>
    </w:p>
    <w:p w:rsidR="00E82408" w:rsidRDefault="00832F91" w:rsidP="002800E6">
      <w:pPr>
        <w:numPr>
          <w:ilvl w:val="3"/>
          <w:numId w:val="2"/>
        </w:numPr>
        <w:ind w:left="2430"/>
      </w:pPr>
      <w:r>
        <w:t>Review Qi’s proposed changes to the bit maps</w:t>
      </w:r>
    </w:p>
    <w:p w:rsidR="00832F91" w:rsidRDefault="00832F91" w:rsidP="002800E6">
      <w:pPr>
        <w:numPr>
          <w:ilvl w:val="3"/>
          <w:numId w:val="2"/>
        </w:numPr>
        <w:ind w:left="2430"/>
      </w:pPr>
      <w:r>
        <w:t>The changes being described are fine, but the Editor is worried he won’t remember in a months time without some graphic description as well.</w:t>
      </w:r>
    </w:p>
    <w:p w:rsidR="00832F91" w:rsidRDefault="00832F91" w:rsidP="002800E6">
      <w:pPr>
        <w:numPr>
          <w:ilvl w:val="3"/>
          <w:numId w:val="2"/>
        </w:numPr>
        <w:ind w:left="2430"/>
      </w:pPr>
      <w:r>
        <w:t>Request to be made to ask for clearer description of the changes</w:t>
      </w:r>
    </w:p>
    <w:p w:rsidR="00832F91" w:rsidRDefault="00832F91" w:rsidP="002800E6">
      <w:pPr>
        <w:numPr>
          <w:ilvl w:val="3"/>
          <w:numId w:val="2"/>
        </w:numPr>
        <w:ind w:left="2430"/>
      </w:pPr>
      <w:r>
        <w:t>Discussion on what the resolution from March was.</w:t>
      </w:r>
    </w:p>
    <w:p w:rsidR="00832F91" w:rsidRPr="002800E6" w:rsidRDefault="002800E6" w:rsidP="002800E6">
      <w:pPr>
        <w:numPr>
          <w:ilvl w:val="1"/>
          <w:numId w:val="2"/>
        </w:numPr>
        <w:rPr>
          <w:b/>
        </w:rPr>
      </w:pPr>
      <w:r>
        <w:rPr>
          <w:b/>
        </w:rPr>
        <w:t>Doc 11-14/0263r6 Dorothy STANLEY</w:t>
      </w:r>
    </w:p>
    <w:p w:rsidR="00832F91" w:rsidRDefault="00832F91" w:rsidP="002800E6">
      <w:pPr>
        <w:numPr>
          <w:ilvl w:val="2"/>
          <w:numId w:val="2"/>
        </w:numPr>
        <w:ind w:left="1980"/>
      </w:pPr>
      <w:r>
        <w:t>CID 2401</w:t>
      </w:r>
    </w:p>
    <w:p w:rsidR="00832F91" w:rsidRDefault="00832F91" w:rsidP="002800E6">
      <w:pPr>
        <w:numPr>
          <w:ilvl w:val="3"/>
          <w:numId w:val="2"/>
        </w:numPr>
        <w:ind w:left="2520" w:hanging="810"/>
      </w:pPr>
      <w:r>
        <w:t>Review Comment</w:t>
      </w:r>
    </w:p>
    <w:p w:rsidR="00832F91" w:rsidRDefault="00832F91" w:rsidP="002800E6">
      <w:pPr>
        <w:numPr>
          <w:ilvl w:val="3"/>
          <w:numId w:val="2"/>
        </w:numPr>
        <w:ind w:left="2520" w:hanging="810"/>
      </w:pPr>
      <w:r>
        <w:t>Don’t use Recommended Practice in title as this is a type of document</w:t>
      </w:r>
    </w:p>
    <w:p w:rsidR="00832F91" w:rsidRDefault="00832F91" w:rsidP="002800E6">
      <w:pPr>
        <w:numPr>
          <w:ilvl w:val="3"/>
          <w:numId w:val="2"/>
        </w:numPr>
        <w:ind w:left="2520" w:hanging="810"/>
      </w:pPr>
      <w:r>
        <w:t xml:space="preserve">It is ok to use “should”, </w:t>
      </w:r>
    </w:p>
    <w:p w:rsidR="00832F91" w:rsidRDefault="00832F91" w:rsidP="002800E6">
      <w:pPr>
        <w:numPr>
          <w:ilvl w:val="3"/>
          <w:numId w:val="2"/>
        </w:numPr>
        <w:ind w:left="2520" w:hanging="810"/>
      </w:pPr>
      <w:r>
        <w:t>We should use active voice more consistently</w:t>
      </w:r>
    </w:p>
    <w:p w:rsidR="00832F91" w:rsidRDefault="00832F91" w:rsidP="002800E6">
      <w:pPr>
        <w:numPr>
          <w:ilvl w:val="3"/>
          <w:numId w:val="2"/>
        </w:numPr>
        <w:ind w:left="2520" w:hanging="810"/>
      </w:pPr>
      <w:r>
        <w:t>Delete the “It should also be noted that”...</w:t>
      </w:r>
    </w:p>
    <w:p w:rsidR="00832F91" w:rsidRDefault="00832F91" w:rsidP="002800E6">
      <w:pPr>
        <w:numPr>
          <w:ilvl w:val="3"/>
          <w:numId w:val="2"/>
        </w:numPr>
        <w:ind w:left="2520" w:hanging="810"/>
      </w:pPr>
      <w:r>
        <w:t>Suggest we change “it is recommend that” to use should in active voice.</w:t>
      </w:r>
    </w:p>
    <w:p w:rsidR="00832F91" w:rsidRDefault="0013637C" w:rsidP="002800E6">
      <w:pPr>
        <w:numPr>
          <w:ilvl w:val="3"/>
          <w:numId w:val="2"/>
        </w:numPr>
        <w:ind w:left="2520" w:hanging="810"/>
      </w:pPr>
      <w:r>
        <w:t>No objection to incorporate changes from the document</w:t>
      </w:r>
    </w:p>
    <w:p w:rsidR="0013637C" w:rsidRPr="002800E6" w:rsidRDefault="0013637C" w:rsidP="002800E6">
      <w:pPr>
        <w:numPr>
          <w:ilvl w:val="3"/>
          <w:numId w:val="2"/>
        </w:numPr>
        <w:ind w:left="2520" w:hanging="810"/>
        <w:rPr>
          <w:b/>
        </w:rPr>
      </w:pPr>
      <w:r w:rsidRPr="002800E6">
        <w:rPr>
          <w:b/>
        </w:rPr>
        <w:t>Doc 11-14/044r0</w:t>
      </w:r>
    </w:p>
    <w:p w:rsidR="0013637C" w:rsidRDefault="0013637C" w:rsidP="002800E6">
      <w:pPr>
        <w:numPr>
          <w:ilvl w:val="4"/>
          <w:numId w:val="2"/>
        </w:numPr>
        <w:ind w:left="2520" w:hanging="810"/>
      </w:pPr>
      <w:r>
        <w:t>Review document</w:t>
      </w:r>
    </w:p>
    <w:p w:rsidR="002800E6" w:rsidRDefault="002800E6" w:rsidP="002800E6">
      <w:pPr>
        <w:numPr>
          <w:ilvl w:val="3"/>
          <w:numId w:val="2"/>
        </w:numPr>
        <w:ind w:left="2520" w:hanging="810"/>
      </w:pPr>
      <w:r w:rsidRPr="002800E6">
        <w:t>REVISED (GEN: 2014-04-04) Incorporate the text changes in 11-14-0263r6 for CID 2401 and incorporate the text changes in 11-14-0044r1 (fixes to N.2.2). Note to editor: apply the 11-14-0044 changes before the changes in 11-14/263r6.</w:t>
      </w:r>
    </w:p>
    <w:p w:rsidR="0013637C" w:rsidRDefault="0013637C" w:rsidP="002800E6">
      <w:pPr>
        <w:numPr>
          <w:ilvl w:val="3"/>
          <w:numId w:val="2"/>
        </w:numPr>
        <w:ind w:left="2520" w:hanging="810"/>
      </w:pPr>
      <w:r>
        <w:t>No objection to the updated resolution.</w:t>
      </w:r>
      <w:r w:rsidR="002800E6">
        <w:t xml:space="preserve"> Mark CID ready for motion</w:t>
      </w:r>
    </w:p>
    <w:p w:rsidR="0013637C" w:rsidRDefault="0013637C" w:rsidP="002800E6">
      <w:pPr>
        <w:numPr>
          <w:ilvl w:val="1"/>
          <w:numId w:val="2"/>
        </w:numPr>
      </w:pPr>
      <w:r>
        <w:t>Review CID 2413</w:t>
      </w:r>
    </w:p>
    <w:p w:rsidR="0013637C" w:rsidRDefault="0013637C" w:rsidP="002800E6">
      <w:pPr>
        <w:numPr>
          <w:ilvl w:val="2"/>
          <w:numId w:val="2"/>
        </w:numPr>
      </w:pPr>
      <w:r>
        <w:t>With Graham not on the call we will skip for now.</w:t>
      </w:r>
    </w:p>
    <w:p w:rsidR="0013637C" w:rsidRDefault="002800E6" w:rsidP="002800E6">
      <w:pPr>
        <w:numPr>
          <w:ilvl w:val="1"/>
          <w:numId w:val="2"/>
        </w:numPr>
      </w:pPr>
      <w:r>
        <w:t>Review CID status</w:t>
      </w:r>
      <w:r w:rsidR="0013637C">
        <w:t xml:space="preserve"> for those who are on the call</w:t>
      </w:r>
    </w:p>
    <w:p w:rsidR="0013637C" w:rsidRDefault="0013637C" w:rsidP="002800E6">
      <w:pPr>
        <w:numPr>
          <w:ilvl w:val="2"/>
          <w:numId w:val="2"/>
        </w:numPr>
      </w:pPr>
      <w:r>
        <w:t>Propose we look at the remaining comments of 11-14/207</w:t>
      </w:r>
    </w:p>
    <w:p w:rsidR="0013637C" w:rsidRDefault="0013637C" w:rsidP="002800E6">
      <w:pPr>
        <w:numPr>
          <w:ilvl w:val="2"/>
          <w:numId w:val="2"/>
        </w:numPr>
      </w:pPr>
      <w:r>
        <w:t xml:space="preserve">Mark RISON confirmed that next week we </w:t>
      </w:r>
      <w:r w:rsidR="002800E6">
        <w:t>c</w:t>
      </w:r>
      <w:r>
        <w:t>ould dedicate to the PICs</w:t>
      </w:r>
    </w:p>
    <w:p w:rsidR="0013637C" w:rsidRPr="002800E6" w:rsidRDefault="0013637C" w:rsidP="002800E6">
      <w:pPr>
        <w:numPr>
          <w:ilvl w:val="1"/>
          <w:numId w:val="2"/>
        </w:numPr>
        <w:rPr>
          <w:b/>
        </w:rPr>
      </w:pPr>
      <w:r w:rsidRPr="002800E6">
        <w:rPr>
          <w:b/>
        </w:rPr>
        <w:t>Doc 11-14/207r4 Adrian STEPHENS</w:t>
      </w:r>
    </w:p>
    <w:p w:rsidR="0013637C" w:rsidRDefault="0013637C" w:rsidP="002800E6">
      <w:pPr>
        <w:numPr>
          <w:ilvl w:val="2"/>
          <w:numId w:val="2"/>
        </w:numPr>
      </w:pPr>
      <w:r>
        <w:t>Projected is r5 as we collect the changes today.</w:t>
      </w:r>
    </w:p>
    <w:p w:rsidR="0013637C" w:rsidRDefault="0013637C" w:rsidP="002800E6">
      <w:pPr>
        <w:numPr>
          <w:ilvl w:val="2"/>
          <w:numId w:val="2"/>
        </w:numPr>
      </w:pPr>
      <w:r>
        <w:t xml:space="preserve">CID 2051 </w:t>
      </w:r>
      <w:r w:rsidR="002800E6">
        <w:t xml:space="preserve">MAC </w:t>
      </w:r>
      <w:r>
        <w:t>was the last one reviewed</w:t>
      </w:r>
      <w:r w:rsidR="002800E6">
        <w:t xml:space="preserve"> </w:t>
      </w:r>
    </w:p>
    <w:p w:rsidR="0013637C" w:rsidRDefault="0013637C" w:rsidP="002800E6">
      <w:pPr>
        <w:numPr>
          <w:ilvl w:val="2"/>
          <w:numId w:val="2"/>
        </w:numPr>
      </w:pPr>
      <w:r>
        <w:t>CID 2058 MAC</w:t>
      </w:r>
    </w:p>
    <w:p w:rsidR="0013637C" w:rsidRDefault="0013637C" w:rsidP="002800E6">
      <w:pPr>
        <w:numPr>
          <w:ilvl w:val="2"/>
          <w:numId w:val="2"/>
        </w:numPr>
        <w:ind w:left="2880"/>
      </w:pPr>
      <w:r>
        <w:t>Review Comment</w:t>
      </w:r>
    </w:p>
    <w:p w:rsidR="00277A09" w:rsidRDefault="00277A09" w:rsidP="002800E6">
      <w:pPr>
        <w:numPr>
          <w:ilvl w:val="2"/>
          <w:numId w:val="2"/>
        </w:numPr>
        <w:ind w:left="2880"/>
      </w:pPr>
      <w:r>
        <w:t>Proposed Resolution: Revised: Replace “TXTIME(CF-End)” with “T_CF-End” ( _ denoting subscript) and add “, where T_CF-End is the duration of a CF-End frame”).</w:t>
      </w:r>
    </w:p>
    <w:p w:rsidR="0013637C" w:rsidRDefault="00277A09" w:rsidP="002800E6">
      <w:pPr>
        <w:ind w:left="2790"/>
      </w:pPr>
      <w:r>
        <w:t>Make matching change at 1289.45.</w:t>
      </w:r>
    </w:p>
    <w:p w:rsidR="00277A09" w:rsidRDefault="00277A09" w:rsidP="002800E6">
      <w:pPr>
        <w:numPr>
          <w:ilvl w:val="2"/>
          <w:numId w:val="2"/>
        </w:numPr>
        <w:ind w:left="2880"/>
      </w:pPr>
      <w:r>
        <w:t>No objection  - mark ready for motion</w:t>
      </w:r>
    </w:p>
    <w:p w:rsidR="0013637C" w:rsidRDefault="00277A09" w:rsidP="002800E6">
      <w:pPr>
        <w:numPr>
          <w:ilvl w:val="2"/>
          <w:numId w:val="2"/>
        </w:numPr>
      </w:pPr>
      <w:r>
        <w:t>CID 2063MAC</w:t>
      </w:r>
    </w:p>
    <w:p w:rsidR="00277A09" w:rsidRDefault="00277A09" w:rsidP="003C78DB">
      <w:pPr>
        <w:numPr>
          <w:ilvl w:val="3"/>
          <w:numId w:val="2"/>
        </w:numPr>
        <w:ind w:left="3060" w:hanging="810"/>
      </w:pPr>
      <w:r>
        <w:t>Review Comment</w:t>
      </w:r>
    </w:p>
    <w:p w:rsidR="00277A09" w:rsidRDefault="00277A09" w:rsidP="003C78DB">
      <w:pPr>
        <w:numPr>
          <w:ilvl w:val="3"/>
          <w:numId w:val="2"/>
        </w:numPr>
        <w:ind w:left="3060" w:hanging="810"/>
      </w:pPr>
      <w:r>
        <w:t>There is a spot in 2014.33 that needs some expert PHY review, so no change was made, but seems odd.</w:t>
      </w:r>
    </w:p>
    <w:p w:rsidR="00277A09" w:rsidRDefault="00277A09" w:rsidP="003C78DB">
      <w:pPr>
        <w:numPr>
          <w:ilvl w:val="3"/>
          <w:numId w:val="2"/>
        </w:numPr>
        <w:ind w:left="3060" w:hanging="810"/>
      </w:pPr>
      <w:r>
        <w:t>There was a question on the “normative” use of a table vs the equations that were noted as informataive, and that this seemed backward.</w:t>
      </w:r>
    </w:p>
    <w:p w:rsidR="00277A09" w:rsidRDefault="00277A09" w:rsidP="003C78DB">
      <w:pPr>
        <w:numPr>
          <w:ilvl w:val="4"/>
          <w:numId w:val="2"/>
        </w:numPr>
        <w:ind w:left="3780" w:hanging="810"/>
      </w:pPr>
      <w:r>
        <w:t>Outside the scope of the proprosed changes here, but something to think about in a future comment</w:t>
      </w:r>
    </w:p>
    <w:p w:rsidR="00277A09" w:rsidRDefault="00277A09" w:rsidP="003C78DB">
      <w:pPr>
        <w:numPr>
          <w:ilvl w:val="3"/>
          <w:numId w:val="2"/>
        </w:numPr>
        <w:ind w:left="3060" w:hanging="810"/>
      </w:pPr>
      <w:r>
        <w:t>2900.39 the “square window” is not realistice, but no change is being proposed</w:t>
      </w:r>
    </w:p>
    <w:p w:rsidR="00FA517E" w:rsidRDefault="00FA517E" w:rsidP="003C78DB">
      <w:pPr>
        <w:numPr>
          <w:ilvl w:val="3"/>
          <w:numId w:val="2"/>
        </w:numPr>
        <w:ind w:left="3060" w:hanging="810"/>
      </w:pPr>
      <w:r>
        <w:t>DMG TSPECs are different from TSPECS.</w:t>
      </w:r>
    </w:p>
    <w:p w:rsidR="00FA517E" w:rsidRDefault="00FA517E" w:rsidP="003C78DB">
      <w:pPr>
        <w:numPr>
          <w:ilvl w:val="3"/>
          <w:numId w:val="2"/>
        </w:numPr>
        <w:ind w:left="3060" w:hanging="810"/>
      </w:pPr>
      <w:r>
        <w:t>The resolution could be improved with the PHY feedback, but it is an improvement as now stated.</w:t>
      </w:r>
    </w:p>
    <w:p w:rsidR="00277A09" w:rsidRDefault="00277A09" w:rsidP="003C78DB">
      <w:pPr>
        <w:numPr>
          <w:ilvl w:val="3"/>
          <w:numId w:val="2"/>
        </w:numPr>
        <w:ind w:left="3060" w:hanging="810"/>
      </w:pPr>
      <w:r>
        <w:t>Proposed Resolution: Revised.  Make changes under CID 2063 in doc 11-14/207r5.</w:t>
      </w:r>
    </w:p>
    <w:p w:rsidR="00277A09" w:rsidRDefault="00277A09" w:rsidP="003C78DB">
      <w:pPr>
        <w:numPr>
          <w:ilvl w:val="3"/>
          <w:numId w:val="2"/>
        </w:numPr>
        <w:ind w:left="3060" w:hanging="810"/>
      </w:pPr>
      <w:r>
        <w:t>No objection  - mark ready for motion</w:t>
      </w:r>
    </w:p>
    <w:p w:rsidR="00277A09" w:rsidRDefault="00277A09" w:rsidP="003C78DB">
      <w:pPr>
        <w:numPr>
          <w:ilvl w:val="2"/>
          <w:numId w:val="2"/>
        </w:numPr>
      </w:pPr>
      <w:r>
        <w:t xml:space="preserve">CID </w:t>
      </w:r>
      <w:r w:rsidR="00FA517E">
        <w:t>2079 MAC</w:t>
      </w:r>
    </w:p>
    <w:p w:rsidR="00FA517E" w:rsidRDefault="00FA517E" w:rsidP="003C78DB">
      <w:pPr>
        <w:numPr>
          <w:ilvl w:val="3"/>
          <w:numId w:val="2"/>
        </w:numPr>
      </w:pPr>
      <w:r>
        <w:t>Review Comment</w:t>
      </w:r>
    </w:p>
    <w:p w:rsidR="00FA517E" w:rsidRDefault="00FA517E" w:rsidP="003C78DB">
      <w:pPr>
        <w:numPr>
          <w:ilvl w:val="3"/>
          <w:numId w:val="2"/>
        </w:numPr>
      </w:pPr>
      <w:r>
        <w:t>Proposed Resolution: Revised  Remove reference to 9.3.2.9</w:t>
      </w:r>
    </w:p>
    <w:p w:rsidR="00FA517E" w:rsidRDefault="00FA517E" w:rsidP="003C78DB">
      <w:pPr>
        <w:numPr>
          <w:ilvl w:val="3"/>
          <w:numId w:val="2"/>
        </w:numPr>
      </w:pPr>
      <w:r>
        <w:t>No objection – mark ready for motion</w:t>
      </w:r>
    </w:p>
    <w:p w:rsidR="00FA517E" w:rsidRDefault="00FA517E" w:rsidP="003C78DB">
      <w:pPr>
        <w:numPr>
          <w:ilvl w:val="2"/>
          <w:numId w:val="2"/>
        </w:numPr>
      </w:pPr>
      <w:r>
        <w:t>CID 2086 MAC</w:t>
      </w:r>
    </w:p>
    <w:p w:rsidR="00FA517E" w:rsidRDefault="00FA517E" w:rsidP="003C78DB">
      <w:pPr>
        <w:numPr>
          <w:ilvl w:val="3"/>
          <w:numId w:val="2"/>
        </w:numPr>
      </w:pPr>
      <w:r>
        <w:t>Review Comment</w:t>
      </w:r>
    </w:p>
    <w:p w:rsidR="00FA517E" w:rsidRDefault="00FA517E" w:rsidP="003C78DB">
      <w:pPr>
        <w:numPr>
          <w:ilvl w:val="3"/>
          <w:numId w:val="2"/>
        </w:numPr>
      </w:pPr>
      <w:r>
        <w:t>Proposed Resolution: Revised.  Make changes under CID 2086 in 11-14/207r5. This changes provide the differentiation sought</w:t>
      </w:r>
    </w:p>
    <w:p w:rsidR="00FA517E" w:rsidRDefault="00FA517E" w:rsidP="003C78DB">
      <w:pPr>
        <w:numPr>
          <w:ilvl w:val="3"/>
          <w:numId w:val="2"/>
        </w:numPr>
      </w:pPr>
      <w:r>
        <w:t>No objection  - mark ready for motion</w:t>
      </w:r>
    </w:p>
    <w:p w:rsidR="00FA517E" w:rsidRDefault="00FA517E" w:rsidP="003C78DB">
      <w:pPr>
        <w:numPr>
          <w:ilvl w:val="2"/>
          <w:numId w:val="2"/>
        </w:numPr>
      </w:pPr>
      <w:r>
        <w:t>CID 2089 MAC</w:t>
      </w:r>
    </w:p>
    <w:p w:rsidR="00FA517E" w:rsidRDefault="00FA517E" w:rsidP="003C78DB">
      <w:pPr>
        <w:numPr>
          <w:ilvl w:val="3"/>
          <w:numId w:val="2"/>
        </w:numPr>
        <w:ind w:left="3240" w:hanging="990"/>
      </w:pPr>
      <w:r>
        <w:t>Review Comment</w:t>
      </w:r>
    </w:p>
    <w:p w:rsidR="00FA517E" w:rsidRDefault="00FA517E" w:rsidP="003C78DB">
      <w:pPr>
        <w:numPr>
          <w:ilvl w:val="3"/>
          <w:numId w:val="2"/>
        </w:numPr>
        <w:ind w:left="3240" w:hanging="990"/>
      </w:pPr>
      <w:r>
        <w:t xml:space="preserve">Proposed Resolution: Revised.  Make changes under CID 2086 in 11-14/207r5. </w:t>
      </w:r>
    </w:p>
    <w:p w:rsidR="00FA517E" w:rsidRDefault="00FA517E" w:rsidP="003C78DB">
      <w:pPr>
        <w:numPr>
          <w:ilvl w:val="3"/>
          <w:numId w:val="2"/>
        </w:numPr>
        <w:ind w:left="3240" w:hanging="990"/>
      </w:pPr>
      <w:r>
        <w:t>No objection  - mark ready for motion</w:t>
      </w:r>
    </w:p>
    <w:p w:rsidR="00FA517E" w:rsidRDefault="00FA517E" w:rsidP="003C78DB">
      <w:pPr>
        <w:numPr>
          <w:ilvl w:val="2"/>
          <w:numId w:val="2"/>
        </w:numPr>
        <w:tabs>
          <w:tab w:val="left" w:pos="2160"/>
        </w:tabs>
        <w:ind w:left="2340"/>
      </w:pPr>
      <w:r>
        <w:t>CID 2153</w:t>
      </w:r>
      <w:r w:rsidR="00D41BA4">
        <w:t xml:space="preserve"> MAC</w:t>
      </w:r>
    </w:p>
    <w:p w:rsidR="00FA517E" w:rsidRDefault="00FA517E" w:rsidP="003C78DB">
      <w:pPr>
        <w:numPr>
          <w:ilvl w:val="3"/>
          <w:numId w:val="2"/>
        </w:numPr>
        <w:tabs>
          <w:tab w:val="left" w:pos="2160"/>
        </w:tabs>
        <w:ind w:left="3240" w:hanging="900"/>
      </w:pPr>
      <w:r>
        <w:t>Review Comment</w:t>
      </w:r>
    </w:p>
    <w:p w:rsidR="00FA517E" w:rsidRDefault="00FA517E" w:rsidP="003C78DB">
      <w:pPr>
        <w:numPr>
          <w:ilvl w:val="3"/>
          <w:numId w:val="2"/>
        </w:numPr>
        <w:tabs>
          <w:tab w:val="left" w:pos="2160"/>
        </w:tabs>
        <w:ind w:left="3240" w:hanging="900"/>
      </w:pPr>
      <w:r>
        <w:t>Proposed Resolution: Revised.  Replace cited sentence with: “A Beacon SP is empty if no DMG Beacon frame is received during the Beacon SP over an interval of length aMinChannelTime.”</w:t>
      </w:r>
    </w:p>
    <w:p w:rsidR="00FA517E" w:rsidRDefault="00FA517E" w:rsidP="003C78DB">
      <w:pPr>
        <w:numPr>
          <w:ilvl w:val="3"/>
          <w:numId w:val="2"/>
        </w:numPr>
        <w:tabs>
          <w:tab w:val="left" w:pos="2160"/>
        </w:tabs>
        <w:ind w:left="3240" w:hanging="900"/>
      </w:pPr>
      <w:r>
        <w:t>No objection  - mark ready for motion</w:t>
      </w:r>
    </w:p>
    <w:p w:rsidR="00D41BA4" w:rsidRDefault="00D41BA4" w:rsidP="003C78DB">
      <w:pPr>
        <w:numPr>
          <w:ilvl w:val="2"/>
          <w:numId w:val="2"/>
        </w:numPr>
        <w:tabs>
          <w:tab w:val="left" w:pos="2160"/>
        </w:tabs>
        <w:ind w:left="2340"/>
      </w:pPr>
      <w:r>
        <w:t>CID 2093 MAC</w:t>
      </w:r>
    </w:p>
    <w:p w:rsidR="00D41BA4" w:rsidRDefault="00D41BA4" w:rsidP="003C78DB">
      <w:pPr>
        <w:numPr>
          <w:ilvl w:val="3"/>
          <w:numId w:val="2"/>
        </w:numPr>
        <w:tabs>
          <w:tab w:val="left" w:pos="2160"/>
        </w:tabs>
        <w:ind w:left="3240" w:hanging="900"/>
      </w:pPr>
      <w:r>
        <w:t>Review Comment</w:t>
      </w:r>
    </w:p>
    <w:p w:rsidR="00D41BA4" w:rsidRDefault="00D41BA4" w:rsidP="003C78DB">
      <w:pPr>
        <w:numPr>
          <w:ilvl w:val="3"/>
          <w:numId w:val="2"/>
        </w:numPr>
        <w:tabs>
          <w:tab w:val="left" w:pos="2160"/>
        </w:tabs>
        <w:ind w:left="3240" w:hanging="900"/>
      </w:pPr>
      <w:r>
        <w:t>As Annex E is supposed to hide the specific frequencies from being cited this text is clearly wrong.</w:t>
      </w:r>
    </w:p>
    <w:p w:rsidR="00D41BA4" w:rsidRDefault="00D41BA4" w:rsidP="003C78DB">
      <w:pPr>
        <w:numPr>
          <w:ilvl w:val="3"/>
          <w:numId w:val="2"/>
        </w:numPr>
        <w:tabs>
          <w:tab w:val="left" w:pos="2160"/>
        </w:tabs>
        <w:ind w:left="3240" w:hanging="900"/>
      </w:pPr>
      <w:r>
        <w:t>The number 56.16 GHz is in E1, but we will not have the number show up in the main body of the standard.</w:t>
      </w:r>
    </w:p>
    <w:p w:rsidR="00D41BA4" w:rsidRDefault="00D41BA4" w:rsidP="003C78DB">
      <w:pPr>
        <w:numPr>
          <w:ilvl w:val="3"/>
          <w:numId w:val="2"/>
        </w:numPr>
        <w:tabs>
          <w:tab w:val="left" w:pos="2160"/>
        </w:tabs>
        <w:ind w:left="3240" w:hanging="900"/>
      </w:pPr>
      <w:r>
        <w:t>Proposed resolution: Revised.  Delete “the Channel Starting Frequency of the intended operating class of the STA is defined in Annex E to be 56.16 GHz and” at the cited location (twice).</w:t>
      </w:r>
    </w:p>
    <w:p w:rsidR="00D41BA4" w:rsidRDefault="00D41BA4" w:rsidP="003C78DB">
      <w:pPr>
        <w:numPr>
          <w:ilvl w:val="3"/>
          <w:numId w:val="2"/>
        </w:numPr>
        <w:tabs>
          <w:tab w:val="left" w:pos="2160"/>
        </w:tabs>
        <w:ind w:left="3240" w:hanging="900"/>
      </w:pPr>
      <w:r>
        <w:t>No objection  - mark ready for motion</w:t>
      </w:r>
    </w:p>
    <w:p w:rsidR="00D41BA4" w:rsidRDefault="00D41BA4" w:rsidP="003C78DB">
      <w:pPr>
        <w:numPr>
          <w:ilvl w:val="2"/>
          <w:numId w:val="2"/>
        </w:numPr>
      </w:pPr>
      <w:r>
        <w:t>CID 2100 MAC</w:t>
      </w:r>
    </w:p>
    <w:p w:rsidR="00D41BA4" w:rsidRDefault="00D41BA4" w:rsidP="003C78DB">
      <w:pPr>
        <w:numPr>
          <w:ilvl w:val="3"/>
          <w:numId w:val="2"/>
        </w:numPr>
      </w:pPr>
      <w:r>
        <w:t>Review comment</w:t>
      </w:r>
    </w:p>
    <w:p w:rsidR="00D41BA4" w:rsidRDefault="00D41BA4" w:rsidP="003C78DB">
      <w:pPr>
        <w:numPr>
          <w:ilvl w:val="3"/>
          <w:numId w:val="2"/>
        </w:numPr>
      </w:pPr>
      <w:r>
        <w:t>Proposed resolution: Revised.  Add “as defined in 9.36.1” after “successfully completed”.</w:t>
      </w:r>
    </w:p>
    <w:p w:rsidR="00D41BA4" w:rsidRDefault="00D41BA4" w:rsidP="003C78DB">
      <w:pPr>
        <w:numPr>
          <w:ilvl w:val="3"/>
          <w:numId w:val="2"/>
        </w:numPr>
      </w:pPr>
      <w:r>
        <w:t>No objection  - mark ready for motion</w:t>
      </w:r>
    </w:p>
    <w:p w:rsidR="00D41BA4" w:rsidRDefault="00D41BA4" w:rsidP="003C78DB">
      <w:pPr>
        <w:numPr>
          <w:ilvl w:val="2"/>
          <w:numId w:val="2"/>
        </w:numPr>
      </w:pPr>
      <w:r>
        <w:t>CID 2101 MAC</w:t>
      </w:r>
    </w:p>
    <w:p w:rsidR="00D41BA4" w:rsidRDefault="00D41BA4" w:rsidP="003C78DB">
      <w:pPr>
        <w:numPr>
          <w:ilvl w:val="3"/>
          <w:numId w:val="2"/>
        </w:numPr>
      </w:pPr>
      <w:r>
        <w:t>Review comment</w:t>
      </w:r>
    </w:p>
    <w:p w:rsidR="00D41BA4" w:rsidRDefault="00D41BA4" w:rsidP="003C78DB">
      <w:pPr>
        <w:numPr>
          <w:ilvl w:val="3"/>
          <w:numId w:val="2"/>
        </w:numPr>
      </w:pPr>
      <w:r>
        <w:t>Proposed resolution: Revised.  Add “as defined in 9.36.1” after “successfully completed”.</w:t>
      </w:r>
    </w:p>
    <w:p w:rsidR="00D41BA4" w:rsidRDefault="00D41BA4" w:rsidP="003C78DB">
      <w:pPr>
        <w:numPr>
          <w:ilvl w:val="3"/>
          <w:numId w:val="2"/>
        </w:numPr>
      </w:pPr>
      <w:r>
        <w:t>No objection  - mark ready for motion</w:t>
      </w:r>
    </w:p>
    <w:p w:rsidR="00D41BA4" w:rsidRDefault="00D41BA4" w:rsidP="003C78DB">
      <w:pPr>
        <w:numPr>
          <w:ilvl w:val="2"/>
          <w:numId w:val="2"/>
        </w:numPr>
      </w:pPr>
      <w:r>
        <w:t>CID 2102 MAC</w:t>
      </w:r>
    </w:p>
    <w:p w:rsidR="00D41BA4" w:rsidRDefault="00D41BA4" w:rsidP="003C78DB">
      <w:pPr>
        <w:numPr>
          <w:ilvl w:val="3"/>
          <w:numId w:val="2"/>
        </w:numPr>
      </w:pPr>
      <w:r>
        <w:t>Review Comment</w:t>
      </w:r>
    </w:p>
    <w:p w:rsidR="00D41BA4" w:rsidRDefault="00D41BA4" w:rsidP="003C78DB">
      <w:pPr>
        <w:numPr>
          <w:ilvl w:val="3"/>
          <w:numId w:val="2"/>
        </w:numPr>
      </w:pPr>
      <w:r>
        <w:t>Proposed resolution: Revised.  Add “, as defined in 9.36.1,” after “successful completion”.</w:t>
      </w:r>
    </w:p>
    <w:p w:rsidR="00D41BA4" w:rsidRDefault="00D41BA4" w:rsidP="003C78DB">
      <w:pPr>
        <w:numPr>
          <w:ilvl w:val="3"/>
          <w:numId w:val="2"/>
        </w:numPr>
      </w:pPr>
      <w:r>
        <w:t>No objection  - mark ready for motion</w:t>
      </w:r>
    </w:p>
    <w:p w:rsidR="00D41BA4" w:rsidRDefault="00D41BA4" w:rsidP="003C78DB">
      <w:pPr>
        <w:numPr>
          <w:ilvl w:val="2"/>
          <w:numId w:val="2"/>
        </w:numPr>
      </w:pPr>
      <w:r>
        <w:t>CID 2162</w:t>
      </w:r>
      <w:r w:rsidR="001B48DA">
        <w:t xml:space="preserve"> MAC</w:t>
      </w:r>
    </w:p>
    <w:p w:rsidR="00D41BA4" w:rsidRDefault="00D41BA4" w:rsidP="003C78DB">
      <w:pPr>
        <w:numPr>
          <w:ilvl w:val="3"/>
          <w:numId w:val="2"/>
        </w:numPr>
      </w:pPr>
      <w:r>
        <w:t>Review comment</w:t>
      </w:r>
    </w:p>
    <w:p w:rsidR="00D41BA4" w:rsidRDefault="00D41BA4" w:rsidP="003C78DB">
      <w:pPr>
        <w:numPr>
          <w:ilvl w:val="3"/>
          <w:numId w:val="2"/>
        </w:numPr>
      </w:pPr>
      <w:r>
        <w:t>Proposed Resolution: Accepted.</w:t>
      </w:r>
    </w:p>
    <w:p w:rsidR="00D41BA4" w:rsidRDefault="00D41BA4" w:rsidP="003C78DB">
      <w:pPr>
        <w:numPr>
          <w:ilvl w:val="3"/>
          <w:numId w:val="2"/>
        </w:numPr>
      </w:pPr>
      <w:r>
        <w:t>No objection  - mark ready for motion</w:t>
      </w:r>
    </w:p>
    <w:p w:rsidR="00D41BA4" w:rsidRDefault="00D41BA4" w:rsidP="003C78DB">
      <w:pPr>
        <w:numPr>
          <w:ilvl w:val="2"/>
          <w:numId w:val="2"/>
        </w:numPr>
      </w:pPr>
      <w:r>
        <w:t>CID 2125</w:t>
      </w:r>
      <w:r w:rsidR="001B48DA">
        <w:t xml:space="preserve"> </w:t>
      </w:r>
    </w:p>
    <w:p w:rsidR="00D41BA4" w:rsidRDefault="00D41BA4" w:rsidP="003C78DB">
      <w:pPr>
        <w:numPr>
          <w:ilvl w:val="3"/>
          <w:numId w:val="2"/>
        </w:numPr>
      </w:pPr>
      <w:r>
        <w:t xml:space="preserve">Has already been handled – remove from </w:t>
      </w:r>
      <w:r w:rsidR="001B48DA">
        <w:t>this document</w:t>
      </w:r>
    </w:p>
    <w:p w:rsidR="00D41BA4" w:rsidRDefault="00D41BA4" w:rsidP="003C78DB">
      <w:pPr>
        <w:numPr>
          <w:ilvl w:val="2"/>
          <w:numId w:val="2"/>
        </w:numPr>
      </w:pPr>
      <w:r>
        <w:t xml:space="preserve">CID </w:t>
      </w:r>
      <w:r w:rsidR="001B48DA">
        <w:t>2109 MAC</w:t>
      </w:r>
    </w:p>
    <w:p w:rsidR="001B48DA" w:rsidRDefault="001B48DA" w:rsidP="003C78DB">
      <w:pPr>
        <w:numPr>
          <w:ilvl w:val="3"/>
          <w:numId w:val="2"/>
        </w:numPr>
      </w:pPr>
      <w:r>
        <w:t>Review Comment</w:t>
      </w:r>
    </w:p>
    <w:p w:rsidR="001B48DA" w:rsidRDefault="001B48DA" w:rsidP="003C78DB">
      <w:pPr>
        <w:numPr>
          <w:ilvl w:val="3"/>
          <w:numId w:val="2"/>
        </w:numPr>
      </w:pPr>
      <w:r>
        <w:t>Proposed Resolution: Revised.  Move 9.37 to become 9.22.11.</w:t>
      </w:r>
    </w:p>
    <w:p w:rsidR="001B48DA" w:rsidRDefault="001B48DA" w:rsidP="003C78DB">
      <w:pPr>
        <w:numPr>
          <w:ilvl w:val="3"/>
          <w:numId w:val="2"/>
        </w:numPr>
      </w:pPr>
      <w:r>
        <w:t>No objection  - mark ready for motion</w:t>
      </w:r>
    </w:p>
    <w:p w:rsidR="001B48DA" w:rsidRDefault="001B48DA" w:rsidP="003C78DB">
      <w:pPr>
        <w:numPr>
          <w:ilvl w:val="2"/>
          <w:numId w:val="2"/>
        </w:numPr>
      </w:pPr>
      <w:r>
        <w:t>CID 2129</w:t>
      </w:r>
    </w:p>
    <w:p w:rsidR="001B48DA" w:rsidRDefault="001B48DA" w:rsidP="003C78DB">
      <w:pPr>
        <w:numPr>
          <w:ilvl w:val="3"/>
          <w:numId w:val="2"/>
        </w:numPr>
      </w:pPr>
      <w:r>
        <w:t>Has been handled – remove from this document</w:t>
      </w:r>
    </w:p>
    <w:p w:rsidR="001B48DA" w:rsidRDefault="001B48DA" w:rsidP="003C78DB">
      <w:pPr>
        <w:numPr>
          <w:ilvl w:val="2"/>
          <w:numId w:val="2"/>
        </w:numPr>
      </w:pPr>
      <w:r>
        <w:t>CID 2138 MAC</w:t>
      </w:r>
    </w:p>
    <w:p w:rsidR="001B48DA" w:rsidRDefault="001B48DA" w:rsidP="003C78DB">
      <w:pPr>
        <w:numPr>
          <w:ilvl w:val="3"/>
          <w:numId w:val="2"/>
        </w:numPr>
      </w:pPr>
      <w:r>
        <w:t>Review comment</w:t>
      </w:r>
    </w:p>
    <w:p w:rsidR="001B48DA" w:rsidRDefault="001B48DA" w:rsidP="003C78DB">
      <w:pPr>
        <w:numPr>
          <w:ilvl w:val="3"/>
          <w:numId w:val="2"/>
        </w:numPr>
      </w:pPr>
      <w:r>
        <w:t>These changes proposed are just what we agreeded to in REVmb, but somehow got reversed in the TGad draft.</w:t>
      </w:r>
    </w:p>
    <w:p w:rsidR="001B48DA" w:rsidRDefault="001B48DA" w:rsidP="003C78DB">
      <w:pPr>
        <w:numPr>
          <w:ilvl w:val="3"/>
          <w:numId w:val="2"/>
        </w:numPr>
      </w:pPr>
      <w:r>
        <w:t>Proposed Resolution: Revised.  Make changes under CID 2138 in 11-14/207r5.  These changes adopt “BU” terminology.</w:t>
      </w:r>
    </w:p>
    <w:p w:rsidR="001B48DA" w:rsidRDefault="001B48DA" w:rsidP="00D81391">
      <w:pPr>
        <w:numPr>
          <w:ilvl w:val="2"/>
          <w:numId w:val="2"/>
        </w:numPr>
      </w:pPr>
      <w:r>
        <w:t>No objection  - mark ready for motion</w:t>
      </w:r>
    </w:p>
    <w:p w:rsidR="001B48DA" w:rsidRDefault="001B48DA" w:rsidP="00D81391">
      <w:pPr>
        <w:numPr>
          <w:ilvl w:val="1"/>
          <w:numId w:val="2"/>
        </w:numPr>
      </w:pPr>
      <w:r>
        <w:t>CID 2143</w:t>
      </w:r>
    </w:p>
    <w:p w:rsidR="001B48DA" w:rsidRDefault="001B48DA" w:rsidP="00D81391">
      <w:pPr>
        <w:numPr>
          <w:ilvl w:val="2"/>
          <w:numId w:val="2"/>
        </w:numPr>
      </w:pPr>
      <w:r>
        <w:t>Has been handled – remove from this doc</w:t>
      </w:r>
    </w:p>
    <w:p w:rsidR="001B48DA" w:rsidRDefault="001B48DA" w:rsidP="00D81391">
      <w:pPr>
        <w:numPr>
          <w:ilvl w:val="1"/>
          <w:numId w:val="2"/>
        </w:numPr>
      </w:pPr>
      <w:r>
        <w:t>CID 2158</w:t>
      </w:r>
      <w:r w:rsidR="003C78DB">
        <w:t xml:space="preserve"> MAC</w:t>
      </w:r>
    </w:p>
    <w:p w:rsidR="001B48DA" w:rsidRDefault="001B48DA" w:rsidP="00D81391">
      <w:pPr>
        <w:numPr>
          <w:ilvl w:val="2"/>
          <w:numId w:val="2"/>
        </w:numPr>
      </w:pPr>
      <w:r>
        <w:t>Review comment</w:t>
      </w:r>
    </w:p>
    <w:p w:rsidR="001B48DA" w:rsidRDefault="001B48DA" w:rsidP="00D81391">
      <w:pPr>
        <w:numPr>
          <w:ilvl w:val="2"/>
          <w:numId w:val="2"/>
        </w:numPr>
      </w:pPr>
      <w:r>
        <w:t>Proposed Resolution: Revised. At 1437.52, delete “</w:t>
      </w:r>
      <w:r w:rsidRPr="00F25906">
        <w:t>in which the PCP/AP is the destination DMG STA of the TS</w:t>
      </w:r>
      <w:r>
        <w:t>”. In Figure 10-18 change “HC/non-AP” to “HC” (in four places)</w:t>
      </w:r>
    </w:p>
    <w:p w:rsidR="001B48DA" w:rsidRDefault="001B48DA" w:rsidP="00D81391">
      <w:pPr>
        <w:numPr>
          <w:ilvl w:val="2"/>
          <w:numId w:val="2"/>
        </w:numPr>
      </w:pPr>
      <w:r>
        <w:t>No objection  - mark ready for motion</w:t>
      </w:r>
    </w:p>
    <w:p w:rsidR="001B48DA" w:rsidRDefault="001B48DA" w:rsidP="00D81391">
      <w:pPr>
        <w:numPr>
          <w:ilvl w:val="1"/>
          <w:numId w:val="2"/>
        </w:numPr>
      </w:pPr>
      <w:r>
        <w:t>CID 2160 MAC</w:t>
      </w:r>
    </w:p>
    <w:p w:rsidR="001B48DA" w:rsidRDefault="001B48DA" w:rsidP="00D81391">
      <w:pPr>
        <w:numPr>
          <w:ilvl w:val="2"/>
          <w:numId w:val="2"/>
        </w:numPr>
      </w:pPr>
      <w:r>
        <w:t>Review Comment</w:t>
      </w:r>
    </w:p>
    <w:p w:rsidR="001B48DA" w:rsidRDefault="001B48DA" w:rsidP="00D81391">
      <w:pPr>
        <w:numPr>
          <w:ilvl w:val="2"/>
          <w:numId w:val="2"/>
        </w:numPr>
      </w:pPr>
      <w:r>
        <w:t>Proposed Resolution: Revised Make changes under CID 2160 in 11-14/207r5</w:t>
      </w:r>
    </w:p>
    <w:p w:rsidR="001B48DA" w:rsidRDefault="001B48DA" w:rsidP="00D81391">
      <w:pPr>
        <w:numPr>
          <w:ilvl w:val="2"/>
          <w:numId w:val="2"/>
        </w:numPr>
      </w:pPr>
      <w:r>
        <w:t>No objection  - mark ready for motion</w:t>
      </w:r>
    </w:p>
    <w:p w:rsidR="001B48DA" w:rsidRDefault="001B48DA" w:rsidP="00D81391">
      <w:pPr>
        <w:numPr>
          <w:ilvl w:val="1"/>
          <w:numId w:val="2"/>
        </w:numPr>
      </w:pPr>
      <w:r>
        <w:t>CID 2167</w:t>
      </w:r>
      <w:r w:rsidR="00CB7B52">
        <w:t xml:space="preserve"> MAC</w:t>
      </w:r>
    </w:p>
    <w:p w:rsidR="001B48DA" w:rsidRDefault="001B48DA" w:rsidP="00D81391">
      <w:pPr>
        <w:numPr>
          <w:ilvl w:val="2"/>
          <w:numId w:val="2"/>
        </w:numPr>
      </w:pPr>
      <w:r>
        <w:t>Review Comment</w:t>
      </w:r>
    </w:p>
    <w:p w:rsidR="001B48DA" w:rsidRDefault="001B48DA" w:rsidP="00D81391">
      <w:pPr>
        <w:numPr>
          <w:ilvl w:val="2"/>
          <w:numId w:val="2"/>
        </w:numPr>
      </w:pPr>
      <w:r>
        <w:t>Proposed resolution: Revised.  Delete “non-DMG” at 1559.35 and 1559.39.   These remove the only redundant qualifications in this para.</w:t>
      </w:r>
    </w:p>
    <w:p w:rsidR="001B48DA" w:rsidRDefault="001B48DA" w:rsidP="00D81391">
      <w:pPr>
        <w:numPr>
          <w:ilvl w:val="2"/>
          <w:numId w:val="2"/>
        </w:numPr>
      </w:pPr>
      <w:r>
        <w:t>No objection  - mark ready for motion</w:t>
      </w:r>
    </w:p>
    <w:p w:rsidR="001B48DA" w:rsidRDefault="00CB7B52" w:rsidP="00D81391">
      <w:pPr>
        <w:numPr>
          <w:ilvl w:val="1"/>
          <w:numId w:val="2"/>
        </w:numPr>
      </w:pPr>
      <w:r>
        <w:t>CID 2157 MAC</w:t>
      </w:r>
    </w:p>
    <w:p w:rsidR="00CB7B52" w:rsidRDefault="00CB7B52" w:rsidP="00D81391">
      <w:pPr>
        <w:numPr>
          <w:ilvl w:val="2"/>
          <w:numId w:val="2"/>
        </w:numPr>
      </w:pPr>
      <w:r>
        <w:t>Review Comment</w:t>
      </w:r>
    </w:p>
    <w:p w:rsidR="00CB7B52" w:rsidRDefault="00CB7B52" w:rsidP="00D81391">
      <w:pPr>
        <w:numPr>
          <w:ilvl w:val="2"/>
          <w:numId w:val="2"/>
        </w:numPr>
      </w:pPr>
      <w:r>
        <w:t>From the discussion: “There are arguably many locations that should be changed.   The challenge is to find an efficient way to allow them to be reviewed, and for the changes finally made to accurately reflect the proposal made.</w:t>
      </w:r>
    </w:p>
    <w:p w:rsidR="00CB7B52" w:rsidRDefault="00CB7B52" w:rsidP="00CB7B52">
      <w:pPr>
        <w:ind w:left="2160"/>
      </w:pPr>
      <w:r>
        <w:t>Using the flag “(#DMG)”, I have identified where changes are to be made in D2.5 of the draft, which is also awaiting editorial review of technical changes.  There are ~140 such flags, which is a small fraction of the ~1000 terms involving DMG that are not names of fields or frames. “</w:t>
      </w:r>
    </w:p>
    <w:p w:rsidR="00CB7B52" w:rsidRDefault="00CB7B52" w:rsidP="00D81391">
      <w:pPr>
        <w:numPr>
          <w:ilvl w:val="2"/>
          <w:numId w:val="2"/>
        </w:numPr>
      </w:pPr>
      <w:r>
        <w:t>Reviewed many of the hash tags</w:t>
      </w:r>
      <w:r w:rsidR="003E32DA">
        <w:t xml:space="preserve"> that were put into d2.5</w:t>
      </w:r>
    </w:p>
    <w:p w:rsidR="003E32DA" w:rsidRDefault="003E32DA" w:rsidP="00D81391">
      <w:pPr>
        <w:numPr>
          <w:ilvl w:val="2"/>
          <w:numId w:val="2"/>
        </w:numPr>
      </w:pPr>
      <w:r>
        <w:t>In the announcement of D2.6, Dorothy will call attention to this CID and ask for review.</w:t>
      </w:r>
    </w:p>
    <w:p w:rsidR="00CB7B52" w:rsidRPr="002B0240" w:rsidRDefault="00CB7B52" w:rsidP="00D81391">
      <w:pPr>
        <w:numPr>
          <w:ilvl w:val="2"/>
          <w:numId w:val="2"/>
        </w:numPr>
      </w:pPr>
      <w:r>
        <w:t>Proposed resolution: Revised.  Remove DMG or non-DMG qualifiers at the locations indicated by a (#DMG) flag in P802.11REVmc-D2.5 and reword surrounding text as necessary for grammar.</w:t>
      </w:r>
    </w:p>
    <w:p w:rsidR="00CB7B52" w:rsidRDefault="003E32DA" w:rsidP="00D81391">
      <w:pPr>
        <w:numPr>
          <w:ilvl w:val="2"/>
          <w:numId w:val="2"/>
        </w:numPr>
      </w:pPr>
      <w:r>
        <w:t>Will revisit this during the May telecom</w:t>
      </w:r>
    </w:p>
    <w:p w:rsidR="003E32DA" w:rsidRDefault="003E32DA" w:rsidP="00D81391">
      <w:pPr>
        <w:numPr>
          <w:ilvl w:val="1"/>
          <w:numId w:val="2"/>
        </w:numPr>
      </w:pPr>
      <w:r>
        <w:t>CID 2039 MAC</w:t>
      </w:r>
    </w:p>
    <w:p w:rsidR="003E32DA" w:rsidRDefault="003E32DA" w:rsidP="00D81391">
      <w:pPr>
        <w:numPr>
          <w:ilvl w:val="2"/>
          <w:numId w:val="2"/>
        </w:numPr>
      </w:pPr>
      <w:r>
        <w:t>Review comment</w:t>
      </w:r>
    </w:p>
    <w:p w:rsidR="003E32DA" w:rsidRDefault="003E32DA" w:rsidP="00D81391">
      <w:pPr>
        <w:numPr>
          <w:ilvl w:val="2"/>
          <w:numId w:val="2"/>
        </w:numPr>
      </w:pPr>
      <w:r>
        <w:t xml:space="preserve">Proposed resolution: </w:t>
      </w:r>
      <w:r w:rsidRPr="00F20E59">
        <w:t>Rejected.   The comment fails to identify changes in sufficient detail so that the specific wording of the changes that will satisfy the commenter can be determined.</w:t>
      </w:r>
    </w:p>
    <w:p w:rsidR="003E32DA" w:rsidRDefault="003E32DA" w:rsidP="00D81391">
      <w:pPr>
        <w:numPr>
          <w:ilvl w:val="2"/>
          <w:numId w:val="2"/>
        </w:numPr>
      </w:pPr>
      <w:r>
        <w:t>No objection  - mark ready for motion</w:t>
      </w:r>
    </w:p>
    <w:p w:rsidR="00CB7B52" w:rsidRDefault="003E32DA" w:rsidP="00D81391">
      <w:pPr>
        <w:numPr>
          <w:ilvl w:val="1"/>
          <w:numId w:val="2"/>
        </w:numPr>
      </w:pPr>
      <w:r>
        <w:t>CID 2182 GEN</w:t>
      </w:r>
    </w:p>
    <w:p w:rsidR="003E32DA" w:rsidRDefault="003E32DA" w:rsidP="00D81391">
      <w:pPr>
        <w:numPr>
          <w:ilvl w:val="2"/>
          <w:numId w:val="2"/>
        </w:numPr>
      </w:pPr>
      <w:r>
        <w:t>Review comment</w:t>
      </w:r>
    </w:p>
    <w:p w:rsidR="003E32DA" w:rsidRDefault="003E32DA" w:rsidP="00D81391">
      <w:pPr>
        <w:numPr>
          <w:ilvl w:val="2"/>
          <w:numId w:val="2"/>
        </w:numPr>
      </w:pPr>
      <w:r>
        <w:t>Matches changes in the other PHY clauses</w:t>
      </w:r>
    </w:p>
    <w:p w:rsidR="003E32DA" w:rsidRDefault="003E32DA" w:rsidP="00D81391">
      <w:pPr>
        <w:numPr>
          <w:ilvl w:val="2"/>
          <w:numId w:val="2"/>
        </w:numPr>
      </w:pPr>
      <w:r w:rsidRPr="003E32DA">
        <w:t>REVISED (</w:t>
      </w:r>
      <w:r w:rsidR="003C78DB">
        <w:t xml:space="preserve">GEN: 2014-04-04 15:44:10Z) </w:t>
      </w:r>
      <w:r w:rsidRPr="003E32DA">
        <w:t>Revised. Replace cited para with: “In the case of signal loss before the decoding of the header or in the case of an invalid header, the PHY shall not generate a PHY-CCA.indication(IDLE) primitive until the received level drops below a value that is  20 dB higher than the receive sensitivity of MCS 1. In the case of signal loss after decoding of a valid header, the PHY shall not generate a PHY-CCA.indication(IDLE) primitive until the expected end of the packet, including AGC and TRN-T/R fields.”</w:t>
      </w:r>
    </w:p>
    <w:p w:rsidR="003E32DA" w:rsidRDefault="003E32DA" w:rsidP="00D81391">
      <w:pPr>
        <w:numPr>
          <w:ilvl w:val="2"/>
          <w:numId w:val="2"/>
        </w:numPr>
      </w:pPr>
      <w:r>
        <w:t xml:space="preserve"> No objection  - mark ready for motion</w:t>
      </w:r>
    </w:p>
    <w:p w:rsidR="00FA517E" w:rsidRDefault="003E32DA" w:rsidP="00D81391">
      <w:pPr>
        <w:numPr>
          <w:ilvl w:val="1"/>
          <w:numId w:val="2"/>
        </w:numPr>
      </w:pPr>
      <w:r>
        <w:t>CID 2177</w:t>
      </w:r>
      <w:r w:rsidR="003C78DB">
        <w:t xml:space="preserve"> GEN</w:t>
      </w:r>
    </w:p>
    <w:p w:rsidR="003E32DA" w:rsidRDefault="003E32DA" w:rsidP="00D81391">
      <w:pPr>
        <w:numPr>
          <w:ilvl w:val="2"/>
          <w:numId w:val="2"/>
        </w:numPr>
      </w:pPr>
      <w:r>
        <w:t>Review comment</w:t>
      </w:r>
    </w:p>
    <w:p w:rsidR="00FC3325" w:rsidRDefault="00FC3325" w:rsidP="00D81391">
      <w:pPr>
        <w:numPr>
          <w:ilvl w:val="2"/>
          <w:numId w:val="2"/>
        </w:numPr>
      </w:pPr>
      <w:r>
        <w:t>Could we put all this information in one place as this is a copy of the same material in all PHYs?</w:t>
      </w:r>
    </w:p>
    <w:p w:rsidR="00FC3325" w:rsidRDefault="00FC3325" w:rsidP="00D81391">
      <w:pPr>
        <w:numPr>
          <w:ilvl w:val="3"/>
          <w:numId w:val="2"/>
        </w:numPr>
      </w:pPr>
      <w:r>
        <w:t>We could and then have the PHY just reference the text in one place</w:t>
      </w:r>
    </w:p>
    <w:p w:rsidR="00FC3325" w:rsidRDefault="00FC3325" w:rsidP="00D81391">
      <w:pPr>
        <w:numPr>
          <w:ilvl w:val="3"/>
          <w:numId w:val="2"/>
        </w:numPr>
      </w:pPr>
      <w:r>
        <w:t>Is this really PHY specific, or is this a generic description</w:t>
      </w:r>
    </w:p>
    <w:p w:rsidR="00FC3325" w:rsidRDefault="00FC3325" w:rsidP="00D81391">
      <w:pPr>
        <w:numPr>
          <w:ilvl w:val="3"/>
          <w:numId w:val="2"/>
        </w:numPr>
      </w:pPr>
      <w:r>
        <w:t>Currently all the PHYs have similar properties, so this is why this is the same.</w:t>
      </w:r>
    </w:p>
    <w:p w:rsidR="00FC3325" w:rsidRDefault="00FC3325" w:rsidP="00D81391">
      <w:pPr>
        <w:numPr>
          <w:ilvl w:val="2"/>
          <w:numId w:val="2"/>
        </w:numPr>
      </w:pPr>
      <w:r>
        <w:t>Make change to Clause 16 and then remove the RCPI specification and put in reference back to the Clause 16 text to avoid redant text being copied to the other PHY clauses.</w:t>
      </w:r>
    </w:p>
    <w:p w:rsidR="003E32DA" w:rsidRDefault="003E32DA" w:rsidP="00D81391">
      <w:pPr>
        <w:numPr>
          <w:ilvl w:val="2"/>
          <w:numId w:val="2"/>
        </w:numPr>
      </w:pPr>
      <w:r>
        <w:t xml:space="preserve">Proposed resolution: </w:t>
      </w:r>
      <w:r w:rsidR="00FC3325" w:rsidRPr="00FC3325">
        <w:t>REVISED (GEN: 2014-04-04 15:46:53Z) Make changes in 11-14/207r5 under CID 2177.  These changes change the form of expression of RCPI to avoid redundancy and correct errors.</w:t>
      </w:r>
    </w:p>
    <w:p w:rsidR="00FC3325" w:rsidRDefault="00FC3325" w:rsidP="00D81391">
      <w:pPr>
        <w:numPr>
          <w:ilvl w:val="2"/>
          <w:numId w:val="2"/>
        </w:numPr>
      </w:pPr>
      <w:r>
        <w:t>No objection  - mark ready for motion</w:t>
      </w:r>
    </w:p>
    <w:p w:rsidR="00FC3325" w:rsidRDefault="00FC3325" w:rsidP="003C78DB">
      <w:pPr>
        <w:numPr>
          <w:ilvl w:val="1"/>
          <w:numId w:val="2"/>
        </w:numPr>
      </w:pPr>
      <w:r>
        <w:t>Status Check:</w:t>
      </w:r>
    </w:p>
    <w:p w:rsidR="00FC3325" w:rsidRDefault="00FC3325" w:rsidP="003C78DB">
      <w:pPr>
        <w:numPr>
          <w:ilvl w:val="2"/>
          <w:numId w:val="2"/>
        </w:numPr>
      </w:pPr>
      <w:r>
        <w:t xml:space="preserve">Need to get comment databases updated and get minutes and comment status updates posted to the reflector.  </w:t>
      </w:r>
    </w:p>
    <w:p w:rsidR="00FC3325" w:rsidRDefault="00FC3325" w:rsidP="003C78DB">
      <w:pPr>
        <w:numPr>
          <w:ilvl w:val="2"/>
          <w:numId w:val="2"/>
        </w:numPr>
      </w:pPr>
      <w:r>
        <w:t>Updated 11-13/233 to be posted with the status update.</w:t>
      </w:r>
    </w:p>
    <w:p w:rsidR="00FC3325" w:rsidRDefault="00FC3325" w:rsidP="003C78DB">
      <w:pPr>
        <w:numPr>
          <w:ilvl w:val="2"/>
          <w:numId w:val="2"/>
        </w:numPr>
      </w:pPr>
      <w:r>
        <w:t>Next week will be on PICs</w:t>
      </w:r>
    </w:p>
    <w:p w:rsidR="003C78DB" w:rsidRDefault="008E0BD0" w:rsidP="003C78DB">
      <w:pPr>
        <w:numPr>
          <w:ilvl w:val="1"/>
          <w:numId w:val="2"/>
        </w:numPr>
      </w:pPr>
      <w:r>
        <w:t>Adjourned</w:t>
      </w:r>
      <w:r w:rsidR="00FC3325">
        <w:t xml:space="preserve"> at 11:58 ET</w:t>
      </w:r>
    </w:p>
    <w:p w:rsidR="000239AC" w:rsidRDefault="003C78DB" w:rsidP="000239AC">
      <w:pPr>
        <w:numPr>
          <w:ilvl w:val="0"/>
          <w:numId w:val="2"/>
        </w:numPr>
      </w:pPr>
      <w:r>
        <w:br w:type="page"/>
      </w:r>
      <w:r w:rsidR="000239AC">
        <w:t>IEEE 802.11 TG REVmc telecon 11 April 2014</w:t>
      </w:r>
    </w:p>
    <w:p w:rsidR="000239AC" w:rsidRDefault="000239AC" w:rsidP="000239AC">
      <w:pPr>
        <w:numPr>
          <w:ilvl w:val="1"/>
          <w:numId w:val="2"/>
        </w:numPr>
      </w:pPr>
      <w:r>
        <w:t>Proposed Agenda:</w:t>
      </w:r>
    </w:p>
    <w:p w:rsidR="000239AC" w:rsidRDefault="000239AC" w:rsidP="000239AC">
      <w:pPr>
        <w:ind w:left="1440"/>
      </w:pPr>
      <w:r>
        <w:t>1. Call to order, patent policy, and attendance</w:t>
      </w:r>
      <w:r>
        <w:br/>
        <w:t>2. Editor report</w:t>
      </w:r>
      <w:r>
        <w:br/>
        <w:t>3. Comment resolution: 11-13-1345 (PICS)</w:t>
      </w:r>
    </w:p>
    <w:p w:rsidR="000239AC" w:rsidRDefault="000239AC" w:rsidP="000239AC">
      <w:pPr>
        <w:ind w:left="1440"/>
      </w:pPr>
      <w:r>
        <w:rPr>
          <w:rStyle w:val="aqj"/>
          <w:rFonts w:ascii="Calibri" w:hAnsi="Calibri"/>
        </w:rPr>
        <w:t>May 2</w:t>
      </w:r>
      <w:r>
        <w:t>:  CID 2157 “excess “DMG” designations</w:t>
      </w:r>
    </w:p>
    <w:p w:rsidR="000239AC" w:rsidRDefault="000239AC" w:rsidP="000239AC">
      <w:pPr>
        <w:ind w:left="1440"/>
      </w:pPr>
      <w:r>
        <w:t xml:space="preserve">             CID 2413 – Graham Smith</w:t>
      </w:r>
    </w:p>
    <w:p w:rsidR="00B1192B" w:rsidRDefault="00B1192B" w:rsidP="000239AC">
      <w:pPr>
        <w:ind w:left="1440"/>
      </w:pPr>
      <w:r>
        <w:tab/>
        <w:t>Mark Hamilton CIDs</w:t>
      </w:r>
    </w:p>
    <w:p w:rsidR="00B1192B" w:rsidRDefault="000239AC" w:rsidP="00B1192B">
      <w:pPr>
        <w:ind w:left="2160"/>
      </w:pPr>
      <w:r>
        <w:t xml:space="preserve">11-14-0275 ("shall ignore"), </w:t>
      </w:r>
    </w:p>
    <w:p w:rsidR="000239AC" w:rsidRDefault="00B1192B" w:rsidP="00B1192B">
      <w:pPr>
        <w:ind w:left="2160"/>
      </w:pPr>
      <w:r>
        <w:t xml:space="preserve">Remaining </w:t>
      </w:r>
      <w:r w:rsidR="000239AC">
        <w:t>11-14-0207</w:t>
      </w:r>
    </w:p>
    <w:p w:rsidR="000239AC" w:rsidRDefault="000239AC" w:rsidP="000239AC">
      <w:pPr>
        <w:ind w:left="1440"/>
      </w:pPr>
      <w:r>
        <w:t>4. AOB</w:t>
      </w:r>
      <w:r>
        <w:br/>
      </w:r>
      <w:r>
        <w:rPr>
          <w:rFonts w:ascii="Arial" w:hAnsi="Arial" w:cs="Arial"/>
          <w:sz w:val="20"/>
        </w:rPr>
        <w:t>5. Adjourn</w:t>
      </w:r>
    </w:p>
    <w:p w:rsidR="000239AC" w:rsidRDefault="000239AC" w:rsidP="000239AC"/>
    <w:p w:rsidR="000239AC" w:rsidRPr="002800E6" w:rsidRDefault="000239AC" w:rsidP="000239AC">
      <w:pPr>
        <w:numPr>
          <w:ilvl w:val="1"/>
          <w:numId w:val="2"/>
        </w:numPr>
      </w:pPr>
      <w:r>
        <w:rPr>
          <w:b/>
        </w:rPr>
        <w:t>Call to order by Dorothy STANLEY (Aruba) at 8:06 am ET</w:t>
      </w:r>
    </w:p>
    <w:p w:rsidR="000239AC" w:rsidRPr="002800E6" w:rsidRDefault="000239AC" w:rsidP="000239AC">
      <w:pPr>
        <w:numPr>
          <w:ilvl w:val="1"/>
          <w:numId w:val="2"/>
        </w:numPr>
      </w:pPr>
      <w:r>
        <w:rPr>
          <w:b/>
        </w:rPr>
        <w:t>Patent Policy was reviewed and noted</w:t>
      </w:r>
    </w:p>
    <w:p w:rsidR="000239AC" w:rsidRPr="002800E6" w:rsidRDefault="000239AC" w:rsidP="00B1192B">
      <w:pPr>
        <w:numPr>
          <w:ilvl w:val="2"/>
          <w:numId w:val="2"/>
        </w:numPr>
        <w:ind w:left="1530" w:hanging="630"/>
      </w:pPr>
      <w:r>
        <w:rPr>
          <w:b/>
        </w:rPr>
        <w:t>No items from call for Patents</w:t>
      </w:r>
    </w:p>
    <w:p w:rsidR="000239AC" w:rsidRDefault="000239AC" w:rsidP="000239AC">
      <w:pPr>
        <w:numPr>
          <w:ilvl w:val="1"/>
          <w:numId w:val="2"/>
        </w:numPr>
      </w:pPr>
      <w:r w:rsidRPr="002800E6">
        <w:rPr>
          <w:b/>
        </w:rPr>
        <w:t>Attendance</w:t>
      </w:r>
      <w:r>
        <w:t>: Adrian STEPHENS (Intel), Dorothy STANLEY (Aruba), Jon ROSDAHL (CSR), Mark RISON (Samsung) Mark Hamilton (Spetralink</w:t>
      </w:r>
      <w:r w:rsidR="00F649C2">
        <w:t>) , Graham SMITH (DS</w:t>
      </w:r>
      <w:r w:rsidR="00880DD9">
        <w:t>P</w:t>
      </w:r>
      <w:r w:rsidR="00F649C2">
        <w:t xml:space="preserve"> Group)</w:t>
      </w:r>
    </w:p>
    <w:p w:rsidR="000239AC" w:rsidRDefault="000239AC" w:rsidP="000239AC">
      <w:pPr>
        <w:numPr>
          <w:ilvl w:val="1"/>
          <w:numId w:val="2"/>
        </w:numPr>
        <w:rPr>
          <w:b/>
        </w:rPr>
      </w:pPr>
      <w:r w:rsidRPr="002800E6">
        <w:rPr>
          <w:b/>
        </w:rPr>
        <w:t>Editor Report</w:t>
      </w:r>
    </w:p>
    <w:p w:rsidR="00B1192B" w:rsidRPr="00B1192B" w:rsidRDefault="00B1192B" w:rsidP="00B1192B">
      <w:pPr>
        <w:numPr>
          <w:ilvl w:val="2"/>
          <w:numId w:val="2"/>
        </w:numPr>
        <w:ind w:left="1530" w:hanging="630"/>
      </w:pPr>
      <w:r w:rsidRPr="00B1192B">
        <w:t>D2,7 is now on the server</w:t>
      </w:r>
    </w:p>
    <w:p w:rsidR="00B1192B" w:rsidRPr="00B1192B" w:rsidRDefault="00B1192B" w:rsidP="00B1192B">
      <w:pPr>
        <w:numPr>
          <w:ilvl w:val="2"/>
          <w:numId w:val="2"/>
        </w:numPr>
        <w:ind w:left="1530" w:hanging="630"/>
      </w:pPr>
      <w:r w:rsidRPr="00B1192B">
        <w:t>4 volunteers in each category looking at possible defects</w:t>
      </w:r>
    </w:p>
    <w:p w:rsidR="00B1192B" w:rsidRPr="00B1192B" w:rsidRDefault="00B1192B" w:rsidP="00B1192B">
      <w:pPr>
        <w:numPr>
          <w:ilvl w:val="2"/>
          <w:numId w:val="2"/>
        </w:numPr>
        <w:ind w:left="1530" w:hanging="630"/>
      </w:pPr>
      <w:r w:rsidRPr="00B1192B">
        <w:t>Both D2.6 and D2.7 are being reviewed.</w:t>
      </w:r>
    </w:p>
    <w:p w:rsidR="00B1192B" w:rsidRPr="00B1192B" w:rsidRDefault="00B1192B" w:rsidP="00B1192B">
      <w:pPr>
        <w:numPr>
          <w:ilvl w:val="2"/>
          <w:numId w:val="2"/>
        </w:numPr>
        <w:ind w:left="1530" w:hanging="630"/>
      </w:pPr>
      <w:r w:rsidRPr="00B1192B">
        <w:t>Plan to get the defects corrected in D2.8 in time for the May interim</w:t>
      </w:r>
    </w:p>
    <w:p w:rsidR="00B1192B" w:rsidRPr="00B1192B" w:rsidRDefault="00B1192B" w:rsidP="00B1192B">
      <w:pPr>
        <w:numPr>
          <w:ilvl w:val="2"/>
          <w:numId w:val="2"/>
        </w:numPr>
        <w:ind w:left="1530" w:hanging="630"/>
      </w:pPr>
      <w:r w:rsidRPr="00B1192B">
        <w:t xml:space="preserve">Concern with editing changes in the May session (and the telecom resolutions) </w:t>
      </w:r>
    </w:p>
    <w:p w:rsidR="00B1192B" w:rsidRPr="00B1192B" w:rsidRDefault="00B1192B" w:rsidP="00B1192B">
      <w:pPr>
        <w:numPr>
          <w:ilvl w:val="2"/>
          <w:numId w:val="2"/>
        </w:numPr>
        <w:ind w:left="1530" w:hanging="630"/>
      </w:pPr>
      <w:r w:rsidRPr="00B1192B">
        <w:t xml:space="preserve">Will </w:t>
      </w:r>
      <w:r w:rsidR="008E0BD0" w:rsidRPr="00B1192B">
        <w:t>speculatively</w:t>
      </w:r>
      <w:r w:rsidRPr="00B1192B">
        <w:t xml:space="preserve"> edit the Telecon resolutions to try to meet deadlines.</w:t>
      </w:r>
    </w:p>
    <w:p w:rsidR="00B1192B" w:rsidRPr="00B1192B" w:rsidRDefault="00B1192B" w:rsidP="00B1192B">
      <w:pPr>
        <w:numPr>
          <w:ilvl w:val="1"/>
          <w:numId w:val="2"/>
        </w:numPr>
        <w:rPr>
          <w:b/>
        </w:rPr>
      </w:pPr>
      <w:r w:rsidRPr="00B1192B">
        <w:rPr>
          <w:b/>
        </w:rPr>
        <w:t>11-13-1345r3 (PICS) – Mark RISON</w:t>
      </w:r>
    </w:p>
    <w:p w:rsidR="00B1192B" w:rsidRDefault="00B1192B" w:rsidP="00B1192B">
      <w:pPr>
        <w:numPr>
          <w:ilvl w:val="2"/>
          <w:numId w:val="2"/>
        </w:numPr>
        <w:ind w:hanging="1350"/>
      </w:pPr>
      <w:r>
        <w:t>Review where we were from previous review.</w:t>
      </w:r>
    </w:p>
    <w:p w:rsidR="00B1192B" w:rsidRDefault="00B1192B" w:rsidP="00B1192B">
      <w:pPr>
        <w:numPr>
          <w:ilvl w:val="2"/>
          <w:numId w:val="2"/>
        </w:numPr>
        <w:ind w:hanging="1350"/>
      </w:pPr>
      <w:r>
        <w:t>Continue with the review of proposed changes</w:t>
      </w:r>
    </w:p>
    <w:p w:rsidR="00E82408" w:rsidRDefault="00B1192B" w:rsidP="00B1192B">
      <w:pPr>
        <w:numPr>
          <w:ilvl w:val="2"/>
          <w:numId w:val="2"/>
        </w:numPr>
        <w:ind w:hanging="1350"/>
      </w:pPr>
      <w:r>
        <w:t>Comments that need confirmed: Page 9 – 11ad expert to confirm whether 11ad STAs are required to support PBSS operation</w:t>
      </w:r>
    </w:p>
    <w:p w:rsidR="00B1192B" w:rsidRDefault="00E2275A" w:rsidP="00B1192B">
      <w:pPr>
        <w:numPr>
          <w:ilvl w:val="2"/>
          <w:numId w:val="2"/>
        </w:numPr>
        <w:ind w:hanging="1350"/>
      </w:pPr>
      <w:r>
        <w:t>CF27 – Optionally – needs more expl</w:t>
      </w:r>
      <w:r w:rsidR="008E4A1F">
        <w:t>icit definition</w:t>
      </w:r>
      <w:r>
        <w:t xml:space="preserve"> of mandatory part (similar to CF25) – ACTION ITEM: Mark RISON to try to fix.</w:t>
      </w:r>
    </w:p>
    <w:p w:rsidR="00E2275A" w:rsidRDefault="008E4A1F" w:rsidP="00B1192B">
      <w:pPr>
        <w:numPr>
          <w:ilvl w:val="2"/>
          <w:numId w:val="2"/>
        </w:numPr>
        <w:ind w:hanging="1350"/>
      </w:pPr>
      <w:r>
        <w:t>PC1.2 – Action item – need to correct to match discussion from Beijing – PCI and not CF28:M?? Mark RISON to verify.</w:t>
      </w:r>
    </w:p>
    <w:p w:rsidR="008E4A1F" w:rsidRDefault="008E4A1F" w:rsidP="008E4A1F">
      <w:pPr>
        <w:numPr>
          <w:ilvl w:val="3"/>
          <w:numId w:val="2"/>
        </w:numPr>
        <w:ind w:left="2430"/>
      </w:pPr>
      <w:r>
        <w:t>We believe this to be correct</w:t>
      </w:r>
    </w:p>
    <w:p w:rsidR="008E4A1F" w:rsidRDefault="008E4A1F" w:rsidP="008E4A1F">
      <w:pPr>
        <w:numPr>
          <w:ilvl w:val="2"/>
          <w:numId w:val="2"/>
        </w:numPr>
        <w:ind w:hanging="1350"/>
      </w:pPr>
      <w:r>
        <w:t>PC1.1 needed to add a “N/A” option</w:t>
      </w:r>
    </w:p>
    <w:p w:rsidR="008E4A1F" w:rsidRDefault="008E4A1F" w:rsidP="008E4A1F">
      <w:pPr>
        <w:numPr>
          <w:ilvl w:val="2"/>
          <w:numId w:val="2"/>
        </w:numPr>
        <w:ind w:hanging="1350"/>
      </w:pPr>
      <w:r>
        <w:t>PC11 – Mesh is covered in MP4 – Mesh is for the most part distinct and separate</w:t>
      </w:r>
    </w:p>
    <w:p w:rsidR="008E4A1F" w:rsidRDefault="008E4A1F" w:rsidP="008E4A1F">
      <w:pPr>
        <w:numPr>
          <w:ilvl w:val="3"/>
          <w:numId w:val="2"/>
        </w:numPr>
        <w:ind w:left="2520" w:hanging="810"/>
      </w:pPr>
      <w:r>
        <w:t>Given the reference to 10.1, this looks correct</w:t>
      </w:r>
    </w:p>
    <w:p w:rsidR="008E4A1F" w:rsidRDefault="008E4A1F" w:rsidP="008E4A1F">
      <w:pPr>
        <w:numPr>
          <w:ilvl w:val="3"/>
          <w:numId w:val="2"/>
        </w:numPr>
        <w:ind w:left="2520" w:hanging="810"/>
      </w:pPr>
      <w:r>
        <w:t>PC11.1 – we have not captured the PBSS case here as it is not parallel with the text.</w:t>
      </w:r>
    </w:p>
    <w:p w:rsidR="008E4A1F" w:rsidRDefault="008E4A1F" w:rsidP="008E4A1F">
      <w:pPr>
        <w:numPr>
          <w:ilvl w:val="3"/>
          <w:numId w:val="2"/>
        </w:numPr>
        <w:ind w:left="2520" w:hanging="810"/>
      </w:pPr>
      <w:r>
        <w:t>Need to look at MESH and 11ad that has not properly put the PICS in place. This may be an editor note or something to pick-up on subsequent review comments</w:t>
      </w:r>
    </w:p>
    <w:p w:rsidR="008E4A1F" w:rsidRDefault="008E4A1F" w:rsidP="008E4A1F">
      <w:pPr>
        <w:numPr>
          <w:ilvl w:val="3"/>
          <w:numId w:val="2"/>
        </w:numPr>
        <w:ind w:left="2520" w:hanging="810"/>
      </w:pPr>
      <w:r>
        <w:t>PC11.3 – Do we need to distinguish between Beacon from DMG Beacon?</w:t>
      </w:r>
    </w:p>
    <w:p w:rsidR="008E4A1F" w:rsidRDefault="008E4A1F" w:rsidP="008E4A1F">
      <w:pPr>
        <w:numPr>
          <w:ilvl w:val="4"/>
          <w:numId w:val="2"/>
        </w:numPr>
        <w:ind w:left="3420"/>
      </w:pPr>
      <w:r>
        <w:t>Review 10.1.3.3 vs 10.1.3</w:t>
      </w:r>
      <w:r w:rsidR="00DB4AA8">
        <w:t xml:space="preserve"> there is a separate clause for each type</w:t>
      </w:r>
    </w:p>
    <w:p w:rsidR="00DB4AA8" w:rsidRDefault="00DB4AA8" w:rsidP="008E4A1F">
      <w:pPr>
        <w:numPr>
          <w:ilvl w:val="4"/>
          <w:numId w:val="2"/>
        </w:numPr>
        <w:ind w:left="3420"/>
      </w:pPr>
      <w:r>
        <w:t>Consider adding “or DMG Beacon” here</w:t>
      </w:r>
    </w:p>
    <w:p w:rsidR="00DB4AA8" w:rsidRDefault="00DB4AA8" w:rsidP="008E4A1F">
      <w:pPr>
        <w:numPr>
          <w:ilvl w:val="4"/>
          <w:numId w:val="2"/>
        </w:numPr>
        <w:ind w:left="3420"/>
      </w:pPr>
      <w:r>
        <w:t>Leave ambiguous was the consensus as there is too much work to make it different.</w:t>
      </w:r>
    </w:p>
    <w:p w:rsidR="00DB4AA8" w:rsidRDefault="00DB4AA8" w:rsidP="008E4A1F">
      <w:pPr>
        <w:numPr>
          <w:ilvl w:val="4"/>
          <w:numId w:val="2"/>
        </w:numPr>
        <w:ind w:left="3420"/>
      </w:pPr>
      <w:r>
        <w:t>Get rid of Comment MGR15 as done.</w:t>
      </w:r>
    </w:p>
    <w:p w:rsidR="00DB4AA8" w:rsidRDefault="00DB4AA8" w:rsidP="00DB4AA8">
      <w:pPr>
        <w:numPr>
          <w:ilvl w:val="3"/>
          <w:numId w:val="2"/>
        </w:numPr>
        <w:ind w:left="2520" w:hanging="810"/>
      </w:pPr>
      <w:r>
        <w:t xml:space="preserve">PC11.4 </w:t>
      </w:r>
    </w:p>
    <w:p w:rsidR="008E4A1F" w:rsidRDefault="00DB4AA8" w:rsidP="008E4A1F">
      <w:pPr>
        <w:numPr>
          <w:ilvl w:val="2"/>
          <w:numId w:val="2"/>
        </w:numPr>
        <w:ind w:left="1530" w:hanging="630"/>
      </w:pPr>
      <w:r>
        <w:t>Updated CF2.4,  CF2.41 and removed the MGR comments as complete</w:t>
      </w:r>
    </w:p>
    <w:p w:rsidR="00DB4AA8" w:rsidRDefault="00DB4AA8" w:rsidP="008E4A1F">
      <w:pPr>
        <w:numPr>
          <w:ilvl w:val="2"/>
          <w:numId w:val="2"/>
        </w:numPr>
        <w:ind w:left="1530" w:hanging="630"/>
      </w:pPr>
      <w:r>
        <w:t xml:space="preserve">PC11.8 </w:t>
      </w:r>
    </w:p>
    <w:p w:rsidR="00DB4AA8" w:rsidRDefault="00DB4AA8" w:rsidP="00DB4AA8">
      <w:pPr>
        <w:numPr>
          <w:ilvl w:val="3"/>
          <w:numId w:val="2"/>
        </w:numPr>
      </w:pPr>
      <w:r>
        <w:t>Non-PCP can scan actively, so we need an “or CF2.4.2”</w:t>
      </w:r>
    </w:p>
    <w:p w:rsidR="00DB4AA8" w:rsidRDefault="00DB4AA8" w:rsidP="00DB4AA8">
      <w:pPr>
        <w:numPr>
          <w:ilvl w:val="3"/>
          <w:numId w:val="2"/>
        </w:numPr>
      </w:pPr>
      <w:r>
        <w:t>Need to make it optional to Actively scan – O.1</w:t>
      </w:r>
    </w:p>
    <w:p w:rsidR="00DB4AA8" w:rsidRDefault="00DB4AA8" w:rsidP="00DB4AA8">
      <w:pPr>
        <w:numPr>
          <w:ilvl w:val="3"/>
          <w:numId w:val="2"/>
        </w:numPr>
      </w:pPr>
      <w:r>
        <w:t>Also make similar change to PC11.7 to be O.1</w:t>
      </w:r>
    </w:p>
    <w:p w:rsidR="00DB4AA8" w:rsidRDefault="00DB4AA8" w:rsidP="00DB4AA8">
      <w:pPr>
        <w:numPr>
          <w:ilvl w:val="3"/>
          <w:numId w:val="2"/>
        </w:numPr>
      </w:pPr>
      <w:r>
        <w:t>Delete mgr comment from here</w:t>
      </w:r>
    </w:p>
    <w:p w:rsidR="00DB4AA8" w:rsidRDefault="00DB4AA8" w:rsidP="00DB4AA8">
      <w:pPr>
        <w:numPr>
          <w:ilvl w:val="2"/>
          <w:numId w:val="2"/>
        </w:numPr>
      </w:pPr>
      <w:r>
        <w:t>PC12 – add “N/A” to the options</w:t>
      </w:r>
    </w:p>
    <w:p w:rsidR="00DB4AA8" w:rsidRDefault="006B7BDE" w:rsidP="00DB4AA8">
      <w:pPr>
        <w:numPr>
          <w:ilvl w:val="2"/>
          <w:numId w:val="2"/>
        </w:numPr>
      </w:pPr>
      <w:r>
        <w:t>PC12.4 and PC12.5</w:t>
      </w:r>
      <w:r w:rsidR="00DB4AA8">
        <w:t xml:space="preserve">  - Something did not seem right.</w:t>
      </w:r>
    </w:p>
    <w:p w:rsidR="00DB4AA8" w:rsidRDefault="00DB4AA8" w:rsidP="00DB4AA8">
      <w:pPr>
        <w:numPr>
          <w:ilvl w:val="3"/>
          <w:numId w:val="2"/>
        </w:numPr>
      </w:pPr>
      <w:r>
        <w:t xml:space="preserve">Action item – Mark RISON to recheck on </w:t>
      </w:r>
      <w:r w:rsidR="006B7BDE">
        <w:t xml:space="preserve"> PC12.3, PC12.4 and PC12.5</w:t>
      </w:r>
      <w:r>
        <w:t xml:space="preserve"> again</w:t>
      </w:r>
    </w:p>
    <w:p w:rsidR="00F649C2" w:rsidRDefault="00F649C2" w:rsidP="00F649C2">
      <w:pPr>
        <w:numPr>
          <w:ilvl w:val="4"/>
          <w:numId w:val="2"/>
        </w:numPr>
      </w:pPr>
      <w:r>
        <w:t xml:space="preserve">There may be an “off </w:t>
      </w:r>
      <w:r w:rsidR="006B7BDE">
        <w:t xml:space="preserve"> </w:t>
      </w:r>
      <w:r>
        <w:t>by one</w:t>
      </w:r>
      <w:r w:rsidR="006B7BDE">
        <w:t>”</w:t>
      </w:r>
      <w:r>
        <w:t xml:space="preserve"> issue on the clause noted</w:t>
      </w:r>
    </w:p>
    <w:p w:rsidR="00F649C2" w:rsidRDefault="00F649C2" w:rsidP="00F649C2">
      <w:pPr>
        <w:numPr>
          <w:ilvl w:val="4"/>
          <w:numId w:val="2"/>
        </w:numPr>
      </w:pPr>
      <w:r>
        <w:t>Inconsistency needs to be addressed.</w:t>
      </w:r>
    </w:p>
    <w:p w:rsidR="00F649C2" w:rsidRDefault="00F649C2" w:rsidP="00F649C2">
      <w:pPr>
        <w:numPr>
          <w:ilvl w:val="4"/>
          <w:numId w:val="2"/>
        </w:numPr>
      </w:pPr>
      <w:r>
        <w:t>We may want 10.2.2.8 ?</w:t>
      </w:r>
    </w:p>
    <w:p w:rsidR="00F649C2" w:rsidRDefault="00F649C2" w:rsidP="00F649C2">
      <w:pPr>
        <w:numPr>
          <w:ilvl w:val="4"/>
          <w:numId w:val="2"/>
        </w:numPr>
      </w:pPr>
      <w:r>
        <w:t>New Can of Worms</w:t>
      </w:r>
    </w:p>
    <w:p w:rsidR="00F649C2" w:rsidRDefault="00F649C2" w:rsidP="00F649C2">
      <w:pPr>
        <w:numPr>
          <w:ilvl w:val="4"/>
          <w:numId w:val="2"/>
        </w:numPr>
      </w:pPr>
      <w:r>
        <w:t>Change titles for PC12.5 and PC12.6</w:t>
      </w:r>
    </w:p>
    <w:p w:rsidR="00F649C2" w:rsidRDefault="00F649C2" w:rsidP="00F649C2">
      <w:pPr>
        <w:numPr>
          <w:ilvl w:val="4"/>
          <w:numId w:val="2"/>
        </w:numPr>
      </w:pPr>
      <w:r>
        <w:t xml:space="preserve"> Now we can say CF2.1 :M</w:t>
      </w:r>
    </w:p>
    <w:p w:rsidR="00F649C2" w:rsidRDefault="00F649C2" w:rsidP="00F649C2">
      <w:pPr>
        <w:numPr>
          <w:ilvl w:val="4"/>
          <w:numId w:val="2"/>
        </w:numPr>
      </w:pPr>
      <w:r>
        <w:t>This would match the AP things.</w:t>
      </w:r>
    </w:p>
    <w:p w:rsidR="00F649C2" w:rsidRDefault="00F649C2" w:rsidP="00F649C2">
      <w:pPr>
        <w:numPr>
          <w:ilvl w:val="4"/>
          <w:numId w:val="2"/>
        </w:numPr>
      </w:pPr>
      <w:r>
        <w:t xml:space="preserve">Verify </w:t>
      </w:r>
      <w:r w:rsidR="006B7BDE">
        <w:t xml:space="preserve">what was </w:t>
      </w:r>
      <w:r>
        <w:t xml:space="preserve">in the 802.11-2012 doc </w:t>
      </w:r>
      <w:r w:rsidR="006B7BDE">
        <w:t>–</w:t>
      </w:r>
      <w:r>
        <w:t xml:space="preserve"> </w:t>
      </w:r>
      <w:r w:rsidR="006B7BDE">
        <w:t>PC12.5</w:t>
      </w:r>
    </w:p>
    <w:p w:rsidR="006B7BDE" w:rsidRDefault="006B7BDE" w:rsidP="006B7BDE">
      <w:pPr>
        <w:numPr>
          <w:ilvl w:val="3"/>
          <w:numId w:val="2"/>
        </w:numPr>
      </w:pPr>
      <w:r>
        <w:t>The one off number was checked, and corrected in PC12.3-PC12.5</w:t>
      </w:r>
    </w:p>
    <w:p w:rsidR="006B7BDE" w:rsidRDefault="006B7BDE" w:rsidP="006B7BDE">
      <w:pPr>
        <w:numPr>
          <w:ilvl w:val="2"/>
          <w:numId w:val="2"/>
        </w:numPr>
      </w:pPr>
      <w:r>
        <w:t>PC13.3 – PBSS does not use ATIM – no change needed here</w:t>
      </w:r>
    </w:p>
    <w:p w:rsidR="006B7BDE" w:rsidRDefault="006B7BDE" w:rsidP="006B7BDE">
      <w:pPr>
        <w:numPr>
          <w:ilvl w:val="2"/>
          <w:numId w:val="2"/>
        </w:numPr>
      </w:pPr>
      <w:r>
        <w:t>PC14 – 11ad question on when Association and Reassociation occurs</w:t>
      </w:r>
    </w:p>
    <w:p w:rsidR="006B7BDE" w:rsidRDefault="006B7BDE" w:rsidP="006B7BDE">
      <w:pPr>
        <w:numPr>
          <w:ilvl w:val="3"/>
          <w:numId w:val="2"/>
        </w:numPr>
        <w:ind w:hanging="900"/>
      </w:pPr>
      <w:r>
        <w:t>Change to address option</w:t>
      </w:r>
      <w:r w:rsidR="008E0BD0">
        <w:t>ality</w:t>
      </w:r>
    </w:p>
    <w:p w:rsidR="006B7BDE" w:rsidRDefault="006B7BDE" w:rsidP="006B7BDE">
      <w:pPr>
        <w:numPr>
          <w:ilvl w:val="3"/>
          <w:numId w:val="2"/>
        </w:numPr>
        <w:ind w:hanging="900"/>
      </w:pPr>
      <w:r>
        <w:t xml:space="preserve">PCP are you required to support </w:t>
      </w:r>
    </w:p>
    <w:p w:rsidR="006B7BDE" w:rsidRDefault="006B7BDE" w:rsidP="006B7BDE">
      <w:pPr>
        <w:numPr>
          <w:ilvl w:val="3"/>
          <w:numId w:val="2"/>
        </w:numPr>
        <w:ind w:hanging="900"/>
      </w:pPr>
      <w:r>
        <w:t>Check Clause 10.21 – need to update reference</w:t>
      </w:r>
    </w:p>
    <w:p w:rsidR="006B7BDE" w:rsidRDefault="006B7BDE" w:rsidP="006B7BDE">
      <w:pPr>
        <w:numPr>
          <w:ilvl w:val="4"/>
          <w:numId w:val="2"/>
        </w:numPr>
      </w:pPr>
      <w:r>
        <w:t>Not relevant and should be removed</w:t>
      </w:r>
    </w:p>
    <w:p w:rsidR="006B7BDE" w:rsidRDefault="006B7BDE" w:rsidP="006B7BDE">
      <w:pPr>
        <w:numPr>
          <w:ilvl w:val="4"/>
          <w:numId w:val="2"/>
        </w:numPr>
      </w:pPr>
      <w:r>
        <w:t>Annex J will also be removed, but by the Editor in the process to remove Annex J  in total</w:t>
      </w:r>
    </w:p>
    <w:p w:rsidR="006B7BDE" w:rsidRDefault="00892910" w:rsidP="006B7BDE">
      <w:pPr>
        <w:numPr>
          <w:ilvl w:val="3"/>
          <w:numId w:val="2"/>
        </w:numPr>
      </w:pPr>
      <w:r>
        <w:t xml:space="preserve"> PC14.x by convention is related, but not formally required</w:t>
      </w:r>
    </w:p>
    <w:p w:rsidR="00892910" w:rsidRDefault="00892910" w:rsidP="00892910">
      <w:pPr>
        <w:numPr>
          <w:ilvl w:val="2"/>
          <w:numId w:val="2"/>
        </w:numPr>
      </w:pPr>
      <w:r>
        <w:t>FT5 – correction ok</w:t>
      </w:r>
    </w:p>
    <w:p w:rsidR="00892910" w:rsidRDefault="00892910" w:rsidP="00892910">
      <w:pPr>
        <w:numPr>
          <w:ilvl w:val="2"/>
          <w:numId w:val="2"/>
        </w:numPr>
      </w:pPr>
      <w:r>
        <w:t xml:space="preserve">FT6 - </w:t>
      </w:r>
    </w:p>
    <w:p w:rsidR="00892910" w:rsidRDefault="00892910" w:rsidP="00892910">
      <w:pPr>
        <w:numPr>
          <w:ilvl w:val="3"/>
          <w:numId w:val="2"/>
        </w:numPr>
      </w:pPr>
      <w:r>
        <w:t xml:space="preserve"> Action Item for Adrian – Check the Mandatory list for completeness</w:t>
      </w:r>
    </w:p>
    <w:p w:rsidR="00892910" w:rsidRDefault="00892910" w:rsidP="00892910">
      <w:pPr>
        <w:numPr>
          <w:ilvl w:val="3"/>
          <w:numId w:val="2"/>
        </w:numPr>
      </w:pPr>
      <w:r>
        <w:t xml:space="preserve"> Eg. STA of AP or of PCP</w:t>
      </w:r>
    </w:p>
    <w:p w:rsidR="00892910" w:rsidRDefault="00892910" w:rsidP="00892910">
      <w:pPr>
        <w:numPr>
          <w:ilvl w:val="2"/>
          <w:numId w:val="2"/>
        </w:numPr>
      </w:pPr>
      <w:r>
        <w:t xml:space="preserve">FT7 – </w:t>
      </w:r>
    </w:p>
    <w:p w:rsidR="00892910" w:rsidRDefault="00892910" w:rsidP="00892910">
      <w:pPr>
        <w:numPr>
          <w:ilvl w:val="3"/>
          <w:numId w:val="2"/>
        </w:numPr>
      </w:pPr>
      <w:r>
        <w:t xml:space="preserve"> May need to have a separate location for DMG Beacon</w:t>
      </w:r>
    </w:p>
    <w:p w:rsidR="00892910" w:rsidRDefault="00892910" w:rsidP="00892910">
      <w:pPr>
        <w:numPr>
          <w:ilvl w:val="3"/>
          <w:numId w:val="2"/>
        </w:numPr>
      </w:pPr>
      <w:r>
        <w:t xml:space="preserve"> Review list of Mandatory Features.</w:t>
      </w:r>
    </w:p>
    <w:p w:rsidR="00892910" w:rsidRDefault="00892910" w:rsidP="00892910">
      <w:pPr>
        <w:numPr>
          <w:ilvl w:val="2"/>
          <w:numId w:val="2"/>
        </w:numPr>
      </w:pPr>
      <w:r>
        <w:t>FT8 –</w:t>
      </w:r>
    </w:p>
    <w:p w:rsidR="00892910" w:rsidRDefault="00892910" w:rsidP="00892910">
      <w:pPr>
        <w:numPr>
          <w:ilvl w:val="3"/>
          <w:numId w:val="2"/>
        </w:numPr>
      </w:pPr>
      <w:r>
        <w:t xml:space="preserve">  Change to CF2.2 M only</w:t>
      </w:r>
    </w:p>
    <w:p w:rsidR="00892910" w:rsidRDefault="00892910" w:rsidP="00892910">
      <w:pPr>
        <w:numPr>
          <w:ilvl w:val="2"/>
          <w:numId w:val="2"/>
        </w:numPr>
      </w:pPr>
      <w:r>
        <w:t xml:space="preserve">FT9 – </w:t>
      </w:r>
    </w:p>
    <w:p w:rsidR="00892910" w:rsidRDefault="00892910" w:rsidP="00892910">
      <w:pPr>
        <w:numPr>
          <w:ilvl w:val="3"/>
          <w:numId w:val="2"/>
        </w:numPr>
      </w:pPr>
      <w:r>
        <w:t>Adrian to check if PCP is required to support  this</w:t>
      </w:r>
    </w:p>
    <w:p w:rsidR="00892910" w:rsidRDefault="00892910" w:rsidP="00892910">
      <w:pPr>
        <w:numPr>
          <w:ilvl w:val="3"/>
          <w:numId w:val="2"/>
        </w:numPr>
      </w:pPr>
      <w:r>
        <w:t>Other proposed changes ok</w:t>
      </w:r>
    </w:p>
    <w:p w:rsidR="00892910" w:rsidRDefault="00077E8F" w:rsidP="00892910">
      <w:pPr>
        <w:numPr>
          <w:ilvl w:val="2"/>
          <w:numId w:val="2"/>
        </w:numPr>
      </w:pPr>
      <w:r>
        <w:t>We can change CF</w:t>
      </w:r>
      <w:r w:rsidR="00892910">
        <w:t>1 or CF</w:t>
      </w:r>
      <w:r>
        <w:t xml:space="preserve"> 2.1 is really CF14 – Mark to make the changes offline throughout.</w:t>
      </w:r>
    </w:p>
    <w:p w:rsidR="00077E8F" w:rsidRDefault="00077E8F" w:rsidP="00077E8F">
      <w:pPr>
        <w:numPr>
          <w:ilvl w:val="2"/>
          <w:numId w:val="2"/>
        </w:numPr>
      </w:pPr>
      <w:r>
        <w:t>FT10 – ok, but with the change to CF14</w:t>
      </w:r>
    </w:p>
    <w:p w:rsidR="00077E8F" w:rsidRDefault="00077E8F" w:rsidP="00892910">
      <w:pPr>
        <w:numPr>
          <w:ilvl w:val="2"/>
          <w:numId w:val="2"/>
        </w:numPr>
      </w:pPr>
      <w:r>
        <w:t>FT12 – Adrian to check if a PCP STA sends PS-Poll</w:t>
      </w:r>
    </w:p>
    <w:p w:rsidR="00077E8F" w:rsidRDefault="00077E8F" w:rsidP="00892910">
      <w:pPr>
        <w:numPr>
          <w:ilvl w:val="2"/>
          <w:numId w:val="2"/>
        </w:numPr>
      </w:pPr>
      <w:r>
        <w:t>FT14 –There is a DMG CTS, so only the non-DMG STA needs to send the CTS</w:t>
      </w:r>
    </w:p>
    <w:p w:rsidR="00077E8F" w:rsidRDefault="00077E8F" w:rsidP="00892910">
      <w:pPr>
        <w:numPr>
          <w:ilvl w:val="2"/>
          <w:numId w:val="2"/>
        </w:numPr>
      </w:pPr>
      <w:r>
        <w:t>In checking the 11ad standard, there is no PS-POLL, so we can say that DMG does not use PS-POLL</w:t>
      </w:r>
    </w:p>
    <w:p w:rsidR="00077E8F" w:rsidRDefault="00077E8F" w:rsidP="00892910">
      <w:pPr>
        <w:numPr>
          <w:ilvl w:val="2"/>
          <w:numId w:val="2"/>
        </w:numPr>
      </w:pPr>
      <w:r>
        <w:t>FT12 – PS-POLL  - the text was correct before – remove change</w:t>
      </w:r>
    </w:p>
    <w:p w:rsidR="00077E8F" w:rsidRDefault="00077E8F" w:rsidP="00892910">
      <w:pPr>
        <w:numPr>
          <w:ilvl w:val="2"/>
          <w:numId w:val="2"/>
        </w:numPr>
      </w:pPr>
      <w:r>
        <w:t xml:space="preserve">FT16 </w:t>
      </w:r>
      <w:r w:rsidR="00370D01">
        <w:t>–</w:t>
      </w:r>
      <w:r>
        <w:t xml:space="preserve"> </w:t>
      </w:r>
      <w:r w:rsidR="00370D01">
        <w:t>DMG STA do send CF-END, but not mandatory change from M to O</w:t>
      </w:r>
    </w:p>
    <w:p w:rsidR="00370D01" w:rsidRDefault="00370D01" w:rsidP="00370D01">
      <w:pPr>
        <w:numPr>
          <w:ilvl w:val="3"/>
          <w:numId w:val="2"/>
        </w:numPr>
      </w:pPr>
      <w:r>
        <w:t>ACTION ITEM: Mark RISON – Are DMG STAs required to send CF-Ends?</w:t>
      </w:r>
    </w:p>
    <w:p w:rsidR="00370D01" w:rsidRDefault="00370D01" w:rsidP="00370D01">
      <w:pPr>
        <w:numPr>
          <w:ilvl w:val="2"/>
          <w:numId w:val="2"/>
        </w:numPr>
      </w:pPr>
      <w:r>
        <w:t>FT28</w:t>
      </w:r>
    </w:p>
    <w:p w:rsidR="00370D01" w:rsidRDefault="00370D01" w:rsidP="00370D01">
      <w:pPr>
        <w:numPr>
          <w:ilvl w:val="2"/>
          <w:numId w:val="2"/>
        </w:numPr>
      </w:pPr>
      <w:r>
        <w:t xml:space="preserve">FT29 – </w:t>
      </w:r>
    </w:p>
    <w:p w:rsidR="00370D01" w:rsidRDefault="00370D01" w:rsidP="00370D01">
      <w:pPr>
        <w:numPr>
          <w:ilvl w:val="3"/>
          <w:numId w:val="2"/>
        </w:numPr>
      </w:pPr>
      <w:r>
        <w:t xml:space="preserve"> Need to review if it is mandatory to TX BAR or even be a BA originator?</w:t>
      </w:r>
    </w:p>
    <w:p w:rsidR="00370D01" w:rsidRDefault="00370D01" w:rsidP="00370D01">
      <w:pPr>
        <w:numPr>
          <w:ilvl w:val="2"/>
          <w:numId w:val="2"/>
        </w:numPr>
      </w:pPr>
      <w:r>
        <w:t xml:space="preserve">FT30 –Discussion of which set is mandatory </w:t>
      </w:r>
    </w:p>
    <w:p w:rsidR="00370D01" w:rsidRDefault="00370D01" w:rsidP="00370D01">
      <w:pPr>
        <w:numPr>
          <w:ilvl w:val="3"/>
          <w:numId w:val="2"/>
        </w:numPr>
      </w:pPr>
      <w:r>
        <w:t>Maybe CF16:M would be better than HTM3.1</w:t>
      </w:r>
    </w:p>
    <w:p w:rsidR="00372622" w:rsidRDefault="00372622" w:rsidP="00372622">
      <w:pPr>
        <w:numPr>
          <w:ilvl w:val="2"/>
          <w:numId w:val="2"/>
        </w:numPr>
      </w:pPr>
      <w:r>
        <w:t>IF PICs are about support or about what is currently doing?</w:t>
      </w:r>
    </w:p>
    <w:p w:rsidR="00372622" w:rsidRDefault="00372622" w:rsidP="00372622">
      <w:pPr>
        <w:numPr>
          <w:ilvl w:val="3"/>
          <w:numId w:val="2"/>
        </w:numPr>
      </w:pPr>
      <w:r>
        <w:t>In the DMG stuff, we need to not have operating in a particular way.</w:t>
      </w:r>
    </w:p>
    <w:p w:rsidR="00370D01" w:rsidRDefault="00370D01" w:rsidP="00370D01">
      <w:pPr>
        <w:numPr>
          <w:ilvl w:val="2"/>
          <w:numId w:val="2"/>
        </w:numPr>
      </w:pPr>
      <w:r>
        <w:t xml:space="preserve">FT39 </w:t>
      </w:r>
      <w:r w:rsidR="00372622">
        <w:t>–</w:t>
      </w:r>
      <w:r>
        <w:t xml:space="preserve"> </w:t>
      </w:r>
      <w:r w:rsidR="00372622">
        <w:t xml:space="preserve">discussion on if there is a distinction of CF28 vs its optional modes </w:t>
      </w:r>
    </w:p>
    <w:p w:rsidR="00372622" w:rsidRDefault="00372622" w:rsidP="00372622">
      <w:pPr>
        <w:numPr>
          <w:ilvl w:val="3"/>
          <w:numId w:val="2"/>
        </w:numPr>
      </w:pPr>
      <w:r>
        <w:t>Result was that we would have just CF28 here.</w:t>
      </w:r>
    </w:p>
    <w:p w:rsidR="00372622" w:rsidRDefault="00372622" w:rsidP="00372622">
      <w:pPr>
        <w:numPr>
          <w:ilvl w:val="2"/>
          <w:numId w:val="2"/>
        </w:numPr>
      </w:pPr>
      <w:r>
        <w:t xml:space="preserve">Discussion on DMG STA being PCP capable or not.  </w:t>
      </w:r>
    </w:p>
    <w:p w:rsidR="00372622" w:rsidRDefault="00372622" w:rsidP="00372622">
      <w:pPr>
        <w:numPr>
          <w:ilvl w:val="3"/>
          <w:numId w:val="2"/>
        </w:numPr>
      </w:pPr>
      <w:r>
        <w:t xml:space="preserve"> An AP causes DS to be required</w:t>
      </w:r>
    </w:p>
    <w:p w:rsidR="00372622" w:rsidRDefault="00372622" w:rsidP="00372622">
      <w:pPr>
        <w:numPr>
          <w:ilvl w:val="3"/>
          <w:numId w:val="2"/>
        </w:numPr>
      </w:pPr>
      <w:r>
        <w:t>The meaning of PCP means that Scheduling is all supported</w:t>
      </w:r>
    </w:p>
    <w:p w:rsidR="00372622" w:rsidRDefault="00372622" w:rsidP="00372622">
      <w:pPr>
        <w:numPr>
          <w:ilvl w:val="3"/>
          <w:numId w:val="2"/>
        </w:numPr>
      </w:pPr>
      <w:r>
        <w:t xml:space="preserve"> All DMG STAs need PCP support? Not sure</w:t>
      </w:r>
    </w:p>
    <w:p w:rsidR="00372622" w:rsidRDefault="00372622" w:rsidP="00372622">
      <w:pPr>
        <w:numPr>
          <w:ilvl w:val="3"/>
          <w:numId w:val="2"/>
        </w:numPr>
      </w:pPr>
      <w:r>
        <w:t>If DMG, then you are either AP or non-AP ST, if non-AP STA, then you are either PCP capable or not</w:t>
      </w:r>
    </w:p>
    <w:p w:rsidR="00372622" w:rsidRDefault="00372622" w:rsidP="00372622">
      <w:pPr>
        <w:numPr>
          <w:ilvl w:val="3"/>
          <w:numId w:val="2"/>
        </w:numPr>
      </w:pPr>
      <w:r>
        <w:t xml:space="preserve"> A PCP manages a group of STA in a particular area, but who is the controller of the PCP may change dynamically</w:t>
      </w:r>
    </w:p>
    <w:p w:rsidR="00372622" w:rsidRDefault="00372622" w:rsidP="00372622">
      <w:pPr>
        <w:numPr>
          <w:ilvl w:val="2"/>
          <w:numId w:val="2"/>
        </w:numPr>
      </w:pPr>
      <w:r>
        <w:t>ACTION ITEM: Mark RISON – check on DMG conditions</w:t>
      </w:r>
      <w:r w:rsidR="00880DD9">
        <w:t xml:space="preserve"> – See FR1 comment</w:t>
      </w:r>
    </w:p>
    <w:p w:rsidR="00880DD9" w:rsidRDefault="00880DD9" w:rsidP="00372622">
      <w:pPr>
        <w:numPr>
          <w:ilvl w:val="2"/>
          <w:numId w:val="2"/>
        </w:numPr>
      </w:pPr>
      <w:r>
        <w:t>There may be some more time to consider FR5-FR7</w:t>
      </w:r>
    </w:p>
    <w:p w:rsidR="00880DD9" w:rsidRDefault="00880DD9" w:rsidP="00372622">
      <w:pPr>
        <w:numPr>
          <w:ilvl w:val="2"/>
          <w:numId w:val="2"/>
        </w:numPr>
      </w:pPr>
      <w:r>
        <w:t>We will need an additional hour of time to resolve the outstanding items on the Telecon on May 2.</w:t>
      </w:r>
    </w:p>
    <w:p w:rsidR="00880DD9" w:rsidRDefault="00880DD9" w:rsidP="00880DD9">
      <w:pPr>
        <w:numPr>
          <w:ilvl w:val="1"/>
          <w:numId w:val="2"/>
        </w:numPr>
      </w:pPr>
      <w:r>
        <w:t>AOB</w:t>
      </w:r>
    </w:p>
    <w:p w:rsidR="00880DD9" w:rsidRDefault="00880DD9" w:rsidP="00880DD9">
      <w:pPr>
        <w:numPr>
          <w:ilvl w:val="2"/>
          <w:numId w:val="2"/>
        </w:numPr>
      </w:pPr>
      <w:r>
        <w:t>In order to bring Editing of this submission into the draft, how stable is this draft?</w:t>
      </w:r>
    </w:p>
    <w:p w:rsidR="00880DD9" w:rsidRDefault="00880DD9" w:rsidP="00880DD9">
      <w:pPr>
        <w:numPr>
          <w:ilvl w:val="2"/>
          <w:numId w:val="2"/>
        </w:numPr>
      </w:pPr>
      <w:r>
        <w:t>There are a few items that we will want to correct as we have noted in the 6 open action items, so r4 is not necessarily the best one, the next one would be better.</w:t>
      </w:r>
    </w:p>
    <w:p w:rsidR="00880DD9" w:rsidRDefault="00880DD9" w:rsidP="00880DD9">
      <w:pPr>
        <w:numPr>
          <w:ilvl w:val="1"/>
          <w:numId w:val="2"/>
        </w:numPr>
      </w:pPr>
      <w:r>
        <w:t>Plan for May 2</w:t>
      </w:r>
      <w:r w:rsidRPr="00880DD9">
        <w:rPr>
          <w:vertAlign w:val="superscript"/>
        </w:rPr>
        <w:t>nd</w:t>
      </w:r>
    </w:p>
    <w:p w:rsidR="00880DD9" w:rsidRDefault="00880DD9" w:rsidP="00880DD9">
      <w:pPr>
        <w:numPr>
          <w:ilvl w:val="2"/>
          <w:numId w:val="2"/>
        </w:numPr>
      </w:pPr>
      <w:r>
        <w:t xml:space="preserve">Start with </w:t>
      </w:r>
      <w:r w:rsidR="00921E4B">
        <w:t>11-13/</w:t>
      </w:r>
      <w:r>
        <w:t>1345</w:t>
      </w:r>
      <w:r w:rsidR="00921E4B">
        <w:t>r4</w:t>
      </w:r>
      <w:r>
        <w:t xml:space="preserve"> and try to find consensus </w:t>
      </w:r>
    </w:p>
    <w:p w:rsidR="00880DD9" w:rsidRDefault="00880DD9" w:rsidP="00880DD9">
      <w:pPr>
        <w:numPr>
          <w:ilvl w:val="2"/>
          <w:numId w:val="2"/>
        </w:numPr>
      </w:pPr>
      <w:r>
        <w:t>Then continue with the excess DMG designation</w:t>
      </w:r>
    </w:p>
    <w:p w:rsidR="00372622" w:rsidRDefault="00880DD9" w:rsidP="00880DD9">
      <w:pPr>
        <w:numPr>
          <w:ilvl w:val="2"/>
          <w:numId w:val="2"/>
        </w:numPr>
      </w:pPr>
      <w:r>
        <w:t>Better to find any CIDs with Global changes to be discussed sooner than later</w:t>
      </w:r>
    </w:p>
    <w:p w:rsidR="00880DD9" w:rsidRDefault="00880DD9" w:rsidP="00880DD9">
      <w:pPr>
        <w:numPr>
          <w:ilvl w:val="1"/>
          <w:numId w:val="2"/>
        </w:numPr>
      </w:pPr>
      <w:r>
        <w:t>Adjourned 12:01am ET</w:t>
      </w:r>
    </w:p>
    <w:p w:rsidR="00370D01" w:rsidRDefault="008E0BD0" w:rsidP="008E0BD0">
      <w:pPr>
        <w:numPr>
          <w:ilvl w:val="0"/>
          <w:numId w:val="2"/>
        </w:numPr>
      </w:pPr>
      <w:r>
        <w:br w:type="page"/>
      </w:r>
    </w:p>
    <w:p w:rsidR="00E82408" w:rsidRDefault="00E82408" w:rsidP="00D81391">
      <w:pPr>
        <w:numPr>
          <w:ilvl w:val="0"/>
          <w:numId w:val="2"/>
        </w:numPr>
      </w:pPr>
      <w:r>
        <w:t xml:space="preserve"> </w:t>
      </w:r>
    </w:p>
    <w:p w:rsidR="00E82408" w:rsidRDefault="00E82408" w:rsidP="00D81391">
      <w:pPr>
        <w:numPr>
          <w:ilvl w:val="0"/>
          <w:numId w:val="2"/>
        </w:numPr>
      </w:pPr>
    </w:p>
    <w:p w:rsidR="00CA09B2" w:rsidRDefault="00CA09B2">
      <w:pPr>
        <w:rPr>
          <w:b/>
          <w:sz w:val="24"/>
        </w:rPr>
      </w:pPr>
      <w:r>
        <w:br w:type="page"/>
      </w:r>
      <w:r>
        <w:rPr>
          <w:b/>
          <w:sz w:val="24"/>
        </w:rPr>
        <w:t>References:</w:t>
      </w:r>
    </w:p>
    <w:p w:rsidR="00CA09B2" w:rsidRDefault="00CA09B2"/>
    <w:p w:rsidR="00D81391" w:rsidRDefault="00D81391">
      <w:r>
        <w:t>April 4 Presentations:</w:t>
      </w:r>
    </w:p>
    <w:p w:rsidR="00D81391" w:rsidRDefault="006A4236" w:rsidP="00D81391">
      <w:pPr>
        <w:ind w:left="720"/>
      </w:pPr>
      <w:hyperlink r:id="rId16" w:history="1">
        <w:r w:rsidR="00D81391" w:rsidRPr="00BD6A6F">
          <w:rPr>
            <w:rStyle w:val="Hyperlink"/>
          </w:rPr>
          <w:t>https://mentor.ieee.org/802.11/dcn/14/11-14-0029-04-000m-corrections-to-qos-map-set-clause-8-4-2-94.docx</w:t>
        </w:r>
      </w:hyperlink>
    </w:p>
    <w:p w:rsidR="002800E6" w:rsidRDefault="006A4236" w:rsidP="00D81391">
      <w:pPr>
        <w:ind w:left="720"/>
      </w:pPr>
      <w:hyperlink r:id="rId17" w:history="1">
        <w:r w:rsidR="002800E6" w:rsidRPr="00BD6A6F">
          <w:rPr>
            <w:rStyle w:val="Hyperlink"/>
          </w:rPr>
          <w:t>https://mentor.ieee.org/802.11/dcn/14/11-14-0344-01-000m-lb-199-comments.docx</w:t>
        </w:r>
      </w:hyperlink>
    </w:p>
    <w:p w:rsidR="002800E6" w:rsidRDefault="002800E6" w:rsidP="00D81391">
      <w:pPr>
        <w:ind w:left="720"/>
      </w:pPr>
    </w:p>
    <w:p w:rsidR="002800E6" w:rsidRDefault="006A4236" w:rsidP="00D81391">
      <w:pPr>
        <w:ind w:left="720"/>
      </w:pPr>
      <w:hyperlink r:id="rId18" w:history="1">
        <w:r w:rsidR="002800E6" w:rsidRPr="00BD6A6F">
          <w:rPr>
            <w:rStyle w:val="Hyperlink"/>
          </w:rPr>
          <w:t>https://mentor.ieee.org/802.11/dcn/14/11-14-0263-06-000m-more-lb199-gen-comment-resolutions.docx</w:t>
        </w:r>
      </w:hyperlink>
    </w:p>
    <w:p w:rsidR="002800E6" w:rsidRDefault="006A4236" w:rsidP="00D81391">
      <w:pPr>
        <w:ind w:left="720"/>
      </w:pPr>
      <w:hyperlink r:id="rId19" w:history="1">
        <w:r w:rsidR="002800E6" w:rsidRPr="00BD6A6F">
          <w:rPr>
            <w:rStyle w:val="Hyperlink"/>
          </w:rPr>
          <w:t>https://mentor.ieee.org/802.11/dcn/14/11-14-0044-00-000m-annex-n-2-2-deriving-medium-time-proposal.docx</w:t>
        </w:r>
      </w:hyperlink>
    </w:p>
    <w:p w:rsidR="002800E6" w:rsidRDefault="006A4236" w:rsidP="00D81391">
      <w:pPr>
        <w:ind w:left="720"/>
      </w:pPr>
      <w:hyperlink r:id="rId20" w:history="1">
        <w:r w:rsidR="003C78DB" w:rsidRPr="00BD6A6F">
          <w:rPr>
            <w:rStyle w:val="Hyperlink"/>
          </w:rPr>
          <w:t>https://mentor.ieee.org/802.11/dcn/14/11-14-0207-05-000m-lb199-stephens-comments.doc</w:t>
        </w:r>
      </w:hyperlink>
    </w:p>
    <w:p w:rsidR="003C78DB" w:rsidRDefault="006A4236" w:rsidP="00D81391">
      <w:pPr>
        <w:ind w:left="720"/>
      </w:pPr>
      <w:hyperlink r:id="rId21" w:history="1">
        <w:r w:rsidR="003C78DB" w:rsidRPr="00BD6A6F">
          <w:rPr>
            <w:rStyle w:val="Hyperlink"/>
          </w:rPr>
          <w:t>https://mentor.ieee.org/802.11/dcn/14/11-14-0207-04-000m-lb199-stephens-comments.doc</w:t>
        </w:r>
      </w:hyperlink>
    </w:p>
    <w:p w:rsidR="003C78DB" w:rsidRDefault="003C78DB" w:rsidP="00D81391">
      <w:pPr>
        <w:ind w:left="720"/>
      </w:pPr>
    </w:p>
    <w:p w:rsidR="002800E6" w:rsidRDefault="002800E6" w:rsidP="00D81391">
      <w:pPr>
        <w:ind w:left="720"/>
      </w:pPr>
    </w:p>
    <w:p w:rsidR="002800E6" w:rsidRDefault="008E0BD0" w:rsidP="008E0BD0">
      <w:r>
        <w:t>April 11 Presentations:</w:t>
      </w:r>
    </w:p>
    <w:p w:rsidR="008E0BD0" w:rsidRDefault="008E0BD0" w:rsidP="008E0BD0">
      <w:pPr>
        <w:ind w:left="720"/>
      </w:pPr>
      <w:r>
        <w:t xml:space="preserve"> </w:t>
      </w:r>
      <w:hyperlink r:id="rId22" w:history="1">
        <w:r w:rsidRPr="004279B8">
          <w:rPr>
            <w:rStyle w:val="Hyperlink"/>
          </w:rPr>
          <w:t>https://mentor.ieee.org/802.11/dcn/12/11-12-1345-03-000m-pre-ballot-802-11-2012-resolutions-for-pics.docx</w:t>
        </w:r>
      </w:hyperlink>
    </w:p>
    <w:p w:rsidR="008E0BD0" w:rsidRDefault="008E0BD0" w:rsidP="008E0BD0">
      <w:pPr>
        <w:ind w:left="720"/>
      </w:pPr>
    </w:p>
    <w:p w:rsidR="008E0BD0" w:rsidRDefault="008E0BD0"/>
    <w:p w:rsidR="008E0BD0" w:rsidRPr="008E0BD0" w:rsidRDefault="008E0BD0" w:rsidP="008E0BD0"/>
    <w:p w:rsidR="008E0BD0" w:rsidRPr="008E0BD0" w:rsidRDefault="008E0BD0" w:rsidP="008E0BD0"/>
    <w:p w:rsidR="008E0BD0" w:rsidRPr="008E0BD0" w:rsidRDefault="008E0BD0" w:rsidP="008E0BD0"/>
    <w:p w:rsidR="008E0BD0" w:rsidRPr="008E0BD0" w:rsidRDefault="008E0BD0" w:rsidP="008E0BD0"/>
    <w:p w:rsidR="008E0BD0" w:rsidRPr="008E0BD0" w:rsidRDefault="008E0BD0" w:rsidP="008E0BD0"/>
    <w:p w:rsidR="008E0BD0" w:rsidRPr="008E0BD0" w:rsidRDefault="008E0BD0" w:rsidP="008E0BD0"/>
    <w:p w:rsidR="008E0BD0" w:rsidRPr="008E0BD0" w:rsidRDefault="008E0BD0" w:rsidP="008E0BD0"/>
    <w:p w:rsidR="008E0BD0" w:rsidRPr="008E0BD0" w:rsidRDefault="008E0BD0" w:rsidP="008E0BD0"/>
    <w:p w:rsidR="008E0BD0" w:rsidRDefault="008E0BD0" w:rsidP="008E0BD0"/>
    <w:p w:rsidR="008E0BD0" w:rsidRDefault="008E0BD0" w:rsidP="008E0BD0"/>
    <w:p w:rsidR="00D81391" w:rsidRPr="008E0BD0" w:rsidRDefault="008E0BD0" w:rsidP="008E0BD0">
      <w:pPr>
        <w:tabs>
          <w:tab w:val="left" w:pos="6525"/>
        </w:tabs>
      </w:pPr>
      <w:r>
        <w:tab/>
      </w:r>
    </w:p>
    <w:sectPr w:rsidR="00D81391" w:rsidRPr="008E0BD0" w:rsidSect="002D5F18">
      <w:headerReference w:type="default" r:id="rId23"/>
      <w:footerReference w:type="default" r:id="rId24"/>
      <w:pgSz w:w="12240" w:h="15840" w:code="1"/>
      <w:pgMar w:top="1080" w:right="1080" w:bottom="1080" w:left="1080" w:header="432" w:footer="432" w:gutter="72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639B" w:rsidRDefault="0011639B">
      <w:r>
        <w:separator/>
      </w:r>
    </w:p>
  </w:endnote>
  <w:endnote w:type="continuationSeparator" w:id="0">
    <w:p w:rsidR="0011639B" w:rsidRDefault="0011639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E4B" w:rsidRDefault="006A4236">
    <w:pPr>
      <w:pStyle w:val="Footer"/>
      <w:tabs>
        <w:tab w:val="clear" w:pos="6480"/>
        <w:tab w:val="center" w:pos="4680"/>
        <w:tab w:val="right" w:pos="9360"/>
      </w:tabs>
    </w:pPr>
    <w:fldSimple w:instr=" SUBJECT  \* MERGEFORMAT ">
      <w:r w:rsidR="00921E4B">
        <w:t>Minutes</w:t>
      </w:r>
    </w:fldSimple>
    <w:r w:rsidR="00921E4B">
      <w:tab/>
      <w:t xml:space="preserve">page </w:t>
    </w:r>
    <w:fldSimple w:instr="page ">
      <w:r w:rsidR="0011639B">
        <w:rPr>
          <w:noProof/>
        </w:rPr>
        <w:t>1</w:t>
      </w:r>
    </w:fldSimple>
    <w:r w:rsidR="00921E4B">
      <w:tab/>
    </w:r>
    <w:fldSimple w:instr=" COMMENTS  \* MERGEFORMAT ">
      <w:r w:rsidR="00921E4B">
        <w:t>Jon Rosdahl, CSR</w:t>
      </w:r>
    </w:fldSimple>
  </w:p>
  <w:p w:rsidR="00921E4B" w:rsidRDefault="00921E4B"/>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639B" w:rsidRDefault="0011639B">
      <w:r>
        <w:separator/>
      </w:r>
    </w:p>
  </w:footnote>
  <w:footnote w:type="continuationSeparator" w:id="0">
    <w:p w:rsidR="0011639B" w:rsidRDefault="0011639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E4B" w:rsidRDefault="006A4236">
    <w:pPr>
      <w:pStyle w:val="Header"/>
      <w:tabs>
        <w:tab w:val="clear" w:pos="6480"/>
        <w:tab w:val="center" w:pos="4680"/>
        <w:tab w:val="right" w:pos="9360"/>
      </w:tabs>
    </w:pPr>
    <w:fldSimple w:instr=" KEYWORDS  \* MERGEFORMAT ">
      <w:r w:rsidR="00921E4B">
        <w:t>May 2014</w:t>
      </w:r>
    </w:fldSimple>
    <w:r w:rsidR="00921E4B">
      <w:tab/>
    </w:r>
    <w:r w:rsidR="00921E4B">
      <w:tab/>
    </w:r>
    <w:fldSimple w:instr=" TITLE  \* MERGEFORMAT ">
      <w:r w:rsidR="008E0BD0">
        <w:t>doc.: IEEE 802.11-14/492r1</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0E50C3"/>
    <w:multiLevelType w:val="hybridMultilevel"/>
    <w:tmpl w:val="042691E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03E6C50"/>
    <w:multiLevelType w:val="multilevel"/>
    <w:tmpl w:val="9592A0F8"/>
    <w:lvl w:ilvl="0">
      <w:start w:val="1"/>
      <w:numFmt w:val="decimal"/>
      <w:lvlText w:val="%1.0"/>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225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intFractionalCharacterWidth/>
  <w:mirrorMargins/>
  <w:attachedTemplate r:id="rId1"/>
  <w:stylePaneFormatFilter w:val="3F01"/>
  <w:doNotTrackMoves/>
  <w:defaultTabStop w:val="720"/>
  <w:doNotHyphenateCaps/>
  <w:displayHorizontalDrawingGridEvery w:val="0"/>
  <w:displayVerticalDrawingGridEvery w:val="0"/>
  <w:doNotUseMarginsForDrawingGridOrigin/>
  <w:doNotShadeFormData/>
  <w:noPunctuationKerning/>
  <w:characterSpacingControl w:val="doNotCompress"/>
  <w:savePreviewPicture/>
  <w:hdrShapeDefaults>
    <o:shapedefaults v:ext="edit" spidmax="12290"/>
  </w:hdrShapeDefaults>
  <w:footnotePr>
    <w:footnote w:id="-1"/>
    <w:footnote w:id="0"/>
  </w:footnotePr>
  <w:endnotePr>
    <w:endnote w:id="-1"/>
    <w:endnote w:id="0"/>
  </w:endnotePr>
  <w:compat>
    <w:printColBlack/>
    <w:showBreaksInFrames/>
    <w:suppressSpBfAfterPgBrk/>
    <w:swapBordersFacingPages/>
    <w:convMailMergeEsc/>
    <w:doNotSuppressParagraphBorder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82408"/>
    <w:rsid w:val="000239AC"/>
    <w:rsid w:val="00077E8F"/>
    <w:rsid w:val="00085233"/>
    <w:rsid w:val="0011639B"/>
    <w:rsid w:val="0013637C"/>
    <w:rsid w:val="001B48DA"/>
    <w:rsid w:val="001D723B"/>
    <w:rsid w:val="00277A09"/>
    <w:rsid w:val="002800E6"/>
    <w:rsid w:val="0029020B"/>
    <w:rsid w:val="002D44BE"/>
    <w:rsid w:val="002D5F18"/>
    <w:rsid w:val="002E5111"/>
    <w:rsid w:val="00370D01"/>
    <w:rsid w:val="00372622"/>
    <w:rsid w:val="003A6AB6"/>
    <w:rsid w:val="003C78DB"/>
    <w:rsid w:val="003E32DA"/>
    <w:rsid w:val="00442037"/>
    <w:rsid w:val="004B064B"/>
    <w:rsid w:val="00591614"/>
    <w:rsid w:val="0062440B"/>
    <w:rsid w:val="00682E9D"/>
    <w:rsid w:val="006A4236"/>
    <w:rsid w:val="006B7BDE"/>
    <w:rsid w:val="006C0727"/>
    <w:rsid w:val="006E145F"/>
    <w:rsid w:val="00770572"/>
    <w:rsid w:val="00832F91"/>
    <w:rsid w:val="00880DD9"/>
    <w:rsid w:val="00892910"/>
    <w:rsid w:val="008E0BD0"/>
    <w:rsid w:val="008E4A1F"/>
    <w:rsid w:val="008F65F5"/>
    <w:rsid w:val="00921E4B"/>
    <w:rsid w:val="009F2FBC"/>
    <w:rsid w:val="00AA427C"/>
    <w:rsid w:val="00B1192B"/>
    <w:rsid w:val="00BE68C2"/>
    <w:rsid w:val="00CA09B2"/>
    <w:rsid w:val="00CB7B52"/>
    <w:rsid w:val="00D41BA4"/>
    <w:rsid w:val="00D81391"/>
    <w:rsid w:val="00DB4AA8"/>
    <w:rsid w:val="00DC5A7B"/>
    <w:rsid w:val="00E2275A"/>
    <w:rsid w:val="00E82408"/>
    <w:rsid w:val="00EA67A9"/>
    <w:rsid w:val="00F649C2"/>
    <w:rsid w:val="00FA517E"/>
    <w:rsid w:val="00FC332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239AC"/>
    <w:rPr>
      <w:sz w:val="22"/>
      <w:lang w:val="en-GB"/>
    </w:rPr>
  </w:style>
  <w:style w:type="paragraph" w:styleId="Heading1">
    <w:name w:val="heading 1"/>
    <w:basedOn w:val="Normal"/>
    <w:next w:val="Normal"/>
    <w:qFormat/>
    <w:rsid w:val="002D5F18"/>
    <w:pPr>
      <w:keepNext/>
      <w:keepLines/>
      <w:spacing w:before="320"/>
      <w:outlineLvl w:val="0"/>
    </w:pPr>
    <w:rPr>
      <w:rFonts w:ascii="Arial" w:hAnsi="Arial"/>
      <w:b/>
      <w:sz w:val="32"/>
      <w:u w:val="single"/>
    </w:rPr>
  </w:style>
  <w:style w:type="paragraph" w:styleId="Heading2">
    <w:name w:val="heading 2"/>
    <w:basedOn w:val="Normal"/>
    <w:next w:val="Normal"/>
    <w:qFormat/>
    <w:rsid w:val="002D5F18"/>
    <w:pPr>
      <w:keepNext/>
      <w:keepLines/>
      <w:spacing w:before="280"/>
      <w:outlineLvl w:val="1"/>
    </w:pPr>
    <w:rPr>
      <w:rFonts w:ascii="Arial" w:hAnsi="Arial"/>
      <w:b/>
      <w:sz w:val="28"/>
      <w:u w:val="single"/>
    </w:rPr>
  </w:style>
  <w:style w:type="paragraph" w:styleId="Heading3">
    <w:name w:val="heading 3"/>
    <w:basedOn w:val="Normal"/>
    <w:next w:val="Normal"/>
    <w:qFormat/>
    <w:rsid w:val="002D5F18"/>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2D5F18"/>
    <w:pPr>
      <w:pBdr>
        <w:top w:val="single" w:sz="6" w:space="1" w:color="auto"/>
      </w:pBdr>
      <w:tabs>
        <w:tab w:val="center" w:pos="6480"/>
        <w:tab w:val="right" w:pos="12960"/>
      </w:tabs>
    </w:pPr>
    <w:rPr>
      <w:sz w:val="24"/>
    </w:rPr>
  </w:style>
  <w:style w:type="paragraph" w:styleId="Header">
    <w:name w:val="header"/>
    <w:basedOn w:val="Normal"/>
    <w:rsid w:val="002D5F18"/>
    <w:pPr>
      <w:pBdr>
        <w:bottom w:val="single" w:sz="6" w:space="2" w:color="auto"/>
      </w:pBdr>
      <w:tabs>
        <w:tab w:val="center" w:pos="6480"/>
        <w:tab w:val="right" w:pos="12960"/>
      </w:tabs>
    </w:pPr>
    <w:rPr>
      <w:b/>
      <w:sz w:val="28"/>
    </w:rPr>
  </w:style>
  <w:style w:type="paragraph" w:customStyle="1" w:styleId="T1">
    <w:name w:val="T1"/>
    <w:basedOn w:val="Normal"/>
    <w:rsid w:val="002D5F18"/>
    <w:pPr>
      <w:jc w:val="center"/>
    </w:pPr>
    <w:rPr>
      <w:b/>
      <w:sz w:val="28"/>
    </w:rPr>
  </w:style>
  <w:style w:type="paragraph" w:customStyle="1" w:styleId="T2">
    <w:name w:val="T2"/>
    <w:basedOn w:val="T1"/>
    <w:rsid w:val="002D5F18"/>
    <w:pPr>
      <w:spacing w:after="240"/>
      <w:ind w:left="720" w:right="720"/>
    </w:pPr>
  </w:style>
  <w:style w:type="paragraph" w:customStyle="1" w:styleId="T3">
    <w:name w:val="T3"/>
    <w:basedOn w:val="T1"/>
    <w:rsid w:val="002D5F18"/>
    <w:pPr>
      <w:pBdr>
        <w:bottom w:val="single" w:sz="6" w:space="1" w:color="auto"/>
      </w:pBdr>
      <w:tabs>
        <w:tab w:val="center" w:pos="4680"/>
      </w:tabs>
      <w:spacing w:after="240"/>
      <w:jc w:val="left"/>
    </w:pPr>
    <w:rPr>
      <w:b w:val="0"/>
      <w:sz w:val="24"/>
    </w:rPr>
  </w:style>
  <w:style w:type="paragraph" w:styleId="BodyTextIndent">
    <w:name w:val="Body Text Indent"/>
    <w:basedOn w:val="Normal"/>
    <w:rsid w:val="002D5F18"/>
    <w:pPr>
      <w:ind w:left="720" w:hanging="720"/>
    </w:pPr>
  </w:style>
  <w:style w:type="character" w:styleId="Hyperlink">
    <w:name w:val="Hyperlink"/>
    <w:uiPriority w:val="99"/>
    <w:rsid w:val="002D5F18"/>
    <w:rPr>
      <w:color w:val="0000FF"/>
      <w:u w:val="single"/>
    </w:rPr>
  </w:style>
  <w:style w:type="paragraph" w:styleId="NormalWeb">
    <w:name w:val="Normal (Web)"/>
    <w:basedOn w:val="Normal"/>
    <w:uiPriority w:val="99"/>
    <w:unhideWhenUsed/>
    <w:rsid w:val="00682E9D"/>
    <w:pPr>
      <w:spacing w:before="100" w:beforeAutospacing="1" w:after="100" w:afterAutospacing="1"/>
    </w:pPr>
    <w:rPr>
      <w:sz w:val="24"/>
      <w:szCs w:val="24"/>
      <w:lang w:val="en-US"/>
    </w:rPr>
  </w:style>
  <w:style w:type="character" w:customStyle="1" w:styleId="aqj">
    <w:name w:val="aqj"/>
    <w:basedOn w:val="DefaultParagraphFont"/>
    <w:rsid w:val="00682E9D"/>
    <w:rPr>
      <w:rFonts w:ascii="Times New Roman" w:hAnsi="Times New Roman" w:cs="Times New Roman" w:hint="default"/>
    </w:rPr>
  </w:style>
</w:styles>
</file>

<file path=word/webSettings.xml><?xml version="1.0" encoding="utf-8"?>
<w:webSettings xmlns:r="http://schemas.openxmlformats.org/officeDocument/2006/relationships" xmlns:w="http://schemas.openxmlformats.org/wordprocessingml/2006/main">
  <w:divs>
    <w:div w:id="284431908">
      <w:bodyDiv w:val="1"/>
      <w:marLeft w:val="0"/>
      <w:marRight w:val="0"/>
      <w:marTop w:val="0"/>
      <w:marBottom w:val="0"/>
      <w:divBdr>
        <w:top w:val="none" w:sz="0" w:space="0" w:color="auto"/>
        <w:left w:val="none" w:sz="0" w:space="0" w:color="auto"/>
        <w:bottom w:val="none" w:sz="0" w:space="0" w:color="auto"/>
        <w:right w:val="none" w:sz="0" w:space="0" w:color="auto"/>
      </w:divBdr>
    </w:div>
    <w:div w:id="1250650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eee.org/web/membership/ethics/code_ethics.html" TargetMode="External"/><Relationship Id="rId13" Type="http://schemas.openxmlformats.org/officeDocument/2006/relationships/hyperlink" Target="http://standards.ieee.org/board/pat/faq.pdf" TargetMode="External"/><Relationship Id="rId18" Type="http://schemas.openxmlformats.org/officeDocument/2006/relationships/hyperlink" Target="https://mentor.ieee.org/802.11/dcn/14/11-14-0263-06-000m-more-lb199-gen-comment-resolutions.docx"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mentor.ieee.org/802.11/dcn/14/11-14-0207-04-000m-lb199-stephens-comments.doc" TargetMode="External"/><Relationship Id="rId7" Type="http://schemas.openxmlformats.org/officeDocument/2006/relationships/hyperlink" Target="http://standards.ieee.org/board/pat/pat-slideset.ppt" TargetMode="External"/><Relationship Id="rId12" Type="http://schemas.openxmlformats.org/officeDocument/2006/relationships/hyperlink" Target="http://standards.ieee.org/board/pat/index.html" TargetMode="External"/><Relationship Id="rId17" Type="http://schemas.openxmlformats.org/officeDocument/2006/relationships/hyperlink" Target="https://mentor.ieee.org/802.11/dcn/14/11-14-0344-01-000m-lb-199-comments.docx"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mentor.ieee.org/802.11/dcn/14/11-14-0029-04-000m-corrections-to-qos-map-set-clause-8-4-2-94.docx" TargetMode="External"/><Relationship Id="rId20" Type="http://schemas.openxmlformats.org/officeDocument/2006/relationships/hyperlink" Target="https://mentor.ieee.org/802.11/dcn/14/11-14-0207-05-000m-lb199-stephens-comments.doc"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andards.ieee.org/board/pat/loa.pdf"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www.ieee802.org/PNP/2008-11/LMSC_OM_approved_081114.pdf" TargetMode="External"/><Relationship Id="rId23" Type="http://schemas.openxmlformats.org/officeDocument/2006/relationships/header" Target="header1.xml"/><Relationship Id="rId10" Type="http://schemas.openxmlformats.org/officeDocument/2006/relationships/hyperlink" Target="http://standards.ieee.org/resources/antitrust-guidelines.pdf" TargetMode="External"/><Relationship Id="rId19" Type="http://schemas.openxmlformats.org/officeDocument/2006/relationships/hyperlink" Target="https://mentor.ieee.org/802.11/dcn/14/11-14-0044-00-000m-annex-n-2-2-deriving-medium-time-proposal.docx" TargetMode="External"/><Relationship Id="rId4" Type="http://schemas.openxmlformats.org/officeDocument/2006/relationships/webSettings" Target="webSettings.xml"/><Relationship Id="rId9" Type="http://schemas.openxmlformats.org/officeDocument/2006/relationships/hyperlink" Target="http://standards.ieee.org/faqs/affiliationFAQ.html" TargetMode="External"/><Relationship Id="rId14" Type="http://schemas.openxmlformats.org/officeDocument/2006/relationships/hyperlink" Target="http://www.ieee802.org/policies-and-procedures.pdf" TargetMode="External"/><Relationship Id="rId22" Type="http://schemas.openxmlformats.org/officeDocument/2006/relationships/hyperlink" Target="https://mentor.ieee.org/802.11/dcn/12/11-12-1345-03-000m-pre-ballot-802-11-2012-resolutions-for-pics.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05\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802-11-Submission-Portrait.dot</Template>
  <TotalTime>473</TotalTime>
  <Pages>11</Pages>
  <Words>2601</Words>
  <Characters>14831</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doc.: IEEE 802.11-14/492r0</vt:lpstr>
    </vt:vector>
  </TitlesOfParts>
  <Company>Some Company</Company>
  <LinksUpToDate>false</LinksUpToDate>
  <CharactersWithSpaces>17398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802.11-14/492r1</dc:title>
  <dc:subject>Minutes</dc:subject>
  <dc:creator>Jon Rosdahl</dc:creator>
  <cp:keywords>May 2014</cp:keywords>
  <dc:description>Jon Rosdahl, CSR</dc:description>
  <cp:lastModifiedBy>jr05</cp:lastModifiedBy>
  <cp:revision>4</cp:revision>
  <cp:lastPrinted>2014-04-04T15:58:00Z</cp:lastPrinted>
  <dcterms:created xsi:type="dcterms:W3CDTF">2014-04-11T16:03:00Z</dcterms:created>
  <dcterms:modified xsi:type="dcterms:W3CDTF">2014-04-28T20:39:00Z</dcterms:modified>
  <cp:contentStatus>Draft</cp:contentStatus>
</cp:coreProperties>
</file>